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96C" w:rsidRPr="00E75F4D" w:rsidRDefault="001C796C" w:rsidP="006F2AEB">
      <w:pPr>
        <w:tabs>
          <w:tab w:val="left" w:pos="1985"/>
        </w:tabs>
        <w:ind w:firstLine="0"/>
        <w:jc w:val="center"/>
        <w:rPr>
          <w:b/>
          <w:lang w:eastAsia="en-US"/>
        </w:rPr>
      </w:pPr>
      <w:r w:rsidRPr="00E75F4D">
        <w:rPr>
          <w:b/>
          <w:lang w:eastAsia="en-US"/>
        </w:rPr>
        <w:t>Чергові вибори депутатів місцевих рад, сільських, селищних, міських голів</w:t>
      </w:r>
    </w:p>
    <w:p w:rsidR="001C796C" w:rsidRPr="00326AB4" w:rsidRDefault="001C796C" w:rsidP="006F2AEB">
      <w:pPr>
        <w:tabs>
          <w:tab w:val="left" w:pos="1985"/>
        </w:tabs>
        <w:ind w:firstLine="0"/>
        <w:jc w:val="center"/>
      </w:pPr>
      <w:r w:rsidRPr="00326AB4">
        <w:t>_________________________________________________</w:t>
      </w:r>
    </w:p>
    <w:p w:rsidR="001C796C" w:rsidRPr="007215BB" w:rsidRDefault="001C796C" w:rsidP="006F2AEB">
      <w:pPr>
        <w:tabs>
          <w:tab w:val="left" w:pos="1985"/>
        </w:tabs>
        <w:ind w:firstLine="0"/>
        <w:jc w:val="center"/>
        <w:rPr>
          <w:bCs/>
          <w:sz w:val="18"/>
          <w:szCs w:val="18"/>
        </w:rPr>
      </w:pPr>
      <w:r w:rsidRPr="007215BB">
        <w:rPr>
          <w:bCs/>
          <w:sz w:val="18"/>
          <w:szCs w:val="18"/>
        </w:rPr>
        <w:t>(вид, назва місцевих виборів та дата їх проведення)</w:t>
      </w:r>
    </w:p>
    <w:p w:rsidR="001C796C" w:rsidRPr="007215BB" w:rsidRDefault="001C796C" w:rsidP="006F2AEB">
      <w:pPr>
        <w:ind w:left="5103" w:firstLine="0"/>
        <w:jc w:val="center"/>
        <w:rPr>
          <w:sz w:val="2"/>
          <w:szCs w:val="22"/>
        </w:rPr>
      </w:pPr>
    </w:p>
    <w:p w:rsidR="001C796C" w:rsidRPr="007215BB" w:rsidRDefault="001C796C" w:rsidP="006F2AEB">
      <w:pPr>
        <w:ind w:left="6663" w:firstLine="0"/>
        <w:jc w:val="center"/>
        <w:rPr>
          <w:sz w:val="6"/>
        </w:rPr>
      </w:pPr>
    </w:p>
    <w:p w:rsidR="001C796C" w:rsidRDefault="001C796C" w:rsidP="006F2AEB">
      <w:pPr>
        <w:ind w:firstLine="0"/>
        <w:jc w:val="center"/>
        <w:rPr>
          <w:b/>
        </w:rPr>
      </w:pPr>
      <w:r w:rsidRPr="007215BB">
        <w:rPr>
          <w:b/>
        </w:rPr>
        <w:t>ВІДОМОСТІ</w:t>
      </w:r>
    </w:p>
    <w:p w:rsidR="001C796C" w:rsidRPr="007215BB" w:rsidRDefault="001C796C" w:rsidP="006F2AEB">
      <w:pPr>
        <w:ind w:firstLine="0"/>
        <w:jc w:val="center"/>
        <w:rPr>
          <w:b/>
          <w:sz w:val="22"/>
        </w:rPr>
      </w:pPr>
    </w:p>
    <w:p w:rsidR="001C796C" w:rsidRPr="007215BB" w:rsidRDefault="001C796C" w:rsidP="006F2AEB">
      <w:pPr>
        <w:ind w:right="-1" w:firstLine="0"/>
        <w:jc w:val="center"/>
        <w:rPr>
          <w:sz w:val="18"/>
          <w:szCs w:val="18"/>
        </w:rPr>
      </w:pPr>
      <w:r w:rsidRPr="007215BB">
        <w:rPr>
          <w:b/>
        </w:rPr>
        <w:t>про зареєстрованих кандидатів на посаду</w:t>
      </w:r>
      <w:r>
        <w:rPr>
          <w:b/>
        </w:rPr>
        <w:t xml:space="preserve"> Хоминцівського </w:t>
      </w:r>
      <w:r w:rsidRPr="007215BB">
        <w:rPr>
          <w:b/>
        </w:rPr>
        <w:t xml:space="preserve"> </w:t>
      </w:r>
      <w:r w:rsidRPr="00E75F4D">
        <w:rPr>
          <w:b/>
        </w:rPr>
        <w:t xml:space="preserve">сільського </w:t>
      </w:r>
      <w:r w:rsidRPr="007215BB">
        <w:rPr>
          <w:b/>
        </w:rPr>
        <w:t xml:space="preserve"> голови </w:t>
      </w:r>
      <w:r w:rsidRPr="007215BB">
        <w:rPr>
          <w:b/>
        </w:rPr>
        <w:br/>
      </w:r>
      <w:r w:rsidRPr="007215BB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 xml:space="preserve">                  (згідно з назвою села</w:t>
      </w:r>
      <w:r w:rsidRPr="007215BB">
        <w:rPr>
          <w:sz w:val="18"/>
          <w:szCs w:val="18"/>
        </w:rPr>
        <w:t>)</w:t>
      </w:r>
    </w:p>
    <w:p w:rsidR="001C796C" w:rsidRPr="00326AB4" w:rsidRDefault="001C796C" w:rsidP="006F2AEB">
      <w:pPr>
        <w:ind w:firstLine="0"/>
        <w:jc w:val="center"/>
        <w:rPr>
          <w:sz w:val="22"/>
          <w:szCs w:val="22"/>
        </w:rPr>
      </w:pPr>
      <w:r w:rsidRPr="007215BB">
        <w:t xml:space="preserve"> </w:t>
      </w:r>
      <w:r w:rsidRPr="00326AB4">
        <w:t>(</w:t>
      </w:r>
      <w:r>
        <w:t xml:space="preserve"> с. Хоминці, с. Дубина, с. Локня</w:t>
      </w:r>
      <w:r w:rsidRPr="00326AB4">
        <w:t>_</w:t>
      </w:r>
      <w:r>
        <w:t xml:space="preserve"> </w:t>
      </w:r>
      <w:r w:rsidRPr="00326AB4">
        <w:t>)</w:t>
      </w:r>
    </w:p>
    <w:p w:rsidR="001C796C" w:rsidRPr="007215BB" w:rsidRDefault="001C796C" w:rsidP="006F2AEB">
      <w:pPr>
        <w:ind w:firstLine="0"/>
        <w:jc w:val="center"/>
        <w:rPr>
          <w:b/>
          <w:sz w:val="18"/>
          <w:szCs w:val="18"/>
        </w:rPr>
      </w:pPr>
      <w:r>
        <w:rPr>
          <w:sz w:val="18"/>
          <w:szCs w:val="18"/>
        </w:rPr>
        <w:t xml:space="preserve">      </w:t>
      </w:r>
      <w:r w:rsidRPr="007215BB">
        <w:rPr>
          <w:sz w:val="18"/>
          <w:szCs w:val="18"/>
        </w:rPr>
        <w:t>(назва регіону України)</w:t>
      </w:r>
    </w:p>
    <w:p w:rsidR="001C796C" w:rsidRPr="007215BB" w:rsidRDefault="001C796C" w:rsidP="006F2AEB">
      <w:pPr>
        <w:ind w:firstLine="0"/>
        <w:jc w:val="center"/>
        <w:rPr>
          <w:sz w:val="22"/>
          <w:szCs w:val="22"/>
          <w:vertAlign w:val="superscript"/>
        </w:rPr>
      </w:pPr>
    </w:p>
    <w:tbl>
      <w:tblPr>
        <w:tblW w:w="1557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1984"/>
        <w:gridCol w:w="1225"/>
        <w:gridCol w:w="1185"/>
        <w:gridCol w:w="992"/>
        <w:gridCol w:w="992"/>
        <w:gridCol w:w="992"/>
        <w:gridCol w:w="1418"/>
        <w:gridCol w:w="1417"/>
        <w:gridCol w:w="709"/>
        <w:gridCol w:w="1613"/>
        <w:gridCol w:w="1383"/>
        <w:gridCol w:w="1092"/>
      </w:tblGrid>
      <w:tr w:rsidR="001C796C" w:rsidRPr="007215BB" w:rsidTr="000B3A26">
        <w:trPr>
          <w:cantSplit/>
          <w:trHeight w:val="745"/>
        </w:trPr>
        <w:tc>
          <w:tcPr>
            <w:tcW w:w="568" w:type="dxa"/>
            <w:vAlign w:val="center"/>
          </w:tcPr>
          <w:p w:rsidR="001C796C" w:rsidRPr="007215BB" w:rsidRDefault="001C796C" w:rsidP="000B3A26">
            <w:pPr>
              <w:pStyle w:val="BodyText2"/>
              <w:spacing w:after="0"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7215BB">
              <w:rPr>
                <w:sz w:val="16"/>
                <w:szCs w:val="16"/>
              </w:rPr>
              <w:t>№</w:t>
            </w:r>
            <w:r w:rsidRPr="007215BB">
              <w:rPr>
                <w:sz w:val="16"/>
                <w:szCs w:val="16"/>
              </w:rPr>
              <w:br/>
              <w:t>з/п</w:t>
            </w:r>
          </w:p>
        </w:tc>
        <w:tc>
          <w:tcPr>
            <w:tcW w:w="1984" w:type="dxa"/>
            <w:vAlign w:val="center"/>
          </w:tcPr>
          <w:p w:rsidR="001C796C" w:rsidRPr="007215BB" w:rsidRDefault="001C796C" w:rsidP="000B3A26">
            <w:pPr>
              <w:pStyle w:val="BodyText2"/>
              <w:spacing w:after="0"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7215BB">
              <w:rPr>
                <w:sz w:val="16"/>
                <w:szCs w:val="16"/>
              </w:rPr>
              <w:t xml:space="preserve">Прізвище, власне ім’я </w:t>
            </w:r>
            <w:r w:rsidRPr="007215BB">
              <w:rPr>
                <w:sz w:val="16"/>
                <w:szCs w:val="16"/>
              </w:rPr>
              <w:br/>
              <w:t>(усі власні імена),  по батькові (за наявності) кандидата на посаду міського голови</w:t>
            </w:r>
          </w:p>
        </w:tc>
        <w:tc>
          <w:tcPr>
            <w:tcW w:w="1225" w:type="dxa"/>
            <w:vAlign w:val="center"/>
          </w:tcPr>
          <w:p w:rsidR="001C796C" w:rsidRPr="007215BB" w:rsidRDefault="001C796C" w:rsidP="000B3A26">
            <w:pPr>
              <w:pStyle w:val="BodyText2"/>
              <w:spacing w:after="0"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7215BB">
              <w:rPr>
                <w:sz w:val="16"/>
                <w:szCs w:val="16"/>
              </w:rPr>
              <w:t>Число, місяць, рік народження</w:t>
            </w:r>
            <w:r w:rsidRPr="007215BB">
              <w:rPr>
                <w:sz w:val="16"/>
                <w:szCs w:val="16"/>
              </w:rPr>
              <w:br/>
              <w:t>(дд.мм.рррр)</w:t>
            </w:r>
          </w:p>
        </w:tc>
        <w:tc>
          <w:tcPr>
            <w:tcW w:w="1185" w:type="dxa"/>
            <w:vAlign w:val="center"/>
          </w:tcPr>
          <w:p w:rsidR="001C796C" w:rsidRPr="007215BB" w:rsidRDefault="001C796C" w:rsidP="000B3A26">
            <w:pPr>
              <w:pStyle w:val="BodyText2"/>
              <w:spacing w:after="0"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7215BB">
              <w:rPr>
                <w:sz w:val="16"/>
                <w:szCs w:val="16"/>
              </w:rPr>
              <w:t>Грома-дянство</w:t>
            </w:r>
          </w:p>
        </w:tc>
        <w:tc>
          <w:tcPr>
            <w:tcW w:w="992" w:type="dxa"/>
            <w:vAlign w:val="center"/>
          </w:tcPr>
          <w:p w:rsidR="001C796C" w:rsidRPr="007215BB" w:rsidRDefault="001C796C" w:rsidP="000B3A26">
            <w:pPr>
              <w:pStyle w:val="BodyText2"/>
              <w:spacing w:after="0"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7215BB">
              <w:rPr>
                <w:sz w:val="16"/>
                <w:szCs w:val="16"/>
              </w:rPr>
              <w:t>Освіта (загальна середня, професійно-технічна, вища)</w:t>
            </w:r>
          </w:p>
        </w:tc>
        <w:tc>
          <w:tcPr>
            <w:tcW w:w="992" w:type="dxa"/>
            <w:vAlign w:val="center"/>
          </w:tcPr>
          <w:p w:rsidR="001C796C" w:rsidRPr="007215BB" w:rsidRDefault="001C796C" w:rsidP="000B3A26">
            <w:pPr>
              <w:pStyle w:val="BodyText2"/>
              <w:spacing w:after="0"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7215BB">
              <w:rPr>
                <w:sz w:val="16"/>
                <w:szCs w:val="16"/>
              </w:rPr>
              <w:t>Партійність</w:t>
            </w:r>
          </w:p>
        </w:tc>
        <w:tc>
          <w:tcPr>
            <w:tcW w:w="992" w:type="dxa"/>
            <w:vAlign w:val="center"/>
          </w:tcPr>
          <w:p w:rsidR="001C796C" w:rsidRPr="007215BB" w:rsidRDefault="001C796C" w:rsidP="000B3A26">
            <w:pPr>
              <w:pStyle w:val="BodyText2"/>
              <w:spacing w:after="0"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7215BB">
              <w:rPr>
                <w:sz w:val="16"/>
                <w:szCs w:val="16"/>
              </w:rPr>
              <w:t>Посада</w:t>
            </w:r>
          </w:p>
        </w:tc>
        <w:tc>
          <w:tcPr>
            <w:tcW w:w="1418" w:type="dxa"/>
            <w:vAlign w:val="center"/>
          </w:tcPr>
          <w:p w:rsidR="001C796C" w:rsidRPr="007215BB" w:rsidRDefault="001C796C" w:rsidP="000B3A26">
            <w:pPr>
              <w:pStyle w:val="BodyText2"/>
              <w:spacing w:after="0"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7215BB">
              <w:rPr>
                <w:sz w:val="16"/>
                <w:szCs w:val="16"/>
              </w:rPr>
              <w:t>Місце роботи</w:t>
            </w:r>
          </w:p>
          <w:p w:rsidR="001C796C" w:rsidRPr="007215BB" w:rsidRDefault="001C796C" w:rsidP="000B3A26">
            <w:pPr>
              <w:pStyle w:val="BodyText2"/>
              <w:spacing w:after="0"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7215BB">
              <w:rPr>
                <w:sz w:val="16"/>
                <w:szCs w:val="16"/>
              </w:rPr>
              <w:t>(заняття)</w:t>
            </w:r>
          </w:p>
        </w:tc>
        <w:tc>
          <w:tcPr>
            <w:tcW w:w="1417" w:type="dxa"/>
            <w:vAlign w:val="center"/>
          </w:tcPr>
          <w:p w:rsidR="001C796C" w:rsidRPr="007215BB" w:rsidRDefault="001C796C" w:rsidP="000B3A26">
            <w:pPr>
              <w:pStyle w:val="BodyText2"/>
              <w:spacing w:after="0"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7215BB">
              <w:rPr>
                <w:sz w:val="16"/>
                <w:szCs w:val="16"/>
              </w:rPr>
              <w:t>Місце проживання</w:t>
            </w:r>
          </w:p>
        </w:tc>
        <w:tc>
          <w:tcPr>
            <w:tcW w:w="709" w:type="dxa"/>
            <w:vAlign w:val="center"/>
          </w:tcPr>
          <w:p w:rsidR="001C796C" w:rsidRPr="007215BB" w:rsidRDefault="001C796C" w:rsidP="000B3A26">
            <w:pPr>
              <w:pStyle w:val="BodyText2"/>
              <w:spacing w:after="0"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7215BB">
              <w:rPr>
                <w:sz w:val="16"/>
                <w:szCs w:val="16"/>
              </w:rPr>
              <w:t>Код політич-ної партії</w:t>
            </w:r>
          </w:p>
        </w:tc>
        <w:tc>
          <w:tcPr>
            <w:tcW w:w="1613" w:type="dxa"/>
            <w:vAlign w:val="center"/>
          </w:tcPr>
          <w:p w:rsidR="001C796C" w:rsidRPr="007215BB" w:rsidRDefault="001C796C" w:rsidP="000B3A26">
            <w:pPr>
              <w:pStyle w:val="BodyText2"/>
              <w:spacing w:after="0"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7215BB">
              <w:rPr>
                <w:sz w:val="16"/>
                <w:szCs w:val="16"/>
              </w:rPr>
              <w:t>Суб’єкт висування кандидата на посаду міського голови (назва місцевої організації політичної партії або самовисування)</w:t>
            </w:r>
          </w:p>
        </w:tc>
        <w:tc>
          <w:tcPr>
            <w:tcW w:w="1383" w:type="dxa"/>
            <w:vAlign w:val="center"/>
          </w:tcPr>
          <w:p w:rsidR="001C796C" w:rsidRPr="007215BB" w:rsidRDefault="001C796C" w:rsidP="000B3A26">
            <w:pPr>
              <w:pStyle w:val="BodyText2"/>
              <w:spacing w:after="0"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7215BB">
              <w:rPr>
                <w:sz w:val="16"/>
                <w:szCs w:val="16"/>
              </w:rPr>
              <w:t>Дата прийняття рішення про реєстрацію кандидатом на посаду міського голови</w:t>
            </w:r>
            <w:r w:rsidRPr="007215BB">
              <w:rPr>
                <w:sz w:val="16"/>
                <w:szCs w:val="16"/>
              </w:rPr>
              <w:br/>
              <w:t>(дд.мм.рррр)</w:t>
            </w:r>
          </w:p>
        </w:tc>
        <w:tc>
          <w:tcPr>
            <w:tcW w:w="1092" w:type="dxa"/>
            <w:vAlign w:val="center"/>
          </w:tcPr>
          <w:p w:rsidR="001C796C" w:rsidRPr="007215BB" w:rsidRDefault="001C796C" w:rsidP="000B3A26">
            <w:pPr>
              <w:pStyle w:val="BodyText2"/>
              <w:spacing w:after="0"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7215BB">
              <w:rPr>
                <w:sz w:val="16"/>
                <w:szCs w:val="16"/>
              </w:rPr>
              <w:t>Номер рішення про реєстрацію кандидатом на посаду міського голови</w:t>
            </w:r>
          </w:p>
        </w:tc>
      </w:tr>
      <w:tr w:rsidR="001C796C" w:rsidRPr="007215BB" w:rsidTr="000B3A26">
        <w:tc>
          <w:tcPr>
            <w:tcW w:w="568" w:type="dxa"/>
          </w:tcPr>
          <w:p w:rsidR="001C796C" w:rsidRPr="007215BB" w:rsidRDefault="001C796C" w:rsidP="000B3A26">
            <w:pPr>
              <w:pStyle w:val="BodyText2"/>
              <w:spacing w:after="0" w:line="240" w:lineRule="auto"/>
              <w:ind w:firstLine="0"/>
            </w:pPr>
            <w:r>
              <w:t>1</w:t>
            </w:r>
          </w:p>
        </w:tc>
        <w:tc>
          <w:tcPr>
            <w:tcW w:w="1984" w:type="dxa"/>
          </w:tcPr>
          <w:p w:rsidR="001C796C" w:rsidRDefault="001C796C" w:rsidP="000B3A26">
            <w:pPr>
              <w:pStyle w:val="BodyText2"/>
              <w:spacing w:after="0" w:line="240" w:lineRule="auto"/>
              <w:ind w:firstLine="0"/>
            </w:pPr>
          </w:p>
          <w:p w:rsidR="001C796C" w:rsidRDefault="001C796C" w:rsidP="000B3A26">
            <w:pPr>
              <w:pStyle w:val="BodyText2"/>
              <w:spacing w:after="0" w:line="240" w:lineRule="auto"/>
              <w:ind w:firstLine="0"/>
            </w:pPr>
            <w:r>
              <w:t>Устименко Олександр Станіславович</w:t>
            </w:r>
          </w:p>
          <w:p w:rsidR="001C796C" w:rsidRPr="007215BB" w:rsidRDefault="001C796C" w:rsidP="000B3A26">
            <w:pPr>
              <w:pStyle w:val="BodyText2"/>
              <w:spacing w:after="0" w:line="240" w:lineRule="auto"/>
              <w:ind w:firstLine="0"/>
            </w:pPr>
          </w:p>
        </w:tc>
        <w:tc>
          <w:tcPr>
            <w:tcW w:w="1225" w:type="dxa"/>
          </w:tcPr>
          <w:p w:rsidR="001C796C" w:rsidRPr="007215BB" w:rsidRDefault="001C796C" w:rsidP="000B3A26">
            <w:pPr>
              <w:pStyle w:val="BodyText2"/>
              <w:spacing w:after="0" w:line="240" w:lineRule="auto"/>
              <w:ind w:firstLine="0"/>
            </w:pPr>
            <w:r>
              <w:rPr>
                <w:sz w:val="20"/>
                <w:lang w:val="en-US"/>
              </w:rPr>
              <w:t>XXXXXX</w:t>
            </w:r>
          </w:p>
        </w:tc>
        <w:tc>
          <w:tcPr>
            <w:tcW w:w="1185" w:type="dxa"/>
          </w:tcPr>
          <w:p w:rsidR="001C796C" w:rsidRPr="007215BB" w:rsidRDefault="001C796C" w:rsidP="000B3A26">
            <w:pPr>
              <w:pStyle w:val="BodyText2"/>
              <w:spacing w:after="0" w:line="240" w:lineRule="auto"/>
              <w:ind w:firstLine="0"/>
            </w:pPr>
            <w:r>
              <w:t>Українець</w:t>
            </w:r>
          </w:p>
        </w:tc>
        <w:tc>
          <w:tcPr>
            <w:tcW w:w="992" w:type="dxa"/>
          </w:tcPr>
          <w:p w:rsidR="001C796C" w:rsidRPr="007215BB" w:rsidRDefault="001C796C" w:rsidP="000B3A26">
            <w:pPr>
              <w:pStyle w:val="BodyText2"/>
              <w:spacing w:after="0" w:line="240" w:lineRule="auto"/>
              <w:ind w:firstLine="0"/>
            </w:pPr>
            <w:r>
              <w:rPr>
                <w:sz w:val="20"/>
                <w:lang w:val="en-US"/>
              </w:rPr>
              <w:t>XXXXX</w:t>
            </w:r>
          </w:p>
        </w:tc>
        <w:tc>
          <w:tcPr>
            <w:tcW w:w="992" w:type="dxa"/>
          </w:tcPr>
          <w:p w:rsidR="001C796C" w:rsidRPr="007215BB" w:rsidRDefault="001C796C" w:rsidP="000B3A26">
            <w:pPr>
              <w:pStyle w:val="BodyText2"/>
              <w:spacing w:after="0" w:line="240" w:lineRule="auto"/>
              <w:ind w:firstLine="0"/>
            </w:pPr>
            <w:r>
              <w:t>Позапартійний</w:t>
            </w:r>
          </w:p>
        </w:tc>
        <w:tc>
          <w:tcPr>
            <w:tcW w:w="992" w:type="dxa"/>
          </w:tcPr>
          <w:p w:rsidR="001C796C" w:rsidRPr="007215BB" w:rsidRDefault="001C796C" w:rsidP="000B3A26">
            <w:pPr>
              <w:pStyle w:val="BodyText2"/>
              <w:spacing w:after="0" w:line="240" w:lineRule="auto"/>
              <w:ind w:firstLine="0"/>
            </w:pPr>
            <w:r>
              <w:t>Секретар сільські ради</w:t>
            </w:r>
          </w:p>
        </w:tc>
        <w:tc>
          <w:tcPr>
            <w:tcW w:w="1418" w:type="dxa"/>
          </w:tcPr>
          <w:p w:rsidR="001C796C" w:rsidRPr="007215BB" w:rsidRDefault="001C796C" w:rsidP="000B3A26">
            <w:pPr>
              <w:pStyle w:val="BodyText2"/>
              <w:spacing w:after="0" w:line="240" w:lineRule="auto"/>
              <w:ind w:firstLine="0"/>
            </w:pPr>
            <w:r>
              <w:t>Хоминцівська сільська рада</w:t>
            </w:r>
          </w:p>
        </w:tc>
        <w:tc>
          <w:tcPr>
            <w:tcW w:w="1417" w:type="dxa"/>
          </w:tcPr>
          <w:p w:rsidR="001C796C" w:rsidRPr="007215BB" w:rsidRDefault="001C796C" w:rsidP="000B3A26">
            <w:pPr>
              <w:pStyle w:val="BodyText2"/>
              <w:spacing w:after="0" w:line="240" w:lineRule="auto"/>
              <w:ind w:firstLine="0"/>
            </w:pPr>
            <w:r>
              <w:rPr>
                <w:sz w:val="20"/>
                <w:lang w:val="en-US"/>
              </w:rPr>
              <w:t>XXXXXX</w:t>
            </w:r>
          </w:p>
        </w:tc>
        <w:tc>
          <w:tcPr>
            <w:tcW w:w="709" w:type="dxa"/>
          </w:tcPr>
          <w:p w:rsidR="001C796C" w:rsidRPr="007215BB" w:rsidRDefault="001C796C" w:rsidP="000B3A26">
            <w:pPr>
              <w:pStyle w:val="BodyText2"/>
              <w:spacing w:after="0" w:line="240" w:lineRule="auto"/>
              <w:ind w:firstLine="0"/>
            </w:pPr>
            <w:r>
              <w:t>---</w:t>
            </w:r>
          </w:p>
        </w:tc>
        <w:tc>
          <w:tcPr>
            <w:tcW w:w="1613" w:type="dxa"/>
          </w:tcPr>
          <w:p w:rsidR="001C796C" w:rsidRDefault="001C796C" w:rsidP="000B3A26">
            <w:pPr>
              <w:pStyle w:val="BodyText2"/>
              <w:spacing w:after="0" w:line="240" w:lineRule="auto"/>
              <w:ind w:firstLine="0"/>
            </w:pPr>
          </w:p>
          <w:p w:rsidR="001C796C" w:rsidRPr="007215BB" w:rsidRDefault="001C796C" w:rsidP="000B3A26">
            <w:pPr>
              <w:pStyle w:val="BodyText2"/>
              <w:spacing w:after="0" w:line="240" w:lineRule="auto"/>
              <w:ind w:firstLine="0"/>
            </w:pPr>
            <w:r>
              <w:t>Самовисування</w:t>
            </w:r>
          </w:p>
        </w:tc>
        <w:tc>
          <w:tcPr>
            <w:tcW w:w="1383" w:type="dxa"/>
          </w:tcPr>
          <w:p w:rsidR="001C796C" w:rsidRDefault="001C796C" w:rsidP="000B3A26">
            <w:pPr>
              <w:pStyle w:val="BodyText2"/>
              <w:spacing w:after="0" w:line="240" w:lineRule="auto"/>
              <w:ind w:firstLine="0"/>
              <w:jc w:val="center"/>
            </w:pPr>
          </w:p>
          <w:p w:rsidR="001C796C" w:rsidRDefault="001C796C" w:rsidP="000B3A26">
            <w:pPr>
              <w:pStyle w:val="BodyText2"/>
              <w:spacing w:after="0" w:line="240" w:lineRule="auto"/>
              <w:ind w:firstLine="0"/>
              <w:jc w:val="center"/>
            </w:pPr>
            <w:r>
              <w:t>01.10.</w:t>
            </w:r>
          </w:p>
          <w:p w:rsidR="001C796C" w:rsidRPr="007215BB" w:rsidRDefault="001C796C" w:rsidP="000B3A26">
            <w:pPr>
              <w:pStyle w:val="BodyText2"/>
              <w:spacing w:after="0" w:line="240" w:lineRule="auto"/>
              <w:ind w:firstLine="0"/>
              <w:jc w:val="center"/>
            </w:pPr>
            <w:r>
              <w:t>2015 р</w:t>
            </w:r>
          </w:p>
        </w:tc>
        <w:tc>
          <w:tcPr>
            <w:tcW w:w="1092" w:type="dxa"/>
          </w:tcPr>
          <w:p w:rsidR="001C796C" w:rsidRDefault="001C796C" w:rsidP="000B3A26">
            <w:pPr>
              <w:pStyle w:val="BodyText2"/>
              <w:spacing w:after="0" w:line="240" w:lineRule="auto"/>
              <w:ind w:firstLine="0"/>
            </w:pPr>
          </w:p>
          <w:p w:rsidR="001C796C" w:rsidRPr="007215BB" w:rsidRDefault="001C796C" w:rsidP="000B3A26">
            <w:pPr>
              <w:pStyle w:val="BodyText2"/>
              <w:spacing w:after="0" w:line="240" w:lineRule="auto"/>
              <w:ind w:firstLine="0"/>
            </w:pPr>
            <w:r>
              <w:t xml:space="preserve">    1</w:t>
            </w:r>
          </w:p>
        </w:tc>
      </w:tr>
    </w:tbl>
    <w:p w:rsidR="001C796C" w:rsidRPr="007215BB" w:rsidRDefault="001C796C" w:rsidP="006F2AEB">
      <w:pPr>
        <w:ind w:firstLine="0"/>
        <w:rPr>
          <w:sz w:val="14"/>
          <w:szCs w:val="22"/>
          <w:lang w:eastAsia="en-US"/>
        </w:rPr>
      </w:pPr>
    </w:p>
    <w:p w:rsidR="001C796C" w:rsidRPr="007215BB" w:rsidRDefault="001C796C" w:rsidP="006F2AEB">
      <w:pPr>
        <w:ind w:firstLine="0"/>
        <w:rPr>
          <w:sz w:val="14"/>
        </w:rPr>
      </w:pPr>
    </w:p>
    <w:tbl>
      <w:tblPr>
        <w:tblW w:w="0" w:type="auto"/>
        <w:jc w:val="center"/>
        <w:tblInd w:w="-2519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A0"/>
      </w:tblPr>
      <w:tblGrid>
        <w:gridCol w:w="4230"/>
        <w:gridCol w:w="668"/>
        <w:gridCol w:w="1694"/>
        <w:gridCol w:w="705"/>
        <w:gridCol w:w="2768"/>
      </w:tblGrid>
      <w:tr w:rsidR="001C796C" w:rsidRPr="007215BB" w:rsidTr="000B3A26">
        <w:trPr>
          <w:jc w:val="center"/>
        </w:trPr>
        <w:tc>
          <w:tcPr>
            <w:tcW w:w="4230" w:type="dxa"/>
            <w:tcBorders>
              <w:top w:val="nil"/>
              <w:left w:val="nil"/>
              <w:right w:val="nil"/>
            </w:tcBorders>
            <w:vAlign w:val="bottom"/>
          </w:tcPr>
          <w:p w:rsidR="001C796C" w:rsidRPr="007215BB" w:rsidRDefault="001C796C" w:rsidP="000B3A26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  <w:r w:rsidRPr="007215BB">
              <w:t>Голова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C796C" w:rsidRPr="007215BB" w:rsidRDefault="001C796C" w:rsidP="000B3A26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</w:p>
        </w:tc>
        <w:tc>
          <w:tcPr>
            <w:tcW w:w="1694" w:type="dxa"/>
            <w:tcBorders>
              <w:top w:val="nil"/>
              <w:left w:val="nil"/>
              <w:right w:val="nil"/>
            </w:tcBorders>
          </w:tcPr>
          <w:p w:rsidR="001C796C" w:rsidRPr="007215BB" w:rsidRDefault="001C796C" w:rsidP="000B3A26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1C796C" w:rsidRPr="007215BB" w:rsidRDefault="001C796C" w:rsidP="000B3A26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</w:p>
        </w:tc>
        <w:tc>
          <w:tcPr>
            <w:tcW w:w="2768" w:type="dxa"/>
            <w:tcBorders>
              <w:top w:val="nil"/>
              <w:left w:val="nil"/>
              <w:right w:val="nil"/>
            </w:tcBorders>
          </w:tcPr>
          <w:p w:rsidR="001C796C" w:rsidRPr="007215BB" w:rsidRDefault="001C796C" w:rsidP="000B3A26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</w:p>
        </w:tc>
      </w:tr>
      <w:tr w:rsidR="001C796C" w:rsidRPr="007215BB" w:rsidTr="000B3A26">
        <w:trPr>
          <w:jc w:val="center"/>
        </w:trPr>
        <w:tc>
          <w:tcPr>
            <w:tcW w:w="4230" w:type="dxa"/>
            <w:tcBorders>
              <w:left w:val="nil"/>
              <w:bottom w:val="nil"/>
              <w:right w:val="nil"/>
            </w:tcBorders>
          </w:tcPr>
          <w:p w:rsidR="001C796C" w:rsidRPr="007215BB" w:rsidRDefault="001C796C" w:rsidP="000B3A26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  <w:r w:rsidRPr="007215BB">
              <w:rPr>
                <w:sz w:val="18"/>
                <w:szCs w:val="18"/>
              </w:rPr>
              <w:t>(назва міської територіальної виборчої комісії)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C796C" w:rsidRPr="007215BB" w:rsidRDefault="001C796C" w:rsidP="000B3A26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</w:p>
        </w:tc>
        <w:tc>
          <w:tcPr>
            <w:tcW w:w="1694" w:type="dxa"/>
            <w:tcBorders>
              <w:left w:val="nil"/>
              <w:bottom w:val="nil"/>
              <w:right w:val="nil"/>
            </w:tcBorders>
          </w:tcPr>
          <w:p w:rsidR="001C796C" w:rsidRPr="007215BB" w:rsidRDefault="001C796C" w:rsidP="000B3A26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  <w:r w:rsidRPr="007215BB">
              <w:rPr>
                <w:sz w:val="18"/>
              </w:rPr>
              <w:t>(підпис)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1C796C" w:rsidRPr="007215BB" w:rsidRDefault="001C796C" w:rsidP="000B3A26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</w:p>
        </w:tc>
        <w:tc>
          <w:tcPr>
            <w:tcW w:w="2768" w:type="dxa"/>
            <w:tcBorders>
              <w:left w:val="nil"/>
              <w:bottom w:val="nil"/>
              <w:right w:val="nil"/>
            </w:tcBorders>
          </w:tcPr>
          <w:p w:rsidR="001C796C" w:rsidRPr="007215BB" w:rsidRDefault="001C796C" w:rsidP="000B3A26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  <w:r w:rsidRPr="007215BB">
              <w:rPr>
                <w:sz w:val="18"/>
              </w:rPr>
              <w:t>(прізвище та ініціали)</w:t>
            </w:r>
          </w:p>
        </w:tc>
      </w:tr>
      <w:tr w:rsidR="001C796C" w:rsidRPr="007215BB" w:rsidTr="000B3A26">
        <w:trPr>
          <w:jc w:val="center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:rsidR="001C796C" w:rsidRPr="007215BB" w:rsidRDefault="001C796C" w:rsidP="000B3A26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C796C" w:rsidRPr="007215BB" w:rsidRDefault="001C796C" w:rsidP="000B3A26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  <w:r w:rsidRPr="007215BB">
              <w:t>МП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1C796C" w:rsidRPr="007215BB" w:rsidRDefault="001C796C" w:rsidP="000B3A26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1C796C" w:rsidRPr="007215BB" w:rsidRDefault="001C796C" w:rsidP="000B3A26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1C796C" w:rsidRPr="007215BB" w:rsidRDefault="001C796C" w:rsidP="000B3A26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</w:p>
        </w:tc>
      </w:tr>
      <w:tr w:rsidR="001C796C" w:rsidRPr="007215BB" w:rsidTr="000B3A26">
        <w:trPr>
          <w:jc w:val="center"/>
        </w:trPr>
        <w:tc>
          <w:tcPr>
            <w:tcW w:w="4230" w:type="dxa"/>
            <w:tcBorders>
              <w:top w:val="nil"/>
              <w:left w:val="nil"/>
              <w:right w:val="nil"/>
            </w:tcBorders>
            <w:vAlign w:val="bottom"/>
          </w:tcPr>
          <w:p w:rsidR="001C796C" w:rsidRPr="007215BB" w:rsidRDefault="001C796C" w:rsidP="000B3A26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  <w:r w:rsidRPr="007215BB">
              <w:t>Секретар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C796C" w:rsidRPr="007215BB" w:rsidRDefault="001C796C" w:rsidP="000B3A26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</w:p>
        </w:tc>
        <w:tc>
          <w:tcPr>
            <w:tcW w:w="1694" w:type="dxa"/>
            <w:tcBorders>
              <w:top w:val="nil"/>
              <w:left w:val="nil"/>
              <w:right w:val="nil"/>
            </w:tcBorders>
          </w:tcPr>
          <w:p w:rsidR="001C796C" w:rsidRPr="007215BB" w:rsidRDefault="001C796C" w:rsidP="000B3A26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1C796C" w:rsidRPr="007215BB" w:rsidRDefault="001C796C" w:rsidP="000B3A26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</w:p>
        </w:tc>
        <w:tc>
          <w:tcPr>
            <w:tcW w:w="2768" w:type="dxa"/>
            <w:tcBorders>
              <w:top w:val="nil"/>
              <w:left w:val="nil"/>
              <w:right w:val="nil"/>
            </w:tcBorders>
          </w:tcPr>
          <w:p w:rsidR="001C796C" w:rsidRPr="007215BB" w:rsidRDefault="001C796C" w:rsidP="000B3A26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</w:p>
        </w:tc>
      </w:tr>
      <w:tr w:rsidR="001C796C" w:rsidRPr="007215BB" w:rsidTr="000B3A26">
        <w:trPr>
          <w:jc w:val="center"/>
        </w:trPr>
        <w:tc>
          <w:tcPr>
            <w:tcW w:w="4230" w:type="dxa"/>
            <w:tcBorders>
              <w:left w:val="nil"/>
              <w:bottom w:val="nil"/>
              <w:right w:val="nil"/>
            </w:tcBorders>
          </w:tcPr>
          <w:p w:rsidR="001C796C" w:rsidRPr="007215BB" w:rsidRDefault="001C796C" w:rsidP="000B3A26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  <w:r w:rsidRPr="007215BB">
              <w:rPr>
                <w:sz w:val="18"/>
                <w:szCs w:val="18"/>
              </w:rPr>
              <w:t>(назва міської територіальної виборчої комісії)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C796C" w:rsidRPr="007215BB" w:rsidRDefault="001C796C" w:rsidP="000B3A26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</w:p>
        </w:tc>
        <w:tc>
          <w:tcPr>
            <w:tcW w:w="1694" w:type="dxa"/>
            <w:tcBorders>
              <w:left w:val="nil"/>
              <w:bottom w:val="nil"/>
              <w:right w:val="nil"/>
            </w:tcBorders>
          </w:tcPr>
          <w:p w:rsidR="001C796C" w:rsidRPr="007215BB" w:rsidRDefault="001C796C" w:rsidP="000B3A26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  <w:r w:rsidRPr="007215BB">
              <w:rPr>
                <w:sz w:val="18"/>
              </w:rPr>
              <w:t>(підпис)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1C796C" w:rsidRPr="007215BB" w:rsidRDefault="001C796C" w:rsidP="000B3A26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</w:p>
        </w:tc>
        <w:tc>
          <w:tcPr>
            <w:tcW w:w="2768" w:type="dxa"/>
            <w:tcBorders>
              <w:left w:val="nil"/>
              <w:bottom w:val="nil"/>
              <w:right w:val="nil"/>
            </w:tcBorders>
          </w:tcPr>
          <w:p w:rsidR="001C796C" w:rsidRPr="007215BB" w:rsidRDefault="001C796C" w:rsidP="000B3A26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  <w:r w:rsidRPr="007215BB">
              <w:rPr>
                <w:sz w:val="18"/>
              </w:rPr>
              <w:t>(прізвище та ініціали)</w:t>
            </w:r>
          </w:p>
        </w:tc>
      </w:tr>
    </w:tbl>
    <w:p w:rsidR="001C796C" w:rsidRPr="007215BB" w:rsidRDefault="001C796C" w:rsidP="006F2AEB">
      <w:pPr>
        <w:pStyle w:val="BodyTextIndent"/>
        <w:spacing w:after="0"/>
        <w:ind w:left="0" w:firstLine="0"/>
        <w:rPr>
          <w:sz w:val="22"/>
          <w:szCs w:val="22"/>
        </w:rPr>
      </w:pPr>
    </w:p>
    <w:p w:rsidR="001C796C" w:rsidRPr="00822377" w:rsidRDefault="001C796C" w:rsidP="006F2AEB">
      <w:pPr>
        <w:pStyle w:val="BodyTextIndent"/>
        <w:spacing w:after="0"/>
        <w:rPr>
          <w:szCs w:val="28"/>
        </w:rPr>
      </w:pPr>
      <w:r>
        <w:rPr>
          <w:szCs w:val="28"/>
        </w:rPr>
        <w:t xml:space="preserve">" 01 </w:t>
      </w:r>
      <w:r w:rsidRPr="00822377">
        <w:rPr>
          <w:szCs w:val="28"/>
        </w:rPr>
        <w:t>" жовтня</w:t>
      </w:r>
      <w:r>
        <w:rPr>
          <w:szCs w:val="28"/>
        </w:rPr>
        <w:t xml:space="preserve">  2015 </w:t>
      </w:r>
      <w:r w:rsidRPr="00822377">
        <w:rPr>
          <w:szCs w:val="28"/>
        </w:rPr>
        <w:t>року</w:t>
      </w:r>
    </w:p>
    <w:sectPr w:rsidR="001C796C" w:rsidRPr="00822377" w:rsidSect="006F2A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2AEB"/>
    <w:rsid w:val="000B3A26"/>
    <w:rsid w:val="000F2024"/>
    <w:rsid w:val="001C796C"/>
    <w:rsid w:val="001E3463"/>
    <w:rsid w:val="00282542"/>
    <w:rsid w:val="00326AB4"/>
    <w:rsid w:val="00375BD0"/>
    <w:rsid w:val="0056412F"/>
    <w:rsid w:val="005C7C36"/>
    <w:rsid w:val="00667018"/>
    <w:rsid w:val="006936F4"/>
    <w:rsid w:val="006F2AEB"/>
    <w:rsid w:val="007215BB"/>
    <w:rsid w:val="007833E3"/>
    <w:rsid w:val="00822377"/>
    <w:rsid w:val="008C52F9"/>
    <w:rsid w:val="009A436E"/>
    <w:rsid w:val="00A17B78"/>
    <w:rsid w:val="00CE0CAB"/>
    <w:rsid w:val="00DA1378"/>
    <w:rsid w:val="00E75F4D"/>
    <w:rsid w:val="00ED1E0A"/>
    <w:rsid w:val="00F231F4"/>
    <w:rsid w:val="00F74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AEB"/>
    <w:pPr>
      <w:ind w:firstLine="709"/>
      <w:jc w:val="both"/>
    </w:pPr>
    <w:rPr>
      <w:rFonts w:ascii="Times New Roman" w:eastAsia="Times New Roman" w:hAnsi="Times New Roman"/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6F2AEB"/>
    <w:pPr>
      <w:spacing w:after="120"/>
      <w:ind w:left="283" w:firstLine="720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F2AEB"/>
    <w:rPr>
      <w:rFonts w:ascii="Times New Roman" w:hAnsi="Times New Roman" w:cs="Times New Roman"/>
      <w:sz w:val="20"/>
      <w:szCs w:val="20"/>
      <w:lang w:val="uk-UA" w:eastAsia="ru-RU"/>
    </w:rPr>
  </w:style>
  <w:style w:type="paragraph" w:styleId="BodyText2">
    <w:name w:val="Body Text 2"/>
    <w:basedOn w:val="Normal"/>
    <w:link w:val="BodyText2Char"/>
    <w:uiPriority w:val="99"/>
    <w:rsid w:val="006F2AE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6F2AEB"/>
    <w:rPr>
      <w:rFonts w:ascii="Times New Roman" w:hAnsi="Times New Roman" w:cs="Times New Roman"/>
      <w:sz w:val="28"/>
      <w:szCs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208</Words>
  <Characters>1192</Characters>
  <Application>Microsoft Office Outlook</Application>
  <DocSecurity>0</DocSecurity>
  <Lines>0</Lines>
  <Paragraphs>0</Paragraphs>
  <ScaleCrop>false</ScaleCrop>
  <Company>office 2007 rus ent: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Чергові вибори депутатів місцевих рад, сільських, селищних, міських голів</dc:title>
  <dc:subject/>
  <dc:creator>User</dc:creator>
  <cp:keywords/>
  <dc:description/>
  <cp:lastModifiedBy>Larisa</cp:lastModifiedBy>
  <cp:revision>3</cp:revision>
  <dcterms:created xsi:type="dcterms:W3CDTF">2015-10-12T11:29:00Z</dcterms:created>
  <dcterms:modified xsi:type="dcterms:W3CDTF">2015-10-12T12:50:00Z</dcterms:modified>
</cp:coreProperties>
</file>