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49" w:rsidRDefault="00D81B49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D81B49" w:rsidRPr="007F053F" w:rsidRDefault="00D81B49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D81B49" w:rsidRPr="00AC3001" w:rsidRDefault="00D81B49" w:rsidP="00983DDA">
      <w:pPr>
        <w:jc w:val="center"/>
        <w:rPr>
          <w:b/>
          <w:bCs/>
          <w:sz w:val="16"/>
          <w:szCs w:val="16"/>
        </w:rPr>
      </w:pPr>
    </w:p>
    <w:p w:rsidR="00D81B49" w:rsidRPr="003B79B7" w:rsidRDefault="00D81B49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D81B49" w:rsidRDefault="00D81B49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D81B49" w:rsidRPr="007F053F" w:rsidRDefault="00D81B49" w:rsidP="00983DDA">
      <w:pPr>
        <w:jc w:val="center"/>
        <w:rPr>
          <w:b/>
          <w:bCs/>
        </w:rPr>
      </w:pPr>
    </w:p>
    <w:p w:rsidR="00D81B49" w:rsidRDefault="00D81B49" w:rsidP="00983DDA">
      <w:pPr>
        <w:pStyle w:val="Header"/>
      </w:pPr>
      <w:r>
        <w:rPr>
          <w:b/>
          <w:bCs/>
          <w:lang w:val="uk-UA"/>
        </w:rPr>
        <w:t xml:space="preserve">03.11.2015                  </w:t>
      </w:r>
      <w:r>
        <w:rPr>
          <w:b/>
          <w:bCs/>
        </w:rPr>
        <w:t xml:space="preserve">                                     м. Ромни                                        </w:t>
      </w:r>
      <w:r>
        <w:rPr>
          <w:b/>
          <w:bCs/>
          <w:lang w:val="uk-UA"/>
        </w:rPr>
        <w:t xml:space="preserve">         </w:t>
      </w:r>
      <w:r>
        <w:rPr>
          <w:b/>
          <w:bCs/>
        </w:rPr>
        <w:t xml:space="preserve">    № </w:t>
      </w:r>
      <w:r>
        <w:rPr>
          <w:b/>
          <w:bCs/>
          <w:lang w:val="uk-UA"/>
        </w:rPr>
        <w:t>258-ОД</w:t>
      </w:r>
    </w:p>
    <w:p w:rsidR="00D81B49" w:rsidRPr="00983DDA" w:rsidRDefault="00D81B49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D81B49" w:rsidRPr="00B07D16" w:rsidTr="00B07D16">
        <w:tc>
          <w:tcPr>
            <w:tcW w:w="9855" w:type="dxa"/>
          </w:tcPr>
          <w:p w:rsidR="00D81B49" w:rsidRPr="0005183B" w:rsidRDefault="00D81B49" w:rsidP="005C640F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Пустовійтівської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D81B49" w:rsidRDefault="00D81B49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D81B49" w:rsidRDefault="00D81B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>адміністрації від 07.12.2006 № 656 «Про удосконалення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квартал 2015 року та з метою вивчення роботи виконавчого комітету Пустовійтівської сільської ради по здійсненню делегованих повноважень органів виконавчої влади:</w:t>
      </w:r>
    </w:p>
    <w:p w:rsidR="00D81B49" w:rsidRDefault="00D81B49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робочу групу по проведенню комплексної перевірки роботи виконавчого комітету Пустовійтівської сільської ради по здійсненню делегованих повноважень органів виконавчої влади та затвердити її склад (додається).</w:t>
      </w:r>
    </w:p>
    <w:p w:rsidR="00D81B49" w:rsidRDefault="00D81B49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Пустовійтівської сільської ради по здійсненню делегованих повноважень органів виконавчої влади (додається).</w:t>
      </w:r>
    </w:p>
    <w:p w:rsidR="00D81B49" w:rsidRDefault="00D81B49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25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26 листопада 2015 року комплексну перевірку роботи виконавчого комітету Пустовійтівської сільської ради відповідно до компетенції та надати методичну та практичну допомогу.</w:t>
      </w:r>
    </w:p>
    <w:p w:rsidR="00D81B49" w:rsidRDefault="00D81B49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робочої групи надати матеріали за результатами перевірки відділу організаційної роботи апарату районної державної адміністрації до 03 грудня 2015 року.</w:t>
      </w:r>
    </w:p>
    <w:p w:rsidR="00D81B49" w:rsidRDefault="00D81B49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Голові робочої групи узагальнити матеріали перевірки і надати голові Роменської районної державної адміністрації на розгляд до 23 грудня </w:t>
      </w:r>
      <w:r w:rsidRPr="00092000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5 року.</w:t>
      </w:r>
    </w:p>
    <w:p w:rsidR="00D81B49" w:rsidRDefault="00D81B49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D81B49" w:rsidRDefault="00D81B49">
      <w:pPr>
        <w:pStyle w:val="Heading1"/>
        <w:ind w:firstLine="0"/>
        <w:jc w:val="both"/>
        <w:rPr>
          <w:b w:val="0"/>
          <w:bCs w:val="0"/>
        </w:rPr>
      </w:pPr>
    </w:p>
    <w:p w:rsidR="00D81B49" w:rsidRDefault="00D81B49" w:rsidP="00E50508">
      <w:pPr>
        <w:pStyle w:val="Heading1"/>
        <w:tabs>
          <w:tab w:val="left" w:pos="6000"/>
        </w:tabs>
        <w:ind w:firstLine="0"/>
        <w:jc w:val="both"/>
      </w:pPr>
      <w:r>
        <w:t>Голова Роменської районної</w:t>
      </w:r>
    </w:p>
    <w:p w:rsidR="00D81B49" w:rsidRDefault="00D81B49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В.О.Білоха</w:t>
      </w:r>
    </w:p>
    <w:p w:rsidR="00D81B49" w:rsidRDefault="00D81B49" w:rsidP="005C0B3B">
      <w:pPr>
        <w:rPr>
          <w:lang w:val="uk-UA"/>
        </w:rPr>
      </w:pPr>
    </w:p>
    <w:p w:rsidR="00D81B49" w:rsidRDefault="00D81B49" w:rsidP="005C0B3B">
      <w:pPr>
        <w:rPr>
          <w:lang w:val="uk-UA"/>
        </w:rPr>
      </w:pPr>
    </w:p>
    <w:p w:rsidR="00D81B49" w:rsidRDefault="00D81B49" w:rsidP="005C0B3B">
      <w:pPr>
        <w:rPr>
          <w:lang w:val="uk-UA"/>
        </w:rPr>
      </w:pPr>
    </w:p>
    <w:p w:rsidR="00D81B49" w:rsidRDefault="00D81B49" w:rsidP="005C0B3B">
      <w:pPr>
        <w:rPr>
          <w:lang w:val="uk-UA"/>
        </w:rPr>
      </w:pPr>
    </w:p>
    <w:p w:rsidR="00D81B49" w:rsidRPr="004175DE" w:rsidRDefault="00D81B49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D81B49" w:rsidRPr="004175DE" w:rsidRDefault="00D81B49" w:rsidP="005C0B3B">
      <w:pPr>
        <w:tabs>
          <w:tab w:val="left" w:pos="8265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81B49" w:rsidRDefault="00D81B49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D81B49" w:rsidRPr="004175DE" w:rsidRDefault="00D81B49" w:rsidP="005C0B3B">
      <w:pPr>
        <w:ind w:left="5940"/>
        <w:rPr>
          <w:sz w:val="28"/>
          <w:szCs w:val="28"/>
          <w:lang w:val="uk-UA"/>
        </w:rPr>
      </w:pPr>
    </w:p>
    <w:p w:rsidR="00D81B49" w:rsidRPr="004175DE" w:rsidRDefault="00D81B49" w:rsidP="005C0B3B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03.11.2015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258-ОД</w:t>
      </w:r>
    </w:p>
    <w:p w:rsidR="00D81B49" w:rsidRPr="003340BC" w:rsidRDefault="00D81B49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D81B49" w:rsidRPr="003340BC" w:rsidRDefault="00D81B49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робочої групи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D81B49" w:rsidRDefault="00D81B49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Пустовійтівської 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D81B49" w:rsidRDefault="00D81B49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D81B49" w:rsidRDefault="00D81B49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25 листопада 2015 року</w:t>
      </w:r>
    </w:p>
    <w:p w:rsidR="00D81B49" w:rsidRDefault="00D81B49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D81B49" w:rsidTr="006F4236">
        <w:tc>
          <w:tcPr>
            <w:tcW w:w="2977" w:type="dxa"/>
          </w:tcPr>
          <w:p w:rsidR="00D81B49" w:rsidRDefault="00D81B49" w:rsidP="005406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D81B49" w:rsidRDefault="00D81B49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робочої групи</w:t>
            </w:r>
          </w:p>
        </w:tc>
      </w:tr>
      <w:tr w:rsidR="00D81B49" w:rsidRPr="005C640F" w:rsidTr="006F4236"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396B70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робочої групи</w:t>
            </w:r>
          </w:p>
        </w:tc>
      </w:tr>
      <w:tr w:rsidR="00D81B49" w:rsidTr="006F4236"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396B7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D81B49" w:rsidRPr="00842093" w:rsidTr="006F4236">
        <w:tc>
          <w:tcPr>
            <w:tcW w:w="2977" w:type="dxa"/>
          </w:tcPr>
          <w:p w:rsidR="00D81B49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Доронін</w:t>
            </w:r>
          </w:p>
          <w:p w:rsidR="00D81B49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Петрович</w:t>
            </w:r>
          </w:p>
        </w:tc>
        <w:tc>
          <w:tcPr>
            <w:tcW w:w="284" w:type="dxa"/>
          </w:tcPr>
          <w:p w:rsidR="00D81B49" w:rsidRDefault="00D81B49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D81B49" w:rsidTr="006F4236"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396B7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 адміністрації</w:t>
            </w:r>
          </w:p>
        </w:tc>
      </w:tr>
      <w:tr w:rsidR="00D81B49" w:rsidRPr="0091551F" w:rsidTr="00842093">
        <w:trPr>
          <w:trHeight w:val="477"/>
        </w:trPr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контролю апарату районної державної адміністрації</w:t>
            </w:r>
          </w:p>
        </w:tc>
      </w:tr>
      <w:tr w:rsidR="00D81B49" w:rsidTr="006F4236"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Пронь</w:t>
            </w:r>
          </w:p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Держгеокадастру у Роменському районі Сумської області (за згодою)</w:t>
            </w:r>
          </w:p>
        </w:tc>
      </w:tr>
      <w:tr w:rsidR="00D81B49" w:rsidTr="006F4236"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Степаненко Зінаїда Володимирівна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D81B49" w:rsidRPr="005C640F" w:rsidTr="006F4236">
        <w:tc>
          <w:tcPr>
            <w:tcW w:w="2977" w:type="dxa"/>
          </w:tcPr>
          <w:p w:rsidR="00D81B49" w:rsidRPr="00BE17EE" w:rsidRDefault="00D81B49" w:rsidP="005D36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D81B49" w:rsidRDefault="00D81B49" w:rsidP="005D36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284" w:type="dxa"/>
          </w:tcPr>
          <w:p w:rsidR="00D81B49" w:rsidRDefault="00D81B49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4408D2">
            <w:pPr>
              <w:pStyle w:val="BodyTextIndent"/>
              <w:ind w:firstLine="0"/>
            </w:pPr>
            <w:r>
              <w:t xml:space="preserve">головний спеціаліст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D81B49" w:rsidTr="006F4236">
        <w:tc>
          <w:tcPr>
            <w:tcW w:w="2977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81B49" w:rsidRDefault="00D81B49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D81B49" w:rsidRDefault="00D81B49" w:rsidP="005C0B3B">
      <w:pPr>
        <w:spacing w:line="360" w:lineRule="auto"/>
        <w:rPr>
          <w:b/>
          <w:bCs/>
          <w:sz w:val="28"/>
          <w:szCs w:val="28"/>
          <w:lang w:val="uk-UA"/>
        </w:rPr>
      </w:pPr>
    </w:p>
    <w:p w:rsidR="00D81B49" w:rsidRDefault="00D81B49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D81B49" w:rsidRDefault="00D81B49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D81B49" w:rsidRDefault="00D81B49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D81B49" w:rsidRDefault="00D81B49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відділу організаційної</w:t>
      </w:r>
    </w:p>
    <w:p w:rsidR="00D81B49" w:rsidRDefault="00D81B49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D81B49" w:rsidRPr="00D864EC" w:rsidRDefault="00D81B49" w:rsidP="00D864EC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D81B49" w:rsidRDefault="00D81B49" w:rsidP="005C0B3B">
      <w:pPr>
        <w:ind w:firstLine="5954"/>
        <w:rPr>
          <w:sz w:val="28"/>
          <w:szCs w:val="28"/>
          <w:lang w:val="uk-UA"/>
        </w:rPr>
      </w:pPr>
    </w:p>
    <w:p w:rsidR="00D81B49" w:rsidRDefault="00D81B49" w:rsidP="005C0B3B">
      <w:pPr>
        <w:ind w:firstLine="5954"/>
        <w:rPr>
          <w:sz w:val="28"/>
          <w:szCs w:val="28"/>
          <w:lang w:val="uk-UA"/>
        </w:rPr>
      </w:pPr>
    </w:p>
    <w:p w:rsidR="00D81B49" w:rsidRPr="004175DE" w:rsidRDefault="00D81B49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D81B49" w:rsidRPr="004175DE" w:rsidRDefault="00D81B49" w:rsidP="005C0B3B">
      <w:pPr>
        <w:ind w:left="5940"/>
        <w:rPr>
          <w:sz w:val="28"/>
          <w:szCs w:val="28"/>
          <w:lang w:val="uk-UA"/>
        </w:rPr>
      </w:pPr>
    </w:p>
    <w:p w:rsidR="00D81B49" w:rsidRDefault="00D81B49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D81B49" w:rsidRPr="004175DE" w:rsidRDefault="00D81B49" w:rsidP="005C0B3B">
      <w:pPr>
        <w:ind w:left="5940"/>
        <w:rPr>
          <w:sz w:val="28"/>
          <w:szCs w:val="28"/>
          <w:lang w:val="uk-UA"/>
        </w:rPr>
      </w:pPr>
    </w:p>
    <w:p w:rsidR="00D81B49" w:rsidRPr="004175DE" w:rsidRDefault="00D81B49" w:rsidP="006B03E6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03.11.2015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258-ОД</w:t>
      </w:r>
    </w:p>
    <w:p w:rsidR="00D81B49" w:rsidRPr="003340BC" w:rsidRDefault="00D81B49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D81B49" w:rsidRPr="003340BC" w:rsidRDefault="00D81B49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робочої групи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D81B49" w:rsidRDefault="00D81B49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Пустовійтівської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D81B49" w:rsidRDefault="00D81B49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D81B49" w:rsidRDefault="00D81B49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26 листопада 2015 року</w:t>
      </w:r>
    </w:p>
    <w:p w:rsidR="00D81B49" w:rsidRDefault="00D81B49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D81B49" w:rsidTr="006F4236">
        <w:tc>
          <w:tcPr>
            <w:tcW w:w="3260" w:type="dxa"/>
          </w:tcPr>
          <w:p w:rsidR="00D81B49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D81B49" w:rsidRDefault="00D81B49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робочої групи</w:t>
            </w:r>
          </w:p>
        </w:tc>
      </w:tr>
      <w:tr w:rsidR="00D81B49" w:rsidRPr="005C640F" w:rsidTr="006F4236">
        <w:tc>
          <w:tcPr>
            <w:tcW w:w="3260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робочої групи</w:t>
            </w:r>
          </w:p>
        </w:tc>
      </w:tr>
      <w:tr w:rsidR="00D81B49" w:rsidRPr="005C640F" w:rsidTr="006F4236">
        <w:tc>
          <w:tcPr>
            <w:tcW w:w="3260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 розвитку, торгівлі та організації діяльності центру надання адміністративних послуг районної державної адміністрації</w:t>
            </w:r>
          </w:p>
        </w:tc>
      </w:tr>
      <w:tr w:rsidR="00D81B49" w:rsidTr="006F4236">
        <w:tc>
          <w:tcPr>
            <w:tcW w:w="3260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D81B49" w:rsidRDefault="00D81B49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D81B49" w:rsidTr="006F4236">
        <w:tc>
          <w:tcPr>
            <w:tcW w:w="3260" w:type="dxa"/>
          </w:tcPr>
          <w:p w:rsidR="00D81B49" w:rsidRDefault="00D81B49" w:rsidP="00047B35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</w:t>
            </w:r>
          </w:p>
          <w:p w:rsidR="00D81B49" w:rsidRDefault="00D81B49" w:rsidP="00047B35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DE05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агропромислового розвитку районної державної адміністрації</w:t>
            </w:r>
          </w:p>
        </w:tc>
      </w:tr>
      <w:tr w:rsidR="00D81B49" w:rsidTr="006F4236">
        <w:tc>
          <w:tcPr>
            <w:tcW w:w="3260" w:type="dxa"/>
          </w:tcPr>
          <w:p w:rsidR="00D81B49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Мартиненко</w:t>
            </w:r>
          </w:p>
          <w:p w:rsidR="00D81B49" w:rsidRPr="002C509C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Михайлович</w:t>
            </w:r>
          </w:p>
        </w:tc>
        <w:tc>
          <w:tcPr>
            <w:tcW w:w="284" w:type="dxa"/>
          </w:tcPr>
          <w:p w:rsidR="00D81B49" w:rsidRDefault="00D81B49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житлово-комунального господарства, будівництва, цивільного захисту та інфраструктури районної державної адміністрації</w:t>
            </w:r>
          </w:p>
        </w:tc>
      </w:tr>
      <w:tr w:rsidR="00D81B49" w:rsidTr="006F4236">
        <w:tc>
          <w:tcPr>
            <w:tcW w:w="3260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D81B49" w:rsidRPr="005C640F" w:rsidTr="006F4236">
        <w:tc>
          <w:tcPr>
            <w:tcW w:w="3260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Сидоренко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забезпечення доступу до публічної інформації та комунікацій з громадськістю апарату районної державної адміністрації</w:t>
            </w:r>
          </w:p>
        </w:tc>
      </w:tr>
      <w:tr w:rsidR="00D81B49" w:rsidTr="006F4236">
        <w:tc>
          <w:tcPr>
            <w:tcW w:w="3260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D81B49" w:rsidRDefault="00D81B49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освіти, молоді та спорту  районної державної адміністрації </w:t>
            </w:r>
          </w:p>
        </w:tc>
      </w:tr>
    </w:tbl>
    <w:p w:rsidR="00D81B49" w:rsidRDefault="00D81B49" w:rsidP="005C0B3B">
      <w:pPr>
        <w:rPr>
          <w:b/>
          <w:bCs/>
          <w:sz w:val="28"/>
          <w:szCs w:val="28"/>
          <w:lang w:val="uk-UA"/>
        </w:rPr>
      </w:pPr>
    </w:p>
    <w:p w:rsidR="00D81B49" w:rsidRDefault="00D81B49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D81B49" w:rsidRDefault="00D81B49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D81B49" w:rsidRDefault="00D81B49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D81B49" w:rsidRDefault="00D81B49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організаційної </w:t>
      </w:r>
    </w:p>
    <w:p w:rsidR="00D81B49" w:rsidRDefault="00D81B49" w:rsidP="005C0B3B">
      <w:pPr>
        <w:tabs>
          <w:tab w:val="left" w:pos="7020"/>
        </w:tabs>
        <w:ind w:left="142" w:hanging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D81B49" w:rsidRPr="002C509C" w:rsidRDefault="00D81B49" w:rsidP="002C509C">
      <w:pPr>
        <w:tabs>
          <w:tab w:val="left" w:pos="7020"/>
        </w:tabs>
        <w:ind w:left="142" w:hanging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D81B49" w:rsidRDefault="00D81B49" w:rsidP="005C0B3B">
      <w:pPr>
        <w:ind w:firstLine="5954"/>
        <w:rPr>
          <w:sz w:val="28"/>
          <w:szCs w:val="28"/>
          <w:lang w:val="uk-UA"/>
        </w:rPr>
      </w:pPr>
    </w:p>
    <w:p w:rsidR="00D81B49" w:rsidRPr="004175DE" w:rsidRDefault="00D81B49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D81B49" w:rsidRPr="004175DE" w:rsidRDefault="00D81B49" w:rsidP="005C0B3B">
      <w:pPr>
        <w:ind w:left="5940"/>
        <w:rPr>
          <w:sz w:val="28"/>
          <w:szCs w:val="28"/>
          <w:lang w:val="uk-UA"/>
        </w:rPr>
      </w:pPr>
    </w:p>
    <w:p w:rsidR="00D81B49" w:rsidRDefault="00D81B49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D81B49" w:rsidRPr="004175DE" w:rsidRDefault="00D81B49" w:rsidP="005C0B3B">
      <w:pPr>
        <w:ind w:left="5940"/>
        <w:rPr>
          <w:sz w:val="28"/>
          <w:szCs w:val="28"/>
          <w:lang w:val="uk-UA"/>
        </w:rPr>
      </w:pPr>
    </w:p>
    <w:p w:rsidR="00D81B49" w:rsidRPr="004175DE" w:rsidRDefault="00D81B49" w:rsidP="006B03E6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03.11.2015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258-ОД</w:t>
      </w:r>
    </w:p>
    <w:p w:rsidR="00D81B49" w:rsidRDefault="00D81B49" w:rsidP="005C0B3B">
      <w:pPr>
        <w:jc w:val="center"/>
        <w:rPr>
          <w:sz w:val="28"/>
          <w:szCs w:val="28"/>
          <w:lang w:val="uk-UA"/>
        </w:rPr>
      </w:pPr>
    </w:p>
    <w:p w:rsidR="00D81B49" w:rsidRPr="003340BC" w:rsidRDefault="00D81B49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D81B49" w:rsidRPr="003340BC" w:rsidRDefault="00D81B49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D81B49" w:rsidRDefault="00D81B49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Пустовійтівської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D81B49" w:rsidRPr="00E51BED" w:rsidRDefault="00D81B49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D81B49" w:rsidTr="006F4236">
        <w:tc>
          <w:tcPr>
            <w:tcW w:w="709" w:type="dxa"/>
          </w:tcPr>
          <w:p w:rsidR="00D81B49" w:rsidRDefault="00D81B49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D81B49" w:rsidRDefault="00D81B49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D81B49" w:rsidRDefault="00D81B49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Pr="00C32F88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пункти 9, 14, пункт б, частина 1 стаття 34; 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пункти 2, 4, 7 пункт б,частина 1стаття 38; 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Pr="00C32F88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 розвитку, торгівлі та організації діяльності центру надання адміністративних послуг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стаття 28;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9, 10, 12, 14 пункт б, частина 1 стаття 34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D81B49" w:rsidRDefault="00D81B49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11, пункт б, стаття 32; частина 2 стаття 34</w:t>
            </w: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D81B49" w:rsidRPr="00B669B8" w:rsidRDefault="00D81B49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B49" w:rsidTr="006F4236">
        <w:tc>
          <w:tcPr>
            <w:tcW w:w="709" w:type="dxa"/>
          </w:tcPr>
          <w:p w:rsidR="00D81B49" w:rsidRDefault="00D81B49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житлово-комунального господарства, будівництва, цивіль-</w:t>
            </w:r>
          </w:p>
          <w:p w:rsidR="00D81B49" w:rsidRDefault="00D81B49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ного захисту та інфраструктури</w:t>
            </w:r>
          </w:p>
        </w:tc>
        <w:tc>
          <w:tcPr>
            <w:tcW w:w="4381" w:type="dxa"/>
          </w:tcPr>
          <w:p w:rsidR="00D81B49" w:rsidRDefault="00D81B49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D81B49" w:rsidRDefault="00D81B49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D81B49" w:rsidRPr="00B669B8" w:rsidRDefault="00D81B49" w:rsidP="00140D68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6,</w:t>
            </w:r>
            <w:r>
              <w:rPr>
                <w:sz w:val="28"/>
                <w:szCs w:val="28"/>
                <w:lang w:val="uk-UA"/>
              </w:rPr>
              <w:t xml:space="preserve"> 7 пункт б частина 1 </w:t>
            </w:r>
          </w:p>
        </w:tc>
      </w:tr>
    </w:tbl>
    <w:p w:rsidR="00D81B49" w:rsidRPr="00396B70" w:rsidRDefault="00D81B49" w:rsidP="005C0B3B">
      <w:pPr>
        <w:rPr>
          <w:lang w:val="uk-UA"/>
        </w:rPr>
      </w:pPr>
    </w:p>
    <w:p w:rsidR="00D81B49" w:rsidRDefault="00D81B49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D81B49" w:rsidRDefault="00D81B49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D81B49" w:rsidTr="000A09FF">
        <w:tc>
          <w:tcPr>
            <w:tcW w:w="9639" w:type="dxa"/>
            <w:gridSpan w:val="3"/>
          </w:tcPr>
          <w:p w:rsidR="00D81B49" w:rsidRPr="006D0FFA" w:rsidRDefault="00D81B49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D81B49" w:rsidTr="000A09FF">
        <w:tc>
          <w:tcPr>
            <w:tcW w:w="709" w:type="dxa"/>
          </w:tcPr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D81B49" w:rsidRDefault="00D81B49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D81B49" w:rsidTr="000A09FF">
        <w:tc>
          <w:tcPr>
            <w:tcW w:w="709" w:type="dxa"/>
          </w:tcPr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81B49" w:rsidRDefault="00D81B49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  <w:tc>
          <w:tcPr>
            <w:tcW w:w="4381" w:type="dxa"/>
          </w:tcPr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стаття 33; </w:t>
            </w:r>
          </w:p>
          <w:p w:rsidR="00D81B49" w:rsidRDefault="00D81B49" w:rsidP="000A09F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  <w:tr w:rsidR="00D81B49" w:rsidTr="000A09FF">
        <w:tc>
          <w:tcPr>
            <w:tcW w:w="709" w:type="dxa"/>
            <w:tcBorders>
              <w:bottom w:val="nil"/>
            </w:tcBorders>
          </w:tcPr>
          <w:p w:rsidR="00D81B49" w:rsidRDefault="00D81B49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549" w:type="dxa"/>
            <w:tcBorders>
              <w:bottom w:val="nil"/>
            </w:tcBorders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освіти,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D81B49" w:rsidTr="000A09FF">
        <w:tc>
          <w:tcPr>
            <w:tcW w:w="709" w:type="dxa"/>
          </w:tcPr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D81B49" w:rsidTr="000A09FF">
        <w:tc>
          <w:tcPr>
            <w:tcW w:w="709" w:type="dxa"/>
          </w:tcPr>
          <w:p w:rsidR="00D81B49" w:rsidRDefault="00D81B49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D81B49" w:rsidRDefault="00D81B49" w:rsidP="00396B70">
            <w:pPr>
              <w:pStyle w:val="BodyTextIndent"/>
              <w:ind w:firstLine="0"/>
            </w:pPr>
            <w:r>
              <w:t>Управління агропромислового розвитку районної державної адміністрації</w:t>
            </w:r>
          </w:p>
        </w:tc>
        <w:tc>
          <w:tcPr>
            <w:tcW w:w="4381" w:type="dxa"/>
          </w:tcPr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D81B49" w:rsidTr="000A09FF">
        <w:tc>
          <w:tcPr>
            <w:tcW w:w="709" w:type="dxa"/>
          </w:tcPr>
          <w:p w:rsidR="00D81B49" w:rsidRDefault="00D81B49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D81B49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Держгеокадастру у Роменському районі Сумської області</w:t>
            </w:r>
          </w:p>
        </w:tc>
        <w:tc>
          <w:tcPr>
            <w:tcW w:w="4381" w:type="dxa"/>
          </w:tcPr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1,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2,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3,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5, 8,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9,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10, пункт б, частина 1 стаття 33</w:t>
            </w:r>
          </w:p>
        </w:tc>
      </w:tr>
      <w:tr w:rsidR="00D81B49" w:rsidTr="000A09FF">
        <w:tc>
          <w:tcPr>
            <w:tcW w:w="709" w:type="dxa"/>
          </w:tcPr>
          <w:p w:rsidR="00D81B49" w:rsidRDefault="00D81B49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забезпечення доступу до публічної інформації та комунікацій з громадськістю апарату районної державної адміністрації</w:t>
            </w:r>
          </w:p>
        </w:tc>
        <w:tc>
          <w:tcPr>
            <w:tcW w:w="4381" w:type="dxa"/>
          </w:tcPr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 3 пункт б</w:t>
            </w:r>
            <w:r>
              <w:rPr>
                <w:sz w:val="28"/>
                <w:szCs w:val="28"/>
                <w:lang w:val="uk-UA"/>
              </w:rPr>
              <w:t>,</w:t>
            </w:r>
            <w:r w:rsidRPr="00B669B8">
              <w:rPr>
                <w:sz w:val="28"/>
                <w:szCs w:val="28"/>
                <w:lang w:val="uk-UA"/>
              </w:rPr>
              <w:t xml:space="preserve"> частина 1 стаття 38</w:t>
            </w:r>
          </w:p>
        </w:tc>
      </w:tr>
      <w:tr w:rsidR="00D81B49" w:rsidRPr="00EA757D" w:rsidTr="000A09FF">
        <w:tc>
          <w:tcPr>
            <w:tcW w:w="709" w:type="dxa"/>
          </w:tcPr>
          <w:p w:rsidR="00D81B49" w:rsidRDefault="00D81B49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549" w:type="dxa"/>
          </w:tcPr>
          <w:p w:rsidR="00D81B49" w:rsidRDefault="00D81B49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D81B49" w:rsidRPr="00B669B8" w:rsidRDefault="00D81B49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1,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2,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3,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5 пункт б</w:t>
            </w:r>
            <w:r>
              <w:rPr>
                <w:sz w:val="28"/>
                <w:szCs w:val="28"/>
                <w:lang w:val="uk-UA"/>
              </w:rPr>
              <w:t>, частина 1</w:t>
            </w:r>
            <w:r w:rsidRPr="00B669B8">
              <w:rPr>
                <w:sz w:val="28"/>
                <w:szCs w:val="28"/>
                <w:lang w:val="uk-UA"/>
              </w:rPr>
              <w:t xml:space="preserve"> стаття 36</w:t>
            </w:r>
          </w:p>
        </w:tc>
      </w:tr>
    </w:tbl>
    <w:p w:rsidR="00D81B49" w:rsidRDefault="00D81B49" w:rsidP="00D60CBB">
      <w:pPr>
        <w:tabs>
          <w:tab w:val="left" w:pos="2475"/>
        </w:tabs>
        <w:rPr>
          <w:b/>
          <w:bCs/>
          <w:sz w:val="28"/>
          <w:szCs w:val="28"/>
          <w:lang w:val="uk-UA"/>
        </w:rPr>
      </w:pPr>
    </w:p>
    <w:p w:rsidR="00D81B49" w:rsidRDefault="00D81B49" w:rsidP="00D60CBB">
      <w:pPr>
        <w:rPr>
          <w:b/>
          <w:bCs/>
          <w:sz w:val="28"/>
          <w:szCs w:val="28"/>
          <w:lang w:val="uk-UA"/>
        </w:rPr>
      </w:pPr>
    </w:p>
    <w:p w:rsidR="00D81B49" w:rsidRDefault="00D81B49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D81B49" w:rsidRDefault="00D81B49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D81B49" w:rsidRDefault="00D81B49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D81B49" w:rsidRDefault="00D81B49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організаційної </w:t>
      </w:r>
    </w:p>
    <w:p w:rsidR="00D81B49" w:rsidRDefault="00D81B49" w:rsidP="00D60CBB">
      <w:pPr>
        <w:tabs>
          <w:tab w:val="left" w:pos="7020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D81B49" w:rsidRPr="007E71B9" w:rsidRDefault="00D81B49" w:rsidP="00D60CBB">
      <w:pPr>
        <w:tabs>
          <w:tab w:val="left" w:pos="7020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І.М.Ярмак</w:t>
      </w:r>
    </w:p>
    <w:sectPr w:rsidR="00D81B49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49" w:rsidRDefault="00D81B49">
      <w:r>
        <w:separator/>
      </w:r>
    </w:p>
  </w:endnote>
  <w:endnote w:type="continuationSeparator" w:id="0">
    <w:p w:rsidR="00D81B49" w:rsidRDefault="00D81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49" w:rsidRDefault="00D81B49">
      <w:r>
        <w:separator/>
      </w:r>
    </w:p>
  </w:footnote>
  <w:footnote w:type="continuationSeparator" w:id="0">
    <w:p w:rsidR="00D81B49" w:rsidRDefault="00D81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49" w:rsidRDefault="00D81B49" w:rsidP="007C54BC">
    <w:pPr>
      <w:pStyle w:val="Header"/>
      <w:tabs>
        <w:tab w:val="clear" w:pos="4677"/>
        <w:tab w:val="center" w:pos="9639"/>
      </w:tabs>
      <w:ind w:right="360"/>
    </w:pPr>
  </w:p>
  <w:p w:rsidR="00D81B49" w:rsidRDefault="00D81B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49" w:rsidRPr="000F78B4" w:rsidRDefault="00D81B49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1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92000"/>
    <w:rsid w:val="000A09FF"/>
    <w:rsid w:val="000A19F2"/>
    <w:rsid w:val="000A6154"/>
    <w:rsid w:val="000B42FB"/>
    <w:rsid w:val="000C3D63"/>
    <w:rsid w:val="000C5BE2"/>
    <w:rsid w:val="000D2FE4"/>
    <w:rsid w:val="000D540C"/>
    <w:rsid w:val="000D5BEF"/>
    <w:rsid w:val="000E79A7"/>
    <w:rsid w:val="000F5CD4"/>
    <w:rsid w:val="000F78B4"/>
    <w:rsid w:val="00114685"/>
    <w:rsid w:val="00124AAF"/>
    <w:rsid w:val="0013282B"/>
    <w:rsid w:val="00140D68"/>
    <w:rsid w:val="001428F6"/>
    <w:rsid w:val="00142A7C"/>
    <w:rsid w:val="001745EF"/>
    <w:rsid w:val="001865CF"/>
    <w:rsid w:val="00191571"/>
    <w:rsid w:val="00195E10"/>
    <w:rsid w:val="0019758C"/>
    <w:rsid w:val="001A4F40"/>
    <w:rsid w:val="001B012A"/>
    <w:rsid w:val="001B189D"/>
    <w:rsid w:val="001B65C1"/>
    <w:rsid w:val="001C6CE2"/>
    <w:rsid w:val="001D3B4C"/>
    <w:rsid w:val="001D3E49"/>
    <w:rsid w:val="001E68D2"/>
    <w:rsid w:val="001F0456"/>
    <w:rsid w:val="001F0461"/>
    <w:rsid w:val="0020026F"/>
    <w:rsid w:val="002115C0"/>
    <w:rsid w:val="0021787A"/>
    <w:rsid w:val="0023124F"/>
    <w:rsid w:val="0025650E"/>
    <w:rsid w:val="00257F9C"/>
    <w:rsid w:val="00261EE8"/>
    <w:rsid w:val="00270E2C"/>
    <w:rsid w:val="00276EBF"/>
    <w:rsid w:val="00277C22"/>
    <w:rsid w:val="0028269F"/>
    <w:rsid w:val="0028446E"/>
    <w:rsid w:val="002866F9"/>
    <w:rsid w:val="00295D04"/>
    <w:rsid w:val="002962F4"/>
    <w:rsid w:val="002A1A50"/>
    <w:rsid w:val="002A49DE"/>
    <w:rsid w:val="002C509C"/>
    <w:rsid w:val="002D351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4ED7"/>
    <w:rsid w:val="003A6B9A"/>
    <w:rsid w:val="003B0967"/>
    <w:rsid w:val="003B6AB3"/>
    <w:rsid w:val="003B73F4"/>
    <w:rsid w:val="003B79B7"/>
    <w:rsid w:val="003C4926"/>
    <w:rsid w:val="003E0129"/>
    <w:rsid w:val="003E0EEF"/>
    <w:rsid w:val="003E31C4"/>
    <w:rsid w:val="003E453E"/>
    <w:rsid w:val="003E7963"/>
    <w:rsid w:val="003F0FBB"/>
    <w:rsid w:val="003F2270"/>
    <w:rsid w:val="003F3EBF"/>
    <w:rsid w:val="00401A9C"/>
    <w:rsid w:val="00410A4D"/>
    <w:rsid w:val="004158CF"/>
    <w:rsid w:val="004175DE"/>
    <w:rsid w:val="00421427"/>
    <w:rsid w:val="00421C45"/>
    <w:rsid w:val="004230C7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54F1D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D5A8F"/>
    <w:rsid w:val="004E21FF"/>
    <w:rsid w:val="004E46CC"/>
    <w:rsid w:val="004F0B40"/>
    <w:rsid w:val="004F0EBD"/>
    <w:rsid w:val="004F43AF"/>
    <w:rsid w:val="004F7F1F"/>
    <w:rsid w:val="00500BB8"/>
    <w:rsid w:val="005373D9"/>
    <w:rsid w:val="005406D5"/>
    <w:rsid w:val="00550785"/>
    <w:rsid w:val="005513A3"/>
    <w:rsid w:val="00565F9B"/>
    <w:rsid w:val="00577972"/>
    <w:rsid w:val="005827FB"/>
    <w:rsid w:val="0058682C"/>
    <w:rsid w:val="005913A1"/>
    <w:rsid w:val="00593732"/>
    <w:rsid w:val="005B4826"/>
    <w:rsid w:val="005C0B3B"/>
    <w:rsid w:val="005C640F"/>
    <w:rsid w:val="005C68AB"/>
    <w:rsid w:val="005D36FB"/>
    <w:rsid w:val="005D6007"/>
    <w:rsid w:val="005E256B"/>
    <w:rsid w:val="005E4645"/>
    <w:rsid w:val="005E4C14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442B7"/>
    <w:rsid w:val="00651C4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03E6"/>
    <w:rsid w:val="006B7F49"/>
    <w:rsid w:val="006D06AC"/>
    <w:rsid w:val="006D0FFA"/>
    <w:rsid w:val="006F1C30"/>
    <w:rsid w:val="006F4236"/>
    <w:rsid w:val="00705445"/>
    <w:rsid w:val="007074F3"/>
    <w:rsid w:val="0071091C"/>
    <w:rsid w:val="00722C7F"/>
    <w:rsid w:val="007356E9"/>
    <w:rsid w:val="00735A47"/>
    <w:rsid w:val="00743566"/>
    <w:rsid w:val="00743D86"/>
    <w:rsid w:val="00750952"/>
    <w:rsid w:val="00763068"/>
    <w:rsid w:val="00766E6A"/>
    <w:rsid w:val="00770EF4"/>
    <w:rsid w:val="00775B76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7F5AAF"/>
    <w:rsid w:val="008017F3"/>
    <w:rsid w:val="00811AD3"/>
    <w:rsid w:val="008154A1"/>
    <w:rsid w:val="00831073"/>
    <w:rsid w:val="0083494C"/>
    <w:rsid w:val="00837608"/>
    <w:rsid w:val="00837C26"/>
    <w:rsid w:val="00842093"/>
    <w:rsid w:val="00844653"/>
    <w:rsid w:val="00844F4C"/>
    <w:rsid w:val="00845596"/>
    <w:rsid w:val="00866DDC"/>
    <w:rsid w:val="0087403E"/>
    <w:rsid w:val="008920D6"/>
    <w:rsid w:val="00897D0C"/>
    <w:rsid w:val="008A56BE"/>
    <w:rsid w:val="008A6112"/>
    <w:rsid w:val="008B5D4E"/>
    <w:rsid w:val="008B612C"/>
    <w:rsid w:val="008D4193"/>
    <w:rsid w:val="008E1DD3"/>
    <w:rsid w:val="008F1F46"/>
    <w:rsid w:val="00900807"/>
    <w:rsid w:val="0091551F"/>
    <w:rsid w:val="00917285"/>
    <w:rsid w:val="009241AA"/>
    <w:rsid w:val="00932B42"/>
    <w:rsid w:val="00933F3E"/>
    <w:rsid w:val="00936F80"/>
    <w:rsid w:val="009405A5"/>
    <w:rsid w:val="0094562A"/>
    <w:rsid w:val="009513B0"/>
    <w:rsid w:val="00980BF5"/>
    <w:rsid w:val="00983DDA"/>
    <w:rsid w:val="00984F93"/>
    <w:rsid w:val="0099401E"/>
    <w:rsid w:val="0099443F"/>
    <w:rsid w:val="009A2EF1"/>
    <w:rsid w:val="009B4723"/>
    <w:rsid w:val="009B4D10"/>
    <w:rsid w:val="009C15DD"/>
    <w:rsid w:val="009C56C7"/>
    <w:rsid w:val="009D4A57"/>
    <w:rsid w:val="009E018B"/>
    <w:rsid w:val="009E7BF5"/>
    <w:rsid w:val="009F4752"/>
    <w:rsid w:val="009F47E4"/>
    <w:rsid w:val="00A0028C"/>
    <w:rsid w:val="00A0479B"/>
    <w:rsid w:val="00A1107B"/>
    <w:rsid w:val="00A15362"/>
    <w:rsid w:val="00A301FB"/>
    <w:rsid w:val="00A3028D"/>
    <w:rsid w:val="00A33429"/>
    <w:rsid w:val="00A3574A"/>
    <w:rsid w:val="00A371A2"/>
    <w:rsid w:val="00A376CC"/>
    <w:rsid w:val="00A554BC"/>
    <w:rsid w:val="00A7110F"/>
    <w:rsid w:val="00A73E91"/>
    <w:rsid w:val="00A7552A"/>
    <w:rsid w:val="00A80DD7"/>
    <w:rsid w:val="00A93E8D"/>
    <w:rsid w:val="00AA430E"/>
    <w:rsid w:val="00AA7F39"/>
    <w:rsid w:val="00AB3A7B"/>
    <w:rsid w:val="00AC107D"/>
    <w:rsid w:val="00AC3001"/>
    <w:rsid w:val="00AE755A"/>
    <w:rsid w:val="00B07D16"/>
    <w:rsid w:val="00B15ECB"/>
    <w:rsid w:val="00B2433C"/>
    <w:rsid w:val="00B2609F"/>
    <w:rsid w:val="00B42DDD"/>
    <w:rsid w:val="00B446E6"/>
    <w:rsid w:val="00B47413"/>
    <w:rsid w:val="00B61755"/>
    <w:rsid w:val="00B646C0"/>
    <w:rsid w:val="00B669B8"/>
    <w:rsid w:val="00B701F1"/>
    <w:rsid w:val="00B71E1F"/>
    <w:rsid w:val="00B8175E"/>
    <w:rsid w:val="00B9587D"/>
    <w:rsid w:val="00BB050B"/>
    <w:rsid w:val="00BC00C0"/>
    <w:rsid w:val="00BE17EE"/>
    <w:rsid w:val="00BE2FCE"/>
    <w:rsid w:val="00BF0FA2"/>
    <w:rsid w:val="00C02EC7"/>
    <w:rsid w:val="00C15390"/>
    <w:rsid w:val="00C24E21"/>
    <w:rsid w:val="00C32F88"/>
    <w:rsid w:val="00C437FE"/>
    <w:rsid w:val="00C444DE"/>
    <w:rsid w:val="00C46793"/>
    <w:rsid w:val="00C473AE"/>
    <w:rsid w:val="00C510A9"/>
    <w:rsid w:val="00C71639"/>
    <w:rsid w:val="00C80A08"/>
    <w:rsid w:val="00C80AF0"/>
    <w:rsid w:val="00C840B8"/>
    <w:rsid w:val="00C8603A"/>
    <w:rsid w:val="00C94690"/>
    <w:rsid w:val="00CC0EC6"/>
    <w:rsid w:val="00CF0BDA"/>
    <w:rsid w:val="00CF55A7"/>
    <w:rsid w:val="00D12AF1"/>
    <w:rsid w:val="00D1358A"/>
    <w:rsid w:val="00D21ACB"/>
    <w:rsid w:val="00D42DFD"/>
    <w:rsid w:val="00D45ADD"/>
    <w:rsid w:val="00D46991"/>
    <w:rsid w:val="00D5291D"/>
    <w:rsid w:val="00D60CBB"/>
    <w:rsid w:val="00D752E7"/>
    <w:rsid w:val="00D80130"/>
    <w:rsid w:val="00D81B49"/>
    <w:rsid w:val="00D84AEF"/>
    <w:rsid w:val="00D864EC"/>
    <w:rsid w:val="00DA5E89"/>
    <w:rsid w:val="00DA6BE4"/>
    <w:rsid w:val="00DB3D27"/>
    <w:rsid w:val="00DB5872"/>
    <w:rsid w:val="00DC73D9"/>
    <w:rsid w:val="00DE058C"/>
    <w:rsid w:val="00DE20D3"/>
    <w:rsid w:val="00DF5122"/>
    <w:rsid w:val="00E157B8"/>
    <w:rsid w:val="00E164A2"/>
    <w:rsid w:val="00E250F8"/>
    <w:rsid w:val="00E4355F"/>
    <w:rsid w:val="00E43876"/>
    <w:rsid w:val="00E4619F"/>
    <w:rsid w:val="00E50508"/>
    <w:rsid w:val="00E51BED"/>
    <w:rsid w:val="00E5217F"/>
    <w:rsid w:val="00E53E4E"/>
    <w:rsid w:val="00E610C4"/>
    <w:rsid w:val="00E651D8"/>
    <w:rsid w:val="00E66705"/>
    <w:rsid w:val="00E66F06"/>
    <w:rsid w:val="00E746A9"/>
    <w:rsid w:val="00E9066A"/>
    <w:rsid w:val="00E94834"/>
    <w:rsid w:val="00EA757D"/>
    <w:rsid w:val="00EC370B"/>
    <w:rsid w:val="00EF2836"/>
    <w:rsid w:val="00EF29F7"/>
    <w:rsid w:val="00EF3325"/>
    <w:rsid w:val="00EF6923"/>
    <w:rsid w:val="00F01EB7"/>
    <w:rsid w:val="00F12114"/>
    <w:rsid w:val="00F12D4D"/>
    <w:rsid w:val="00F250E4"/>
    <w:rsid w:val="00F25697"/>
    <w:rsid w:val="00F25874"/>
    <w:rsid w:val="00F30157"/>
    <w:rsid w:val="00F33A1E"/>
    <w:rsid w:val="00F36864"/>
    <w:rsid w:val="00F37995"/>
    <w:rsid w:val="00F44ACE"/>
    <w:rsid w:val="00F55FC4"/>
    <w:rsid w:val="00F567C4"/>
    <w:rsid w:val="00F83694"/>
    <w:rsid w:val="00F968BD"/>
    <w:rsid w:val="00FA5913"/>
    <w:rsid w:val="00FA6A82"/>
    <w:rsid w:val="00FB7B05"/>
    <w:rsid w:val="00FC06FF"/>
    <w:rsid w:val="00FC1C44"/>
    <w:rsid w:val="00FC6B88"/>
    <w:rsid w:val="00FD0428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0</TotalTime>
  <Pages>5</Pages>
  <Words>1267</Words>
  <Characters>7228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cp:lastPrinted>2015-09-23T12:04:00Z</cp:lastPrinted>
  <dcterms:created xsi:type="dcterms:W3CDTF">2015-11-06T12:45:00Z</dcterms:created>
  <dcterms:modified xsi:type="dcterms:W3CDTF">2015-11-06T12:45:00Z</dcterms:modified>
</cp:coreProperties>
</file>