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D2E" w:rsidRPr="00860CBC" w:rsidRDefault="00A41D2E" w:rsidP="00C106F8">
      <w:pPr>
        <w:spacing w:after="0" w:line="240" w:lineRule="auto"/>
        <w:jc w:val="center"/>
        <w:rPr>
          <w:rFonts w:ascii="Times New Roman" w:hAnsi="Times New Roman"/>
          <w:b/>
          <w:bCs/>
          <w:sz w:val="48"/>
          <w:lang w:val="uk-UA"/>
        </w:rPr>
      </w:pPr>
      <w:r w:rsidRPr="00860CBC">
        <w:rPr>
          <w:rFonts w:ascii="Times New Roman" w:hAnsi="Times New Roman"/>
          <w:b/>
          <w:bCs/>
          <w:sz w:val="48"/>
          <w:lang w:val="uk-UA"/>
        </w:rPr>
        <w:t>Про пробне ЗНО 2016</w:t>
      </w:r>
    </w:p>
    <w:p w:rsidR="00A41D2E" w:rsidRPr="00860CBC" w:rsidRDefault="00A41D2E" w:rsidP="00C106F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A41D2E" w:rsidRPr="00860CBC" w:rsidRDefault="00A41D2E" w:rsidP="00500ECC">
      <w:pPr>
        <w:spacing w:after="0" w:line="480" w:lineRule="atLeast"/>
        <w:rPr>
          <w:rFonts w:ascii="Times New Roman" w:hAnsi="Times New Roman"/>
          <w:sz w:val="28"/>
          <w:szCs w:val="28"/>
          <w:lang w:val="uk-UA"/>
        </w:rPr>
      </w:pPr>
      <w:r w:rsidRPr="00860CBC">
        <w:rPr>
          <w:rFonts w:ascii="Times New Roman" w:hAnsi="Times New Roman"/>
          <w:b/>
          <w:bCs/>
          <w:i/>
          <w:iCs/>
          <w:sz w:val="28"/>
          <w:lang w:val="uk-UA"/>
        </w:rPr>
        <w:t>Пробне ЗНО</w:t>
      </w:r>
      <w:r w:rsidRPr="00860CBC">
        <w:rPr>
          <w:rFonts w:ascii="Times New Roman" w:hAnsi="Times New Roman"/>
          <w:sz w:val="28"/>
          <w:lang w:val="uk-UA"/>
        </w:rPr>
        <w:t> </w:t>
      </w:r>
      <w:r w:rsidRPr="00860CBC">
        <w:rPr>
          <w:rFonts w:ascii="Times New Roman" w:hAnsi="Times New Roman"/>
          <w:sz w:val="28"/>
          <w:szCs w:val="28"/>
          <w:lang w:val="uk-UA"/>
        </w:rPr>
        <w:t>– це добровільне тестування осіб, що мають намір вступати до вищих навчальних закладів, яке дає можливість їм ознайомитися з процедурою проведення зовнішнього незалежного оцінювання.</w:t>
      </w:r>
    </w:p>
    <w:p w:rsidR="00A41D2E" w:rsidRPr="00860CBC" w:rsidRDefault="00A41D2E" w:rsidP="00500ECC">
      <w:pPr>
        <w:spacing w:after="0" w:line="480" w:lineRule="atLeast"/>
        <w:rPr>
          <w:rFonts w:ascii="Times New Roman" w:hAnsi="Times New Roman"/>
          <w:sz w:val="32"/>
          <w:szCs w:val="32"/>
          <w:lang w:val="uk-UA"/>
        </w:rPr>
      </w:pPr>
    </w:p>
    <w:p w:rsidR="00A41D2E" w:rsidRPr="00860CBC" w:rsidRDefault="00A41D2E" w:rsidP="00C106F8">
      <w:pPr>
        <w:spacing w:after="0" w:line="480" w:lineRule="atLeast"/>
        <w:jc w:val="center"/>
        <w:rPr>
          <w:rFonts w:ascii="Times New Roman" w:hAnsi="Times New Roman"/>
          <w:sz w:val="24"/>
          <w:szCs w:val="24"/>
          <w:lang w:val="uk-UA"/>
        </w:rPr>
      </w:pPr>
      <w:r w:rsidRPr="00860CBC">
        <w:rPr>
          <w:rFonts w:ascii="Times New Roman" w:hAnsi="Times New Roman"/>
          <w:b/>
          <w:bCs/>
          <w:i/>
          <w:iCs/>
          <w:sz w:val="28"/>
          <w:lang w:val="uk-UA"/>
        </w:rPr>
        <w:t>Участь у пробному ЗНО  дасть змогу:</w:t>
      </w:r>
    </w:p>
    <w:p w:rsidR="00A41D2E" w:rsidRPr="00860CBC" w:rsidRDefault="00A41D2E" w:rsidP="00500ECC">
      <w:pPr>
        <w:spacing w:after="0" w:line="48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860CBC">
        <w:rPr>
          <w:rFonts w:ascii="Times New Roman" w:hAnsi="Times New Roman"/>
          <w:sz w:val="28"/>
          <w:szCs w:val="28"/>
          <w:lang w:val="uk-UA"/>
        </w:rPr>
        <w:t></w:t>
      </w:r>
      <w:r w:rsidRPr="00860CBC">
        <w:rPr>
          <w:rFonts w:ascii="Times New Roman" w:hAnsi="Times New Roman"/>
          <w:sz w:val="14"/>
          <w:szCs w:val="14"/>
          <w:lang w:val="uk-UA"/>
        </w:rPr>
        <w:t> </w:t>
      </w:r>
      <w:r w:rsidRPr="00860CBC">
        <w:rPr>
          <w:rFonts w:ascii="Times New Roman" w:hAnsi="Times New Roman"/>
          <w:sz w:val="14"/>
          <w:lang w:val="uk-UA"/>
        </w:rPr>
        <w:t> </w:t>
      </w:r>
      <w:r w:rsidRPr="00860CBC">
        <w:rPr>
          <w:rFonts w:ascii="Times New Roman" w:hAnsi="Times New Roman"/>
          <w:sz w:val="28"/>
          <w:szCs w:val="28"/>
          <w:lang w:val="uk-UA"/>
        </w:rPr>
        <w:t>ознайомитися із процедурою проведення;</w:t>
      </w:r>
    </w:p>
    <w:p w:rsidR="00A41D2E" w:rsidRPr="00860CBC" w:rsidRDefault="00A41D2E" w:rsidP="00500ECC">
      <w:pPr>
        <w:spacing w:after="0" w:line="48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860CBC">
        <w:rPr>
          <w:rFonts w:ascii="Times New Roman" w:hAnsi="Times New Roman"/>
          <w:sz w:val="28"/>
          <w:szCs w:val="28"/>
          <w:lang w:val="uk-UA"/>
        </w:rPr>
        <w:t></w:t>
      </w:r>
      <w:r w:rsidRPr="00860CBC">
        <w:rPr>
          <w:rFonts w:ascii="Times New Roman" w:hAnsi="Times New Roman"/>
          <w:sz w:val="14"/>
          <w:szCs w:val="14"/>
          <w:lang w:val="uk-UA"/>
        </w:rPr>
        <w:t> </w:t>
      </w:r>
      <w:r w:rsidRPr="00860CBC">
        <w:rPr>
          <w:rFonts w:ascii="Times New Roman" w:hAnsi="Times New Roman"/>
          <w:sz w:val="14"/>
          <w:lang w:val="uk-UA"/>
        </w:rPr>
        <w:t> </w:t>
      </w:r>
      <w:r w:rsidRPr="00860CBC">
        <w:rPr>
          <w:rFonts w:ascii="Times New Roman" w:hAnsi="Times New Roman"/>
          <w:sz w:val="28"/>
          <w:szCs w:val="28"/>
          <w:lang w:val="uk-UA"/>
        </w:rPr>
        <w:t>психологічно адаптуватися до процедури ЗНО;</w:t>
      </w:r>
    </w:p>
    <w:p w:rsidR="00A41D2E" w:rsidRPr="00860CBC" w:rsidRDefault="00A41D2E" w:rsidP="00500ECC">
      <w:pPr>
        <w:spacing w:after="0" w:line="48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860CBC">
        <w:rPr>
          <w:rFonts w:ascii="Times New Roman" w:hAnsi="Times New Roman"/>
          <w:sz w:val="28"/>
          <w:szCs w:val="28"/>
          <w:lang w:val="uk-UA"/>
        </w:rPr>
        <w:t></w:t>
      </w:r>
      <w:r w:rsidRPr="00860CBC">
        <w:rPr>
          <w:rFonts w:ascii="Times New Roman" w:hAnsi="Times New Roman"/>
          <w:sz w:val="14"/>
          <w:szCs w:val="14"/>
          <w:lang w:val="uk-UA"/>
        </w:rPr>
        <w:t> </w:t>
      </w:r>
      <w:r w:rsidRPr="00860CBC">
        <w:rPr>
          <w:rFonts w:ascii="Times New Roman" w:hAnsi="Times New Roman"/>
          <w:sz w:val="14"/>
          <w:lang w:val="uk-UA"/>
        </w:rPr>
        <w:t> </w:t>
      </w:r>
      <w:r w:rsidRPr="00860CBC">
        <w:rPr>
          <w:rFonts w:ascii="Times New Roman" w:hAnsi="Times New Roman"/>
          <w:sz w:val="28"/>
          <w:szCs w:val="28"/>
          <w:lang w:val="uk-UA"/>
        </w:rPr>
        <w:t>навчитися працювати із зошитом та бланками відповідей;</w:t>
      </w:r>
    </w:p>
    <w:p w:rsidR="00A41D2E" w:rsidRPr="00860CBC" w:rsidRDefault="00A41D2E" w:rsidP="00500ECC">
      <w:pPr>
        <w:spacing w:after="0" w:line="48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860CBC">
        <w:rPr>
          <w:rFonts w:ascii="Times New Roman" w:hAnsi="Times New Roman"/>
          <w:sz w:val="28"/>
          <w:szCs w:val="28"/>
          <w:lang w:val="uk-UA"/>
        </w:rPr>
        <w:t></w:t>
      </w:r>
      <w:r w:rsidRPr="00860CBC">
        <w:rPr>
          <w:rFonts w:ascii="Times New Roman" w:hAnsi="Times New Roman"/>
          <w:sz w:val="14"/>
          <w:szCs w:val="14"/>
          <w:lang w:val="uk-UA"/>
        </w:rPr>
        <w:t> </w:t>
      </w:r>
      <w:r w:rsidRPr="00860CBC">
        <w:rPr>
          <w:rFonts w:ascii="Times New Roman" w:hAnsi="Times New Roman"/>
          <w:sz w:val="14"/>
          <w:lang w:val="uk-UA"/>
        </w:rPr>
        <w:t> </w:t>
      </w:r>
      <w:r w:rsidRPr="00860CBC">
        <w:rPr>
          <w:rFonts w:ascii="Times New Roman" w:hAnsi="Times New Roman"/>
          <w:sz w:val="28"/>
          <w:szCs w:val="28"/>
          <w:lang w:val="uk-UA"/>
        </w:rPr>
        <w:t>правильно розраховувати час на виконання завдань ЗНО;</w:t>
      </w:r>
    </w:p>
    <w:p w:rsidR="00A41D2E" w:rsidRPr="00860CBC" w:rsidRDefault="00A41D2E" w:rsidP="00500ECC">
      <w:pPr>
        <w:spacing w:after="0" w:line="48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860CBC">
        <w:rPr>
          <w:rFonts w:ascii="Times New Roman" w:hAnsi="Times New Roman"/>
          <w:sz w:val="28"/>
          <w:szCs w:val="28"/>
          <w:lang w:val="uk-UA"/>
        </w:rPr>
        <w:t></w:t>
      </w:r>
      <w:r w:rsidRPr="00860CBC">
        <w:rPr>
          <w:rFonts w:ascii="Times New Roman" w:hAnsi="Times New Roman"/>
          <w:sz w:val="14"/>
          <w:szCs w:val="14"/>
          <w:lang w:val="uk-UA"/>
        </w:rPr>
        <w:t> </w:t>
      </w:r>
      <w:r w:rsidRPr="00860CBC">
        <w:rPr>
          <w:rFonts w:ascii="Times New Roman" w:hAnsi="Times New Roman"/>
          <w:sz w:val="14"/>
          <w:lang w:val="uk-UA"/>
        </w:rPr>
        <w:t> </w:t>
      </w:r>
      <w:r w:rsidRPr="00860CBC">
        <w:rPr>
          <w:rFonts w:ascii="Times New Roman" w:hAnsi="Times New Roman"/>
          <w:sz w:val="28"/>
          <w:szCs w:val="28"/>
          <w:lang w:val="uk-UA"/>
        </w:rPr>
        <w:t>отримати результат </w:t>
      </w:r>
      <w:r w:rsidRPr="00860CBC">
        <w:rPr>
          <w:rFonts w:ascii="Times New Roman" w:hAnsi="Times New Roman"/>
          <w:sz w:val="28"/>
          <w:lang w:val="uk-UA"/>
        </w:rPr>
        <w:t> </w:t>
      </w:r>
      <w:r w:rsidRPr="00860CBC">
        <w:rPr>
          <w:rFonts w:ascii="Times New Roman" w:hAnsi="Times New Roman"/>
          <w:sz w:val="28"/>
          <w:szCs w:val="28"/>
          <w:lang w:val="uk-UA"/>
        </w:rPr>
        <w:t>з певного предмета</w:t>
      </w:r>
      <w:r w:rsidRPr="00860CBC">
        <w:rPr>
          <w:rFonts w:ascii="Times New Roman" w:hAnsi="Times New Roman"/>
          <w:sz w:val="28"/>
          <w:lang w:val="uk-UA"/>
        </w:rPr>
        <w:t> </w:t>
      </w:r>
      <w:r w:rsidRPr="00860CBC">
        <w:rPr>
          <w:rFonts w:ascii="Times New Roman" w:hAnsi="Times New Roman"/>
          <w:sz w:val="28"/>
          <w:szCs w:val="28"/>
          <w:lang w:val="uk-UA"/>
        </w:rPr>
        <w:t>тощо.</w:t>
      </w:r>
    </w:p>
    <w:p w:rsidR="00A41D2E" w:rsidRPr="00860CBC" w:rsidRDefault="00A41D2E" w:rsidP="00500ECC">
      <w:pPr>
        <w:spacing w:after="0" w:line="480" w:lineRule="atLeast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41D2E" w:rsidRPr="00860CBC" w:rsidRDefault="00A41D2E" w:rsidP="00C106F8">
      <w:pPr>
        <w:spacing w:after="0" w:line="480" w:lineRule="atLeast"/>
        <w:jc w:val="center"/>
        <w:rPr>
          <w:rFonts w:ascii="Times New Roman" w:hAnsi="Times New Roman"/>
          <w:sz w:val="24"/>
          <w:szCs w:val="24"/>
          <w:lang w:val="uk-UA"/>
        </w:rPr>
      </w:pPr>
      <w:r w:rsidRPr="00860CBC">
        <w:rPr>
          <w:rFonts w:ascii="Times New Roman" w:hAnsi="Times New Roman"/>
          <w:b/>
          <w:bCs/>
          <w:sz w:val="28"/>
          <w:lang w:val="uk-UA"/>
        </w:rPr>
        <w:t>КАЛЕНДАР ПРОБНОГО ЗНО-2016</w:t>
      </w:r>
    </w:p>
    <w:p w:rsidR="00A41D2E" w:rsidRPr="00860CBC" w:rsidRDefault="00A41D2E" w:rsidP="00500ECC">
      <w:pPr>
        <w:spacing w:after="0" w:line="480" w:lineRule="atLeast"/>
        <w:rPr>
          <w:rFonts w:ascii="Times New Roman" w:hAnsi="Times New Roman"/>
          <w:sz w:val="24"/>
          <w:szCs w:val="24"/>
          <w:lang w:val="uk-UA"/>
        </w:rPr>
      </w:pPr>
      <w:r w:rsidRPr="00860CBC">
        <w:rPr>
          <w:rFonts w:ascii="Times New Roman" w:hAnsi="Times New Roman"/>
          <w:b/>
          <w:bCs/>
          <w:i/>
          <w:iCs/>
          <w:sz w:val="28"/>
          <w:lang w:val="uk-UA"/>
        </w:rPr>
        <w:t>02 квітня 2016</w:t>
      </w:r>
      <w:r w:rsidRPr="00860CBC">
        <w:rPr>
          <w:rFonts w:ascii="Times New Roman" w:hAnsi="Times New Roman"/>
          <w:b/>
          <w:bCs/>
          <w:sz w:val="28"/>
          <w:lang w:val="uk-UA"/>
        </w:rPr>
        <w:t xml:space="preserve">           </w:t>
      </w:r>
      <w:r w:rsidRPr="00860CBC">
        <w:rPr>
          <w:rFonts w:ascii="Times New Roman" w:hAnsi="Times New Roman"/>
          <w:sz w:val="28"/>
          <w:szCs w:val="28"/>
          <w:lang w:val="uk-UA"/>
        </w:rPr>
        <w:t>українська мова і література</w:t>
      </w:r>
    </w:p>
    <w:p w:rsidR="00A41D2E" w:rsidRPr="00860CBC" w:rsidRDefault="00A41D2E" w:rsidP="00500ECC">
      <w:pPr>
        <w:spacing w:after="0" w:line="480" w:lineRule="atLeast"/>
        <w:jc w:val="both"/>
        <w:rPr>
          <w:rFonts w:ascii="Times New Roman" w:hAnsi="Times New Roman"/>
          <w:sz w:val="24"/>
          <w:szCs w:val="24"/>
          <w:lang w:val="uk-UA"/>
        </w:rPr>
      </w:pPr>
      <w:r w:rsidRPr="00860CBC">
        <w:rPr>
          <w:rFonts w:ascii="Times New Roman" w:hAnsi="Times New Roman"/>
          <w:b/>
          <w:bCs/>
          <w:i/>
          <w:iCs/>
          <w:sz w:val="28"/>
          <w:lang w:val="uk-UA"/>
        </w:rPr>
        <w:t>09 квітня 2016</w:t>
      </w:r>
      <w:r w:rsidRPr="00860CBC">
        <w:rPr>
          <w:rFonts w:ascii="Times New Roman" w:hAnsi="Times New Roman"/>
          <w:sz w:val="28"/>
          <w:szCs w:val="28"/>
          <w:lang w:val="uk-UA"/>
        </w:rPr>
        <w:t>      </w:t>
      </w:r>
      <w:r w:rsidRPr="00860CBC">
        <w:rPr>
          <w:rFonts w:ascii="Times New Roman" w:hAnsi="Times New Roman"/>
          <w:sz w:val="28"/>
          <w:lang w:val="uk-UA"/>
        </w:rPr>
        <w:t> </w:t>
      </w:r>
      <w:r w:rsidRPr="00860CBC">
        <w:rPr>
          <w:rFonts w:ascii="Times New Roman" w:hAnsi="Times New Roman"/>
          <w:sz w:val="28"/>
          <w:szCs w:val="28"/>
          <w:lang w:val="uk-UA"/>
        </w:rPr>
        <w:t> </w:t>
      </w:r>
      <w:r w:rsidRPr="00860CBC">
        <w:rPr>
          <w:rFonts w:ascii="Times New Roman" w:hAnsi="Times New Roman"/>
          <w:sz w:val="28"/>
          <w:lang w:val="uk-UA"/>
        </w:rPr>
        <w:t> </w:t>
      </w:r>
      <w:r w:rsidRPr="00860CBC">
        <w:rPr>
          <w:rFonts w:ascii="Times New Roman" w:hAnsi="Times New Roman"/>
          <w:sz w:val="28"/>
          <w:szCs w:val="28"/>
          <w:lang w:val="uk-UA"/>
        </w:rPr>
        <w:t>  англійська мова, біологія,</w:t>
      </w:r>
    </w:p>
    <w:p w:rsidR="00A41D2E" w:rsidRPr="00860CBC" w:rsidRDefault="00A41D2E" w:rsidP="00500ECC">
      <w:pPr>
        <w:spacing w:after="0" w:line="480" w:lineRule="atLeast"/>
        <w:ind w:firstLine="900"/>
        <w:rPr>
          <w:rFonts w:ascii="Times New Roman" w:hAnsi="Times New Roman"/>
          <w:sz w:val="24"/>
          <w:szCs w:val="24"/>
          <w:lang w:val="uk-UA"/>
        </w:rPr>
      </w:pPr>
      <w:r w:rsidRPr="00860CBC">
        <w:rPr>
          <w:rFonts w:ascii="Times New Roman" w:hAnsi="Times New Roman"/>
          <w:sz w:val="28"/>
          <w:szCs w:val="28"/>
          <w:lang w:val="uk-UA"/>
        </w:rPr>
        <w:t>                         географія, іспанська мова, історія України,</w:t>
      </w:r>
    </w:p>
    <w:p w:rsidR="00A41D2E" w:rsidRPr="00860CBC" w:rsidRDefault="00A41D2E" w:rsidP="00500ECC">
      <w:pPr>
        <w:spacing w:after="0" w:line="480" w:lineRule="atLeast"/>
        <w:ind w:firstLine="900"/>
        <w:rPr>
          <w:rFonts w:ascii="Times New Roman" w:hAnsi="Times New Roman"/>
          <w:sz w:val="24"/>
          <w:szCs w:val="24"/>
          <w:lang w:val="uk-UA"/>
        </w:rPr>
      </w:pPr>
      <w:r w:rsidRPr="00860CBC">
        <w:rPr>
          <w:rFonts w:ascii="Times New Roman" w:hAnsi="Times New Roman"/>
          <w:sz w:val="28"/>
          <w:szCs w:val="28"/>
          <w:lang w:val="uk-UA"/>
        </w:rPr>
        <w:t>                  </w:t>
      </w:r>
      <w:r w:rsidRPr="00860CBC">
        <w:rPr>
          <w:rFonts w:ascii="Times New Roman" w:hAnsi="Times New Roman"/>
          <w:sz w:val="28"/>
          <w:lang w:val="uk-UA"/>
        </w:rPr>
        <w:t> </w:t>
      </w:r>
      <w:r w:rsidRPr="00860CBC">
        <w:rPr>
          <w:rFonts w:ascii="Times New Roman" w:hAnsi="Times New Roman"/>
          <w:sz w:val="28"/>
          <w:szCs w:val="28"/>
          <w:lang w:val="uk-UA"/>
        </w:rPr>
        <w:t>     </w:t>
      </w:r>
      <w:r w:rsidRPr="00860CBC">
        <w:rPr>
          <w:rFonts w:ascii="Times New Roman" w:hAnsi="Times New Roman"/>
          <w:sz w:val="28"/>
          <w:lang w:val="uk-UA"/>
        </w:rPr>
        <w:t> </w:t>
      </w:r>
      <w:r w:rsidRPr="00860CBC">
        <w:rPr>
          <w:rFonts w:ascii="Times New Roman" w:hAnsi="Times New Roman"/>
          <w:sz w:val="28"/>
          <w:szCs w:val="28"/>
          <w:lang w:val="uk-UA"/>
        </w:rPr>
        <w:t>математика, німецька мова, російська мова,</w:t>
      </w:r>
    </w:p>
    <w:p w:rsidR="00A41D2E" w:rsidRPr="00860CBC" w:rsidRDefault="00A41D2E" w:rsidP="00500ECC">
      <w:pPr>
        <w:spacing w:after="0" w:line="480" w:lineRule="atLeast"/>
        <w:ind w:firstLine="900"/>
        <w:rPr>
          <w:rFonts w:ascii="Times New Roman" w:hAnsi="Times New Roman"/>
          <w:sz w:val="28"/>
          <w:szCs w:val="28"/>
          <w:lang w:val="uk-UA"/>
        </w:rPr>
      </w:pPr>
      <w:r w:rsidRPr="00860CBC">
        <w:rPr>
          <w:rFonts w:ascii="Times New Roman" w:hAnsi="Times New Roman"/>
          <w:sz w:val="28"/>
          <w:szCs w:val="28"/>
          <w:lang w:val="uk-UA"/>
        </w:rPr>
        <w:t>                         фізика, французька мова, хімія</w:t>
      </w:r>
    </w:p>
    <w:p w:rsidR="00A41D2E" w:rsidRPr="00860CBC" w:rsidRDefault="00A41D2E" w:rsidP="00500ECC">
      <w:pPr>
        <w:spacing w:after="0" w:line="480" w:lineRule="atLeast"/>
        <w:ind w:firstLine="900"/>
        <w:rPr>
          <w:rFonts w:ascii="Times New Roman" w:hAnsi="Times New Roman"/>
          <w:sz w:val="24"/>
          <w:szCs w:val="24"/>
          <w:lang w:val="uk-UA"/>
        </w:rPr>
      </w:pPr>
    </w:p>
    <w:p w:rsidR="00A41D2E" w:rsidRPr="00860CBC" w:rsidRDefault="00A41D2E" w:rsidP="00C106F8">
      <w:pPr>
        <w:spacing w:after="0" w:line="480" w:lineRule="atLeast"/>
        <w:ind w:firstLine="900"/>
        <w:jc w:val="center"/>
        <w:rPr>
          <w:rFonts w:ascii="Times New Roman" w:hAnsi="Times New Roman"/>
          <w:sz w:val="14"/>
          <w:szCs w:val="14"/>
          <w:lang w:val="uk-UA"/>
        </w:rPr>
      </w:pPr>
      <w:r w:rsidRPr="00860CBC">
        <w:rPr>
          <w:rFonts w:ascii="Times New Roman" w:hAnsi="Times New Roman"/>
          <w:b/>
          <w:bCs/>
          <w:i/>
          <w:iCs/>
          <w:sz w:val="28"/>
          <w:lang w:val="uk-UA"/>
        </w:rPr>
        <w:t>Пробне ЗНО проводиться на платній основі</w:t>
      </w:r>
    </w:p>
    <w:p w:rsidR="00A41D2E" w:rsidRPr="00860CBC" w:rsidRDefault="00A41D2E" w:rsidP="00500ECC">
      <w:pPr>
        <w:spacing w:after="0" w:line="480" w:lineRule="atLeast"/>
        <w:ind w:firstLine="90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3299"/>
        <w:gridCol w:w="3273"/>
        <w:gridCol w:w="3307"/>
      </w:tblGrid>
      <w:tr w:rsidR="00A41D2E" w:rsidRPr="00860CBC" w:rsidTr="00500ECC">
        <w:tc>
          <w:tcPr>
            <w:tcW w:w="33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41D2E" w:rsidRPr="00860CBC" w:rsidRDefault="00A41D2E" w:rsidP="00500E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Що?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41D2E" w:rsidRPr="00860CBC" w:rsidRDefault="00A41D2E" w:rsidP="00500E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Коли?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41D2E" w:rsidRPr="00860CBC" w:rsidRDefault="00A41D2E" w:rsidP="00500E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Де?</w:t>
            </w:r>
          </w:p>
        </w:tc>
      </w:tr>
      <w:tr w:rsidR="00A41D2E" w:rsidRPr="00860CBC" w:rsidTr="00500ECC">
        <w:tc>
          <w:tcPr>
            <w:tcW w:w="33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41D2E" w:rsidRPr="00860CBC" w:rsidRDefault="00A41D2E" w:rsidP="00500ECC">
            <w:pPr>
              <w:spacing w:after="36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Реєстрація на участь у пробному ЗНО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41D2E" w:rsidRPr="00860CBC" w:rsidRDefault="00A41D2E" w:rsidP="00500ECC">
            <w:pPr>
              <w:spacing w:after="36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05-30 січня 2016 року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41D2E" w:rsidRPr="00860CBC" w:rsidRDefault="00A41D2E" w:rsidP="00500ECC">
            <w:pPr>
              <w:spacing w:after="36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Сайт Харківського РЦОЯО розділ «Пробне ЗНО. Реєстрація»</w:t>
            </w:r>
          </w:p>
        </w:tc>
      </w:tr>
      <w:tr w:rsidR="00A41D2E" w:rsidRPr="00860CBC" w:rsidTr="00500ECC">
        <w:tc>
          <w:tcPr>
            <w:tcW w:w="33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41D2E" w:rsidRPr="00860CBC" w:rsidRDefault="00A41D2E" w:rsidP="00500ECC">
            <w:pPr>
              <w:spacing w:after="36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Розміщення на інформаційних сторінках</w:t>
            </w:r>
          </w:p>
          <w:p w:rsidR="00A41D2E" w:rsidRPr="00860CBC" w:rsidRDefault="00A41D2E" w:rsidP="00500ECC">
            <w:pPr>
              <w:spacing w:after="36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«Особистий кабінет учасника пробного ЗНО» інформації про час і місце проходження пробного ЗНО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41D2E" w:rsidRPr="00860CBC" w:rsidRDefault="00A41D2E" w:rsidP="00500ECC">
            <w:pPr>
              <w:spacing w:after="36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12.03.2016 року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41D2E" w:rsidRPr="00860CBC" w:rsidRDefault="00A41D2E" w:rsidP="00500ECC">
            <w:pPr>
              <w:spacing w:after="36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Сайт Харківського РЦОЯО розділ «Особистий кабінет учасника пробного ЗНО» (електронне запрошення)</w:t>
            </w:r>
          </w:p>
        </w:tc>
      </w:tr>
      <w:tr w:rsidR="00A41D2E" w:rsidRPr="00860CBC" w:rsidTr="00500ECC">
        <w:tc>
          <w:tcPr>
            <w:tcW w:w="33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41D2E" w:rsidRPr="00860CBC" w:rsidRDefault="00A41D2E" w:rsidP="00500ECC">
            <w:pPr>
              <w:spacing w:after="36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Пробне зовнішнє незалежне оцінювання з</w:t>
            </w:r>
          </w:p>
          <w:p w:rsidR="00A41D2E" w:rsidRPr="00860CBC" w:rsidRDefault="00A41D2E" w:rsidP="00500ECC">
            <w:pPr>
              <w:spacing w:after="36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  <w:p w:rsidR="00A41D2E" w:rsidRPr="00860CBC" w:rsidRDefault="00A41D2E" w:rsidP="00500ECC">
            <w:pPr>
              <w:spacing w:after="36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української мови і літератури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41D2E" w:rsidRPr="00860CBC" w:rsidRDefault="00A41D2E" w:rsidP="00500ECC">
            <w:pPr>
              <w:spacing w:after="36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02.04.2016 року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41D2E" w:rsidRPr="00860CBC" w:rsidRDefault="00A41D2E" w:rsidP="00500ECC">
            <w:pPr>
              <w:spacing w:after="36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За адресою, що буде зазначена в електронному запрошенні</w:t>
            </w:r>
          </w:p>
        </w:tc>
      </w:tr>
      <w:tr w:rsidR="00A41D2E" w:rsidRPr="00860CBC" w:rsidTr="00500ECC">
        <w:tc>
          <w:tcPr>
            <w:tcW w:w="33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41D2E" w:rsidRPr="00860CBC" w:rsidRDefault="00A41D2E" w:rsidP="00500ECC">
            <w:pPr>
              <w:spacing w:after="36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Пробне зовнішнє незалежне оцінювання з</w:t>
            </w:r>
          </w:p>
          <w:p w:rsidR="00A41D2E" w:rsidRPr="00860CBC" w:rsidRDefault="00A41D2E" w:rsidP="00500ECC">
            <w:pPr>
              <w:spacing w:after="36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 </w:t>
            </w:r>
          </w:p>
          <w:p w:rsidR="00A41D2E" w:rsidRPr="00860CBC" w:rsidRDefault="00A41D2E" w:rsidP="00500ECC">
            <w:pPr>
              <w:spacing w:after="36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англійської мови, біології, географії, іспанської мови, історії України, математики, німецької мови, російської мови, фізики, французької мови, хімії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41D2E" w:rsidRPr="00860CBC" w:rsidRDefault="00A41D2E" w:rsidP="00500ECC">
            <w:pPr>
              <w:spacing w:after="36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09.04.2016 року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41D2E" w:rsidRPr="00860CBC" w:rsidRDefault="00A41D2E" w:rsidP="00500ECC">
            <w:pPr>
              <w:spacing w:after="36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За адресою, що буде зазначена в електронному запрошенні</w:t>
            </w:r>
          </w:p>
        </w:tc>
      </w:tr>
      <w:tr w:rsidR="00A41D2E" w:rsidRPr="00860CBC" w:rsidTr="00500ECC">
        <w:tc>
          <w:tcPr>
            <w:tcW w:w="33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41D2E" w:rsidRPr="00860CBC" w:rsidRDefault="00A41D2E" w:rsidP="00500ECC">
            <w:pPr>
              <w:spacing w:after="36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Розміщення результатів пробного ЗНО з української мови і літератури на інформаційних сторінках «Особистий кабінет учасника пробного ЗНО»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41D2E" w:rsidRPr="00860CBC" w:rsidRDefault="00A41D2E" w:rsidP="00500ECC">
            <w:pPr>
              <w:spacing w:after="36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з 11.04.2016 року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41D2E" w:rsidRPr="00860CBC" w:rsidRDefault="00A41D2E" w:rsidP="00500ECC">
            <w:pPr>
              <w:spacing w:after="36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Сайт Харківського РЦОЯО розділ «Особистий кабінет учасника пробного ЗНО» (для осіб, які скористалися сервісом)</w:t>
            </w:r>
          </w:p>
        </w:tc>
      </w:tr>
      <w:tr w:rsidR="00A41D2E" w:rsidRPr="00860CBC" w:rsidTr="00500ECC">
        <w:tc>
          <w:tcPr>
            <w:tcW w:w="339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41D2E" w:rsidRPr="00860CBC" w:rsidRDefault="00A41D2E" w:rsidP="00500ECC">
            <w:pPr>
              <w:spacing w:after="36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Розміщення результатів пробного ЗНО з англійської мови, біології, географії, іспанської мови, історії України, математики, німецької мови, російської мови, фізики, французької мови, хімії на інформаційних сторінках «Особистий кабінет учасника пробного ЗНО» (для осіб, які скористалися сервісом)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41D2E" w:rsidRPr="00860CBC" w:rsidRDefault="00A41D2E" w:rsidP="00500ECC">
            <w:pPr>
              <w:spacing w:after="36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з 20.04.2016 року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A41D2E" w:rsidRPr="00860CBC" w:rsidRDefault="00A41D2E" w:rsidP="00500ECC">
            <w:pPr>
              <w:spacing w:after="36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0CBC">
              <w:rPr>
                <w:rFonts w:ascii="Times New Roman" w:hAnsi="Times New Roman"/>
                <w:sz w:val="24"/>
                <w:szCs w:val="24"/>
                <w:lang w:val="uk-UA"/>
              </w:rPr>
              <w:t>Сайт Харківського РЦОЯО розділ «Особистий кабінет учасника пробного ЗНО» (для осіб, які скористалися сервісом)</w:t>
            </w:r>
          </w:p>
        </w:tc>
      </w:tr>
    </w:tbl>
    <w:p w:rsidR="00A41D2E" w:rsidRPr="00860CBC" w:rsidRDefault="00A41D2E" w:rsidP="00500ECC">
      <w:pPr>
        <w:spacing w:after="360" w:line="480" w:lineRule="atLeast"/>
        <w:rPr>
          <w:rFonts w:ascii="Times New Roman" w:hAnsi="Times New Roman"/>
          <w:sz w:val="32"/>
          <w:szCs w:val="32"/>
          <w:lang w:val="uk-UA"/>
        </w:rPr>
      </w:pPr>
      <w:r w:rsidRPr="00860CBC">
        <w:rPr>
          <w:rFonts w:ascii="Times New Roman" w:hAnsi="Times New Roman"/>
          <w:sz w:val="32"/>
          <w:szCs w:val="32"/>
          <w:lang w:val="uk-UA"/>
        </w:rPr>
        <w:t> </w:t>
      </w:r>
    </w:p>
    <w:p w:rsidR="00A41D2E" w:rsidRPr="00860CBC" w:rsidRDefault="00A41D2E" w:rsidP="00500ECC">
      <w:pPr>
        <w:spacing w:after="0" w:line="480" w:lineRule="atLeast"/>
        <w:ind w:left="3840" w:right="-25" w:hanging="360"/>
        <w:rPr>
          <w:rFonts w:ascii="Times New Roman" w:hAnsi="Times New Roman"/>
          <w:sz w:val="24"/>
          <w:szCs w:val="24"/>
          <w:lang w:val="uk-UA"/>
        </w:rPr>
      </w:pPr>
      <w:r w:rsidRPr="00860CBC">
        <w:rPr>
          <w:rFonts w:ascii="Times New Roman" w:hAnsi="Times New Roman"/>
          <w:b/>
          <w:bCs/>
          <w:sz w:val="28"/>
          <w:lang w:val="uk-UA"/>
        </w:rPr>
        <w:t> </w:t>
      </w:r>
    </w:p>
    <w:p w:rsidR="00A41D2E" w:rsidRPr="00860CBC" w:rsidRDefault="00A41D2E">
      <w:pPr>
        <w:rPr>
          <w:rFonts w:ascii="Times New Roman" w:hAnsi="Times New Roman"/>
          <w:lang w:val="uk-UA"/>
        </w:rPr>
      </w:pPr>
    </w:p>
    <w:sectPr w:rsidR="00A41D2E" w:rsidRPr="00860CBC" w:rsidSect="007A3C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ECC"/>
    <w:rsid w:val="001F566C"/>
    <w:rsid w:val="002E347B"/>
    <w:rsid w:val="00500ECC"/>
    <w:rsid w:val="007A3CF3"/>
    <w:rsid w:val="007E2442"/>
    <w:rsid w:val="00860CBC"/>
    <w:rsid w:val="00907758"/>
    <w:rsid w:val="009D7FF6"/>
    <w:rsid w:val="00A41D2E"/>
    <w:rsid w:val="00B90ABA"/>
    <w:rsid w:val="00C106F8"/>
    <w:rsid w:val="00ED40E3"/>
    <w:rsid w:val="00FB4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CF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500ECC"/>
    <w:rPr>
      <w:rFonts w:cs="Times New Roman"/>
    </w:rPr>
  </w:style>
  <w:style w:type="character" w:customStyle="1" w:styleId="bcurrentcrumb">
    <w:name w:val="b_currentcrumb"/>
    <w:basedOn w:val="DefaultParagraphFont"/>
    <w:uiPriority w:val="99"/>
    <w:rsid w:val="00500ECC"/>
    <w:rPr>
      <w:rFonts w:cs="Times New Roman"/>
    </w:rPr>
  </w:style>
  <w:style w:type="paragraph" w:styleId="NormalWeb">
    <w:name w:val="Normal (Web)"/>
    <w:basedOn w:val="Normal"/>
    <w:uiPriority w:val="99"/>
    <w:rsid w:val="00500E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500ECC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500ECC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86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6738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351</Words>
  <Characters>2004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Larisa</cp:lastModifiedBy>
  <cp:revision>6</cp:revision>
  <dcterms:created xsi:type="dcterms:W3CDTF">2015-11-09T12:02:00Z</dcterms:created>
  <dcterms:modified xsi:type="dcterms:W3CDTF">2015-11-18T09:33:00Z</dcterms:modified>
</cp:coreProperties>
</file>