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98" w:rsidRDefault="009F7398" w:rsidP="00983DDA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9F7398" w:rsidRPr="007F053F" w:rsidRDefault="009F7398" w:rsidP="00983DDA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9F7398" w:rsidRPr="00AC3001" w:rsidRDefault="009F7398" w:rsidP="00983DDA">
      <w:pPr>
        <w:jc w:val="center"/>
        <w:rPr>
          <w:b/>
          <w:bCs/>
          <w:sz w:val="16"/>
          <w:szCs w:val="16"/>
        </w:rPr>
      </w:pPr>
    </w:p>
    <w:p w:rsidR="009F7398" w:rsidRPr="003B79B7" w:rsidRDefault="009F7398" w:rsidP="00983DDA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9F7398" w:rsidRDefault="009F7398" w:rsidP="00983DDA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9F7398" w:rsidRPr="007F053F" w:rsidRDefault="009F7398" w:rsidP="00983DDA">
      <w:pPr>
        <w:jc w:val="center"/>
        <w:rPr>
          <w:b/>
          <w:bCs/>
        </w:rPr>
      </w:pPr>
    </w:p>
    <w:p w:rsidR="009F7398" w:rsidRDefault="009F7398" w:rsidP="00983DDA">
      <w:pPr>
        <w:pStyle w:val="Header"/>
      </w:pPr>
      <w:r>
        <w:rPr>
          <w:b/>
          <w:bCs/>
          <w:lang w:val="uk-UA"/>
        </w:rPr>
        <w:t xml:space="preserve">01.09.2016                </w:t>
      </w:r>
      <w:r>
        <w:rPr>
          <w:b/>
          <w:bCs/>
        </w:rPr>
        <w:t xml:space="preserve">                                     м. Ромни                                       </w:t>
      </w:r>
      <w:r>
        <w:rPr>
          <w:b/>
          <w:bCs/>
          <w:lang w:val="uk-UA"/>
        </w:rPr>
        <w:t xml:space="preserve">       </w:t>
      </w:r>
      <w:r>
        <w:rPr>
          <w:b/>
          <w:bCs/>
        </w:rPr>
        <w:t xml:space="preserve">     № </w:t>
      </w:r>
      <w:r>
        <w:rPr>
          <w:b/>
          <w:bCs/>
          <w:lang w:val="uk-UA"/>
        </w:rPr>
        <w:t>252-ОД</w:t>
      </w:r>
    </w:p>
    <w:p w:rsidR="009F7398" w:rsidRPr="00983DDA" w:rsidRDefault="009F7398" w:rsidP="003F2270">
      <w:pPr>
        <w:tabs>
          <w:tab w:val="left" w:pos="3780"/>
          <w:tab w:val="left" w:pos="8640"/>
        </w:tabs>
        <w:spacing w:line="360" w:lineRule="auto"/>
        <w:jc w:val="both"/>
        <w:rPr>
          <w:sz w:val="28"/>
          <w:szCs w:val="28"/>
        </w:rPr>
      </w:pPr>
    </w:p>
    <w:tbl>
      <w:tblPr>
        <w:tblW w:w="9855" w:type="dxa"/>
        <w:tblLook w:val="00A0"/>
      </w:tblPr>
      <w:tblGrid>
        <w:gridCol w:w="9855"/>
      </w:tblGrid>
      <w:tr w:rsidR="009F7398" w:rsidRPr="00B07D16" w:rsidTr="00B07D16">
        <w:tc>
          <w:tcPr>
            <w:tcW w:w="9855" w:type="dxa"/>
          </w:tcPr>
          <w:p w:rsidR="009F7398" w:rsidRPr="0005183B" w:rsidRDefault="009F7398" w:rsidP="001D4667">
            <w:pPr>
              <w:pStyle w:val="BodyText2"/>
              <w:ind w:right="0"/>
              <w:jc w:val="both"/>
            </w:pPr>
            <w:r>
              <w:t xml:space="preserve">Про комплексну перевірку </w:t>
            </w:r>
            <w:r w:rsidRPr="0005183B">
              <w:t xml:space="preserve">роботи виконавчого комітету </w:t>
            </w:r>
            <w:r>
              <w:t>Андріяшівської</w:t>
            </w:r>
            <w:r w:rsidRPr="0005183B">
              <w:t xml:space="preserve"> сільської ради по здійсненню делегованих повноважень органів виконавчої влади</w:t>
            </w:r>
          </w:p>
        </w:tc>
      </w:tr>
    </w:tbl>
    <w:p w:rsidR="009F7398" w:rsidRDefault="009F7398" w:rsidP="0083494C">
      <w:pPr>
        <w:ind w:firstLine="850"/>
        <w:rPr>
          <w:b/>
          <w:bCs/>
          <w:sz w:val="28"/>
          <w:szCs w:val="28"/>
          <w:lang w:val="uk-UA"/>
        </w:rPr>
      </w:pPr>
    </w:p>
    <w:p w:rsidR="009F7398" w:rsidRDefault="009F739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частини 4 статті 143 Конституції України, статей 6, 13, 28, 39 Закону України «Про місцеві державні адміністрації», статей 11, 42, 76 Закону України «Про місцеве самоврядування в Україні», постанови Кабінету Міністрів України від 9 березня 1999 р. 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szCs w:val="28"/>
          <w:lang w:val="uk-UA"/>
        </w:rPr>
        <w:t>,</w:t>
      </w:r>
      <w:r w:rsidRPr="001D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виконання </w:t>
      </w:r>
      <w:r w:rsidRPr="005F474A">
        <w:rPr>
          <w:sz w:val="28"/>
          <w:lang w:val="uk-UA"/>
        </w:rPr>
        <w:t>розпоряджен</w:t>
      </w:r>
      <w:r>
        <w:rPr>
          <w:sz w:val="28"/>
          <w:lang w:val="uk-UA"/>
        </w:rPr>
        <w:t>ня</w:t>
      </w:r>
      <w:r w:rsidRPr="005F474A">
        <w:rPr>
          <w:sz w:val="28"/>
          <w:lang w:val="uk-UA"/>
        </w:rPr>
        <w:t xml:space="preserve"> голови </w:t>
      </w:r>
      <w:r>
        <w:rPr>
          <w:sz w:val="28"/>
          <w:lang w:val="uk-UA"/>
        </w:rPr>
        <w:t xml:space="preserve">Роменської </w:t>
      </w:r>
      <w:r w:rsidRPr="005F474A">
        <w:rPr>
          <w:sz w:val="28"/>
          <w:lang w:val="uk-UA"/>
        </w:rPr>
        <w:t>рай</w:t>
      </w:r>
      <w:r>
        <w:rPr>
          <w:sz w:val="28"/>
          <w:lang w:val="uk-UA"/>
        </w:rPr>
        <w:t xml:space="preserve">онної державної </w:t>
      </w:r>
      <w:r w:rsidRPr="005F474A">
        <w:rPr>
          <w:sz w:val="28"/>
          <w:lang w:val="uk-UA"/>
        </w:rPr>
        <w:t xml:space="preserve">адміністрації від </w:t>
      </w:r>
      <w:r>
        <w:rPr>
          <w:sz w:val="28"/>
          <w:lang w:val="uk-UA"/>
        </w:rPr>
        <w:t>10</w:t>
      </w:r>
      <w:r w:rsidRPr="005F474A">
        <w:rPr>
          <w:sz w:val="28"/>
          <w:lang w:val="uk-UA"/>
        </w:rPr>
        <w:t>.</w:t>
      </w:r>
      <w:r>
        <w:rPr>
          <w:sz w:val="28"/>
          <w:lang w:val="uk-UA"/>
        </w:rPr>
        <w:t>03</w:t>
      </w:r>
      <w:r w:rsidRPr="005F474A">
        <w:rPr>
          <w:sz w:val="28"/>
          <w:lang w:val="uk-UA"/>
        </w:rPr>
        <w:t>.2006 № 6</w:t>
      </w:r>
      <w:r>
        <w:rPr>
          <w:sz w:val="28"/>
          <w:lang w:val="uk-UA"/>
        </w:rPr>
        <w:t>2-ОД</w:t>
      </w:r>
      <w:r w:rsidRPr="005F474A">
        <w:rPr>
          <w:sz w:val="28"/>
          <w:lang w:val="uk-UA"/>
        </w:rPr>
        <w:t xml:space="preserve"> «Про контрол</w:t>
      </w:r>
      <w:r>
        <w:rPr>
          <w:sz w:val="28"/>
          <w:lang w:val="uk-UA"/>
        </w:rPr>
        <w:t>ь</w:t>
      </w:r>
      <w:r w:rsidRPr="005F474A">
        <w:rPr>
          <w:sz w:val="28"/>
          <w:lang w:val="uk-UA"/>
        </w:rPr>
        <w:t xml:space="preserve"> за здійсненням органами місцевого самоврядування </w:t>
      </w:r>
      <w:r>
        <w:rPr>
          <w:sz w:val="28"/>
          <w:lang w:val="uk-UA"/>
        </w:rPr>
        <w:t xml:space="preserve">Роменського району </w:t>
      </w:r>
      <w:r w:rsidRPr="005F474A">
        <w:rPr>
          <w:sz w:val="28"/>
          <w:lang w:val="uk-UA"/>
        </w:rPr>
        <w:t>делегованих повноважень органів виконавчої влади»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плану роботи районної державної адміністрації на ІІІ квартал 2016 року та з метою вивчення роботи виконавчого комітету Андріяшівської сільської ради по здійсненню делегованих повноважень органів виконавчої влади:</w:t>
      </w:r>
    </w:p>
    <w:p w:rsidR="009F7398" w:rsidRDefault="009F7398" w:rsidP="008D41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комісію по проведенню комплексної перевірки роботи виконавчого комітету Андріяшівської сільської ради по здійсненню делегованих повноважень органів виконавчої влади та затвердити її склад (додається).</w:t>
      </w:r>
    </w:p>
    <w:p w:rsidR="009F7398" w:rsidRDefault="009F7398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перелік питань комплексної перевірки роботи виконавчого комітету Андріяшівської сільської ради по здійсненню делегованих повноважень органів виконавчої влади (додається).</w:t>
      </w:r>
    </w:p>
    <w:p w:rsidR="009F7398" w:rsidRDefault="009F7398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Провести 21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 вересня 2016 року комплексну перевірку роботи виконавчого комітету Андріяшівської сільської ради відповідно до компетенції та надати методичну та практичну допомогу.</w:t>
      </w:r>
    </w:p>
    <w:p w:rsidR="009F7398" w:rsidRDefault="009F7398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Членам комісії надати матеріали за результатами перевірки відділу організаційної роботи та комунікацій з громадськістю апарату районної державної адміністрації до 29 вересня 2016 року.</w:t>
      </w:r>
    </w:p>
    <w:p w:rsidR="009F7398" w:rsidRDefault="009F7398" w:rsidP="00983DDA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Голові комісії узагальнити матеріали перевірки і надати голові Роменської районної державної адміністрації на розгляд до 13 жовтня</w:t>
      </w:r>
      <w:r w:rsidRPr="00B7209A">
        <w:rPr>
          <w:sz w:val="28"/>
          <w:szCs w:val="28"/>
          <w:lang w:val="uk-UA"/>
        </w:rPr>
        <w:t xml:space="preserve"> 2016 року</w:t>
      </w:r>
      <w:r>
        <w:rPr>
          <w:sz w:val="28"/>
          <w:szCs w:val="28"/>
          <w:lang w:val="uk-UA"/>
        </w:rPr>
        <w:t>.</w:t>
      </w:r>
    </w:p>
    <w:p w:rsidR="009F7398" w:rsidRDefault="009F7398" w:rsidP="00E5217F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09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B0967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</w:t>
      </w:r>
      <w:r w:rsidRPr="003B0967">
        <w:rPr>
          <w:sz w:val="28"/>
          <w:szCs w:val="28"/>
          <w:lang w:val="uk-UA"/>
        </w:rPr>
        <w:t xml:space="preserve"> цього розпорядження залишаю за собою.</w:t>
      </w:r>
    </w:p>
    <w:p w:rsidR="009F7398" w:rsidRDefault="009F7398">
      <w:pPr>
        <w:pStyle w:val="Heading1"/>
        <w:ind w:firstLine="0"/>
        <w:jc w:val="both"/>
        <w:rPr>
          <w:b w:val="0"/>
          <w:bCs w:val="0"/>
        </w:rPr>
      </w:pPr>
    </w:p>
    <w:p w:rsidR="009F7398" w:rsidRDefault="009F7398" w:rsidP="00E50508">
      <w:pPr>
        <w:pStyle w:val="Heading1"/>
        <w:tabs>
          <w:tab w:val="left" w:pos="6000"/>
        </w:tabs>
        <w:ind w:firstLine="0"/>
        <w:jc w:val="both"/>
      </w:pPr>
      <w:r>
        <w:t>Голова Роменської районної</w:t>
      </w:r>
    </w:p>
    <w:p w:rsidR="009F7398" w:rsidRDefault="009F7398">
      <w:pPr>
        <w:pStyle w:val="Heading1"/>
        <w:tabs>
          <w:tab w:val="left" w:pos="7088"/>
        </w:tabs>
        <w:ind w:firstLine="0"/>
        <w:jc w:val="both"/>
      </w:pPr>
      <w:r>
        <w:t>державної адміністрації</w:t>
      </w:r>
      <w:r>
        <w:tab/>
        <w:t>В.О.Білоха</w:t>
      </w:r>
    </w:p>
    <w:p w:rsidR="009F7398" w:rsidRDefault="009F7398" w:rsidP="005C0B3B">
      <w:pPr>
        <w:rPr>
          <w:lang w:val="uk-UA"/>
        </w:rPr>
      </w:pPr>
    </w:p>
    <w:p w:rsidR="009F7398" w:rsidRDefault="009F7398" w:rsidP="005C0B3B">
      <w:pPr>
        <w:rPr>
          <w:lang w:val="uk-UA"/>
        </w:rPr>
      </w:pPr>
    </w:p>
    <w:p w:rsidR="009F7398" w:rsidRDefault="009F7398" w:rsidP="005C0B3B">
      <w:pPr>
        <w:rPr>
          <w:lang w:val="uk-UA"/>
        </w:rPr>
      </w:pPr>
    </w:p>
    <w:p w:rsidR="009F7398" w:rsidRDefault="009F7398" w:rsidP="005C0B3B">
      <w:pPr>
        <w:rPr>
          <w:lang w:val="uk-UA"/>
        </w:rPr>
      </w:pPr>
    </w:p>
    <w:p w:rsidR="009F7398" w:rsidRDefault="009F7398" w:rsidP="005C0B3B">
      <w:pPr>
        <w:ind w:firstLine="5954"/>
        <w:rPr>
          <w:sz w:val="28"/>
          <w:szCs w:val="28"/>
          <w:lang w:val="uk-UA"/>
        </w:rPr>
      </w:pPr>
    </w:p>
    <w:p w:rsidR="009F7398" w:rsidRPr="004175DE" w:rsidRDefault="009F7398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9F7398" w:rsidRPr="000C7A9D" w:rsidRDefault="009F7398" w:rsidP="005C0B3B">
      <w:pPr>
        <w:tabs>
          <w:tab w:val="left" w:pos="8265"/>
        </w:tabs>
        <w:ind w:left="59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9F7398" w:rsidRDefault="009F7398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9F7398" w:rsidRPr="000C7A9D" w:rsidRDefault="009F7398" w:rsidP="005C0B3B">
      <w:pPr>
        <w:ind w:left="5940"/>
        <w:rPr>
          <w:sz w:val="16"/>
          <w:szCs w:val="16"/>
          <w:lang w:val="uk-UA"/>
        </w:rPr>
      </w:pPr>
    </w:p>
    <w:p w:rsidR="009F7398" w:rsidRPr="004175DE" w:rsidRDefault="009F7398" w:rsidP="005C0B3B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01.09.2016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252-ОД</w:t>
      </w:r>
    </w:p>
    <w:p w:rsidR="009F7398" w:rsidRPr="00C0762B" w:rsidRDefault="009F7398" w:rsidP="005C0B3B">
      <w:pPr>
        <w:ind w:left="3540" w:firstLine="708"/>
        <w:rPr>
          <w:sz w:val="16"/>
          <w:szCs w:val="16"/>
          <w:lang w:val="uk-UA"/>
        </w:rPr>
      </w:pPr>
    </w:p>
    <w:p w:rsidR="009F7398" w:rsidRPr="003340BC" w:rsidRDefault="009F7398" w:rsidP="005C0B3B">
      <w:pPr>
        <w:ind w:left="3540" w:firstLine="708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9F7398" w:rsidRPr="003340BC" w:rsidRDefault="009F7398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</w:t>
      </w:r>
      <w:r>
        <w:rPr>
          <w:sz w:val="28"/>
          <w:szCs w:val="28"/>
          <w:lang w:val="uk-UA"/>
        </w:rPr>
        <w:t>ої</w:t>
      </w:r>
      <w:r w:rsidRPr="003340BC">
        <w:rPr>
          <w:sz w:val="28"/>
          <w:szCs w:val="28"/>
          <w:lang w:val="uk-UA"/>
        </w:rPr>
        <w:t xml:space="preserve"> перевірк</w:t>
      </w:r>
      <w:r>
        <w:rPr>
          <w:sz w:val="28"/>
          <w:szCs w:val="28"/>
          <w:lang w:val="uk-UA"/>
        </w:rPr>
        <w:t>и</w:t>
      </w:r>
      <w:r w:rsidRPr="003340BC">
        <w:rPr>
          <w:sz w:val="28"/>
          <w:szCs w:val="28"/>
          <w:lang w:val="uk-UA"/>
        </w:rPr>
        <w:t xml:space="preserve"> виконавч</w:t>
      </w:r>
      <w:r>
        <w:rPr>
          <w:sz w:val="28"/>
          <w:szCs w:val="28"/>
          <w:lang w:val="uk-UA"/>
        </w:rPr>
        <w:t>ого</w:t>
      </w:r>
    </w:p>
    <w:p w:rsidR="009F7398" w:rsidRDefault="009F7398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Андріяшівської сільської ради </w:t>
      </w:r>
      <w:r w:rsidRPr="003340BC">
        <w:rPr>
          <w:sz w:val="28"/>
          <w:szCs w:val="28"/>
          <w:lang w:val="uk-UA"/>
        </w:rPr>
        <w:t>щодо здійснення делегованих повноважень органів виконавчої влади</w:t>
      </w:r>
    </w:p>
    <w:p w:rsidR="009F7398" w:rsidRPr="008F1551" w:rsidRDefault="009F7398" w:rsidP="00C46793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p w:rsidR="009F7398" w:rsidRDefault="009F7398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Середа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21 вересня 2016 року</w:t>
      </w:r>
    </w:p>
    <w:p w:rsidR="009F7398" w:rsidRPr="005859FE" w:rsidRDefault="009F7398" w:rsidP="005C0B3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781" w:type="dxa"/>
        <w:tblInd w:w="108" w:type="dxa"/>
        <w:tblLayout w:type="fixed"/>
        <w:tblLook w:val="00A0"/>
      </w:tblPr>
      <w:tblGrid>
        <w:gridCol w:w="2977"/>
        <w:gridCol w:w="284"/>
        <w:gridCol w:w="6520"/>
      </w:tblGrid>
      <w:tr w:rsidR="009F7398" w:rsidTr="006F4236">
        <w:tc>
          <w:tcPr>
            <w:tcW w:w="2977" w:type="dxa"/>
          </w:tcPr>
          <w:p w:rsidR="009F7398" w:rsidRDefault="009F7398" w:rsidP="00401A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Ломко Михайло Олександрович</w:t>
            </w:r>
          </w:p>
        </w:tc>
        <w:tc>
          <w:tcPr>
            <w:tcW w:w="284" w:type="dxa"/>
          </w:tcPr>
          <w:p w:rsidR="009F7398" w:rsidRDefault="009F7398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Default="009F7398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апарату районної державної адміністрації, голова комісії</w:t>
            </w:r>
          </w:p>
        </w:tc>
      </w:tr>
      <w:tr w:rsidR="009F7398" w:rsidRPr="00B82006" w:rsidTr="006F4236">
        <w:tc>
          <w:tcPr>
            <w:tcW w:w="2977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Pr="00E724A7" w:rsidRDefault="009F7398" w:rsidP="000C7A9D">
            <w:pPr>
              <w:tabs>
                <w:tab w:val="left" w:pos="973"/>
              </w:tabs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та комунікацій з громадськістю апарату районної державної адміністрації, заступник голови комісії</w:t>
            </w:r>
          </w:p>
        </w:tc>
      </w:tr>
      <w:tr w:rsidR="009F7398" w:rsidRPr="00401A18" w:rsidTr="006F4236">
        <w:tc>
          <w:tcPr>
            <w:tcW w:w="2977" w:type="dxa"/>
          </w:tcPr>
          <w:p w:rsidR="009F7398" w:rsidRDefault="009F7398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Анісімова </w:t>
            </w:r>
          </w:p>
          <w:p w:rsidR="009F7398" w:rsidRDefault="009F7398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Вікторівна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9F7398" w:rsidRDefault="009F7398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Default="009F7398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районної державної адміністрації</w:t>
            </w:r>
          </w:p>
        </w:tc>
      </w:tr>
      <w:tr w:rsidR="009F7398" w:rsidRPr="00401A18" w:rsidTr="006F4236">
        <w:tc>
          <w:tcPr>
            <w:tcW w:w="2977" w:type="dxa"/>
          </w:tcPr>
          <w:p w:rsidR="009F7398" w:rsidRDefault="009F7398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Ведмідь</w:t>
            </w:r>
          </w:p>
          <w:p w:rsidR="009F7398" w:rsidRPr="002C509C" w:rsidRDefault="009F7398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284" w:type="dxa"/>
          </w:tcPr>
          <w:p w:rsidR="009F7398" w:rsidRDefault="009F7398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Default="009F7398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житлово-комунального господарства, будівництва та інфраструктури районної державної адміністрації</w:t>
            </w:r>
          </w:p>
        </w:tc>
      </w:tr>
      <w:tr w:rsidR="009F7398" w:rsidTr="006F4236">
        <w:tc>
          <w:tcPr>
            <w:tcW w:w="2977" w:type="dxa"/>
          </w:tcPr>
          <w:p w:rsidR="009F7398" w:rsidRPr="00520A02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 xml:space="preserve">Дяченко </w:t>
            </w:r>
          </w:p>
          <w:p w:rsidR="009F7398" w:rsidRPr="00520A02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84" w:type="dxa"/>
          </w:tcPr>
          <w:p w:rsidR="009F7398" w:rsidRPr="00520A02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Pr="00520A02" w:rsidRDefault="009F7398" w:rsidP="00E724A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юридичного відділу апарату районної державної</w:t>
            </w:r>
            <w:r w:rsidRPr="00520A02">
              <w:rPr>
                <w:sz w:val="28"/>
                <w:szCs w:val="28"/>
                <w:lang w:val="uk-UA"/>
              </w:rPr>
              <w:t xml:space="preserve"> адміністрації</w:t>
            </w:r>
          </w:p>
        </w:tc>
      </w:tr>
      <w:tr w:rsidR="009F7398" w:rsidRPr="00B82006" w:rsidTr="006F4236">
        <w:tc>
          <w:tcPr>
            <w:tcW w:w="2977" w:type="dxa"/>
          </w:tcPr>
          <w:p w:rsidR="009F7398" w:rsidRPr="006C57ED" w:rsidRDefault="009F7398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 xml:space="preserve">Жогло </w:t>
            </w:r>
          </w:p>
          <w:p w:rsidR="009F7398" w:rsidRPr="006C57ED" w:rsidRDefault="009F7398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Петро Анатолійович</w:t>
            </w:r>
          </w:p>
        </w:tc>
        <w:tc>
          <w:tcPr>
            <w:tcW w:w="284" w:type="dxa"/>
          </w:tcPr>
          <w:p w:rsidR="009F7398" w:rsidRPr="006C57ED" w:rsidRDefault="009F7398" w:rsidP="004C769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Pr="006C57ED" w:rsidRDefault="009F7398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</w:tr>
      <w:tr w:rsidR="009F7398" w:rsidRPr="0091551F" w:rsidTr="00842093">
        <w:trPr>
          <w:trHeight w:val="477"/>
        </w:trPr>
        <w:tc>
          <w:tcPr>
            <w:tcW w:w="2977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Кишун 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документообігу апарату районної державної адміністрації</w:t>
            </w:r>
          </w:p>
        </w:tc>
      </w:tr>
      <w:tr w:rsidR="009F7398" w:rsidTr="006F4236">
        <w:tc>
          <w:tcPr>
            <w:tcW w:w="2977" w:type="dxa"/>
          </w:tcPr>
          <w:p w:rsidR="009F7398" w:rsidRPr="008F1551" w:rsidRDefault="009F7398" w:rsidP="00E52A9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 xml:space="preserve">Семко </w:t>
            </w:r>
          </w:p>
          <w:p w:rsidR="009F7398" w:rsidRPr="008F1551" w:rsidRDefault="009F7398" w:rsidP="00E52A96">
            <w:pPr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284" w:type="dxa"/>
          </w:tcPr>
          <w:p w:rsidR="009F7398" w:rsidRPr="008F1551" w:rsidRDefault="009F7398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Pr="008F1551" w:rsidRDefault="009F7398" w:rsidP="00E52A96">
            <w:pPr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начальник відділу агропромислового розвитку управління економічного, агропромислового розвитку та торгівлі районної державної адміністрації</w:t>
            </w:r>
          </w:p>
        </w:tc>
      </w:tr>
      <w:tr w:rsidR="009F7398" w:rsidTr="006F4236">
        <w:tc>
          <w:tcPr>
            <w:tcW w:w="2977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Степаненко Зінаїда Володимирівна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районної державної адміністрації</w:t>
            </w:r>
          </w:p>
        </w:tc>
      </w:tr>
      <w:tr w:rsidR="009F7398" w:rsidTr="006F4236">
        <w:tc>
          <w:tcPr>
            <w:tcW w:w="2977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F7398" w:rsidRDefault="009F7398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документообігу апарату районної державної адміністрації</w:t>
            </w:r>
          </w:p>
        </w:tc>
      </w:tr>
    </w:tbl>
    <w:p w:rsidR="009F7398" w:rsidRPr="00C0762B" w:rsidRDefault="009F7398" w:rsidP="005C0B3B">
      <w:pPr>
        <w:spacing w:line="360" w:lineRule="auto"/>
        <w:rPr>
          <w:b/>
          <w:bCs/>
          <w:sz w:val="16"/>
          <w:szCs w:val="16"/>
          <w:lang w:val="uk-UA"/>
        </w:rPr>
      </w:pPr>
    </w:p>
    <w:p w:rsidR="009F7398" w:rsidRDefault="009F7398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9F7398" w:rsidRDefault="009F7398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9F7398" w:rsidRPr="008F1551" w:rsidRDefault="009F7398" w:rsidP="005C0B3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</w:p>
    <w:p w:rsidR="009F7398" w:rsidRPr="00E724A7" w:rsidRDefault="009F7398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9F7398" w:rsidRPr="00E724A7" w:rsidRDefault="009F7398" w:rsidP="005C0B3B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громадськістю</w:t>
      </w:r>
    </w:p>
    <w:p w:rsidR="009F7398" w:rsidRDefault="009F7398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9F7398" w:rsidRPr="00E724A7" w:rsidRDefault="009F7398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9F7398" w:rsidRDefault="009F7398" w:rsidP="005C0B3B">
      <w:pPr>
        <w:ind w:firstLine="5954"/>
        <w:rPr>
          <w:sz w:val="28"/>
          <w:szCs w:val="28"/>
          <w:lang w:val="uk-UA"/>
        </w:rPr>
      </w:pPr>
    </w:p>
    <w:p w:rsidR="009F7398" w:rsidRPr="004175DE" w:rsidRDefault="009F7398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9F7398" w:rsidRPr="000C7A9D" w:rsidRDefault="009F7398" w:rsidP="005C0B3B">
      <w:pPr>
        <w:ind w:left="5940"/>
        <w:rPr>
          <w:sz w:val="16"/>
          <w:szCs w:val="16"/>
          <w:lang w:val="uk-UA"/>
        </w:rPr>
      </w:pPr>
    </w:p>
    <w:p w:rsidR="009F7398" w:rsidRDefault="009F7398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9F7398" w:rsidRPr="000C7A9D" w:rsidRDefault="009F7398" w:rsidP="005C0B3B">
      <w:pPr>
        <w:ind w:left="5940"/>
        <w:rPr>
          <w:sz w:val="16"/>
          <w:szCs w:val="16"/>
          <w:lang w:val="uk-UA"/>
        </w:rPr>
      </w:pPr>
    </w:p>
    <w:p w:rsidR="009F7398" w:rsidRPr="004175DE" w:rsidRDefault="009F7398" w:rsidP="00F57232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01.09.2016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252-ОД</w:t>
      </w:r>
    </w:p>
    <w:p w:rsidR="009F7398" w:rsidRPr="003340BC" w:rsidRDefault="009F7398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9F7398" w:rsidRPr="003340BC" w:rsidRDefault="009F7398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комплексної перевірки виконавч</w:t>
      </w:r>
      <w:r>
        <w:rPr>
          <w:sz w:val="28"/>
          <w:szCs w:val="28"/>
          <w:lang w:val="uk-UA"/>
        </w:rPr>
        <w:t>ого</w:t>
      </w:r>
    </w:p>
    <w:p w:rsidR="009F7398" w:rsidRDefault="009F7398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Андріяшівської сільської ради</w:t>
      </w:r>
      <w:r w:rsidRPr="003340BC">
        <w:rPr>
          <w:sz w:val="28"/>
          <w:szCs w:val="28"/>
          <w:lang w:val="uk-UA"/>
        </w:rPr>
        <w:t xml:space="preserve"> щодо здійснення делегованих повноважень органів виконавчої влади</w:t>
      </w:r>
    </w:p>
    <w:p w:rsidR="009F7398" w:rsidRDefault="009F7398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9F7398" w:rsidRDefault="009F7398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Четвер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 вересня 2016 року</w:t>
      </w:r>
    </w:p>
    <w:p w:rsidR="009F7398" w:rsidRPr="005859FE" w:rsidRDefault="009F7398" w:rsidP="00D60CB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639" w:type="dxa"/>
        <w:tblInd w:w="250" w:type="dxa"/>
        <w:tblLayout w:type="fixed"/>
        <w:tblLook w:val="00A0"/>
      </w:tblPr>
      <w:tblGrid>
        <w:gridCol w:w="3260"/>
        <w:gridCol w:w="284"/>
        <w:gridCol w:w="6095"/>
      </w:tblGrid>
      <w:tr w:rsidR="009F7398" w:rsidTr="006F4236">
        <w:tc>
          <w:tcPr>
            <w:tcW w:w="3260" w:type="dxa"/>
          </w:tcPr>
          <w:p w:rsidR="009F7398" w:rsidRDefault="009F7398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Ломко Михайло Олександрович</w:t>
            </w:r>
          </w:p>
        </w:tc>
        <w:tc>
          <w:tcPr>
            <w:tcW w:w="284" w:type="dxa"/>
          </w:tcPr>
          <w:p w:rsidR="009F7398" w:rsidRDefault="009F7398" w:rsidP="00E4355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7398" w:rsidRDefault="009F7398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апарату районної державної адміністрації, голова комісії</w:t>
            </w:r>
          </w:p>
        </w:tc>
      </w:tr>
      <w:tr w:rsidR="009F7398" w:rsidRPr="00B82006" w:rsidTr="006F4236">
        <w:tc>
          <w:tcPr>
            <w:tcW w:w="3260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7398" w:rsidRPr="00E724A7" w:rsidRDefault="009F7398" w:rsidP="000C7A9D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комісії</w:t>
            </w:r>
          </w:p>
        </w:tc>
      </w:tr>
      <w:tr w:rsidR="009F7398" w:rsidRPr="008F1551" w:rsidTr="006F4236">
        <w:tc>
          <w:tcPr>
            <w:tcW w:w="3260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7398" w:rsidRDefault="009F7398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економічного, агропромислового розвитку та торгівлі районної державної адміністрації</w:t>
            </w:r>
          </w:p>
        </w:tc>
      </w:tr>
      <w:tr w:rsidR="009F7398" w:rsidTr="006F4236">
        <w:tc>
          <w:tcPr>
            <w:tcW w:w="3260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9F7398" w:rsidRDefault="009F7398" w:rsidP="006F423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9F7398" w:rsidTr="006F4236">
        <w:tc>
          <w:tcPr>
            <w:tcW w:w="3260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Левицький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</w:tr>
      <w:tr w:rsidR="009F7398" w:rsidTr="006F4236">
        <w:tc>
          <w:tcPr>
            <w:tcW w:w="3260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Момот 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культури районної державної адміністрації</w:t>
            </w:r>
          </w:p>
        </w:tc>
      </w:tr>
      <w:tr w:rsidR="009F7398" w:rsidRPr="00B82006" w:rsidTr="006F4236">
        <w:tc>
          <w:tcPr>
            <w:tcW w:w="3260" w:type="dxa"/>
          </w:tcPr>
          <w:p w:rsidR="009F7398" w:rsidRPr="00BE17EE" w:rsidRDefault="009F7398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</w:t>
            </w:r>
            <w:r w:rsidRPr="00BE17EE">
              <w:rPr>
                <w:sz w:val="28"/>
                <w:szCs w:val="28"/>
                <w:lang w:val="uk-UA"/>
              </w:rPr>
              <w:t xml:space="preserve"> </w:t>
            </w:r>
          </w:p>
          <w:p w:rsidR="009F7398" w:rsidRDefault="009F7398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Григоріївна</w:t>
            </w:r>
          </w:p>
        </w:tc>
        <w:tc>
          <w:tcPr>
            <w:tcW w:w="284" w:type="dxa"/>
          </w:tcPr>
          <w:p w:rsidR="009F7398" w:rsidRDefault="009F7398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7398" w:rsidRDefault="009F7398" w:rsidP="008F1551">
            <w:pPr>
              <w:pStyle w:val="BodyTextIndent"/>
              <w:ind w:firstLine="0"/>
            </w:pPr>
            <w:r>
              <w:t xml:space="preserve">тимчасово виконуючий обов’язки завідувача сектору </w:t>
            </w:r>
            <w:r w:rsidRPr="00396B70">
              <w:t>містобудування</w:t>
            </w:r>
            <w:r>
              <w:t xml:space="preserve"> та</w:t>
            </w:r>
            <w:r w:rsidRPr="00396B70">
              <w:t xml:space="preserve"> архітектури </w:t>
            </w:r>
            <w:r>
              <w:t>районної державної адміністрації</w:t>
            </w:r>
          </w:p>
        </w:tc>
      </w:tr>
      <w:tr w:rsidR="009F7398" w:rsidRPr="00B82006" w:rsidTr="006F4236">
        <w:tc>
          <w:tcPr>
            <w:tcW w:w="3260" w:type="dxa"/>
          </w:tcPr>
          <w:p w:rsidR="009F7398" w:rsidRPr="00E724A7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Федько </w:t>
            </w:r>
          </w:p>
          <w:p w:rsidR="009F7398" w:rsidRPr="00E724A7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284" w:type="dxa"/>
          </w:tcPr>
          <w:p w:rsidR="009F7398" w:rsidRPr="00E724A7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7398" w:rsidRPr="00E724A7" w:rsidRDefault="009F7398" w:rsidP="00E724A7">
            <w:pPr>
              <w:tabs>
                <w:tab w:val="left" w:pos="7020"/>
              </w:tabs>
              <w:rPr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Pr="00E724A7">
              <w:rPr>
                <w:bCs/>
                <w:sz w:val="28"/>
                <w:szCs w:val="28"/>
                <w:lang w:val="uk-UA"/>
              </w:rPr>
              <w:t>відділу організаційної</w:t>
            </w:r>
          </w:p>
          <w:p w:rsidR="009F7398" w:rsidRPr="00E724A7" w:rsidRDefault="009F7398" w:rsidP="00E724A7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bCs/>
                <w:sz w:val="28"/>
                <w:szCs w:val="28"/>
                <w:lang w:val="uk-UA"/>
              </w:rPr>
              <w:t>роботи</w:t>
            </w:r>
            <w:r w:rsidRPr="00E724A7">
              <w:rPr>
                <w:sz w:val="28"/>
                <w:szCs w:val="28"/>
                <w:lang w:val="uk-UA"/>
              </w:rPr>
              <w:t xml:space="preserve"> та комунікацій з громадськістю апарату районної державної адміністрації</w:t>
            </w:r>
          </w:p>
        </w:tc>
      </w:tr>
      <w:tr w:rsidR="009F7398" w:rsidTr="006F4236">
        <w:tc>
          <w:tcPr>
            <w:tcW w:w="3260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uk-UA"/>
              </w:rPr>
              <w:t>курат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284" w:type="dxa"/>
          </w:tcPr>
          <w:p w:rsidR="009F7398" w:rsidRDefault="009F7398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7398" w:rsidRDefault="009F7398" w:rsidP="00520A02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начальник відділу освіти, молоді та спорту</w:t>
            </w:r>
            <w:r>
              <w:rPr>
                <w:sz w:val="28"/>
                <w:szCs w:val="28"/>
                <w:lang w:val="uk-UA"/>
              </w:rPr>
              <w:t xml:space="preserve">  районної державної адміністрації </w:t>
            </w:r>
          </w:p>
        </w:tc>
      </w:tr>
    </w:tbl>
    <w:p w:rsidR="009F7398" w:rsidRDefault="009F7398" w:rsidP="005C0B3B">
      <w:pPr>
        <w:rPr>
          <w:b/>
          <w:bCs/>
          <w:sz w:val="28"/>
          <w:szCs w:val="28"/>
          <w:lang w:val="uk-UA"/>
        </w:rPr>
      </w:pPr>
    </w:p>
    <w:p w:rsidR="009F7398" w:rsidRDefault="009F7398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9F7398" w:rsidRDefault="009F7398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9F7398" w:rsidRDefault="009F7398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9F7398" w:rsidRPr="00E724A7" w:rsidRDefault="009F7398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9F7398" w:rsidRPr="00E724A7" w:rsidRDefault="009F7398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громадськістю</w:t>
      </w:r>
    </w:p>
    <w:p w:rsidR="009F7398" w:rsidRDefault="009F7398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9F7398" w:rsidRPr="008F1551" w:rsidRDefault="009F7398" w:rsidP="00C0762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9F7398" w:rsidRDefault="009F7398" w:rsidP="005C0B3B">
      <w:pPr>
        <w:ind w:firstLine="5954"/>
        <w:rPr>
          <w:sz w:val="28"/>
          <w:szCs w:val="28"/>
          <w:lang w:val="uk-UA"/>
        </w:rPr>
      </w:pPr>
    </w:p>
    <w:p w:rsidR="009F7398" w:rsidRPr="004175DE" w:rsidRDefault="009F7398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9F7398" w:rsidRPr="000C7A9D" w:rsidRDefault="009F7398" w:rsidP="005C0B3B">
      <w:pPr>
        <w:ind w:left="5940"/>
        <w:rPr>
          <w:sz w:val="16"/>
          <w:szCs w:val="16"/>
          <w:lang w:val="uk-UA"/>
        </w:rPr>
      </w:pPr>
    </w:p>
    <w:p w:rsidR="009F7398" w:rsidRDefault="009F7398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9F7398" w:rsidRPr="000C7A9D" w:rsidRDefault="009F7398" w:rsidP="005C0B3B">
      <w:pPr>
        <w:ind w:left="5940"/>
        <w:rPr>
          <w:sz w:val="16"/>
          <w:szCs w:val="16"/>
          <w:lang w:val="uk-UA"/>
        </w:rPr>
      </w:pPr>
    </w:p>
    <w:p w:rsidR="009F7398" w:rsidRPr="004175DE" w:rsidRDefault="009F7398" w:rsidP="00F57232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01.09.2016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252-ОД</w:t>
      </w:r>
    </w:p>
    <w:p w:rsidR="009F7398" w:rsidRPr="003340BC" w:rsidRDefault="009F7398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ПЕРЕЛІК</w:t>
      </w:r>
    </w:p>
    <w:p w:rsidR="009F7398" w:rsidRPr="003340BC" w:rsidRDefault="009F7398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питань комплексної перевірки роботи виконавч</w:t>
      </w:r>
      <w:r>
        <w:rPr>
          <w:sz w:val="28"/>
          <w:szCs w:val="28"/>
          <w:lang w:val="uk-UA"/>
        </w:rPr>
        <w:t>ого</w:t>
      </w:r>
    </w:p>
    <w:p w:rsidR="009F7398" w:rsidRDefault="009F7398" w:rsidP="005C0B3B">
      <w:pPr>
        <w:ind w:right="98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Андріяшівської сільської ради</w:t>
      </w:r>
      <w:r w:rsidRPr="003340BC">
        <w:rPr>
          <w:sz w:val="28"/>
          <w:szCs w:val="28"/>
          <w:lang w:val="uk-UA"/>
        </w:rPr>
        <w:t xml:space="preserve"> по здійсненню делегованих повноважень органів виконавчої влади</w:t>
      </w:r>
    </w:p>
    <w:p w:rsidR="009F7398" w:rsidRPr="00E51BED" w:rsidRDefault="009F7398" w:rsidP="005C0B3B">
      <w:pPr>
        <w:ind w:right="98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9F7398" w:rsidTr="006F4236">
        <w:tc>
          <w:tcPr>
            <w:tcW w:w="709" w:type="dxa"/>
          </w:tcPr>
          <w:p w:rsidR="009F7398" w:rsidRDefault="009F7398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vertAlign w:val="superscript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4549" w:type="dxa"/>
          </w:tcPr>
          <w:p w:rsidR="009F7398" w:rsidRDefault="009F7398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Структурний підрозділ райдержадміністрації, територіальний підрозділ центральних органів виконавчої влади в районі</w:t>
            </w:r>
          </w:p>
        </w:tc>
        <w:tc>
          <w:tcPr>
            <w:tcW w:w="4381" w:type="dxa"/>
          </w:tcPr>
          <w:p w:rsidR="009F7398" w:rsidRDefault="009F7398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9F7398" w:rsidRDefault="009F7398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9F7398" w:rsidRDefault="009F7398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Default="009F7398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r w:rsidRPr="00E724A7">
              <w:rPr>
                <w:sz w:val="28"/>
                <w:szCs w:val="28"/>
                <w:lang w:val="uk-UA"/>
              </w:rPr>
              <w:t>організаційної роботи та комунікацій з громадськістю апарату</w:t>
            </w:r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4381" w:type="dxa"/>
          </w:tcPr>
          <w:p w:rsidR="009F7398" w:rsidRDefault="009F7398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3, пункт б, частина 1 стаття 38</w:t>
            </w: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Default="009F7398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документообігу апарату районної державної адміністрації</w:t>
            </w:r>
          </w:p>
        </w:tc>
        <w:tc>
          <w:tcPr>
            <w:tcW w:w="4381" w:type="dxa"/>
          </w:tcPr>
          <w:p w:rsidR="009F7398" w:rsidRDefault="009F7398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1, пункт б, частина 1 стаття 38</w:t>
            </w: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Pr="00E724A7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Юридичний відділ апарату районної державної адміністрації</w:t>
            </w:r>
          </w:p>
        </w:tc>
        <w:tc>
          <w:tcPr>
            <w:tcW w:w="4381" w:type="dxa"/>
          </w:tcPr>
          <w:p w:rsidR="009F7398" w:rsidRPr="00D666D2" w:rsidRDefault="009F7398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 4, пункт б, частина 1 стаття 38</w:t>
            </w: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Pr="00C32F8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районної державної адміністрації</w:t>
            </w:r>
          </w:p>
        </w:tc>
        <w:tc>
          <w:tcPr>
            <w:tcW w:w="4381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1, пункт б, стаття 28</w:t>
            </w: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Default="009F7398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економічного, агропромислового розвитку та торгівлі районної державної адміністрації</w:t>
            </w:r>
          </w:p>
        </w:tc>
        <w:tc>
          <w:tcPr>
            <w:tcW w:w="4381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 пункт б, стаття 27;</w:t>
            </w:r>
          </w:p>
          <w:p w:rsidR="009F7398" w:rsidRPr="00B82006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2, 3, пункт б, стаття 28;</w:t>
            </w:r>
          </w:p>
          <w:p w:rsidR="009F7398" w:rsidRPr="00B82006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4 пункт б, стаття 30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5, пункт б, частина 1 стаття 33</w:t>
            </w: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районної державної адміністрації</w:t>
            </w:r>
          </w:p>
        </w:tc>
        <w:tc>
          <w:tcPr>
            <w:tcW w:w="4381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6, пункт б, стаття 30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5, 6, 8, 9, 10, 12, 14 пункт б, частина 1 стаття 34</w:t>
            </w: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 районної державної адміністрації</w:t>
            </w:r>
          </w:p>
        </w:tc>
        <w:tc>
          <w:tcPr>
            <w:tcW w:w="4381" w:type="dxa"/>
          </w:tcPr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5 пункт б стаття 31;</w:t>
            </w:r>
          </w:p>
          <w:p w:rsidR="009F7398" w:rsidRDefault="009F7398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9, 10, 11, пункт б, стаття 32; частина 2 стаття 34</w:t>
            </w: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Default="009F7398" w:rsidP="004408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містобудування та архітектури районної державної адміністрації</w:t>
            </w:r>
          </w:p>
        </w:tc>
        <w:tc>
          <w:tcPr>
            <w:tcW w:w="4381" w:type="dxa"/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3, 5, 6, пункт б, частина 1 стаття</w:t>
            </w:r>
            <w:r>
              <w:rPr>
                <w:sz w:val="28"/>
                <w:szCs w:val="28"/>
              </w:rPr>
              <w:t xml:space="preserve"> 31</w:t>
            </w:r>
          </w:p>
          <w:p w:rsidR="009F7398" w:rsidRPr="00B669B8" w:rsidRDefault="009F7398" w:rsidP="00A301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7398" w:rsidTr="006F4236">
        <w:tc>
          <w:tcPr>
            <w:tcW w:w="709" w:type="dxa"/>
          </w:tcPr>
          <w:p w:rsidR="009F7398" w:rsidRDefault="009F7398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Default="009F7398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житлово-комунального господарства, будівництва та інфраструктури районної державної </w:t>
            </w:r>
          </w:p>
        </w:tc>
        <w:tc>
          <w:tcPr>
            <w:tcW w:w="4381" w:type="dxa"/>
          </w:tcPr>
          <w:p w:rsidR="009F7398" w:rsidRDefault="009F7398" w:rsidP="00A301FB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5, 7, 8, 9, 10, 12, пункт</w:t>
            </w:r>
          </w:p>
          <w:p w:rsidR="009F7398" w:rsidRDefault="009F7398" w:rsidP="00C24E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б, стаття 30; </w:t>
            </w:r>
          </w:p>
          <w:p w:rsidR="009F7398" w:rsidRPr="00B669B8" w:rsidRDefault="009F7398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пункт 7, пункт б частина 1 стаття </w:t>
            </w:r>
          </w:p>
        </w:tc>
      </w:tr>
    </w:tbl>
    <w:p w:rsidR="009F7398" w:rsidRPr="00396B70" w:rsidRDefault="009F7398" w:rsidP="005C0B3B">
      <w:pPr>
        <w:rPr>
          <w:lang w:val="uk-UA"/>
        </w:rPr>
      </w:pPr>
    </w:p>
    <w:p w:rsidR="009F7398" w:rsidRDefault="009F7398" w:rsidP="00D60CBB">
      <w:pPr>
        <w:jc w:val="center"/>
        <w:rPr>
          <w:lang w:val="uk-UA"/>
        </w:rPr>
      </w:pPr>
      <w:r>
        <w:rPr>
          <w:lang w:val="uk-UA"/>
        </w:rPr>
        <w:t>2</w:t>
      </w:r>
    </w:p>
    <w:p w:rsidR="009F7398" w:rsidRDefault="009F7398" w:rsidP="00D60CBB">
      <w:pPr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9F7398" w:rsidTr="000A09FF">
        <w:tc>
          <w:tcPr>
            <w:tcW w:w="9639" w:type="dxa"/>
            <w:gridSpan w:val="3"/>
          </w:tcPr>
          <w:p w:rsidR="009F7398" w:rsidRPr="006D0FFA" w:rsidRDefault="009F7398" w:rsidP="000A09FF">
            <w:pPr>
              <w:tabs>
                <w:tab w:val="left" w:pos="939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Продовження таблиці</w:t>
            </w:r>
          </w:p>
        </w:tc>
      </w:tr>
      <w:tr w:rsidR="009F7398" w:rsidTr="000A09FF">
        <w:tc>
          <w:tcPr>
            <w:tcW w:w="709" w:type="dxa"/>
          </w:tcPr>
          <w:p w:rsidR="009F739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9F7398" w:rsidRDefault="009F7398" w:rsidP="000A09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9F7398" w:rsidRPr="00B669B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Pr="00B669B8">
              <w:rPr>
                <w:sz w:val="28"/>
                <w:szCs w:val="28"/>
                <w:lang w:val="uk-UA"/>
              </w:rPr>
              <w:t>3</w:t>
            </w:r>
          </w:p>
        </w:tc>
      </w:tr>
      <w:tr w:rsidR="009F7398" w:rsidTr="000A09FF">
        <w:tc>
          <w:tcPr>
            <w:tcW w:w="709" w:type="dxa"/>
          </w:tcPr>
          <w:p w:rsidR="009F739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9F7398" w:rsidRDefault="009F7398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адміністрації</w:t>
            </w:r>
          </w:p>
        </w:tc>
        <w:tc>
          <w:tcPr>
            <w:tcW w:w="4381" w:type="dxa"/>
          </w:tcPr>
          <w:p w:rsidR="009F7398" w:rsidRDefault="009F7398" w:rsidP="000A09F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</w:tr>
      <w:tr w:rsidR="009F7398" w:rsidTr="000A09FF">
        <w:tc>
          <w:tcPr>
            <w:tcW w:w="709" w:type="dxa"/>
            <w:tcBorders>
              <w:bottom w:val="nil"/>
            </w:tcBorders>
          </w:tcPr>
          <w:p w:rsidR="009F7398" w:rsidRDefault="009F7398" w:rsidP="009B4D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549" w:type="dxa"/>
            <w:tcBorders>
              <w:bottom w:val="nil"/>
            </w:tcBorders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Відділ освіти</w:t>
            </w:r>
            <w:r>
              <w:rPr>
                <w:sz w:val="28"/>
                <w:szCs w:val="28"/>
                <w:lang w:val="uk-UA"/>
              </w:rPr>
              <w:t>, молоді та спорту районної державної адміністрації</w:t>
            </w:r>
          </w:p>
        </w:tc>
        <w:tc>
          <w:tcPr>
            <w:tcW w:w="4381" w:type="dxa"/>
            <w:tcBorders>
              <w:bottom w:val="nil"/>
            </w:tcBorders>
          </w:tcPr>
          <w:p w:rsidR="009F739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пункти </w:t>
            </w:r>
            <w:r>
              <w:rPr>
                <w:sz w:val="28"/>
                <w:szCs w:val="28"/>
                <w:lang w:val="uk-UA"/>
              </w:rPr>
              <w:t>1, 2, 4, 5, 6, 7, 8, 9, 10, 11 пункт б, стаття 32;</w:t>
            </w:r>
          </w:p>
          <w:p w:rsidR="009F739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7, пункт б, частина 1; частина 2 стаття 34;</w:t>
            </w:r>
          </w:p>
          <w:p w:rsidR="009F739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8, пункт б стаття 36</w:t>
            </w:r>
          </w:p>
        </w:tc>
      </w:tr>
      <w:tr w:rsidR="009F7398" w:rsidTr="000A09FF">
        <w:tc>
          <w:tcPr>
            <w:tcW w:w="709" w:type="dxa"/>
          </w:tcPr>
          <w:p w:rsidR="009F739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549" w:type="dxa"/>
          </w:tcPr>
          <w:p w:rsidR="009F7398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районної державної адміністрації</w:t>
            </w:r>
          </w:p>
        </w:tc>
        <w:tc>
          <w:tcPr>
            <w:tcW w:w="4381" w:type="dxa"/>
          </w:tcPr>
          <w:p w:rsidR="009F7398" w:rsidRPr="00B669B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7,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8, пункт б, стаття 32;</w:t>
            </w:r>
          </w:p>
          <w:p w:rsidR="009F7398" w:rsidRPr="00B669B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2, 4, пункт б, частина 1 стаття 34</w:t>
            </w:r>
          </w:p>
        </w:tc>
      </w:tr>
      <w:tr w:rsidR="009F7398" w:rsidTr="000A09FF">
        <w:tc>
          <w:tcPr>
            <w:tcW w:w="709" w:type="dxa"/>
          </w:tcPr>
          <w:p w:rsidR="009F7398" w:rsidRDefault="009F7398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549" w:type="dxa"/>
          </w:tcPr>
          <w:p w:rsidR="009F739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Держгеокадастру у Роменському районі Сумської області</w:t>
            </w:r>
          </w:p>
        </w:tc>
        <w:tc>
          <w:tcPr>
            <w:tcW w:w="4381" w:type="dxa"/>
          </w:tcPr>
          <w:p w:rsidR="009F7398" w:rsidRPr="00B669B8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1,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2,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3,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5, 8,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9,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10, пункт б, частина 1 стаття 33</w:t>
            </w:r>
          </w:p>
        </w:tc>
      </w:tr>
      <w:tr w:rsidR="009F7398" w:rsidRPr="00EA757D" w:rsidTr="000A09FF">
        <w:tc>
          <w:tcPr>
            <w:tcW w:w="709" w:type="dxa"/>
          </w:tcPr>
          <w:p w:rsidR="009F7398" w:rsidRDefault="009F7398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4549" w:type="dxa"/>
          </w:tcPr>
          <w:p w:rsidR="009F7398" w:rsidRPr="00B82006" w:rsidRDefault="009F7398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  <w:tc>
          <w:tcPr>
            <w:tcW w:w="4381" w:type="dxa"/>
          </w:tcPr>
          <w:p w:rsidR="009F7398" w:rsidRPr="00B82006" w:rsidRDefault="009F7398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 xml:space="preserve">пункт 14, пункт б, частина 1 стаття 34; </w:t>
            </w:r>
          </w:p>
          <w:p w:rsidR="009F7398" w:rsidRPr="00B82006" w:rsidRDefault="009F7398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5 пункт б, частина 1 стаття 36;</w:t>
            </w:r>
          </w:p>
          <w:p w:rsidR="009F7398" w:rsidRPr="00B82006" w:rsidRDefault="009F7398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2, 7 пункт б, частина 1 стаття 38</w:t>
            </w:r>
          </w:p>
        </w:tc>
      </w:tr>
      <w:tr w:rsidR="009F7398" w:rsidRPr="008F1551" w:rsidTr="000A09FF">
        <w:tc>
          <w:tcPr>
            <w:tcW w:w="709" w:type="dxa"/>
          </w:tcPr>
          <w:p w:rsidR="009F7398" w:rsidRDefault="009F7398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4549" w:type="dxa"/>
          </w:tcPr>
          <w:p w:rsidR="009F7398" w:rsidRPr="00B82006" w:rsidRDefault="009F7398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  <w:tc>
          <w:tcPr>
            <w:tcW w:w="4381" w:type="dxa"/>
          </w:tcPr>
          <w:p w:rsidR="009F7398" w:rsidRDefault="009F7398" w:rsidP="00C076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6, пункт б, частина 1 стаття 33;</w:t>
            </w:r>
          </w:p>
          <w:p w:rsidR="009F7398" w:rsidRPr="00887C5F" w:rsidRDefault="009F7398" w:rsidP="00C0762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2, 3-1 пункт б, частина 1 стаття 38</w:t>
            </w:r>
          </w:p>
        </w:tc>
      </w:tr>
    </w:tbl>
    <w:p w:rsidR="009F7398" w:rsidRDefault="009F7398" w:rsidP="00D60CBB">
      <w:pPr>
        <w:tabs>
          <w:tab w:val="left" w:pos="2475"/>
        </w:tabs>
        <w:rPr>
          <w:b/>
          <w:bCs/>
          <w:sz w:val="28"/>
          <w:szCs w:val="28"/>
          <w:lang w:val="uk-UA"/>
        </w:rPr>
      </w:pPr>
    </w:p>
    <w:p w:rsidR="009F7398" w:rsidRDefault="009F7398" w:rsidP="00D60CBB">
      <w:pPr>
        <w:rPr>
          <w:b/>
          <w:bCs/>
          <w:sz w:val="28"/>
          <w:szCs w:val="28"/>
          <w:lang w:val="uk-UA"/>
        </w:rPr>
      </w:pPr>
    </w:p>
    <w:p w:rsidR="009F7398" w:rsidRDefault="009F7398" w:rsidP="00D60C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9F7398" w:rsidRDefault="009F7398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9F7398" w:rsidRDefault="009F7398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9F7398" w:rsidRPr="00E724A7" w:rsidRDefault="009F7398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9F7398" w:rsidRDefault="009F7398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</w:t>
      </w:r>
      <w:r>
        <w:rPr>
          <w:b/>
          <w:bCs/>
          <w:sz w:val="28"/>
          <w:szCs w:val="28"/>
          <w:lang w:val="uk-UA"/>
        </w:rPr>
        <w:t>дськістю</w:t>
      </w:r>
    </w:p>
    <w:p w:rsidR="009F7398" w:rsidRDefault="009F7398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9F7398" w:rsidRPr="00D07A9D" w:rsidRDefault="009F7398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9F7398" w:rsidRPr="007E71B9" w:rsidRDefault="009F7398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sectPr w:rsidR="009F7398" w:rsidRPr="007E71B9" w:rsidSect="00D864EC">
      <w:headerReference w:type="default" r:id="rId7"/>
      <w:headerReference w:type="first" r:id="rId8"/>
      <w:pgSz w:w="11906" w:h="16838"/>
      <w:pgMar w:top="284" w:right="424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398" w:rsidRDefault="009F7398">
      <w:r>
        <w:separator/>
      </w:r>
    </w:p>
  </w:endnote>
  <w:endnote w:type="continuationSeparator" w:id="0">
    <w:p w:rsidR="009F7398" w:rsidRDefault="009F7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398" w:rsidRDefault="009F7398">
      <w:r>
        <w:separator/>
      </w:r>
    </w:p>
  </w:footnote>
  <w:footnote w:type="continuationSeparator" w:id="0">
    <w:p w:rsidR="009F7398" w:rsidRDefault="009F7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398" w:rsidRDefault="009F7398" w:rsidP="007C54BC">
    <w:pPr>
      <w:pStyle w:val="Header"/>
      <w:tabs>
        <w:tab w:val="clear" w:pos="4677"/>
        <w:tab w:val="center" w:pos="9639"/>
      </w:tabs>
      <w:ind w:right="360"/>
    </w:pPr>
  </w:p>
  <w:p w:rsidR="009F7398" w:rsidRDefault="009F73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398" w:rsidRPr="000F78B4" w:rsidRDefault="009F7398" w:rsidP="000F78B4">
    <w:pPr>
      <w:tabs>
        <w:tab w:val="left" w:pos="4200"/>
      </w:tabs>
      <w:jc w:val="center"/>
      <w:rPr>
        <w:lang w:val="uk-U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F47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617FDC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9FB3071"/>
    <w:multiLevelType w:val="hybridMultilevel"/>
    <w:tmpl w:val="46CA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A1E"/>
    <w:rsid w:val="000027DE"/>
    <w:rsid w:val="00007861"/>
    <w:rsid w:val="00013FAE"/>
    <w:rsid w:val="0001633C"/>
    <w:rsid w:val="0004045D"/>
    <w:rsid w:val="0004468C"/>
    <w:rsid w:val="00047B35"/>
    <w:rsid w:val="0005183B"/>
    <w:rsid w:val="000578A7"/>
    <w:rsid w:val="0006773B"/>
    <w:rsid w:val="00084184"/>
    <w:rsid w:val="0009006D"/>
    <w:rsid w:val="00092000"/>
    <w:rsid w:val="0009564B"/>
    <w:rsid w:val="000A09FF"/>
    <w:rsid w:val="000A19F2"/>
    <w:rsid w:val="000A6154"/>
    <w:rsid w:val="000B42FB"/>
    <w:rsid w:val="000C3D63"/>
    <w:rsid w:val="000C5BE2"/>
    <w:rsid w:val="000C7A9D"/>
    <w:rsid w:val="000D074F"/>
    <w:rsid w:val="000D2FE4"/>
    <w:rsid w:val="000D540C"/>
    <w:rsid w:val="000D5BEF"/>
    <w:rsid w:val="000F4257"/>
    <w:rsid w:val="000F5CD4"/>
    <w:rsid w:val="000F78B4"/>
    <w:rsid w:val="00114685"/>
    <w:rsid w:val="00124AAF"/>
    <w:rsid w:val="0013282B"/>
    <w:rsid w:val="00140D68"/>
    <w:rsid w:val="001428F6"/>
    <w:rsid w:val="00142A7C"/>
    <w:rsid w:val="001732C9"/>
    <w:rsid w:val="00177376"/>
    <w:rsid w:val="00183917"/>
    <w:rsid w:val="001865CF"/>
    <w:rsid w:val="00191571"/>
    <w:rsid w:val="00195E10"/>
    <w:rsid w:val="0019758C"/>
    <w:rsid w:val="001A1EC7"/>
    <w:rsid w:val="001A4F40"/>
    <w:rsid w:val="001B012A"/>
    <w:rsid w:val="001B189D"/>
    <w:rsid w:val="001B65C1"/>
    <w:rsid w:val="001B7B4B"/>
    <w:rsid w:val="001C24CF"/>
    <w:rsid w:val="001D3B4C"/>
    <w:rsid w:val="001D3E49"/>
    <w:rsid w:val="001D4667"/>
    <w:rsid w:val="001E68D2"/>
    <w:rsid w:val="001F0456"/>
    <w:rsid w:val="0020026F"/>
    <w:rsid w:val="002115C0"/>
    <w:rsid w:val="0021787A"/>
    <w:rsid w:val="00217AA8"/>
    <w:rsid w:val="0023124F"/>
    <w:rsid w:val="00254C30"/>
    <w:rsid w:val="0025650E"/>
    <w:rsid w:val="00257F9C"/>
    <w:rsid w:val="00270E2C"/>
    <w:rsid w:val="00276EBF"/>
    <w:rsid w:val="00277C22"/>
    <w:rsid w:val="0028269F"/>
    <w:rsid w:val="0028446E"/>
    <w:rsid w:val="002866F9"/>
    <w:rsid w:val="00295D04"/>
    <w:rsid w:val="002962F4"/>
    <w:rsid w:val="002A1A50"/>
    <w:rsid w:val="002A49DE"/>
    <w:rsid w:val="002C509C"/>
    <w:rsid w:val="002D3510"/>
    <w:rsid w:val="002F61CF"/>
    <w:rsid w:val="00317714"/>
    <w:rsid w:val="00317CD9"/>
    <w:rsid w:val="003201D7"/>
    <w:rsid w:val="00322F63"/>
    <w:rsid w:val="00325547"/>
    <w:rsid w:val="00331512"/>
    <w:rsid w:val="003340B1"/>
    <w:rsid w:val="003340BC"/>
    <w:rsid w:val="0033464B"/>
    <w:rsid w:val="00337F91"/>
    <w:rsid w:val="00341B4D"/>
    <w:rsid w:val="003642C7"/>
    <w:rsid w:val="0036799E"/>
    <w:rsid w:val="003718B5"/>
    <w:rsid w:val="00374403"/>
    <w:rsid w:val="00380E21"/>
    <w:rsid w:val="00381EB5"/>
    <w:rsid w:val="00393888"/>
    <w:rsid w:val="00393EBF"/>
    <w:rsid w:val="00396B70"/>
    <w:rsid w:val="003A1A77"/>
    <w:rsid w:val="003A4ED7"/>
    <w:rsid w:val="003A6B9A"/>
    <w:rsid w:val="003B0967"/>
    <w:rsid w:val="003B6AB3"/>
    <w:rsid w:val="003B73F4"/>
    <w:rsid w:val="003B79B7"/>
    <w:rsid w:val="003C4926"/>
    <w:rsid w:val="003E0129"/>
    <w:rsid w:val="003E0EEF"/>
    <w:rsid w:val="003E31C4"/>
    <w:rsid w:val="003E453E"/>
    <w:rsid w:val="003E7963"/>
    <w:rsid w:val="003F0FBB"/>
    <w:rsid w:val="003F2270"/>
    <w:rsid w:val="003F3EBF"/>
    <w:rsid w:val="00401A18"/>
    <w:rsid w:val="00401A9C"/>
    <w:rsid w:val="004158CF"/>
    <w:rsid w:val="004175DE"/>
    <w:rsid w:val="00421427"/>
    <w:rsid w:val="00421C45"/>
    <w:rsid w:val="004229AB"/>
    <w:rsid w:val="004230C7"/>
    <w:rsid w:val="00432D5B"/>
    <w:rsid w:val="00435422"/>
    <w:rsid w:val="00437322"/>
    <w:rsid w:val="00437EE5"/>
    <w:rsid w:val="00440606"/>
    <w:rsid w:val="004408D2"/>
    <w:rsid w:val="00443DD9"/>
    <w:rsid w:val="004441FD"/>
    <w:rsid w:val="0044542D"/>
    <w:rsid w:val="0044643E"/>
    <w:rsid w:val="00452051"/>
    <w:rsid w:val="004530E0"/>
    <w:rsid w:val="0046322E"/>
    <w:rsid w:val="00463395"/>
    <w:rsid w:val="004655DC"/>
    <w:rsid w:val="00466ED1"/>
    <w:rsid w:val="004742B5"/>
    <w:rsid w:val="004849BC"/>
    <w:rsid w:val="0049042D"/>
    <w:rsid w:val="00490AF8"/>
    <w:rsid w:val="00494426"/>
    <w:rsid w:val="0049497A"/>
    <w:rsid w:val="00496F10"/>
    <w:rsid w:val="004A16DD"/>
    <w:rsid w:val="004B291D"/>
    <w:rsid w:val="004C10FA"/>
    <w:rsid w:val="004C7693"/>
    <w:rsid w:val="004D5A8F"/>
    <w:rsid w:val="004E21FF"/>
    <w:rsid w:val="004E46CC"/>
    <w:rsid w:val="004F0B40"/>
    <w:rsid w:val="004F0EBD"/>
    <w:rsid w:val="004F43AF"/>
    <w:rsid w:val="004F7F1F"/>
    <w:rsid w:val="00500BB8"/>
    <w:rsid w:val="00520A02"/>
    <w:rsid w:val="005373D9"/>
    <w:rsid w:val="005406D5"/>
    <w:rsid w:val="00550785"/>
    <w:rsid w:val="005513A3"/>
    <w:rsid w:val="00565C34"/>
    <w:rsid w:val="00565F9B"/>
    <w:rsid w:val="00577972"/>
    <w:rsid w:val="005815B0"/>
    <w:rsid w:val="005827FB"/>
    <w:rsid w:val="005859FE"/>
    <w:rsid w:val="0058682C"/>
    <w:rsid w:val="005913A1"/>
    <w:rsid w:val="00593732"/>
    <w:rsid w:val="005954D1"/>
    <w:rsid w:val="005B3EA1"/>
    <w:rsid w:val="005B4826"/>
    <w:rsid w:val="005C0B3B"/>
    <w:rsid w:val="005C570A"/>
    <w:rsid w:val="005C640F"/>
    <w:rsid w:val="005C68AB"/>
    <w:rsid w:val="005D36FB"/>
    <w:rsid w:val="005D6007"/>
    <w:rsid w:val="005E256B"/>
    <w:rsid w:val="005E4645"/>
    <w:rsid w:val="005E4C14"/>
    <w:rsid w:val="005F23CE"/>
    <w:rsid w:val="005F474A"/>
    <w:rsid w:val="005F6077"/>
    <w:rsid w:val="0060567A"/>
    <w:rsid w:val="006116E2"/>
    <w:rsid w:val="00616CA9"/>
    <w:rsid w:val="00624B53"/>
    <w:rsid w:val="00626813"/>
    <w:rsid w:val="00627427"/>
    <w:rsid w:val="006438F0"/>
    <w:rsid w:val="006442B7"/>
    <w:rsid w:val="00651C42"/>
    <w:rsid w:val="00654AE6"/>
    <w:rsid w:val="00656FBA"/>
    <w:rsid w:val="00662944"/>
    <w:rsid w:val="00680880"/>
    <w:rsid w:val="00681E25"/>
    <w:rsid w:val="0068516C"/>
    <w:rsid w:val="00692654"/>
    <w:rsid w:val="00694516"/>
    <w:rsid w:val="0069752A"/>
    <w:rsid w:val="006A0C03"/>
    <w:rsid w:val="006A1647"/>
    <w:rsid w:val="006A6259"/>
    <w:rsid w:val="006B7F49"/>
    <w:rsid w:val="006C57ED"/>
    <w:rsid w:val="006D06AC"/>
    <w:rsid w:val="006D0FFA"/>
    <w:rsid w:val="006F1C30"/>
    <w:rsid w:val="006F4236"/>
    <w:rsid w:val="00703891"/>
    <w:rsid w:val="00705445"/>
    <w:rsid w:val="007074F3"/>
    <w:rsid w:val="0071091C"/>
    <w:rsid w:val="00722C7F"/>
    <w:rsid w:val="007356E9"/>
    <w:rsid w:val="00735A47"/>
    <w:rsid w:val="00743566"/>
    <w:rsid w:val="00743D86"/>
    <w:rsid w:val="00745788"/>
    <w:rsid w:val="00750952"/>
    <w:rsid w:val="00763068"/>
    <w:rsid w:val="00766496"/>
    <w:rsid w:val="00766E6A"/>
    <w:rsid w:val="00770EF4"/>
    <w:rsid w:val="00773013"/>
    <w:rsid w:val="00775B76"/>
    <w:rsid w:val="007761A8"/>
    <w:rsid w:val="00784484"/>
    <w:rsid w:val="0079014C"/>
    <w:rsid w:val="00795EA3"/>
    <w:rsid w:val="007B4FF2"/>
    <w:rsid w:val="007C4239"/>
    <w:rsid w:val="007C54BC"/>
    <w:rsid w:val="007D2001"/>
    <w:rsid w:val="007E3A5E"/>
    <w:rsid w:val="007E71B9"/>
    <w:rsid w:val="007F053F"/>
    <w:rsid w:val="007F36A0"/>
    <w:rsid w:val="008017F3"/>
    <w:rsid w:val="00811AD3"/>
    <w:rsid w:val="008154A1"/>
    <w:rsid w:val="0082790A"/>
    <w:rsid w:val="00831073"/>
    <w:rsid w:val="0083494C"/>
    <w:rsid w:val="00837608"/>
    <w:rsid w:val="00837C26"/>
    <w:rsid w:val="00842093"/>
    <w:rsid w:val="00844653"/>
    <w:rsid w:val="00844F4C"/>
    <w:rsid w:val="00845596"/>
    <w:rsid w:val="00866DDC"/>
    <w:rsid w:val="0087403E"/>
    <w:rsid w:val="00880C2D"/>
    <w:rsid w:val="00887C5F"/>
    <w:rsid w:val="00890C4D"/>
    <w:rsid w:val="008920D6"/>
    <w:rsid w:val="00895D74"/>
    <w:rsid w:val="00897D0C"/>
    <w:rsid w:val="008A56BE"/>
    <w:rsid w:val="008A6112"/>
    <w:rsid w:val="008B5D4E"/>
    <w:rsid w:val="008B612C"/>
    <w:rsid w:val="008D4193"/>
    <w:rsid w:val="008E1DD3"/>
    <w:rsid w:val="008F1551"/>
    <w:rsid w:val="008F1F46"/>
    <w:rsid w:val="00900807"/>
    <w:rsid w:val="0091551F"/>
    <w:rsid w:val="00917285"/>
    <w:rsid w:val="00921359"/>
    <w:rsid w:val="009241AA"/>
    <w:rsid w:val="00924373"/>
    <w:rsid w:val="00932B42"/>
    <w:rsid w:val="00933F3E"/>
    <w:rsid w:val="00936F80"/>
    <w:rsid w:val="009405A5"/>
    <w:rsid w:val="0094562A"/>
    <w:rsid w:val="009513B0"/>
    <w:rsid w:val="0095175B"/>
    <w:rsid w:val="00955A35"/>
    <w:rsid w:val="00980BF5"/>
    <w:rsid w:val="00983DDA"/>
    <w:rsid w:val="0099401E"/>
    <w:rsid w:val="0099443F"/>
    <w:rsid w:val="009A2EF1"/>
    <w:rsid w:val="009B4723"/>
    <w:rsid w:val="009B4D10"/>
    <w:rsid w:val="009C15DD"/>
    <w:rsid w:val="009C56C7"/>
    <w:rsid w:val="009D4A57"/>
    <w:rsid w:val="009E018B"/>
    <w:rsid w:val="009E1980"/>
    <w:rsid w:val="009E7BF5"/>
    <w:rsid w:val="009F4752"/>
    <w:rsid w:val="009F47E4"/>
    <w:rsid w:val="009F7398"/>
    <w:rsid w:val="00A0028C"/>
    <w:rsid w:val="00A1107B"/>
    <w:rsid w:val="00A15362"/>
    <w:rsid w:val="00A301FB"/>
    <w:rsid w:val="00A3028D"/>
    <w:rsid w:val="00A33429"/>
    <w:rsid w:val="00A3574A"/>
    <w:rsid w:val="00A371A2"/>
    <w:rsid w:val="00A376CC"/>
    <w:rsid w:val="00A40849"/>
    <w:rsid w:val="00A554BC"/>
    <w:rsid w:val="00A7110F"/>
    <w:rsid w:val="00A725D3"/>
    <w:rsid w:val="00A73E91"/>
    <w:rsid w:val="00A7552A"/>
    <w:rsid w:val="00A77D01"/>
    <w:rsid w:val="00A80DD7"/>
    <w:rsid w:val="00A90E0E"/>
    <w:rsid w:val="00A93E8D"/>
    <w:rsid w:val="00AA12B4"/>
    <w:rsid w:val="00AA430E"/>
    <w:rsid w:val="00AA7F39"/>
    <w:rsid w:val="00AB3A7B"/>
    <w:rsid w:val="00AC107D"/>
    <w:rsid w:val="00AC2C22"/>
    <w:rsid w:val="00AC3001"/>
    <w:rsid w:val="00AC560F"/>
    <w:rsid w:val="00AE755A"/>
    <w:rsid w:val="00B07D16"/>
    <w:rsid w:val="00B15ECB"/>
    <w:rsid w:val="00B2433C"/>
    <w:rsid w:val="00B2609F"/>
    <w:rsid w:val="00B42DDD"/>
    <w:rsid w:val="00B446E6"/>
    <w:rsid w:val="00B47413"/>
    <w:rsid w:val="00B61755"/>
    <w:rsid w:val="00B646C0"/>
    <w:rsid w:val="00B669B8"/>
    <w:rsid w:val="00B701F1"/>
    <w:rsid w:val="00B71E1F"/>
    <w:rsid w:val="00B7209A"/>
    <w:rsid w:val="00B8175E"/>
    <w:rsid w:val="00B82006"/>
    <w:rsid w:val="00B9587D"/>
    <w:rsid w:val="00B97796"/>
    <w:rsid w:val="00BB050B"/>
    <w:rsid w:val="00BB4618"/>
    <w:rsid w:val="00BC00C0"/>
    <w:rsid w:val="00BC4D06"/>
    <w:rsid w:val="00BE17EE"/>
    <w:rsid w:val="00BE2FCE"/>
    <w:rsid w:val="00BF0FA2"/>
    <w:rsid w:val="00C02EC7"/>
    <w:rsid w:val="00C05BFA"/>
    <w:rsid w:val="00C0762B"/>
    <w:rsid w:val="00C15390"/>
    <w:rsid w:val="00C24E21"/>
    <w:rsid w:val="00C32F88"/>
    <w:rsid w:val="00C437FE"/>
    <w:rsid w:val="00C444DE"/>
    <w:rsid w:val="00C46793"/>
    <w:rsid w:val="00C473AE"/>
    <w:rsid w:val="00C510A9"/>
    <w:rsid w:val="00C71639"/>
    <w:rsid w:val="00C7545F"/>
    <w:rsid w:val="00C80A08"/>
    <w:rsid w:val="00C80AF0"/>
    <w:rsid w:val="00C840B8"/>
    <w:rsid w:val="00C8603A"/>
    <w:rsid w:val="00C94690"/>
    <w:rsid w:val="00CC0EC6"/>
    <w:rsid w:val="00CE5E2C"/>
    <w:rsid w:val="00CF0BDA"/>
    <w:rsid w:val="00CF55A7"/>
    <w:rsid w:val="00D07A9D"/>
    <w:rsid w:val="00D12AF1"/>
    <w:rsid w:val="00D1358A"/>
    <w:rsid w:val="00D21ACB"/>
    <w:rsid w:val="00D42DFD"/>
    <w:rsid w:val="00D45ADD"/>
    <w:rsid w:val="00D46991"/>
    <w:rsid w:val="00D5291D"/>
    <w:rsid w:val="00D60CBB"/>
    <w:rsid w:val="00D60ED2"/>
    <w:rsid w:val="00D666D2"/>
    <w:rsid w:val="00D752E7"/>
    <w:rsid w:val="00D778F7"/>
    <w:rsid w:val="00D80130"/>
    <w:rsid w:val="00D84AEF"/>
    <w:rsid w:val="00D864EC"/>
    <w:rsid w:val="00D86BC2"/>
    <w:rsid w:val="00DA5E89"/>
    <w:rsid w:val="00DA6BE4"/>
    <w:rsid w:val="00DA6D7B"/>
    <w:rsid w:val="00DB3D27"/>
    <w:rsid w:val="00DB5872"/>
    <w:rsid w:val="00DC73D9"/>
    <w:rsid w:val="00DE058C"/>
    <w:rsid w:val="00DE20D3"/>
    <w:rsid w:val="00DF5122"/>
    <w:rsid w:val="00E157B8"/>
    <w:rsid w:val="00E164A2"/>
    <w:rsid w:val="00E250F8"/>
    <w:rsid w:val="00E36BF1"/>
    <w:rsid w:val="00E41EBF"/>
    <w:rsid w:val="00E4355F"/>
    <w:rsid w:val="00E43876"/>
    <w:rsid w:val="00E4619F"/>
    <w:rsid w:val="00E50508"/>
    <w:rsid w:val="00E51BED"/>
    <w:rsid w:val="00E5217F"/>
    <w:rsid w:val="00E52A96"/>
    <w:rsid w:val="00E53E4E"/>
    <w:rsid w:val="00E5475A"/>
    <w:rsid w:val="00E610C4"/>
    <w:rsid w:val="00E651D8"/>
    <w:rsid w:val="00E66705"/>
    <w:rsid w:val="00E66915"/>
    <w:rsid w:val="00E66F06"/>
    <w:rsid w:val="00E724A7"/>
    <w:rsid w:val="00E74157"/>
    <w:rsid w:val="00E746A9"/>
    <w:rsid w:val="00E9066A"/>
    <w:rsid w:val="00E94834"/>
    <w:rsid w:val="00EA757D"/>
    <w:rsid w:val="00EB48E8"/>
    <w:rsid w:val="00EC2D0B"/>
    <w:rsid w:val="00EC370B"/>
    <w:rsid w:val="00EF2836"/>
    <w:rsid w:val="00EF29F7"/>
    <w:rsid w:val="00EF3325"/>
    <w:rsid w:val="00EF54A7"/>
    <w:rsid w:val="00EF6923"/>
    <w:rsid w:val="00F01EB7"/>
    <w:rsid w:val="00F12114"/>
    <w:rsid w:val="00F12D4D"/>
    <w:rsid w:val="00F250E4"/>
    <w:rsid w:val="00F25697"/>
    <w:rsid w:val="00F25874"/>
    <w:rsid w:val="00F26B30"/>
    <w:rsid w:val="00F30157"/>
    <w:rsid w:val="00F33A1E"/>
    <w:rsid w:val="00F36864"/>
    <w:rsid w:val="00F37995"/>
    <w:rsid w:val="00F44ACE"/>
    <w:rsid w:val="00F53765"/>
    <w:rsid w:val="00F55FC4"/>
    <w:rsid w:val="00F567C4"/>
    <w:rsid w:val="00F57232"/>
    <w:rsid w:val="00F83694"/>
    <w:rsid w:val="00F968BD"/>
    <w:rsid w:val="00FA5913"/>
    <w:rsid w:val="00FA6A82"/>
    <w:rsid w:val="00FB7B05"/>
    <w:rsid w:val="00FC06FF"/>
    <w:rsid w:val="00FC1C44"/>
    <w:rsid w:val="00FC5EF1"/>
    <w:rsid w:val="00FC6B88"/>
    <w:rsid w:val="00FD0428"/>
    <w:rsid w:val="00FD691F"/>
    <w:rsid w:val="00FE3867"/>
    <w:rsid w:val="00FF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6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362"/>
    <w:pPr>
      <w:keepNext/>
      <w:ind w:firstLine="708"/>
      <w:outlineLvl w:val="0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5362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53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5362"/>
    <w:rPr>
      <w:rFonts w:ascii="Cambria" w:hAnsi="Cambria" w:cs="Cambria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A15362"/>
    <w:pPr>
      <w:ind w:firstLine="708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15362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15362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1536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A153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53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A15362"/>
    <w:pPr>
      <w:ind w:right="4778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15362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E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56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E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256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C54BC"/>
    <w:rPr>
      <w:rFonts w:cs="Times New Roman"/>
    </w:rPr>
  </w:style>
  <w:style w:type="table" w:styleId="TableGrid">
    <w:name w:val="Table Grid"/>
    <w:basedOn w:val="TableNormal"/>
    <w:uiPriority w:val="99"/>
    <w:locked/>
    <w:rsid w:val="000D5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%3f%3f%3f%3f%3f%3f%3f%20%3f%3f%3f%3f\%3f%3f%3f%3f%3f%20%3f.%3f\%3f%3f%3f%3f%3f%3f%3f%3f%3f%20%3f%3f%3f%3f%3f.%20%3f%3f%3f%3f%3f%3f%3f%3f%3f%3f%3f\%3f%3f%3f%3f%3f%3f%202014\%3f%3f%3f%3f%3f%3f%3f%3f%3f%3f%3f%3f%3f%20%3f%3f%3f%20%3f%3f%3f%3f%3f%3f%3f%3f%3f%20%3f%3f%3f%3f%3f%3f%3f%3f%3f%20%3f%3f%3f%3f%3f%3f%3f%3f%3f%3f%3f%20%3f%3f%3f%3f%3f%3f%3f%3f%3f%20%3f%3f%3f%3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????????????? ??? ????????? ????????? ??????????? ????????? ????</Template>
  <TotalTime>9</TotalTime>
  <Pages>5</Pages>
  <Words>1281</Words>
  <Characters>7302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cp:lastPrinted>2016-08-31T05:16:00Z</cp:lastPrinted>
  <dcterms:created xsi:type="dcterms:W3CDTF">2016-08-31T11:13:00Z</dcterms:created>
  <dcterms:modified xsi:type="dcterms:W3CDTF">2016-09-01T13:24:00Z</dcterms:modified>
</cp:coreProperties>
</file>