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D7" w:rsidRDefault="00D738D7" w:rsidP="00983DDA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D738D7" w:rsidRPr="007F053F" w:rsidRDefault="00D738D7" w:rsidP="00983DDA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D738D7" w:rsidRPr="00AC3001" w:rsidRDefault="00D738D7" w:rsidP="00983DDA">
      <w:pPr>
        <w:jc w:val="center"/>
        <w:rPr>
          <w:b/>
          <w:bCs/>
          <w:sz w:val="16"/>
          <w:szCs w:val="16"/>
        </w:rPr>
      </w:pPr>
    </w:p>
    <w:p w:rsidR="00D738D7" w:rsidRPr="003B79B7" w:rsidRDefault="00D738D7" w:rsidP="00983DDA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D738D7" w:rsidRDefault="00D738D7" w:rsidP="00983DDA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D738D7" w:rsidRPr="007F053F" w:rsidRDefault="00D738D7" w:rsidP="00983DDA">
      <w:pPr>
        <w:jc w:val="center"/>
        <w:rPr>
          <w:b/>
          <w:bCs/>
        </w:rPr>
      </w:pPr>
    </w:p>
    <w:p w:rsidR="00D738D7" w:rsidRDefault="00D738D7" w:rsidP="00983DDA">
      <w:pPr>
        <w:pStyle w:val="Header"/>
      </w:pPr>
      <w:r>
        <w:rPr>
          <w:b/>
          <w:bCs/>
          <w:lang w:val="uk-UA"/>
        </w:rPr>
        <w:t xml:space="preserve">04.03.2016                    </w:t>
      </w:r>
      <w:r>
        <w:rPr>
          <w:b/>
          <w:bCs/>
        </w:rPr>
        <w:t xml:space="preserve">                                  м. Ромни                                          </w:t>
      </w:r>
      <w:r>
        <w:rPr>
          <w:b/>
          <w:bCs/>
          <w:lang w:val="uk-UA"/>
        </w:rPr>
        <w:t xml:space="preserve">          </w:t>
      </w:r>
      <w:r>
        <w:rPr>
          <w:b/>
          <w:bCs/>
        </w:rPr>
        <w:t xml:space="preserve">  № </w:t>
      </w:r>
      <w:r>
        <w:rPr>
          <w:b/>
          <w:bCs/>
          <w:lang w:val="uk-UA"/>
        </w:rPr>
        <w:t>60-ОД</w:t>
      </w:r>
    </w:p>
    <w:p w:rsidR="00D738D7" w:rsidRPr="00983DDA" w:rsidRDefault="00D738D7" w:rsidP="003F2270">
      <w:pPr>
        <w:tabs>
          <w:tab w:val="left" w:pos="3780"/>
          <w:tab w:val="left" w:pos="8640"/>
        </w:tabs>
        <w:spacing w:line="360" w:lineRule="auto"/>
        <w:jc w:val="both"/>
        <w:rPr>
          <w:sz w:val="28"/>
          <w:szCs w:val="28"/>
        </w:rPr>
      </w:pPr>
    </w:p>
    <w:tbl>
      <w:tblPr>
        <w:tblW w:w="9855" w:type="dxa"/>
        <w:tblLook w:val="00A0"/>
      </w:tblPr>
      <w:tblGrid>
        <w:gridCol w:w="9855"/>
      </w:tblGrid>
      <w:tr w:rsidR="00D738D7" w:rsidRPr="00B07D16" w:rsidTr="00B07D16">
        <w:tc>
          <w:tcPr>
            <w:tcW w:w="9855" w:type="dxa"/>
          </w:tcPr>
          <w:p w:rsidR="00D738D7" w:rsidRPr="0005183B" w:rsidRDefault="00D738D7" w:rsidP="00401A18">
            <w:pPr>
              <w:pStyle w:val="BodyText2"/>
              <w:ind w:right="0"/>
              <w:jc w:val="both"/>
            </w:pPr>
            <w:r>
              <w:t xml:space="preserve">Про комплексну перевірку </w:t>
            </w:r>
            <w:r w:rsidRPr="0005183B">
              <w:t xml:space="preserve">роботи виконавчого комітету </w:t>
            </w:r>
            <w:r>
              <w:t>Зарудянської</w:t>
            </w:r>
            <w:r w:rsidRPr="0005183B">
              <w:t xml:space="preserve"> сільської ради по здійсненню делегованих повноважень органів виконавчої влади</w:t>
            </w:r>
          </w:p>
        </w:tc>
      </w:tr>
    </w:tbl>
    <w:p w:rsidR="00D738D7" w:rsidRDefault="00D738D7" w:rsidP="0083494C">
      <w:pPr>
        <w:ind w:firstLine="850"/>
        <w:rPr>
          <w:b/>
          <w:bCs/>
          <w:sz w:val="28"/>
          <w:szCs w:val="28"/>
          <w:lang w:val="uk-UA"/>
        </w:rPr>
      </w:pPr>
    </w:p>
    <w:p w:rsidR="00D738D7" w:rsidRDefault="00D738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частини 4 статті 143 Конституції України, статей 6, 13, 28,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szCs w:val="28"/>
          <w:lang w:val="uk-UA"/>
        </w:rPr>
        <w:t>,</w:t>
      </w:r>
      <w:r w:rsidRPr="001D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</w:t>
      </w:r>
      <w:r w:rsidRPr="005F474A">
        <w:rPr>
          <w:sz w:val="28"/>
          <w:lang w:val="uk-UA"/>
        </w:rPr>
        <w:t>розпоряджен</w:t>
      </w:r>
      <w:r>
        <w:rPr>
          <w:sz w:val="28"/>
          <w:lang w:val="uk-UA"/>
        </w:rPr>
        <w:t>ня</w:t>
      </w:r>
      <w:r w:rsidRPr="005F474A">
        <w:rPr>
          <w:sz w:val="28"/>
          <w:lang w:val="uk-UA"/>
        </w:rPr>
        <w:t xml:space="preserve"> голови </w:t>
      </w:r>
      <w:r>
        <w:rPr>
          <w:sz w:val="28"/>
          <w:lang w:val="uk-UA"/>
        </w:rPr>
        <w:t xml:space="preserve">Роменської </w:t>
      </w:r>
      <w:r w:rsidRPr="005F474A">
        <w:rPr>
          <w:sz w:val="28"/>
          <w:lang w:val="uk-UA"/>
        </w:rPr>
        <w:t>рай</w:t>
      </w:r>
      <w:r>
        <w:rPr>
          <w:sz w:val="28"/>
          <w:lang w:val="uk-UA"/>
        </w:rPr>
        <w:t xml:space="preserve">онної державної </w:t>
      </w:r>
      <w:r w:rsidRPr="005F474A">
        <w:rPr>
          <w:sz w:val="28"/>
          <w:lang w:val="uk-UA"/>
        </w:rPr>
        <w:t>адміністрації від 07.12.2006 № 656 «Про удосконалення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районної державної адміністрації на І квартал 2016 року та з метою вивчення роботи виконавчого комітету Зарудянської сільської ради по здійсненню делегованих повноважень органів виконавчої влади:</w:t>
      </w:r>
    </w:p>
    <w:p w:rsidR="00D738D7" w:rsidRDefault="00D738D7" w:rsidP="008D41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комісію по проведенню комплексної перевірки роботи виконавчого комітету Зарудянської сільської ради по здійсненню делегованих повноважень органів виконавчої влади та затвердити її склад (додається).</w:t>
      </w:r>
    </w:p>
    <w:p w:rsidR="00D738D7" w:rsidRDefault="00D738D7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питань комплексної перевірки роботи виконавчого комітету Зарудянської сільської ради по здійсненню делегованих повноважень органів виконавчої влади (додається).</w:t>
      </w:r>
    </w:p>
    <w:p w:rsidR="00D738D7" w:rsidRDefault="00D738D7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Провести 23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 березня 2016 року комплексну перевірку роботи виконавчого комітету Зарудянської сільської ради відповідно до компетенції та надати методичну та практичну допомогу.</w:t>
      </w:r>
    </w:p>
    <w:p w:rsidR="00D738D7" w:rsidRDefault="00D738D7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Членам комісії надати матеріали за результатами перевірки відділу організаційної роботи апарату районної державної адміністрації до 31 березня 2016 року.</w:t>
      </w:r>
    </w:p>
    <w:p w:rsidR="00D738D7" w:rsidRDefault="00D738D7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Голові комісії узагальнити матеріали перевірки і надати голові Роменської районної державної адміністрації на розгляд до 21 квітня </w:t>
      </w:r>
      <w:r w:rsidRPr="00092000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6 року.</w:t>
      </w:r>
    </w:p>
    <w:p w:rsidR="00D738D7" w:rsidRDefault="00D738D7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9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0967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</w:t>
      </w:r>
      <w:r w:rsidRPr="003B0967">
        <w:rPr>
          <w:sz w:val="28"/>
          <w:szCs w:val="28"/>
          <w:lang w:val="uk-UA"/>
        </w:rPr>
        <w:t xml:space="preserve"> цього розпорядження залишаю за собою.</w:t>
      </w:r>
    </w:p>
    <w:p w:rsidR="00D738D7" w:rsidRDefault="00D738D7">
      <w:pPr>
        <w:pStyle w:val="Heading1"/>
        <w:ind w:firstLine="0"/>
        <w:jc w:val="both"/>
        <w:rPr>
          <w:b w:val="0"/>
          <w:bCs w:val="0"/>
        </w:rPr>
      </w:pPr>
    </w:p>
    <w:p w:rsidR="00D738D7" w:rsidRDefault="00D738D7" w:rsidP="00E50508">
      <w:pPr>
        <w:pStyle w:val="Heading1"/>
        <w:tabs>
          <w:tab w:val="left" w:pos="6000"/>
        </w:tabs>
        <w:ind w:firstLine="0"/>
        <w:jc w:val="both"/>
      </w:pPr>
      <w:r>
        <w:t>Голова Роменської районної</w:t>
      </w:r>
    </w:p>
    <w:p w:rsidR="00D738D7" w:rsidRDefault="00D738D7">
      <w:pPr>
        <w:pStyle w:val="Heading1"/>
        <w:tabs>
          <w:tab w:val="left" w:pos="7088"/>
        </w:tabs>
        <w:ind w:firstLine="0"/>
        <w:jc w:val="both"/>
      </w:pPr>
      <w:r>
        <w:t>державної адміністрації</w:t>
      </w:r>
      <w:r>
        <w:tab/>
        <w:t>В.О.Білоха</w:t>
      </w:r>
    </w:p>
    <w:p w:rsidR="00D738D7" w:rsidRDefault="00D738D7" w:rsidP="005C0B3B">
      <w:pPr>
        <w:rPr>
          <w:lang w:val="uk-UA"/>
        </w:rPr>
      </w:pPr>
    </w:p>
    <w:p w:rsidR="00D738D7" w:rsidRDefault="00D738D7" w:rsidP="005C0B3B">
      <w:pPr>
        <w:rPr>
          <w:lang w:val="uk-UA"/>
        </w:rPr>
      </w:pPr>
    </w:p>
    <w:p w:rsidR="00D738D7" w:rsidRDefault="00D738D7" w:rsidP="005C0B3B">
      <w:pPr>
        <w:rPr>
          <w:lang w:val="uk-UA"/>
        </w:rPr>
      </w:pPr>
    </w:p>
    <w:p w:rsidR="00D738D7" w:rsidRDefault="00D738D7" w:rsidP="005C0B3B">
      <w:pPr>
        <w:rPr>
          <w:lang w:val="uk-UA"/>
        </w:rPr>
      </w:pPr>
    </w:p>
    <w:p w:rsidR="00D738D7" w:rsidRPr="004175DE" w:rsidRDefault="00D738D7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D738D7" w:rsidRPr="000C7A9D" w:rsidRDefault="00D738D7" w:rsidP="005C0B3B">
      <w:pPr>
        <w:tabs>
          <w:tab w:val="left" w:pos="8265"/>
        </w:tabs>
        <w:ind w:left="59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D738D7" w:rsidRDefault="00D738D7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D738D7" w:rsidRPr="000C7A9D" w:rsidRDefault="00D738D7" w:rsidP="005C0B3B">
      <w:pPr>
        <w:ind w:left="5940"/>
        <w:rPr>
          <w:sz w:val="16"/>
          <w:szCs w:val="16"/>
          <w:lang w:val="uk-UA"/>
        </w:rPr>
      </w:pPr>
    </w:p>
    <w:p w:rsidR="00D738D7" w:rsidRPr="004175DE" w:rsidRDefault="00D738D7" w:rsidP="005C0B3B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04.03.2016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60-ОД</w:t>
      </w:r>
    </w:p>
    <w:p w:rsidR="00D738D7" w:rsidRPr="00C0762B" w:rsidRDefault="00D738D7" w:rsidP="005C0B3B">
      <w:pPr>
        <w:ind w:left="3540" w:firstLine="708"/>
        <w:rPr>
          <w:sz w:val="16"/>
          <w:szCs w:val="16"/>
          <w:lang w:val="uk-UA"/>
        </w:rPr>
      </w:pPr>
    </w:p>
    <w:p w:rsidR="00D738D7" w:rsidRPr="003340BC" w:rsidRDefault="00D738D7" w:rsidP="005C0B3B">
      <w:pPr>
        <w:ind w:left="3540" w:firstLine="708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D738D7" w:rsidRPr="003340BC" w:rsidRDefault="00D738D7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</w:t>
      </w:r>
      <w:r>
        <w:rPr>
          <w:sz w:val="28"/>
          <w:szCs w:val="28"/>
          <w:lang w:val="uk-UA"/>
        </w:rPr>
        <w:t>ої</w:t>
      </w:r>
      <w:r w:rsidRPr="003340BC">
        <w:rPr>
          <w:sz w:val="28"/>
          <w:szCs w:val="28"/>
          <w:lang w:val="uk-UA"/>
        </w:rPr>
        <w:t xml:space="preserve"> перевірк</w:t>
      </w:r>
      <w:r>
        <w:rPr>
          <w:sz w:val="28"/>
          <w:szCs w:val="28"/>
          <w:lang w:val="uk-UA"/>
        </w:rPr>
        <w:t>и</w:t>
      </w:r>
      <w:r w:rsidRPr="003340BC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ого</w:t>
      </w:r>
    </w:p>
    <w:p w:rsidR="00D738D7" w:rsidRDefault="00D738D7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Зарудянської  сільської ради </w:t>
      </w:r>
      <w:r w:rsidRPr="003340BC">
        <w:rPr>
          <w:sz w:val="28"/>
          <w:szCs w:val="28"/>
          <w:lang w:val="uk-UA"/>
        </w:rPr>
        <w:t>щодо здійснення делегованих повноважень органів виконавчої влади</w:t>
      </w:r>
    </w:p>
    <w:p w:rsidR="00D738D7" w:rsidRDefault="00D738D7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D738D7" w:rsidRDefault="00D738D7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 березня 2016 року</w:t>
      </w:r>
    </w:p>
    <w:p w:rsidR="00D738D7" w:rsidRDefault="00D738D7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284"/>
        <w:gridCol w:w="6520"/>
      </w:tblGrid>
      <w:tr w:rsidR="00D738D7" w:rsidTr="006F4236">
        <w:tc>
          <w:tcPr>
            <w:tcW w:w="2977" w:type="dxa"/>
          </w:tcPr>
          <w:p w:rsidR="00D738D7" w:rsidRDefault="00D738D7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Журенко </w:t>
            </w:r>
          </w:p>
          <w:p w:rsidR="00D738D7" w:rsidRDefault="00D738D7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Михайлівна</w:t>
            </w:r>
          </w:p>
        </w:tc>
        <w:tc>
          <w:tcPr>
            <w:tcW w:w="284" w:type="dxa"/>
          </w:tcPr>
          <w:p w:rsidR="00D738D7" w:rsidRDefault="00D738D7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районної державної адміністрації, голова комісії</w:t>
            </w:r>
          </w:p>
        </w:tc>
      </w:tr>
      <w:tr w:rsidR="00D738D7" w:rsidRPr="00EF54A7" w:rsidTr="006F4236">
        <w:tc>
          <w:tcPr>
            <w:tcW w:w="2977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0C7A9D">
            <w:pPr>
              <w:tabs>
                <w:tab w:val="left" w:pos="97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D738D7" w:rsidRPr="00401A18" w:rsidTr="006F4236">
        <w:tc>
          <w:tcPr>
            <w:tcW w:w="2977" w:type="dxa"/>
          </w:tcPr>
          <w:p w:rsidR="00D738D7" w:rsidRDefault="00D738D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D738D7" w:rsidRDefault="00D738D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Вікторівна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D738D7" w:rsidRDefault="00D738D7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D738D7" w:rsidRPr="00401A18" w:rsidTr="006F4236">
        <w:tc>
          <w:tcPr>
            <w:tcW w:w="2977" w:type="dxa"/>
          </w:tcPr>
          <w:p w:rsidR="00D738D7" w:rsidRDefault="00D738D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Ведмідь</w:t>
            </w:r>
          </w:p>
          <w:p w:rsidR="00D738D7" w:rsidRPr="002C509C" w:rsidRDefault="00D738D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284" w:type="dxa"/>
          </w:tcPr>
          <w:p w:rsidR="00D738D7" w:rsidRDefault="00D738D7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житлово-комунального господарства, будівництва, цивільного захисту та інфраструктури районної державної адміністрації</w:t>
            </w:r>
          </w:p>
        </w:tc>
      </w:tr>
      <w:tr w:rsidR="00D738D7" w:rsidRPr="00EF54A7" w:rsidTr="006F4236">
        <w:tc>
          <w:tcPr>
            <w:tcW w:w="2977" w:type="dxa"/>
          </w:tcPr>
          <w:p w:rsidR="00D738D7" w:rsidRDefault="00D738D7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Доронін</w:t>
            </w:r>
          </w:p>
          <w:p w:rsidR="00D738D7" w:rsidRDefault="00D738D7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Петрович</w:t>
            </w:r>
          </w:p>
        </w:tc>
        <w:tc>
          <w:tcPr>
            <w:tcW w:w="284" w:type="dxa"/>
          </w:tcPr>
          <w:p w:rsidR="00D738D7" w:rsidRDefault="00D738D7" w:rsidP="00E4355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D738D7" w:rsidTr="006F4236">
        <w:tc>
          <w:tcPr>
            <w:tcW w:w="2977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396B7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відділу апарату районної державної адміністрації</w:t>
            </w:r>
          </w:p>
        </w:tc>
      </w:tr>
      <w:tr w:rsidR="00D738D7" w:rsidRPr="0091551F" w:rsidTr="00842093">
        <w:trPr>
          <w:trHeight w:val="477"/>
        </w:trPr>
        <w:tc>
          <w:tcPr>
            <w:tcW w:w="2977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Кишун 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контролю апарату районної державної адміністрації</w:t>
            </w:r>
          </w:p>
        </w:tc>
      </w:tr>
      <w:tr w:rsidR="00D738D7" w:rsidTr="006F4236">
        <w:tc>
          <w:tcPr>
            <w:tcW w:w="2977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Пронь</w:t>
            </w:r>
          </w:p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Держгеокадастру у Роменському районі Сумської області (за згодою)</w:t>
            </w:r>
          </w:p>
        </w:tc>
      </w:tr>
      <w:tr w:rsidR="00D738D7" w:rsidTr="006F4236">
        <w:tc>
          <w:tcPr>
            <w:tcW w:w="2977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Степаненко Зінаїда Володимирівна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районної державної адміністрації</w:t>
            </w:r>
          </w:p>
        </w:tc>
      </w:tr>
      <w:tr w:rsidR="00D738D7" w:rsidRPr="005C640F" w:rsidTr="006F4236">
        <w:tc>
          <w:tcPr>
            <w:tcW w:w="2977" w:type="dxa"/>
          </w:tcPr>
          <w:p w:rsidR="00D738D7" w:rsidRPr="00BE17EE" w:rsidRDefault="00D738D7" w:rsidP="005D36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  <w:r w:rsidRPr="00BE17EE">
              <w:rPr>
                <w:sz w:val="28"/>
                <w:szCs w:val="28"/>
                <w:lang w:val="uk-UA"/>
              </w:rPr>
              <w:t xml:space="preserve"> </w:t>
            </w:r>
          </w:p>
          <w:p w:rsidR="00D738D7" w:rsidRDefault="00D738D7" w:rsidP="005D36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284" w:type="dxa"/>
          </w:tcPr>
          <w:p w:rsidR="00D738D7" w:rsidRDefault="00D738D7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4408D2">
            <w:pPr>
              <w:pStyle w:val="BodyTextIndent"/>
              <w:ind w:firstLine="0"/>
            </w:pPr>
            <w:r>
              <w:t xml:space="preserve">головний спеціаліст сектору </w:t>
            </w:r>
            <w:r w:rsidRPr="00396B70">
              <w:t>містобудування</w:t>
            </w:r>
            <w:r>
              <w:t xml:space="preserve"> та</w:t>
            </w:r>
            <w:r w:rsidRPr="00396B70">
              <w:t xml:space="preserve"> архітектури </w:t>
            </w:r>
            <w:r>
              <w:t>районної державної адміністрації</w:t>
            </w:r>
          </w:p>
        </w:tc>
      </w:tr>
      <w:tr w:rsidR="00D738D7" w:rsidTr="006F4236">
        <w:tc>
          <w:tcPr>
            <w:tcW w:w="2977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D738D7" w:rsidRDefault="00D738D7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D738D7" w:rsidRPr="00C0762B" w:rsidRDefault="00D738D7" w:rsidP="005C0B3B">
      <w:pPr>
        <w:spacing w:line="360" w:lineRule="auto"/>
        <w:rPr>
          <w:b/>
          <w:bCs/>
          <w:sz w:val="16"/>
          <w:szCs w:val="16"/>
          <w:lang w:val="uk-UA"/>
        </w:rPr>
      </w:pPr>
    </w:p>
    <w:p w:rsidR="00D738D7" w:rsidRDefault="00D738D7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D738D7" w:rsidRDefault="00D738D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D738D7" w:rsidRDefault="00D738D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D738D7" w:rsidRDefault="00D738D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Начальник відділу організаційної</w:t>
      </w:r>
    </w:p>
    <w:p w:rsidR="00D738D7" w:rsidRDefault="00D738D7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D738D7" w:rsidRPr="00D07A9D" w:rsidRDefault="00D738D7" w:rsidP="00D07A9D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D738D7" w:rsidRDefault="00D738D7" w:rsidP="005C0B3B">
      <w:pPr>
        <w:ind w:firstLine="5954"/>
        <w:rPr>
          <w:sz w:val="28"/>
          <w:szCs w:val="28"/>
          <w:lang w:val="uk-UA"/>
        </w:rPr>
      </w:pPr>
    </w:p>
    <w:p w:rsidR="00D738D7" w:rsidRDefault="00D738D7" w:rsidP="005C0B3B">
      <w:pPr>
        <w:ind w:firstLine="5954"/>
        <w:rPr>
          <w:sz w:val="28"/>
          <w:szCs w:val="28"/>
          <w:lang w:val="uk-UA"/>
        </w:rPr>
      </w:pPr>
    </w:p>
    <w:p w:rsidR="00D738D7" w:rsidRPr="004175DE" w:rsidRDefault="00D738D7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D738D7" w:rsidRPr="000C7A9D" w:rsidRDefault="00D738D7" w:rsidP="005C0B3B">
      <w:pPr>
        <w:ind w:left="5940"/>
        <w:rPr>
          <w:sz w:val="16"/>
          <w:szCs w:val="16"/>
          <w:lang w:val="uk-UA"/>
        </w:rPr>
      </w:pPr>
    </w:p>
    <w:p w:rsidR="00D738D7" w:rsidRDefault="00D738D7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D738D7" w:rsidRPr="000C7A9D" w:rsidRDefault="00D738D7" w:rsidP="005C0B3B">
      <w:pPr>
        <w:ind w:left="5940"/>
        <w:rPr>
          <w:sz w:val="16"/>
          <w:szCs w:val="16"/>
          <w:lang w:val="uk-UA"/>
        </w:rPr>
      </w:pPr>
    </w:p>
    <w:p w:rsidR="00D738D7" w:rsidRPr="004175DE" w:rsidRDefault="00D738D7" w:rsidP="00CA3540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04.03.2016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60-ОД</w:t>
      </w:r>
    </w:p>
    <w:p w:rsidR="00D738D7" w:rsidRPr="00C0762B" w:rsidRDefault="00D738D7" w:rsidP="005C0B3B">
      <w:pPr>
        <w:jc w:val="center"/>
        <w:rPr>
          <w:sz w:val="16"/>
          <w:szCs w:val="16"/>
          <w:lang w:val="uk-UA"/>
        </w:rPr>
      </w:pPr>
    </w:p>
    <w:p w:rsidR="00D738D7" w:rsidRPr="003340BC" w:rsidRDefault="00D738D7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D738D7" w:rsidRPr="003340BC" w:rsidRDefault="00D738D7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комплексної перевірки виконавч</w:t>
      </w:r>
      <w:r>
        <w:rPr>
          <w:sz w:val="28"/>
          <w:szCs w:val="28"/>
          <w:lang w:val="uk-UA"/>
        </w:rPr>
        <w:t>ого</w:t>
      </w:r>
    </w:p>
    <w:p w:rsidR="00D738D7" w:rsidRDefault="00D738D7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Зарудянської сільської ради</w:t>
      </w:r>
      <w:r w:rsidRPr="003340BC">
        <w:rPr>
          <w:sz w:val="28"/>
          <w:szCs w:val="28"/>
          <w:lang w:val="uk-UA"/>
        </w:rPr>
        <w:t xml:space="preserve"> щодо здійснення делегованих повноважень органів виконавчої влади</w:t>
      </w:r>
    </w:p>
    <w:p w:rsidR="00D738D7" w:rsidRDefault="00D738D7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D738D7" w:rsidRDefault="00D738D7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Четвер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 березня 2016 року</w:t>
      </w:r>
    </w:p>
    <w:p w:rsidR="00D738D7" w:rsidRDefault="00D738D7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Layout w:type="fixed"/>
        <w:tblLook w:val="00A0"/>
      </w:tblPr>
      <w:tblGrid>
        <w:gridCol w:w="3260"/>
        <w:gridCol w:w="284"/>
        <w:gridCol w:w="6095"/>
      </w:tblGrid>
      <w:tr w:rsidR="00D738D7" w:rsidTr="006F4236">
        <w:tc>
          <w:tcPr>
            <w:tcW w:w="3260" w:type="dxa"/>
          </w:tcPr>
          <w:p w:rsidR="00D738D7" w:rsidRDefault="00D738D7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Журенко </w:t>
            </w:r>
          </w:p>
          <w:p w:rsidR="00D738D7" w:rsidRDefault="00D738D7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Михайлівна</w:t>
            </w:r>
          </w:p>
        </w:tc>
        <w:tc>
          <w:tcPr>
            <w:tcW w:w="284" w:type="dxa"/>
          </w:tcPr>
          <w:p w:rsidR="00D738D7" w:rsidRDefault="00D738D7" w:rsidP="00E4355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738D7" w:rsidRDefault="00D738D7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районної державної адміністрації, голова комісії</w:t>
            </w:r>
          </w:p>
        </w:tc>
      </w:tr>
      <w:tr w:rsidR="00D738D7" w:rsidRPr="00EF54A7" w:rsidTr="006F4236">
        <w:tc>
          <w:tcPr>
            <w:tcW w:w="3260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738D7" w:rsidRDefault="00D738D7" w:rsidP="000C7A9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D738D7" w:rsidRPr="00EF54A7" w:rsidTr="006F4236">
        <w:tc>
          <w:tcPr>
            <w:tcW w:w="3260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738D7" w:rsidRDefault="00D738D7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економічного розвитку, торгівлі та організації діяльності центру надання адміністративних послуг районної державної адміністрації</w:t>
            </w:r>
          </w:p>
        </w:tc>
      </w:tr>
      <w:tr w:rsidR="00D738D7" w:rsidTr="006F4236">
        <w:tc>
          <w:tcPr>
            <w:tcW w:w="3260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D738D7" w:rsidRDefault="00D738D7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D738D7" w:rsidTr="006F4236">
        <w:tc>
          <w:tcPr>
            <w:tcW w:w="3260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Момот 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D738D7" w:rsidTr="006F4236">
        <w:tc>
          <w:tcPr>
            <w:tcW w:w="3260" w:type="dxa"/>
          </w:tcPr>
          <w:p w:rsidR="00D738D7" w:rsidRDefault="00D738D7" w:rsidP="00EA4910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Псарьова </w:t>
            </w:r>
          </w:p>
          <w:p w:rsidR="00D738D7" w:rsidRDefault="00D738D7" w:rsidP="00EA4910">
            <w:pPr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284" w:type="dxa"/>
          </w:tcPr>
          <w:p w:rsidR="00D738D7" w:rsidRDefault="00D738D7" w:rsidP="00EA491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738D7" w:rsidRDefault="00D738D7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тимчасово виконуюча обов’язки начальника відділу агропромислового розвитку районної державної адміністрації</w:t>
            </w:r>
          </w:p>
        </w:tc>
      </w:tr>
      <w:tr w:rsidR="00D738D7" w:rsidRPr="00EF54A7" w:rsidTr="006F4236">
        <w:tc>
          <w:tcPr>
            <w:tcW w:w="3260" w:type="dxa"/>
          </w:tcPr>
          <w:p w:rsidR="00D738D7" w:rsidRPr="000C7A9D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0C7A9D">
              <w:rPr>
                <w:sz w:val="28"/>
                <w:szCs w:val="28"/>
                <w:lang w:val="uk-UA"/>
              </w:rPr>
              <w:t xml:space="preserve">Руденко 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0C7A9D"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сектору забезпечення доступу до публічної інформації та комунікацій з громадськістю апарату районної державної адміністрації</w:t>
            </w:r>
          </w:p>
        </w:tc>
      </w:tr>
      <w:tr w:rsidR="00D738D7" w:rsidTr="006F4236">
        <w:tc>
          <w:tcPr>
            <w:tcW w:w="3260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uk-UA"/>
              </w:rPr>
              <w:t>курат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284" w:type="dxa"/>
          </w:tcPr>
          <w:p w:rsidR="00D738D7" w:rsidRDefault="00D738D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освіти, молоді та спорту  районної державної адміністрації </w:t>
            </w:r>
          </w:p>
        </w:tc>
      </w:tr>
    </w:tbl>
    <w:p w:rsidR="00D738D7" w:rsidRDefault="00D738D7" w:rsidP="005C0B3B">
      <w:pPr>
        <w:rPr>
          <w:b/>
          <w:bCs/>
          <w:sz w:val="28"/>
          <w:szCs w:val="28"/>
          <w:lang w:val="uk-UA"/>
        </w:rPr>
      </w:pPr>
    </w:p>
    <w:p w:rsidR="00D738D7" w:rsidRDefault="00D738D7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D738D7" w:rsidRDefault="00D738D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D738D7" w:rsidRDefault="00D738D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D738D7" w:rsidRDefault="00D738D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організаційної </w:t>
      </w:r>
    </w:p>
    <w:p w:rsidR="00D738D7" w:rsidRDefault="00D738D7" w:rsidP="005C0B3B">
      <w:pPr>
        <w:tabs>
          <w:tab w:val="left" w:pos="7020"/>
        </w:tabs>
        <w:ind w:left="142" w:hanging="14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D738D7" w:rsidRPr="002C509C" w:rsidRDefault="00D738D7" w:rsidP="002C509C">
      <w:pPr>
        <w:tabs>
          <w:tab w:val="left" w:pos="7020"/>
        </w:tabs>
        <w:ind w:left="142" w:hanging="14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D738D7" w:rsidRDefault="00D738D7" w:rsidP="005C0B3B">
      <w:pPr>
        <w:ind w:firstLine="5954"/>
        <w:rPr>
          <w:sz w:val="28"/>
          <w:szCs w:val="28"/>
          <w:lang w:val="uk-UA"/>
        </w:rPr>
      </w:pPr>
    </w:p>
    <w:p w:rsidR="00D738D7" w:rsidRDefault="00D738D7" w:rsidP="00C0762B">
      <w:pPr>
        <w:rPr>
          <w:sz w:val="28"/>
          <w:szCs w:val="28"/>
          <w:lang w:val="uk-UA"/>
        </w:rPr>
      </w:pPr>
    </w:p>
    <w:p w:rsidR="00D738D7" w:rsidRDefault="00D738D7" w:rsidP="005C0B3B">
      <w:pPr>
        <w:ind w:firstLine="5954"/>
        <w:rPr>
          <w:sz w:val="28"/>
          <w:szCs w:val="28"/>
          <w:lang w:val="uk-UA"/>
        </w:rPr>
      </w:pPr>
    </w:p>
    <w:p w:rsidR="00D738D7" w:rsidRPr="004175DE" w:rsidRDefault="00D738D7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D738D7" w:rsidRPr="000C7A9D" w:rsidRDefault="00D738D7" w:rsidP="005C0B3B">
      <w:pPr>
        <w:ind w:left="5940"/>
        <w:rPr>
          <w:sz w:val="16"/>
          <w:szCs w:val="16"/>
          <w:lang w:val="uk-UA"/>
        </w:rPr>
      </w:pPr>
    </w:p>
    <w:p w:rsidR="00D738D7" w:rsidRDefault="00D738D7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D738D7" w:rsidRPr="000C7A9D" w:rsidRDefault="00D738D7" w:rsidP="005C0B3B">
      <w:pPr>
        <w:ind w:left="5940"/>
        <w:rPr>
          <w:sz w:val="16"/>
          <w:szCs w:val="16"/>
          <w:lang w:val="uk-UA"/>
        </w:rPr>
      </w:pPr>
    </w:p>
    <w:p w:rsidR="00D738D7" w:rsidRPr="004175DE" w:rsidRDefault="00D738D7" w:rsidP="00CA3540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04.03.2016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60-ОД</w:t>
      </w:r>
    </w:p>
    <w:p w:rsidR="00D738D7" w:rsidRPr="00C0762B" w:rsidRDefault="00D738D7" w:rsidP="005C0B3B">
      <w:pPr>
        <w:jc w:val="center"/>
        <w:rPr>
          <w:sz w:val="16"/>
          <w:szCs w:val="16"/>
          <w:lang w:val="uk-UA"/>
        </w:rPr>
      </w:pPr>
    </w:p>
    <w:p w:rsidR="00D738D7" w:rsidRPr="003340BC" w:rsidRDefault="00D738D7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ПЕРЕЛІК</w:t>
      </w:r>
    </w:p>
    <w:p w:rsidR="00D738D7" w:rsidRPr="003340BC" w:rsidRDefault="00D738D7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питань комплексної перевірки роботи виконавч</w:t>
      </w:r>
      <w:r>
        <w:rPr>
          <w:sz w:val="28"/>
          <w:szCs w:val="28"/>
          <w:lang w:val="uk-UA"/>
        </w:rPr>
        <w:t>ого</w:t>
      </w:r>
    </w:p>
    <w:p w:rsidR="00D738D7" w:rsidRDefault="00D738D7" w:rsidP="005C0B3B">
      <w:pPr>
        <w:ind w:right="98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Зарудянської сільської ради</w:t>
      </w:r>
      <w:r w:rsidRPr="003340BC">
        <w:rPr>
          <w:sz w:val="28"/>
          <w:szCs w:val="28"/>
          <w:lang w:val="uk-UA"/>
        </w:rPr>
        <w:t xml:space="preserve"> по здійсненню делегованих повноважень органів виконавчої влади</w:t>
      </w:r>
    </w:p>
    <w:p w:rsidR="00D738D7" w:rsidRPr="00E51BED" w:rsidRDefault="00D738D7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D738D7" w:rsidTr="006F4236">
        <w:tc>
          <w:tcPr>
            <w:tcW w:w="709" w:type="dxa"/>
          </w:tcPr>
          <w:p w:rsidR="00D738D7" w:rsidRDefault="00D738D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vertAlign w:val="superscript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549" w:type="dxa"/>
          </w:tcPr>
          <w:p w:rsidR="00D738D7" w:rsidRDefault="00D738D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381" w:type="dxa"/>
          </w:tcPr>
          <w:p w:rsidR="00D738D7" w:rsidRDefault="00D738D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D738D7" w:rsidRDefault="00D738D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D738D7" w:rsidRDefault="00D738D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381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738D7" w:rsidRPr="00C32F88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381" w:type="dxa"/>
          </w:tcPr>
          <w:p w:rsidR="00D738D7" w:rsidRPr="00D666D2" w:rsidRDefault="00D738D7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 4, пункт б, частина 1 стаття 38</w:t>
            </w: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738D7" w:rsidRPr="00C32F88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381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1, пункт б, стаття 28</w:t>
            </w: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економічного розвитку, торгівлі та організації діяльності центру надання адміністративних послуг районної державної адміністрації</w:t>
            </w:r>
          </w:p>
        </w:tc>
        <w:tc>
          <w:tcPr>
            <w:tcW w:w="4381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 пункт б, стаття 27;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2, 3, пункт б, стаття 28;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381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6, пункт б, стаття 30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5, 6, 8, 9, 10, 12, 14 пункт б, частина 1 стаття 34</w:t>
            </w: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381" w:type="dxa"/>
          </w:tcPr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5 пункт б стаття 31;</w:t>
            </w:r>
          </w:p>
          <w:p w:rsidR="00D738D7" w:rsidRDefault="00D738D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9, 10, 11, пункт б, стаття 32; частина 2 стаття 34</w:t>
            </w: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738D7" w:rsidRDefault="00D738D7" w:rsidP="00440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381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3, 5, 6, пункт б, частина 1 стаття</w:t>
            </w:r>
            <w:r>
              <w:rPr>
                <w:sz w:val="28"/>
                <w:szCs w:val="28"/>
              </w:rPr>
              <w:t xml:space="preserve"> 31</w:t>
            </w:r>
          </w:p>
          <w:p w:rsidR="00D738D7" w:rsidRPr="00B669B8" w:rsidRDefault="00D738D7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38D7" w:rsidTr="006F4236">
        <w:tc>
          <w:tcPr>
            <w:tcW w:w="709" w:type="dxa"/>
          </w:tcPr>
          <w:p w:rsidR="00D738D7" w:rsidRDefault="00D738D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D738D7" w:rsidRDefault="00D738D7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житлово-комунального господарства, будівництва, цивіль-</w:t>
            </w:r>
          </w:p>
          <w:p w:rsidR="00D738D7" w:rsidRDefault="00D738D7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ного захисту та інфраструктури районної державної адміністрації</w:t>
            </w:r>
          </w:p>
        </w:tc>
        <w:tc>
          <w:tcPr>
            <w:tcW w:w="4381" w:type="dxa"/>
          </w:tcPr>
          <w:p w:rsidR="00D738D7" w:rsidRDefault="00D738D7" w:rsidP="00A301FB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5, 7, 8, 9, 10, 12, пункт</w:t>
            </w:r>
          </w:p>
          <w:p w:rsidR="00D738D7" w:rsidRDefault="00D738D7" w:rsidP="00C24E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б, стаття 30; </w:t>
            </w:r>
          </w:p>
          <w:p w:rsidR="00D738D7" w:rsidRDefault="00D738D7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6,</w:t>
            </w:r>
            <w:r>
              <w:rPr>
                <w:sz w:val="28"/>
                <w:szCs w:val="28"/>
                <w:lang w:val="uk-UA"/>
              </w:rPr>
              <w:t xml:space="preserve"> 7 пункт б частина 1 стаття 33; </w:t>
            </w:r>
          </w:p>
          <w:p w:rsidR="00D738D7" w:rsidRPr="00B669B8" w:rsidRDefault="00D738D7" w:rsidP="00D666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</w:tbl>
    <w:p w:rsidR="00D738D7" w:rsidRPr="00396B70" w:rsidRDefault="00D738D7" w:rsidP="005C0B3B">
      <w:pPr>
        <w:rPr>
          <w:lang w:val="uk-UA"/>
        </w:rPr>
      </w:pPr>
    </w:p>
    <w:p w:rsidR="00D738D7" w:rsidRDefault="00D738D7" w:rsidP="00D60CBB">
      <w:pPr>
        <w:jc w:val="center"/>
        <w:rPr>
          <w:lang w:val="uk-UA"/>
        </w:rPr>
      </w:pPr>
      <w:r>
        <w:rPr>
          <w:lang w:val="uk-UA"/>
        </w:rPr>
        <w:t>2</w:t>
      </w:r>
    </w:p>
    <w:p w:rsidR="00D738D7" w:rsidRDefault="00D738D7" w:rsidP="00D60CBB">
      <w:pPr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D738D7" w:rsidTr="000A09FF">
        <w:tc>
          <w:tcPr>
            <w:tcW w:w="9639" w:type="dxa"/>
            <w:gridSpan w:val="3"/>
          </w:tcPr>
          <w:p w:rsidR="00D738D7" w:rsidRPr="006D0FFA" w:rsidRDefault="00D738D7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D738D7" w:rsidTr="000A09FF">
        <w:tc>
          <w:tcPr>
            <w:tcW w:w="709" w:type="dxa"/>
          </w:tcPr>
          <w:p w:rsidR="00D738D7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D738D7" w:rsidRDefault="00D738D7" w:rsidP="000A09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D738D7" w:rsidRPr="00B669B8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Pr="00B669B8">
              <w:rPr>
                <w:sz w:val="28"/>
                <w:szCs w:val="28"/>
                <w:lang w:val="uk-UA"/>
              </w:rPr>
              <w:t>3</w:t>
            </w:r>
          </w:p>
        </w:tc>
      </w:tr>
      <w:tr w:rsidR="00D738D7" w:rsidTr="000A09FF">
        <w:tc>
          <w:tcPr>
            <w:tcW w:w="709" w:type="dxa"/>
            <w:tcBorders>
              <w:bottom w:val="nil"/>
            </w:tcBorders>
          </w:tcPr>
          <w:p w:rsidR="00D738D7" w:rsidRDefault="00D738D7" w:rsidP="009B4D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549" w:type="dxa"/>
            <w:tcBorders>
              <w:bottom w:val="nil"/>
            </w:tcBorders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освіти, молоді та спорту районної державної адміністрації</w:t>
            </w:r>
          </w:p>
        </w:tc>
        <w:tc>
          <w:tcPr>
            <w:tcW w:w="4381" w:type="dxa"/>
            <w:tcBorders>
              <w:bottom w:val="nil"/>
            </w:tcBorders>
          </w:tcPr>
          <w:p w:rsidR="00D738D7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пункти </w:t>
            </w:r>
            <w:r>
              <w:rPr>
                <w:sz w:val="28"/>
                <w:szCs w:val="28"/>
                <w:lang w:val="uk-UA"/>
              </w:rPr>
              <w:t>1, 2, 4, 5, 6, 7, 8, 9, 10, 11 пункт б, стаття 32;</w:t>
            </w:r>
          </w:p>
          <w:p w:rsidR="00D738D7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7, пункт б, частина 1; частина 2 стаття 34;</w:t>
            </w:r>
          </w:p>
          <w:p w:rsidR="00D738D7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D738D7" w:rsidTr="000A09FF">
        <w:tc>
          <w:tcPr>
            <w:tcW w:w="709" w:type="dxa"/>
          </w:tcPr>
          <w:p w:rsidR="00D738D7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81" w:type="dxa"/>
          </w:tcPr>
          <w:p w:rsidR="00D738D7" w:rsidRPr="00B669B8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7,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8, пункт б, стаття 32;</w:t>
            </w:r>
          </w:p>
          <w:p w:rsidR="00D738D7" w:rsidRPr="00B669B8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2, 4, пункт б, частина 1 стаття 34</w:t>
            </w:r>
          </w:p>
        </w:tc>
      </w:tr>
      <w:tr w:rsidR="00D738D7" w:rsidTr="000A09FF">
        <w:tc>
          <w:tcPr>
            <w:tcW w:w="709" w:type="dxa"/>
          </w:tcPr>
          <w:p w:rsidR="00D738D7" w:rsidRDefault="00D738D7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549" w:type="dxa"/>
          </w:tcPr>
          <w:p w:rsidR="00D738D7" w:rsidRDefault="00D738D7" w:rsidP="00396B70">
            <w:pPr>
              <w:pStyle w:val="BodyTextIndent"/>
              <w:ind w:firstLine="0"/>
            </w:pPr>
            <w:r>
              <w:t>Відділ агропромислового розвитку районної державної адміністрації</w:t>
            </w:r>
          </w:p>
        </w:tc>
        <w:tc>
          <w:tcPr>
            <w:tcW w:w="4381" w:type="dxa"/>
          </w:tcPr>
          <w:p w:rsidR="00D738D7" w:rsidRPr="00B669B8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D738D7" w:rsidTr="000A09FF">
        <w:tc>
          <w:tcPr>
            <w:tcW w:w="709" w:type="dxa"/>
          </w:tcPr>
          <w:p w:rsidR="00D738D7" w:rsidRDefault="00D738D7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D738D7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Держгеокадастру у Роменському районі Сумської області</w:t>
            </w:r>
          </w:p>
        </w:tc>
        <w:tc>
          <w:tcPr>
            <w:tcW w:w="4381" w:type="dxa"/>
          </w:tcPr>
          <w:p w:rsidR="00D738D7" w:rsidRPr="00B669B8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1,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2,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3,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5, 8,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9,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10, пункт б, частина 1 стаття 33</w:t>
            </w:r>
          </w:p>
        </w:tc>
      </w:tr>
      <w:tr w:rsidR="00D738D7" w:rsidTr="000A09FF">
        <w:tc>
          <w:tcPr>
            <w:tcW w:w="709" w:type="dxa"/>
          </w:tcPr>
          <w:p w:rsidR="00D738D7" w:rsidRDefault="00D738D7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549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забезпечення доступу до публічної інформації та комунікацій з громадськістю апарату районної державної адміністрації</w:t>
            </w:r>
          </w:p>
        </w:tc>
        <w:tc>
          <w:tcPr>
            <w:tcW w:w="4381" w:type="dxa"/>
          </w:tcPr>
          <w:p w:rsidR="00D738D7" w:rsidRPr="00B669B8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 3 пункт б</w:t>
            </w:r>
            <w:r>
              <w:rPr>
                <w:sz w:val="28"/>
                <w:szCs w:val="28"/>
                <w:lang w:val="uk-UA"/>
              </w:rPr>
              <w:t>,</w:t>
            </w:r>
            <w:r w:rsidRPr="00B669B8">
              <w:rPr>
                <w:sz w:val="28"/>
                <w:szCs w:val="28"/>
                <w:lang w:val="uk-UA"/>
              </w:rPr>
              <w:t xml:space="preserve"> частина 1 стаття 38</w:t>
            </w:r>
          </w:p>
        </w:tc>
      </w:tr>
      <w:tr w:rsidR="00D738D7" w:rsidRPr="00EA757D" w:rsidTr="000A09FF">
        <w:tc>
          <w:tcPr>
            <w:tcW w:w="709" w:type="dxa"/>
          </w:tcPr>
          <w:p w:rsidR="00D738D7" w:rsidRDefault="00D738D7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4549" w:type="dxa"/>
          </w:tcPr>
          <w:p w:rsidR="00D738D7" w:rsidRDefault="00D738D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81" w:type="dxa"/>
          </w:tcPr>
          <w:p w:rsidR="00D738D7" w:rsidRPr="00D666D2" w:rsidRDefault="00D738D7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 xml:space="preserve">пункт 14, пункт б, частина 1 стаття 34; </w:t>
            </w:r>
          </w:p>
          <w:p w:rsidR="00D738D7" w:rsidRPr="00D666D2" w:rsidRDefault="00D738D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пункти 1, 2, 3, 5 пункт б, частина 1 стаття 36;</w:t>
            </w:r>
          </w:p>
          <w:p w:rsidR="00D738D7" w:rsidRPr="00401A18" w:rsidRDefault="00D738D7" w:rsidP="00D666D2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пункти 2, 7 пункт б, частина 1 стаття 38</w:t>
            </w:r>
          </w:p>
        </w:tc>
      </w:tr>
    </w:tbl>
    <w:p w:rsidR="00D738D7" w:rsidRDefault="00D738D7" w:rsidP="00D60CBB">
      <w:pPr>
        <w:tabs>
          <w:tab w:val="left" w:pos="2475"/>
        </w:tabs>
        <w:rPr>
          <w:b/>
          <w:bCs/>
          <w:sz w:val="28"/>
          <w:szCs w:val="28"/>
          <w:lang w:val="uk-UA"/>
        </w:rPr>
      </w:pPr>
    </w:p>
    <w:p w:rsidR="00D738D7" w:rsidRDefault="00D738D7" w:rsidP="00D60CBB">
      <w:pPr>
        <w:rPr>
          <w:b/>
          <w:bCs/>
          <w:sz w:val="28"/>
          <w:szCs w:val="28"/>
          <w:lang w:val="uk-UA"/>
        </w:rPr>
      </w:pPr>
    </w:p>
    <w:p w:rsidR="00D738D7" w:rsidRDefault="00D738D7" w:rsidP="00D60C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D738D7" w:rsidRDefault="00D738D7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D738D7" w:rsidRDefault="00D738D7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D738D7" w:rsidRDefault="00D738D7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організаційної </w:t>
      </w:r>
    </w:p>
    <w:p w:rsidR="00D738D7" w:rsidRDefault="00D738D7" w:rsidP="00D60CBB">
      <w:pPr>
        <w:tabs>
          <w:tab w:val="left" w:pos="7020"/>
        </w:tabs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D738D7" w:rsidRPr="007E71B9" w:rsidRDefault="00D738D7" w:rsidP="00D60CBB">
      <w:pPr>
        <w:tabs>
          <w:tab w:val="left" w:pos="7020"/>
        </w:tabs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І.М.Ярмак</w:t>
      </w:r>
    </w:p>
    <w:sectPr w:rsidR="00D738D7" w:rsidRPr="007E71B9" w:rsidSect="00D864EC">
      <w:headerReference w:type="default" r:id="rId7"/>
      <w:headerReference w:type="first" r:id="rId8"/>
      <w:pgSz w:w="11906" w:h="16838"/>
      <w:pgMar w:top="284" w:right="424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8D7" w:rsidRDefault="00D738D7">
      <w:r>
        <w:separator/>
      </w:r>
    </w:p>
  </w:endnote>
  <w:endnote w:type="continuationSeparator" w:id="0">
    <w:p w:rsidR="00D738D7" w:rsidRDefault="00D73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8D7" w:rsidRDefault="00D738D7">
      <w:r>
        <w:separator/>
      </w:r>
    </w:p>
  </w:footnote>
  <w:footnote w:type="continuationSeparator" w:id="0">
    <w:p w:rsidR="00D738D7" w:rsidRDefault="00D73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D7" w:rsidRDefault="00D738D7" w:rsidP="007C54BC">
    <w:pPr>
      <w:pStyle w:val="Header"/>
      <w:tabs>
        <w:tab w:val="clear" w:pos="4677"/>
        <w:tab w:val="center" w:pos="9639"/>
      </w:tabs>
      <w:ind w:right="360"/>
    </w:pPr>
  </w:p>
  <w:p w:rsidR="00D738D7" w:rsidRDefault="00D738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D7" w:rsidRPr="000F78B4" w:rsidRDefault="00D738D7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4045D"/>
    <w:rsid w:val="0004468C"/>
    <w:rsid w:val="00047B35"/>
    <w:rsid w:val="0005183B"/>
    <w:rsid w:val="000578A7"/>
    <w:rsid w:val="0006773B"/>
    <w:rsid w:val="00084184"/>
    <w:rsid w:val="0009006D"/>
    <w:rsid w:val="00092000"/>
    <w:rsid w:val="000A09FF"/>
    <w:rsid w:val="000A19F2"/>
    <w:rsid w:val="000A6154"/>
    <w:rsid w:val="000B42FB"/>
    <w:rsid w:val="000C3D63"/>
    <w:rsid w:val="000C5BE2"/>
    <w:rsid w:val="000C7A9D"/>
    <w:rsid w:val="000D2FE4"/>
    <w:rsid w:val="000D540C"/>
    <w:rsid w:val="000D5BEF"/>
    <w:rsid w:val="000F5CD4"/>
    <w:rsid w:val="000F78B4"/>
    <w:rsid w:val="00114685"/>
    <w:rsid w:val="00124AAF"/>
    <w:rsid w:val="0013282B"/>
    <w:rsid w:val="00140D68"/>
    <w:rsid w:val="001428F6"/>
    <w:rsid w:val="00142A7C"/>
    <w:rsid w:val="001732C9"/>
    <w:rsid w:val="001865CF"/>
    <w:rsid w:val="00191571"/>
    <w:rsid w:val="00195E10"/>
    <w:rsid w:val="0019758C"/>
    <w:rsid w:val="001A1EC7"/>
    <w:rsid w:val="001A4F40"/>
    <w:rsid w:val="001B012A"/>
    <w:rsid w:val="001B189D"/>
    <w:rsid w:val="001B65C1"/>
    <w:rsid w:val="001B7B4B"/>
    <w:rsid w:val="001D3B4C"/>
    <w:rsid w:val="001D3E49"/>
    <w:rsid w:val="001E68D2"/>
    <w:rsid w:val="001F0456"/>
    <w:rsid w:val="0020026F"/>
    <w:rsid w:val="002115C0"/>
    <w:rsid w:val="0021787A"/>
    <w:rsid w:val="00217AA8"/>
    <w:rsid w:val="0023124F"/>
    <w:rsid w:val="00254C30"/>
    <w:rsid w:val="0025650E"/>
    <w:rsid w:val="00257F9C"/>
    <w:rsid w:val="00270E2C"/>
    <w:rsid w:val="00276EBF"/>
    <w:rsid w:val="00277C22"/>
    <w:rsid w:val="00281408"/>
    <w:rsid w:val="0028269F"/>
    <w:rsid w:val="0028446E"/>
    <w:rsid w:val="002866F9"/>
    <w:rsid w:val="00295D04"/>
    <w:rsid w:val="002962F4"/>
    <w:rsid w:val="002A1A50"/>
    <w:rsid w:val="002A49DE"/>
    <w:rsid w:val="002C509C"/>
    <w:rsid w:val="002D3510"/>
    <w:rsid w:val="002F61CF"/>
    <w:rsid w:val="00317714"/>
    <w:rsid w:val="00317CD9"/>
    <w:rsid w:val="003201D7"/>
    <w:rsid w:val="00325547"/>
    <w:rsid w:val="00331512"/>
    <w:rsid w:val="003340BC"/>
    <w:rsid w:val="0033464B"/>
    <w:rsid w:val="00337F91"/>
    <w:rsid w:val="00341B4D"/>
    <w:rsid w:val="003642C7"/>
    <w:rsid w:val="0036799E"/>
    <w:rsid w:val="003718B5"/>
    <w:rsid w:val="00374403"/>
    <w:rsid w:val="00380E21"/>
    <w:rsid w:val="00381EB5"/>
    <w:rsid w:val="00393888"/>
    <w:rsid w:val="00393EBF"/>
    <w:rsid w:val="00396B70"/>
    <w:rsid w:val="003A4ED7"/>
    <w:rsid w:val="003A6B9A"/>
    <w:rsid w:val="003B0967"/>
    <w:rsid w:val="003B6AB3"/>
    <w:rsid w:val="003B73F4"/>
    <w:rsid w:val="003B79B7"/>
    <w:rsid w:val="003C4926"/>
    <w:rsid w:val="003E0129"/>
    <w:rsid w:val="003E0EEF"/>
    <w:rsid w:val="003E31C4"/>
    <w:rsid w:val="003E453E"/>
    <w:rsid w:val="003E7963"/>
    <w:rsid w:val="003F0FBB"/>
    <w:rsid w:val="003F2270"/>
    <w:rsid w:val="003F3EBF"/>
    <w:rsid w:val="00401A18"/>
    <w:rsid w:val="00401A9C"/>
    <w:rsid w:val="004158CF"/>
    <w:rsid w:val="004175DE"/>
    <w:rsid w:val="00421427"/>
    <w:rsid w:val="00421C45"/>
    <w:rsid w:val="004230C7"/>
    <w:rsid w:val="00432D5B"/>
    <w:rsid w:val="00435422"/>
    <w:rsid w:val="00437322"/>
    <w:rsid w:val="00437EE5"/>
    <w:rsid w:val="00440606"/>
    <w:rsid w:val="004408D2"/>
    <w:rsid w:val="00443DD9"/>
    <w:rsid w:val="004441FD"/>
    <w:rsid w:val="0044542D"/>
    <w:rsid w:val="0044643E"/>
    <w:rsid w:val="00452051"/>
    <w:rsid w:val="004530E0"/>
    <w:rsid w:val="0046322E"/>
    <w:rsid w:val="00463395"/>
    <w:rsid w:val="004655DC"/>
    <w:rsid w:val="00466ED1"/>
    <w:rsid w:val="004742B5"/>
    <w:rsid w:val="004849BC"/>
    <w:rsid w:val="0049042D"/>
    <w:rsid w:val="00490AF8"/>
    <w:rsid w:val="00494426"/>
    <w:rsid w:val="0049497A"/>
    <w:rsid w:val="00496F10"/>
    <w:rsid w:val="004B291D"/>
    <w:rsid w:val="004C10FA"/>
    <w:rsid w:val="004D5A8F"/>
    <w:rsid w:val="004E21FF"/>
    <w:rsid w:val="004E46CC"/>
    <w:rsid w:val="004F0B40"/>
    <w:rsid w:val="004F0EBD"/>
    <w:rsid w:val="004F43AF"/>
    <w:rsid w:val="004F7F1F"/>
    <w:rsid w:val="00500BB8"/>
    <w:rsid w:val="005373D9"/>
    <w:rsid w:val="005406D5"/>
    <w:rsid w:val="00550785"/>
    <w:rsid w:val="005513A3"/>
    <w:rsid w:val="00565F9B"/>
    <w:rsid w:val="00577972"/>
    <w:rsid w:val="005827FB"/>
    <w:rsid w:val="0058682C"/>
    <w:rsid w:val="005913A1"/>
    <w:rsid w:val="00591A90"/>
    <w:rsid w:val="00593732"/>
    <w:rsid w:val="005B3EA1"/>
    <w:rsid w:val="005B4826"/>
    <w:rsid w:val="005C0B3B"/>
    <w:rsid w:val="005C570A"/>
    <w:rsid w:val="005C640F"/>
    <w:rsid w:val="005C68AB"/>
    <w:rsid w:val="005D36FB"/>
    <w:rsid w:val="005D6007"/>
    <w:rsid w:val="005E256B"/>
    <w:rsid w:val="005E4645"/>
    <w:rsid w:val="005E4C14"/>
    <w:rsid w:val="005F23CE"/>
    <w:rsid w:val="005F474A"/>
    <w:rsid w:val="005F6077"/>
    <w:rsid w:val="0060567A"/>
    <w:rsid w:val="006116E2"/>
    <w:rsid w:val="00616CA9"/>
    <w:rsid w:val="00624B53"/>
    <w:rsid w:val="00626813"/>
    <w:rsid w:val="00627427"/>
    <w:rsid w:val="006438F0"/>
    <w:rsid w:val="006442B7"/>
    <w:rsid w:val="00651C42"/>
    <w:rsid w:val="00654AE6"/>
    <w:rsid w:val="00656FBA"/>
    <w:rsid w:val="00662944"/>
    <w:rsid w:val="00680880"/>
    <w:rsid w:val="00681E25"/>
    <w:rsid w:val="0068516C"/>
    <w:rsid w:val="00692654"/>
    <w:rsid w:val="00694516"/>
    <w:rsid w:val="0069752A"/>
    <w:rsid w:val="006A0C03"/>
    <w:rsid w:val="006A1647"/>
    <w:rsid w:val="006A6259"/>
    <w:rsid w:val="006B7F49"/>
    <w:rsid w:val="006D06AC"/>
    <w:rsid w:val="006D0FFA"/>
    <w:rsid w:val="006F1C30"/>
    <w:rsid w:val="006F4236"/>
    <w:rsid w:val="00703891"/>
    <w:rsid w:val="00705445"/>
    <w:rsid w:val="007074F3"/>
    <w:rsid w:val="0071091C"/>
    <w:rsid w:val="00722C7F"/>
    <w:rsid w:val="007356E9"/>
    <w:rsid w:val="00735A47"/>
    <w:rsid w:val="00743566"/>
    <w:rsid w:val="00743D86"/>
    <w:rsid w:val="00745788"/>
    <w:rsid w:val="00750952"/>
    <w:rsid w:val="00763068"/>
    <w:rsid w:val="00766E6A"/>
    <w:rsid w:val="00770EF4"/>
    <w:rsid w:val="00775B76"/>
    <w:rsid w:val="007761A8"/>
    <w:rsid w:val="00784484"/>
    <w:rsid w:val="0079014C"/>
    <w:rsid w:val="00795EA3"/>
    <w:rsid w:val="007B4FF2"/>
    <w:rsid w:val="007C4239"/>
    <w:rsid w:val="007C54BC"/>
    <w:rsid w:val="007D2001"/>
    <w:rsid w:val="007E3A5E"/>
    <w:rsid w:val="007E71B9"/>
    <w:rsid w:val="007F053F"/>
    <w:rsid w:val="007F36A0"/>
    <w:rsid w:val="008017F3"/>
    <w:rsid w:val="00811AD3"/>
    <w:rsid w:val="008154A1"/>
    <w:rsid w:val="00831073"/>
    <w:rsid w:val="0083494C"/>
    <w:rsid w:val="00837608"/>
    <w:rsid w:val="00837C26"/>
    <w:rsid w:val="00842093"/>
    <w:rsid w:val="00844653"/>
    <w:rsid w:val="00844F4C"/>
    <w:rsid w:val="00845596"/>
    <w:rsid w:val="00866DDC"/>
    <w:rsid w:val="0087403E"/>
    <w:rsid w:val="00880C2D"/>
    <w:rsid w:val="008920D6"/>
    <w:rsid w:val="00897D0C"/>
    <w:rsid w:val="008A56BE"/>
    <w:rsid w:val="008A6112"/>
    <w:rsid w:val="008B5D4E"/>
    <w:rsid w:val="008B612C"/>
    <w:rsid w:val="008D4193"/>
    <w:rsid w:val="008E1DD3"/>
    <w:rsid w:val="008F1F46"/>
    <w:rsid w:val="00900807"/>
    <w:rsid w:val="0091551F"/>
    <w:rsid w:val="00917285"/>
    <w:rsid w:val="00921359"/>
    <w:rsid w:val="009241AA"/>
    <w:rsid w:val="00932B42"/>
    <w:rsid w:val="00933F3E"/>
    <w:rsid w:val="00936F80"/>
    <w:rsid w:val="009405A5"/>
    <w:rsid w:val="0094562A"/>
    <w:rsid w:val="009513B0"/>
    <w:rsid w:val="0095175B"/>
    <w:rsid w:val="00980BF5"/>
    <w:rsid w:val="00983DDA"/>
    <w:rsid w:val="0099401E"/>
    <w:rsid w:val="0099443F"/>
    <w:rsid w:val="009A2EF1"/>
    <w:rsid w:val="009B4723"/>
    <w:rsid w:val="009B4D10"/>
    <w:rsid w:val="009C15DD"/>
    <w:rsid w:val="009C56C7"/>
    <w:rsid w:val="009D4A57"/>
    <w:rsid w:val="009E018B"/>
    <w:rsid w:val="009E1980"/>
    <w:rsid w:val="009E7BF5"/>
    <w:rsid w:val="009F4752"/>
    <w:rsid w:val="009F47E4"/>
    <w:rsid w:val="00A0028C"/>
    <w:rsid w:val="00A1107B"/>
    <w:rsid w:val="00A15362"/>
    <w:rsid w:val="00A301FB"/>
    <w:rsid w:val="00A3028D"/>
    <w:rsid w:val="00A33429"/>
    <w:rsid w:val="00A3574A"/>
    <w:rsid w:val="00A371A2"/>
    <w:rsid w:val="00A376CC"/>
    <w:rsid w:val="00A554BC"/>
    <w:rsid w:val="00A7110F"/>
    <w:rsid w:val="00A725D3"/>
    <w:rsid w:val="00A73E91"/>
    <w:rsid w:val="00A7552A"/>
    <w:rsid w:val="00A80DD7"/>
    <w:rsid w:val="00A90E0E"/>
    <w:rsid w:val="00A93E8D"/>
    <w:rsid w:val="00AA12B4"/>
    <w:rsid w:val="00AA430E"/>
    <w:rsid w:val="00AA7F39"/>
    <w:rsid w:val="00AB3A7B"/>
    <w:rsid w:val="00AC107D"/>
    <w:rsid w:val="00AC3001"/>
    <w:rsid w:val="00AE755A"/>
    <w:rsid w:val="00B07D16"/>
    <w:rsid w:val="00B15ECB"/>
    <w:rsid w:val="00B2433C"/>
    <w:rsid w:val="00B2609F"/>
    <w:rsid w:val="00B42DDD"/>
    <w:rsid w:val="00B446E6"/>
    <w:rsid w:val="00B47413"/>
    <w:rsid w:val="00B61755"/>
    <w:rsid w:val="00B646C0"/>
    <w:rsid w:val="00B669B8"/>
    <w:rsid w:val="00B701F1"/>
    <w:rsid w:val="00B71E1F"/>
    <w:rsid w:val="00B8175E"/>
    <w:rsid w:val="00B9587D"/>
    <w:rsid w:val="00BB050B"/>
    <w:rsid w:val="00BC00C0"/>
    <w:rsid w:val="00BE17EE"/>
    <w:rsid w:val="00BE2FCE"/>
    <w:rsid w:val="00BF0FA2"/>
    <w:rsid w:val="00C02EC7"/>
    <w:rsid w:val="00C0762B"/>
    <w:rsid w:val="00C15390"/>
    <w:rsid w:val="00C24E21"/>
    <w:rsid w:val="00C32F88"/>
    <w:rsid w:val="00C437FE"/>
    <w:rsid w:val="00C444DE"/>
    <w:rsid w:val="00C46793"/>
    <w:rsid w:val="00C473AE"/>
    <w:rsid w:val="00C510A9"/>
    <w:rsid w:val="00C71639"/>
    <w:rsid w:val="00C80A08"/>
    <w:rsid w:val="00C80AF0"/>
    <w:rsid w:val="00C840B8"/>
    <w:rsid w:val="00C8603A"/>
    <w:rsid w:val="00C94690"/>
    <w:rsid w:val="00CA3540"/>
    <w:rsid w:val="00CC0EC6"/>
    <w:rsid w:val="00CF0BDA"/>
    <w:rsid w:val="00CF55A7"/>
    <w:rsid w:val="00D07A9D"/>
    <w:rsid w:val="00D12AF1"/>
    <w:rsid w:val="00D1358A"/>
    <w:rsid w:val="00D21ACB"/>
    <w:rsid w:val="00D42DFD"/>
    <w:rsid w:val="00D45ADD"/>
    <w:rsid w:val="00D46991"/>
    <w:rsid w:val="00D5291D"/>
    <w:rsid w:val="00D60CBB"/>
    <w:rsid w:val="00D60ED2"/>
    <w:rsid w:val="00D666D2"/>
    <w:rsid w:val="00D738D7"/>
    <w:rsid w:val="00D752E7"/>
    <w:rsid w:val="00D80130"/>
    <w:rsid w:val="00D84AEF"/>
    <w:rsid w:val="00D864EC"/>
    <w:rsid w:val="00D86BC2"/>
    <w:rsid w:val="00DA5E89"/>
    <w:rsid w:val="00DA6BE4"/>
    <w:rsid w:val="00DB3D27"/>
    <w:rsid w:val="00DB5872"/>
    <w:rsid w:val="00DC73D9"/>
    <w:rsid w:val="00DE058C"/>
    <w:rsid w:val="00DE20D3"/>
    <w:rsid w:val="00DF5122"/>
    <w:rsid w:val="00E157B8"/>
    <w:rsid w:val="00E164A2"/>
    <w:rsid w:val="00E250F8"/>
    <w:rsid w:val="00E4355F"/>
    <w:rsid w:val="00E43876"/>
    <w:rsid w:val="00E4619F"/>
    <w:rsid w:val="00E50508"/>
    <w:rsid w:val="00E51BED"/>
    <w:rsid w:val="00E5217F"/>
    <w:rsid w:val="00E53E4E"/>
    <w:rsid w:val="00E5475A"/>
    <w:rsid w:val="00E610C4"/>
    <w:rsid w:val="00E651D8"/>
    <w:rsid w:val="00E66705"/>
    <w:rsid w:val="00E66915"/>
    <w:rsid w:val="00E66F06"/>
    <w:rsid w:val="00E74157"/>
    <w:rsid w:val="00E746A9"/>
    <w:rsid w:val="00E9066A"/>
    <w:rsid w:val="00E94834"/>
    <w:rsid w:val="00EA32BF"/>
    <w:rsid w:val="00EA4910"/>
    <w:rsid w:val="00EA757D"/>
    <w:rsid w:val="00EC370B"/>
    <w:rsid w:val="00EF2836"/>
    <w:rsid w:val="00EF29F7"/>
    <w:rsid w:val="00EF3325"/>
    <w:rsid w:val="00EF54A7"/>
    <w:rsid w:val="00EF6923"/>
    <w:rsid w:val="00F01EB7"/>
    <w:rsid w:val="00F12114"/>
    <w:rsid w:val="00F12D4D"/>
    <w:rsid w:val="00F250E4"/>
    <w:rsid w:val="00F25697"/>
    <w:rsid w:val="00F25874"/>
    <w:rsid w:val="00F30157"/>
    <w:rsid w:val="00F33A1E"/>
    <w:rsid w:val="00F36864"/>
    <w:rsid w:val="00F37995"/>
    <w:rsid w:val="00F44ACE"/>
    <w:rsid w:val="00F53765"/>
    <w:rsid w:val="00F55FC4"/>
    <w:rsid w:val="00F567C4"/>
    <w:rsid w:val="00F83694"/>
    <w:rsid w:val="00F968BD"/>
    <w:rsid w:val="00FA5913"/>
    <w:rsid w:val="00FA6A82"/>
    <w:rsid w:val="00FB7B05"/>
    <w:rsid w:val="00FC06FF"/>
    <w:rsid w:val="00FC1C44"/>
    <w:rsid w:val="00FC6B88"/>
    <w:rsid w:val="00FD0428"/>
    <w:rsid w:val="00FD691F"/>
    <w:rsid w:val="00FE3867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%3f%3f%3f%3f%3f%3f%3f%20%3f%3f%3f%3f\%3f%3f%3f%3f%3f%20%3f.%3f\%3f%3f%3f%3f%3f%3f%3f%3f%3f%20%3f%3f%3f%3f%3f.%20%3f%3f%3f%3f%3f%3f%3f%3f%3f%3f%3f\%3f%3f%3f%3f%3f%3f%202014\%3f%3f%3f%3f%3f%3f%3f%3f%3f%3f%3f%3f%3f%20%3f%3f%3f%20%3f%3f%3f%3f%3f%3f%3f%3f%3f%20%3f%3f%3f%3f%3f%3f%3f%3f%3f%20%3f%3f%3f%3f%3f%3f%3f%3f%3f%3f%3f%20%3f%3f%3f%3f%3f%3f%3f%3f%3f%20%3f%3f%3f%3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????????????? ??? ????????? ????????? ??????????? ????????? ????.dotx</Template>
  <TotalTime>45</TotalTime>
  <Pages>5</Pages>
  <Words>1258</Words>
  <Characters>7177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12</cp:revision>
  <cp:lastPrinted>2015-11-02T10:19:00Z</cp:lastPrinted>
  <dcterms:created xsi:type="dcterms:W3CDTF">2016-02-11T05:17:00Z</dcterms:created>
  <dcterms:modified xsi:type="dcterms:W3CDTF">2016-03-05T08:39:00Z</dcterms:modified>
</cp:coreProperties>
</file>