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BE6" w:rsidRPr="007D4AD1" w:rsidRDefault="00C35BE6" w:rsidP="00B405B1">
      <w:pPr>
        <w:jc w:val="center"/>
      </w:pPr>
      <w:r w:rsidRPr="00CF519B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8.75pt;visibility:visible">
            <v:imagedata r:id="rId6" o:title=""/>
          </v:shape>
        </w:pict>
      </w:r>
    </w:p>
    <w:p w:rsidR="00C35BE6" w:rsidRPr="007D4AD1" w:rsidRDefault="00C35BE6" w:rsidP="00B405B1">
      <w:pPr>
        <w:jc w:val="center"/>
        <w:rPr>
          <w:b/>
          <w:bCs/>
        </w:rPr>
      </w:pPr>
      <w:r w:rsidRPr="007D4AD1">
        <w:rPr>
          <w:b/>
          <w:bCs/>
        </w:rPr>
        <w:t xml:space="preserve">РОМЕНСЬКА РАЙОННА ДЕРЖАВНА АДМІНІСТРАЦІЯ </w:t>
      </w:r>
    </w:p>
    <w:p w:rsidR="00C35BE6" w:rsidRPr="007D4AD1" w:rsidRDefault="00C35BE6" w:rsidP="00B405B1">
      <w:pPr>
        <w:jc w:val="center"/>
        <w:rPr>
          <w:b/>
          <w:bCs/>
        </w:rPr>
      </w:pPr>
      <w:r w:rsidRPr="007D4AD1">
        <w:rPr>
          <w:b/>
          <w:bCs/>
        </w:rPr>
        <w:t>СУМСЬКОЇ ОБЛАСТІ</w:t>
      </w:r>
    </w:p>
    <w:p w:rsidR="00C35BE6" w:rsidRPr="007D4AD1" w:rsidRDefault="00C35BE6" w:rsidP="00B405B1">
      <w:pPr>
        <w:jc w:val="center"/>
        <w:rPr>
          <w:b/>
          <w:bCs/>
          <w:sz w:val="16"/>
          <w:szCs w:val="16"/>
        </w:rPr>
      </w:pPr>
    </w:p>
    <w:p w:rsidR="00C35BE6" w:rsidRPr="007D4AD1" w:rsidRDefault="00C35BE6" w:rsidP="00B405B1">
      <w:pPr>
        <w:jc w:val="center"/>
        <w:rPr>
          <w:b/>
          <w:bCs/>
          <w:sz w:val="28"/>
          <w:szCs w:val="28"/>
        </w:rPr>
      </w:pPr>
      <w:r w:rsidRPr="007D4AD1">
        <w:rPr>
          <w:b/>
          <w:bCs/>
          <w:sz w:val="28"/>
          <w:szCs w:val="28"/>
        </w:rPr>
        <w:t xml:space="preserve">РОЗПОРЯДЖЕННЯ </w:t>
      </w:r>
    </w:p>
    <w:p w:rsidR="00C35BE6" w:rsidRPr="007D4AD1" w:rsidRDefault="00C35BE6" w:rsidP="00B405B1">
      <w:pPr>
        <w:jc w:val="center"/>
        <w:rPr>
          <w:b/>
          <w:bCs/>
        </w:rPr>
      </w:pPr>
      <w:r w:rsidRPr="007D4AD1">
        <w:rPr>
          <w:b/>
          <w:bCs/>
        </w:rPr>
        <w:t>ГОЛОВИ РАЙОННОЇ ДЕРЖАВНОЇ АДМІНІСТРАЦІЇ</w:t>
      </w:r>
    </w:p>
    <w:p w:rsidR="00C35BE6" w:rsidRPr="007D4AD1" w:rsidRDefault="00C35BE6" w:rsidP="00B405B1">
      <w:pPr>
        <w:jc w:val="center"/>
        <w:rPr>
          <w:b/>
          <w:bCs/>
        </w:rPr>
      </w:pPr>
    </w:p>
    <w:p w:rsidR="00C35BE6" w:rsidRDefault="00C35BE6" w:rsidP="00B405B1">
      <w:pPr>
        <w:pStyle w:val="Header"/>
        <w:rPr>
          <w:rFonts w:ascii="Times New Roman" w:hAnsi="Times New Roman"/>
          <w:b/>
          <w:bCs/>
          <w:sz w:val="24"/>
          <w:szCs w:val="24"/>
        </w:rPr>
      </w:pPr>
    </w:p>
    <w:p w:rsidR="00C35BE6" w:rsidRPr="007D4AD1" w:rsidRDefault="00C35BE6" w:rsidP="00B405B1">
      <w:pPr>
        <w:pStyle w:val="Header"/>
      </w:pPr>
      <w:r>
        <w:rPr>
          <w:rFonts w:ascii="Times New Roman" w:hAnsi="Times New Roman"/>
          <w:b/>
          <w:bCs/>
          <w:sz w:val="24"/>
          <w:szCs w:val="24"/>
        </w:rPr>
        <w:t xml:space="preserve">12.04.2016                </w:t>
      </w:r>
      <w:r w:rsidRPr="007D4AD1">
        <w:rPr>
          <w:rFonts w:ascii="Times New Roman" w:hAnsi="Times New Roman"/>
          <w:b/>
          <w:bCs/>
          <w:sz w:val="24"/>
          <w:szCs w:val="24"/>
        </w:rPr>
        <w:t xml:space="preserve">                                     м. Ромни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Pr="007D4AD1">
        <w:rPr>
          <w:rFonts w:ascii="Times New Roman" w:hAnsi="Times New Roman"/>
          <w:b/>
          <w:bCs/>
          <w:sz w:val="24"/>
          <w:szCs w:val="24"/>
        </w:rPr>
        <w:t xml:space="preserve"> № </w:t>
      </w:r>
      <w:r>
        <w:rPr>
          <w:rFonts w:ascii="Times New Roman" w:hAnsi="Times New Roman"/>
          <w:b/>
          <w:bCs/>
          <w:sz w:val="24"/>
          <w:szCs w:val="24"/>
        </w:rPr>
        <w:t>108-ОД</w:t>
      </w:r>
    </w:p>
    <w:p w:rsidR="00C35BE6" w:rsidRPr="00075953" w:rsidRDefault="00C35BE6" w:rsidP="00B405B1">
      <w:pPr>
        <w:spacing w:line="360" w:lineRule="auto"/>
        <w:rPr>
          <w:b/>
          <w:bCs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361"/>
      </w:tblGrid>
      <w:tr w:rsidR="00C35BE6" w:rsidRPr="00C908E6" w:rsidTr="00EE42AA">
        <w:tc>
          <w:tcPr>
            <w:tcW w:w="4361" w:type="dxa"/>
          </w:tcPr>
          <w:p w:rsidR="00C35BE6" w:rsidRPr="00CC4755" w:rsidRDefault="00C35BE6" w:rsidP="001132D9">
            <w:pPr>
              <w:pStyle w:val="BodyText"/>
              <w:ind w:left="-57" w:right="-57"/>
              <w:rPr>
                <w:b/>
                <w:bCs/>
                <w:spacing w:val="-6"/>
                <w:sz w:val="28"/>
              </w:rPr>
            </w:pPr>
            <w:r w:rsidRPr="00CC4755">
              <w:rPr>
                <w:b/>
                <w:bCs/>
                <w:spacing w:val="-6"/>
                <w:sz w:val="28"/>
              </w:rPr>
              <w:t>Про уповноважених осіб, які мають право складати протоколи про адміністративні правопорушення</w:t>
            </w:r>
          </w:p>
        </w:tc>
      </w:tr>
    </w:tbl>
    <w:p w:rsidR="00C35BE6" w:rsidRPr="00075953" w:rsidRDefault="00C35BE6" w:rsidP="00B405B1">
      <w:pPr>
        <w:pStyle w:val="BodyText"/>
        <w:spacing w:line="360" w:lineRule="auto"/>
        <w:rPr>
          <w:spacing w:val="-16"/>
        </w:rPr>
      </w:pPr>
    </w:p>
    <w:p w:rsidR="00C35BE6" w:rsidRDefault="00C35BE6" w:rsidP="00B405B1">
      <w:pPr>
        <w:pStyle w:val="BodyTex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Відповідно до статей 6, 39 Закону України «Про місцеві державні адміністрації», статей 197, 198, 217, 219, 255 </w:t>
      </w:r>
      <w:hyperlink r:id="rId7" w:history="1">
        <w:r w:rsidRPr="00FD37B1">
          <w:rPr>
            <w:sz w:val="28"/>
            <w:szCs w:val="28"/>
          </w:rPr>
          <w:t>Кодекс</w:t>
        </w:r>
        <w:r>
          <w:rPr>
            <w:sz w:val="28"/>
            <w:szCs w:val="28"/>
          </w:rPr>
          <w:t>у</w:t>
        </w:r>
        <w:r w:rsidRPr="00FD37B1">
          <w:rPr>
            <w:sz w:val="28"/>
            <w:szCs w:val="28"/>
          </w:rPr>
          <w:t xml:space="preserve"> України про адміністративні правопорушення</w:t>
        </w:r>
      </w:hyperlink>
      <w:r>
        <w:rPr>
          <w:sz w:val="28"/>
          <w:szCs w:val="28"/>
        </w:rPr>
        <w:t xml:space="preserve">, з метою визначення </w:t>
      </w:r>
      <w:r w:rsidRPr="00D80F7F">
        <w:rPr>
          <w:sz w:val="28"/>
          <w:szCs w:val="28"/>
        </w:rPr>
        <w:t>уповноважени</w:t>
      </w:r>
      <w:r>
        <w:rPr>
          <w:sz w:val="28"/>
          <w:szCs w:val="28"/>
        </w:rPr>
        <w:t>х</w:t>
      </w:r>
      <w:r w:rsidRPr="00D80F7F">
        <w:rPr>
          <w:sz w:val="28"/>
          <w:szCs w:val="28"/>
        </w:rPr>
        <w:t xml:space="preserve"> ос</w:t>
      </w:r>
      <w:r>
        <w:rPr>
          <w:sz w:val="28"/>
          <w:szCs w:val="28"/>
        </w:rPr>
        <w:t>і</w:t>
      </w:r>
      <w:r w:rsidRPr="00D80F7F">
        <w:rPr>
          <w:sz w:val="28"/>
          <w:szCs w:val="28"/>
        </w:rPr>
        <w:t>б, які мають право складати протоколи про адміністративні правопорушення</w:t>
      </w:r>
      <w:r>
        <w:rPr>
          <w:sz w:val="28"/>
          <w:szCs w:val="28"/>
        </w:rPr>
        <w:t>:</w:t>
      </w:r>
    </w:p>
    <w:p w:rsidR="00C35BE6" w:rsidRPr="003C1EA2" w:rsidRDefault="00C35BE6" w:rsidP="00EE42A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0" w:name="n6"/>
      <w:bookmarkEnd w:id="0"/>
      <w:r w:rsidRPr="007100FB">
        <w:rPr>
          <w:sz w:val="28"/>
          <w:szCs w:val="28"/>
          <w:lang w:val="uk-UA"/>
        </w:rPr>
        <w:t>1</w:t>
      </w:r>
      <w:r w:rsidRPr="00D80F7F">
        <w:rPr>
          <w:sz w:val="28"/>
          <w:szCs w:val="28"/>
          <w:lang w:val="uk-UA"/>
        </w:rPr>
        <w:t>. Визначити уповноваженими особами, які мають право складати протоколи про адміністративні правопорушення, передбачені</w:t>
      </w:r>
      <w:r>
        <w:rPr>
          <w:sz w:val="28"/>
          <w:szCs w:val="28"/>
          <w:lang w:val="uk-UA"/>
        </w:rPr>
        <w:t xml:space="preserve"> </w:t>
      </w:r>
      <w:hyperlink r:id="rId8" w:anchor="n2619" w:tgtFrame="_blank" w:history="1">
        <w:r w:rsidRPr="00D80F7F">
          <w:rPr>
            <w:sz w:val="28"/>
            <w:szCs w:val="28"/>
            <w:lang w:val="uk-UA"/>
          </w:rPr>
          <w:t>статтями 197</w:t>
        </w:r>
      </w:hyperlink>
      <w:r w:rsidRPr="00D80F7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80F7F">
        <w:rPr>
          <w:sz w:val="28"/>
          <w:szCs w:val="28"/>
          <w:lang w:val="uk-UA"/>
        </w:rPr>
        <w:t>198</w:t>
      </w:r>
      <w:r>
        <w:rPr>
          <w:sz w:val="28"/>
          <w:szCs w:val="28"/>
          <w:lang w:val="uk-UA"/>
        </w:rPr>
        <w:t xml:space="preserve"> </w:t>
      </w:r>
      <w:r w:rsidRPr="00D80F7F">
        <w:rPr>
          <w:sz w:val="28"/>
          <w:szCs w:val="28"/>
          <w:lang w:val="uk-UA"/>
        </w:rPr>
        <w:t>Кодексу України про адміністративні правопорушення</w:t>
      </w:r>
      <w:r>
        <w:rPr>
          <w:sz w:val="28"/>
          <w:szCs w:val="28"/>
          <w:lang w:val="uk-UA"/>
        </w:rPr>
        <w:t xml:space="preserve">: начальника відділу організації діяльності центру надання адміністративних послуг - адміністратора управління економічного розвитку, торгівлі та організації діяльності центру надання адміністративних послуг Роменської районної державної адміністрації та адміністраторів відділу організації діяльності центру надання адміністративних послуг </w:t>
      </w:r>
      <w:r w:rsidRPr="003C1EA2">
        <w:rPr>
          <w:color w:val="000000"/>
          <w:sz w:val="28"/>
          <w:szCs w:val="28"/>
          <w:lang w:val="uk-UA"/>
        </w:rPr>
        <w:t>управління економічного розвитку, торгівлі та організації діяльності центру надання адміністративних послуг Роменської районної державної адміністрації.</w:t>
      </w:r>
    </w:p>
    <w:p w:rsidR="00C35BE6" w:rsidRPr="007100FB" w:rsidRDefault="00C35BE6" w:rsidP="00EE42A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</w:t>
      </w:r>
      <w:r w:rsidRPr="007100FB">
        <w:rPr>
          <w:sz w:val="28"/>
          <w:szCs w:val="28"/>
        </w:rPr>
        <w:t xml:space="preserve">форму протоколу про </w:t>
      </w:r>
      <w:r w:rsidRPr="00D80F7F">
        <w:rPr>
          <w:sz w:val="28"/>
          <w:szCs w:val="28"/>
          <w:lang w:val="uk-UA"/>
        </w:rPr>
        <w:t>адміністративні правопорушення</w:t>
      </w:r>
      <w:r w:rsidRPr="007100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7100FB">
        <w:rPr>
          <w:sz w:val="28"/>
          <w:szCs w:val="28"/>
          <w:lang w:val="uk-UA"/>
        </w:rPr>
        <w:t>додається</w:t>
      </w:r>
      <w:r>
        <w:rPr>
          <w:sz w:val="28"/>
          <w:szCs w:val="28"/>
          <w:lang w:val="uk-UA"/>
        </w:rPr>
        <w:t>)</w:t>
      </w:r>
      <w:r w:rsidRPr="007100FB">
        <w:rPr>
          <w:sz w:val="28"/>
          <w:szCs w:val="28"/>
          <w:lang w:val="uk-UA"/>
        </w:rPr>
        <w:t>.</w:t>
      </w:r>
    </w:p>
    <w:p w:rsidR="00C35BE6" w:rsidRDefault="00C35BE6" w:rsidP="00EE42A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bookmarkStart w:id="1" w:name="n7"/>
      <w:bookmarkEnd w:id="1"/>
      <w:r w:rsidRPr="007100FB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>Начальникові відділу організації діяльності центру надання адміністративних послуг - адміністратор</w:t>
      </w:r>
      <w:r w:rsidRPr="003C1EA2">
        <w:rPr>
          <w:color w:val="000000"/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управління економічного розвитку, торгівлі та організації діяльності центру надання адміністративних послуг Роменської районної державної адміністрації </w:t>
      </w:r>
      <w:r w:rsidRPr="007100FB">
        <w:rPr>
          <w:sz w:val="28"/>
          <w:szCs w:val="28"/>
          <w:lang w:val="uk-UA"/>
        </w:rPr>
        <w:t xml:space="preserve">забезпечити </w:t>
      </w:r>
      <w:r>
        <w:rPr>
          <w:sz w:val="28"/>
          <w:szCs w:val="28"/>
          <w:lang w:val="uk-UA"/>
        </w:rPr>
        <w:t>передачу протоколів про адміністративні правопорушення на розгляд виконавчих комітетів сільських рад в порядку та строки, передбачені Кодексом про адміністративні правопорушення</w:t>
      </w:r>
      <w:r w:rsidRPr="007100FB">
        <w:rPr>
          <w:sz w:val="28"/>
          <w:szCs w:val="28"/>
          <w:lang w:val="uk-UA"/>
        </w:rPr>
        <w:t>.</w:t>
      </w:r>
    </w:p>
    <w:p w:rsidR="00C35BE6" w:rsidRPr="007100FB" w:rsidRDefault="00C35BE6" w:rsidP="00EE42AA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цього розпорядження покласти на керівника апарату Роменської районної державної адміністрації Ломка М.О.</w:t>
      </w:r>
    </w:p>
    <w:p w:rsidR="00C35BE6" w:rsidRPr="00075953" w:rsidRDefault="00C35BE6" w:rsidP="00B405B1">
      <w:pPr>
        <w:pStyle w:val="BodyText"/>
        <w:spacing w:line="360" w:lineRule="auto"/>
        <w:ind w:firstLine="708"/>
        <w:rPr>
          <w:b/>
          <w:bCs/>
          <w:spacing w:val="-16"/>
        </w:rPr>
      </w:pPr>
      <w:r>
        <w:rPr>
          <w:sz w:val="28"/>
          <w:szCs w:val="28"/>
        </w:rPr>
        <w:t xml:space="preserve"> </w:t>
      </w:r>
    </w:p>
    <w:p w:rsidR="00C35BE6" w:rsidRPr="00C908E6" w:rsidRDefault="00C35BE6" w:rsidP="00B405B1">
      <w:pPr>
        <w:pStyle w:val="BodyText"/>
        <w:tabs>
          <w:tab w:val="left" w:pos="7020"/>
        </w:tabs>
        <w:rPr>
          <w:b/>
          <w:bCs/>
          <w:sz w:val="28"/>
        </w:rPr>
      </w:pPr>
      <w:r w:rsidRPr="00C908E6">
        <w:rPr>
          <w:b/>
          <w:bCs/>
          <w:sz w:val="28"/>
        </w:rPr>
        <w:t xml:space="preserve">Голова Роменської районної </w:t>
      </w:r>
    </w:p>
    <w:p w:rsidR="00C35BE6" w:rsidRPr="00C908E6" w:rsidRDefault="00C35BE6" w:rsidP="00B405B1">
      <w:pPr>
        <w:pStyle w:val="BodyText"/>
        <w:rPr>
          <w:b/>
          <w:sz w:val="28"/>
          <w:szCs w:val="28"/>
        </w:rPr>
      </w:pPr>
      <w:r w:rsidRPr="00C908E6">
        <w:rPr>
          <w:b/>
          <w:sz w:val="28"/>
          <w:szCs w:val="28"/>
        </w:rPr>
        <w:t xml:space="preserve">державної адміністрації </w:t>
      </w:r>
      <w:r w:rsidRPr="00C908E6">
        <w:rPr>
          <w:b/>
          <w:sz w:val="28"/>
          <w:szCs w:val="28"/>
        </w:rPr>
        <w:tab/>
      </w:r>
      <w:r w:rsidRPr="00C908E6">
        <w:rPr>
          <w:b/>
          <w:sz w:val="28"/>
          <w:szCs w:val="28"/>
        </w:rPr>
        <w:tab/>
      </w:r>
      <w:r w:rsidRPr="00C908E6">
        <w:rPr>
          <w:b/>
          <w:sz w:val="28"/>
          <w:szCs w:val="28"/>
        </w:rPr>
        <w:tab/>
      </w:r>
      <w:r w:rsidRPr="00C908E6">
        <w:rPr>
          <w:b/>
          <w:sz w:val="28"/>
          <w:szCs w:val="28"/>
        </w:rPr>
        <w:tab/>
      </w:r>
      <w:r w:rsidRPr="00C908E6">
        <w:rPr>
          <w:b/>
          <w:sz w:val="28"/>
          <w:szCs w:val="28"/>
        </w:rPr>
        <w:tab/>
      </w:r>
      <w:r w:rsidRPr="00C908E6">
        <w:rPr>
          <w:b/>
          <w:sz w:val="28"/>
          <w:szCs w:val="28"/>
        </w:rPr>
        <w:tab/>
        <w:t>В.О.Білоха</w:t>
      </w:r>
    </w:p>
    <w:p w:rsidR="00C35BE6" w:rsidRDefault="00C35BE6" w:rsidP="00B405B1">
      <w:pPr>
        <w:rPr>
          <w:lang w:val="uk-UA"/>
        </w:rPr>
        <w:sectPr w:rsidR="00C35BE6" w:rsidSect="005C0628">
          <w:headerReference w:type="default" r:id="rId9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9923" w:type="dxa"/>
        <w:tblInd w:w="-34" w:type="dxa"/>
        <w:tblLayout w:type="fixed"/>
        <w:tblLook w:val="00A0"/>
      </w:tblPr>
      <w:tblGrid>
        <w:gridCol w:w="9923"/>
      </w:tblGrid>
      <w:tr w:rsidR="00C35BE6" w:rsidRPr="003C1EA2" w:rsidTr="005C0628">
        <w:trPr>
          <w:trHeight w:val="14601"/>
        </w:trPr>
        <w:tc>
          <w:tcPr>
            <w:tcW w:w="5000" w:type="pct"/>
          </w:tcPr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Протокол про адміністративне правопорушення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"___" ____________ 20__ року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___________________________________  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C1EA2">
              <w:rPr>
                <w:color w:val="000000"/>
                <w:sz w:val="20"/>
                <w:szCs w:val="20"/>
                <w:lang w:val="uk-UA"/>
              </w:rPr>
              <w:t>(місце складання протоколу)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Я, __________________________________</w:t>
            </w:r>
            <w:r>
              <w:rPr>
                <w:color w:val="000000"/>
                <w:lang w:val="uk-UA"/>
              </w:rPr>
              <w:t>_______</w:t>
            </w:r>
            <w:r w:rsidRPr="003C1EA2">
              <w:rPr>
                <w:color w:val="000000"/>
                <w:lang w:val="uk-UA"/>
              </w:rPr>
              <w:t>_____________________________________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C1EA2">
              <w:rPr>
                <w:color w:val="000000"/>
                <w:sz w:val="20"/>
                <w:szCs w:val="20"/>
                <w:lang w:val="uk-UA"/>
              </w:rPr>
              <w:t xml:space="preserve">(посада, прізвище, ім'я, по батькові уповноваженої посадової особи) 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>__________________________</w:t>
            </w:r>
          </w:p>
          <w:p w:rsidR="00C35BE6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 xml:space="preserve">керуючись статтями 254, 255, 256 Кодексу України про адміністративні правопорушення, склав(ла) цей протокол про те, що </w:t>
            </w:r>
          </w:p>
          <w:p w:rsidR="00C35BE6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lang w:val="uk-UA"/>
              </w:rPr>
              <w:t>________</w:t>
            </w:r>
            <w:r w:rsidRPr="003C1EA2">
              <w:rPr>
                <w:color w:val="000000"/>
                <w:lang w:val="uk-UA"/>
              </w:rPr>
              <w:t xml:space="preserve">_______________________________________________________________________ </w:t>
            </w:r>
            <w:r w:rsidRPr="003C1EA2">
              <w:rPr>
                <w:color w:val="000000"/>
                <w:lang w:val="uk-UA"/>
              </w:rPr>
              <w:br/>
              <w:t>__</w:t>
            </w:r>
            <w:r>
              <w:rPr>
                <w:color w:val="000000"/>
                <w:lang w:val="uk-UA"/>
              </w:rPr>
              <w:t>________</w:t>
            </w:r>
            <w:r w:rsidRPr="003C1EA2">
              <w:rPr>
                <w:color w:val="000000"/>
                <w:lang w:val="uk-UA"/>
              </w:rPr>
              <w:t xml:space="preserve">_____________________________________________________________________ </w:t>
            </w:r>
            <w:r w:rsidRPr="003C1EA2">
              <w:rPr>
                <w:color w:val="000000"/>
                <w:lang w:val="uk-UA"/>
              </w:rPr>
              <w:br/>
              <w:t>____</w:t>
            </w:r>
            <w:r>
              <w:rPr>
                <w:color w:val="000000"/>
                <w:lang w:val="uk-UA"/>
              </w:rPr>
              <w:t>________</w:t>
            </w:r>
            <w:r w:rsidRPr="003C1EA2">
              <w:rPr>
                <w:color w:val="000000"/>
                <w:lang w:val="uk-UA"/>
              </w:rPr>
              <w:t xml:space="preserve">___________________________________________________________________ </w:t>
            </w:r>
            <w:r w:rsidRPr="003C1EA2">
              <w:rPr>
                <w:color w:val="000000"/>
                <w:lang w:val="uk-UA"/>
              </w:rPr>
              <w:br/>
              <w:t>____</w:t>
            </w:r>
            <w:r>
              <w:rPr>
                <w:color w:val="000000"/>
                <w:lang w:val="uk-UA"/>
              </w:rPr>
              <w:t>________</w:t>
            </w:r>
            <w:r w:rsidRPr="003C1EA2">
              <w:rPr>
                <w:color w:val="000000"/>
                <w:lang w:val="uk-UA"/>
              </w:rPr>
              <w:t xml:space="preserve">___________________________________________________________________ </w:t>
            </w:r>
            <w:r w:rsidRPr="003C1EA2">
              <w:rPr>
                <w:color w:val="000000"/>
                <w:lang w:val="uk-UA"/>
              </w:rPr>
              <w:br/>
              <w:t>__</w:t>
            </w:r>
            <w:r>
              <w:rPr>
                <w:color w:val="000000"/>
                <w:lang w:val="uk-UA"/>
              </w:rPr>
              <w:t>________</w:t>
            </w:r>
            <w:r w:rsidRPr="003C1EA2">
              <w:rPr>
                <w:color w:val="000000"/>
                <w:lang w:val="uk-UA"/>
              </w:rPr>
              <w:t xml:space="preserve">_____________________________________________________________________ </w:t>
            </w:r>
            <w:r w:rsidRPr="003C1EA2">
              <w:rPr>
                <w:color w:val="000000"/>
                <w:lang w:val="uk-UA"/>
              </w:rPr>
              <w:br/>
            </w:r>
            <w:r>
              <w:rPr>
                <w:color w:val="000000"/>
                <w:lang w:val="uk-UA"/>
              </w:rPr>
              <w:t>________</w:t>
            </w:r>
            <w:r w:rsidRPr="003C1EA2">
              <w:rPr>
                <w:color w:val="000000"/>
                <w:lang w:val="uk-UA"/>
              </w:rPr>
              <w:t xml:space="preserve">_______________________________________________________________________ </w:t>
            </w:r>
            <w:r w:rsidRPr="003C1EA2">
              <w:rPr>
                <w:color w:val="000000"/>
                <w:lang w:val="uk-UA"/>
              </w:rPr>
              <w:br/>
            </w:r>
            <w:r>
              <w:rPr>
                <w:color w:val="000000"/>
                <w:lang w:val="uk-UA"/>
              </w:rPr>
              <w:t>________</w:t>
            </w:r>
            <w:r w:rsidRPr="003C1EA2">
              <w:rPr>
                <w:color w:val="000000"/>
                <w:lang w:val="uk-UA"/>
              </w:rPr>
              <w:t xml:space="preserve">_______________________________________________________________________ </w:t>
            </w:r>
            <w:r w:rsidRPr="003C1EA2">
              <w:rPr>
                <w:color w:val="000000"/>
                <w:lang w:val="uk-UA"/>
              </w:rPr>
              <w:br/>
            </w:r>
            <w:r>
              <w:rPr>
                <w:color w:val="000000"/>
                <w:lang w:val="uk-UA"/>
              </w:rPr>
              <w:t>________</w:t>
            </w:r>
            <w:r w:rsidRPr="003C1EA2">
              <w:rPr>
                <w:color w:val="000000"/>
                <w:lang w:val="uk-UA"/>
              </w:rPr>
              <w:t xml:space="preserve">_______________________________________________________________________  </w:t>
            </w:r>
            <w:r w:rsidRPr="003C1EA2">
              <w:rPr>
                <w:color w:val="000000"/>
                <w:lang w:val="uk-UA"/>
              </w:rPr>
              <w:br/>
            </w:r>
            <w:r w:rsidRPr="003C1EA2">
              <w:rPr>
                <w:color w:val="000000"/>
                <w:sz w:val="20"/>
                <w:szCs w:val="20"/>
                <w:lang w:val="uk-UA"/>
              </w:rPr>
              <w:t xml:space="preserve">(місце, час і суть правопорушення, нормативно-правовий акт, який передбачає відповідальність 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C1EA2">
              <w:rPr>
                <w:color w:val="000000"/>
                <w:sz w:val="20"/>
                <w:szCs w:val="20"/>
                <w:lang w:val="uk-UA"/>
              </w:rPr>
              <w:t>за дане правопорушення)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  <w:lang w:val="uk-UA"/>
              </w:rPr>
            </w:pP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Відомості про особу, стосовно якої складено протокол: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 xml:space="preserve">Прізвище, ім'я, по батькові: ________________________________________________________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>___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Дата, місце народження: ___________________________________________________________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</w:p>
          <w:p w:rsidR="00C35BE6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 xml:space="preserve">Місце проживання, номер телефону _________________________________________________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________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__________ </w:t>
            </w:r>
            <w:r w:rsidRPr="003C1EA2">
              <w:rPr>
                <w:color w:val="000000"/>
                <w:lang w:val="uk-UA"/>
              </w:rPr>
              <w:br/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 xml:space="preserve">Місце роботи, посада, дата призначення на посаду ____________________________________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___________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>___________</w:t>
            </w:r>
          </w:p>
          <w:p w:rsidR="00C35BE6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C1EA2">
              <w:rPr>
                <w:color w:val="000000"/>
                <w:lang w:val="uk-UA"/>
              </w:rPr>
              <w:t xml:space="preserve">Документ, що посвідчує особу (вид, серія, номер, ким і коли виданий) або довідка кадрової служби, витяг з особової справи) ___________________________________________________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_ </w:t>
            </w:r>
            <w:r w:rsidRPr="003C1EA2">
              <w:rPr>
                <w:color w:val="000000"/>
                <w:lang w:val="uk-UA"/>
              </w:rPr>
              <w:br/>
            </w:r>
            <w:r>
              <w:rPr>
                <w:color w:val="000000"/>
                <w:lang w:val="uk-UA"/>
              </w:rPr>
              <w:t xml:space="preserve"> </w:t>
            </w:r>
            <w:r w:rsidRPr="003C1EA2">
              <w:rPr>
                <w:color w:val="000000"/>
                <w:sz w:val="20"/>
                <w:szCs w:val="20"/>
                <w:lang w:val="uk-UA"/>
              </w:rPr>
              <w:t>(прізвище, ім'я, по батькові особи, яка притягається до адміністративної відповідальності)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роз'яснено зміст статті 63 Конституції України, а також його (її) права та обов'язки, передбачені статтею 268 Кодексу України про адміністративні правопорушення (має право: знайомитися з матеріалами справи, давати пояснення, подавати докази, заявляти клопотання; при розгляді справи користуватися юридичною допомогою адвоката, іншого фахівця у галузі права, який за законом має право на надання правової допомоги особисто чи за дорученням юридичної особи, виступати рідною мовою і користуватися послугами перекладача, якщо не володіє мовою, якою ведеться провадження; оскаржити постанову по справі).</w:t>
            </w:r>
          </w:p>
          <w:p w:rsidR="00C35BE6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C35BE6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Підпис ____________________________________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C35BE6" w:rsidRPr="003C1EA2" w:rsidRDefault="00C35BE6" w:rsidP="00EE42AA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 xml:space="preserve">Запис про відмову особи, щодо якої складено протокол про адміністративне правопорушення, від проставлення підпису про обізнаність із зазначеними </w:t>
            </w:r>
            <w:r>
              <w:rPr>
                <w:color w:val="000000"/>
                <w:lang w:val="uk-UA"/>
              </w:rPr>
              <w:t xml:space="preserve">положеннями Конституції України </w:t>
            </w:r>
            <w:bookmarkStart w:id="2" w:name="_GoBack"/>
            <w:bookmarkEnd w:id="2"/>
            <w:r w:rsidRPr="003C1EA2">
              <w:rPr>
                <w:color w:val="000000"/>
                <w:lang w:val="uk-UA"/>
              </w:rPr>
              <w:t>та Кодексу України про адміністративні правопорушення __________________________________________</w:t>
            </w:r>
            <w:r>
              <w:rPr>
                <w:color w:val="000000"/>
                <w:lang w:val="uk-UA"/>
              </w:rPr>
              <w:t>_________________________</w:t>
            </w:r>
            <w:r w:rsidRPr="003C1EA2">
              <w:rPr>
                <w:color w:val="000000"/>
                <w:lang w:val="uk-UA"/>
              </w:rPr>
              <w:t xml:space="preserve">_____________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>____________</w:t>
            </w:r>
          </w:p>
          <w:p w:rsidR="00C35BE6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Підпис уповноваженої особи _______________________________________________________</w:t>
            </w:r>
          </w:p>
          <w:p w:rsidR="00C35BE6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Пояснення і зауваження щодо змісту цього протоколу (можуть бути додані окремо)  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____________________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___________________ 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>___________________</w:t>
            </w:r>
          </w:p>
          <w:p w:rsidR="00C35BE6" w:rsidRDefault="00C35BE6" w:rsidP="001132D9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Запис про відмову від подання пояснення і зауважень щодо змісту цього протоколу, відмову від підписання протоколу та мотиви такої відмови (можуть б</w:t>
            </w:r>
            <w:r>
              <w:rPr>
                <w:color w:val="000000"/>
                <w:lang w:val="uk-UA"/>
              </w:rPr>
              <w:t>ути додані окремо)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____________</w:t>
            </w:r>
            <w:r w:rsidRPr="003C1EA2">
              <w:rPr>
                <w:color w:val="000000"/>
                <w:lang w:val="uk-UA"/>
              </w:rPr>
              <w:t xml:space="preserve">____________________________________________________________________ </w:t>
            </w:r>
            <w:r w:rsidRPr="003C1EA2">
              <w:rPr>
                <w:color w:val="000000"/>
                <w:lang w:val="uk-UA"/>
              </w:rPr>
              <w:br/>
              <w:t>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>_______________________________________________</w:t>
            </w:r>
          </w:p>
          <w:p w:rsidR="00C35BE6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Підпис уповноваженої особи _______________________________________________________</w:t>
            </w:r>
          </w:p>
          <w:p w:rsidR="00C35BE6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 xml:space="preserve">До протоколу додаються: </w:t>
            </w:r>
          </w:p>
          <w:p w:rsidR="00C35BE6" w:rsidRPr="00C17085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3C1EA2">
              <w:rPr>
                <w:color w:val="000000"/>
                <w:lang w:val="uk-UA"/>
              </w:rPr>
              <w:t>1. _________________________________________</w:t>
            </w:r>
            <w:r>
              <w:rPr>
                <w:color w:val="000000"/>
                <w:lang w:val="uk-UA"/>
              </w:rPr>
              <w:t>_______</w:t>
            </w:r>
            <w:r w:rsidRPr="003C1EA2">
              <w:rPr>
                <w:color w:val="000000"/>
                <w:lang w:val="uk-UA"/>
              </w:rPr>
              <w:t xml:space="preserve">______________________________ </w:t>
            </w:r>
            <w:r w:rsidRPr="003C1EA2">
              <w:rPr>
                <w:color w:val="000000"/>
                <w:lang w:val="uk-UA"/>
              </w:rPr>
              <w:br/>
              <w:t>2. ___________________________________________</w:t>
            </w:r>
            <w:r>
              <w:rPr>
                <w:color w:val="000000"/>
                <w:lang w:val="uk-UA"/>
              </w:rPr>
              <w:t>_______</w:t>
            </w:r>
            <w:r w:rsidRPr="003C1EA2">
              <w:rPr>
                <w:color w:val="000000"/>
                <w:lang w:val="uk-UA"/>
              </w:rPr>
              <w:t xml:space="preserve">____________________________ </w:t>
            </w:r>
            <w:r>
              <w:rPr>
                <w:color w:val="000000"/>
                <w:lang w:val="uk-UA"/>
              </w:rPr>
              <w:t xml:space="preserve"> </w:t>
            </w:r>
            <w:r w:rsidRPr="003C1EA2">
              <w:rPr>
                <w:color w:val="000000"/>
                <w:lang w:val="uk-UA"/>
              </w:rPr>
              <w:t xml:space="preserve"> </w:t>
            </w:r>
            <w:r w:rsidRPr="00C17085">
              <w:rPr>
                <w:color w:val="000000"/>
                <w:sz w:val="20"/>
                <w:szCs w:val="20"/>
                <w:lang w:val="uk-UA"/>
              </w:rPr>
              <w:t>(зазначається перелік матеріалів, що додаються до протоколу)</w:t>
            </w:r>
          </w:p>
          <w:p w:rsidR="00C35BE6" w:rsidRPr="00C17085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sz w:val="20"/>
                <w:szCs w:val="20"/>
                <w:lang w:val="uk-UA"/>
              </w:rPr>
            </w:pP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Підпис особи, щодо якої складено протокол про адміністративне правопорушення та яка отримала один примірник протоколу _______________________________________________</w:t>
            </w:r>
          </w:p>
          <w:p w:rsidR="00C35BE6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Підпис уповноваженої особи ______________________________________________________</w:t>
            </w:r>
          </w:p>
          <w:p w:rsidR="00C35BE6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Свідки правопорушення (якщо такі були):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1. ______________________________________________________________________</w:t>
            </w:r>
            <w:r>
              <w:rPr>
                <w:color w:val="000000"/>
                <w:lang w:val="uk-UA"/>
              </w:rPr>
              <w:t>________</w:t>
            </w:r>
            <w:r w:rsidRPr="003C1EA2">
              <w:rPr>
                <w:color w:val="000000"/>
                <w:lang w:val="uk-UA"/>
              </w:rPr>
              <w:t xml:space="preserve"> 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_____________________________________________________________________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__ </w:t>
            </w:r>
            <w:r w:rsidRPr="003C1EA2">
              <w:rPr>
                <w:color w:val="000000"/>
                <w:lang w:val="uk-UA"/>
              </w:rPr>
              <w:br/>
              <w:t>(прізвище, ім'я та по батькові; місце проживання)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2. _____________________________________________________________________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br/>
              <w:t>______________________________________________________________________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_ </w:t>
            </w:r>
            <w:r w:rsidRPr="003C1EA2">
              <w:rPr>
                <w:color w:val="000000"/>
                <w:lang w:val="uk-UA"/>
              </w:rPr>
              <w:br/>
              <w:t>(прізвище, ім'я та по батькові; місце проживання)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Підписи свідків (якщо такі були):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1.</w:t>
            </w:r>
            <w:r>
              <w:rPr>
                <w:color w:val="000000"/>
                <w:lang w:val="uk-UA"/>
              </w:rPr>
              <w:t>______________________________________________________________________________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2.</w:t>
            </w:r>
            <w:r>
              <w:rPr>
                <w:color w:val="000000"/>
                <w:lang w:val="uk-UA"/>
              </w:rPr>
              <w:t>______________________________________________________________________________</w:t>
            </w:r>
          </w:p>
          <w:p w:rsidR="00C35BE6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Уповноважена посадова особа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_________________________________________________________________</w:t>
            </w:r>
            <w:r>
              <w:rPr>
                <w:color w:val="000000"/>
                <w:lang w:val="uk-UA"/>
              </w:rPr>
              <w:t>_________</w:t>
            </w:r>
            <w:r w:rsidRPr="003C1EA2">
              <w:rPr>
                <w:color w:val="000000"/>
                <w:lang w:val="uk-UA"/>
              </w:rPr>
              <w:t xml:space="preserve">______ </w:t>
            </w:r>
            <w:r w:rsidRPr="003C1EA2">
              <w:rPr>
                <w:color w:val="000000"/>
                <w:lang w:val="uk-UA"/>
              </w:rPr>
              <w:br/>
              <w:t>(підпис, прізвище, ініціали)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</w:p>
          <w:p w:rsidR="00C35BE6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  <w:r w:rsidRPr="003C1EA2">
              <w:rPr>
                <w:color w:val="000000"/>
                <w:lang w:val="uk-UA"/>
              </w:rPr>
              <w:t>Протокол подається на розгляд до __________________________________________________</w:t>
            </w:r>
          </w:p>
          <w:p w:rsidR="00C35BE6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________________________________________________________________________________</w:t>
            </w:r>
          </w:p>
          <w:p w:rsidR="00C35BE6" w:rsidRPr="003C1EA2" w:rsidRDefault="00C35BE6" w:rsidP="001132D9">
            <w:pPr>
              <w:pStyle w:val="NormalWeb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________________________________________________________________________________</w:t>
            </w:r>
          </w:p>
        </w:tc>
      </w:tr>
    </w:tbl>
    <w:p w:rsidR="00C35BE6" w:rsidRDefault="00C35BE6" w:rsidP="005C0628"/>
    <w:sectPr w:rsidR="00C35BE6" w:rsidSect="005C0628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BE6" w:rsidRDefault="00C35BE6" w:rsidP="005C0628">
      <w:r>
        <w:separator/>
      </w:r>
    </w:p>
  </w:endnote>
  <w:endnote w:type="continuationSeparator" w:id="0">
    <w:p w:rsidR="00C35BE6" w:rsidRDefault="00C35BE6" w:rsidP="005C06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BE6" w:rsidRDefault="00C35BE6" w:rsidP="005C0628">
      <w:r>
        <w:separator/>
      </w:r>
    </w:p>
  </w:footnote>
  <w:footnote w:type="continuationSeparator" w:id="0">
    <w:p w:rsidR="00C35BE6" w:rsidRDefault="00C35BE6" w:rsidP="005C06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BE6" w:rsidRPr="005C0628" w:rsidRDefault="00C35BE6">
    <w:pPr>
      <w:pStyle w:val="Header"/>
      <w:jc w:val="center"/>
      <w:rPr>
        <w:sz w:val="20"/>
      </w:rPr>
    </w:pPr>
    <w:r w:rsidRPr="005C0628">
      <w:rPr>
        <w:sz w:val="20"/>
      </w:rPr>
      <w:fldChar w:fldCharType="begin"/>
    </w:r>
    <w:r w:rsidRPr="005C0628">
      <w:rPr>
        <w:sz w:val="20"/>
      </w:rPr>
      <w:instrText>PAGE   \* MERGEFORMAT</w:instrText>
    </w:r>
    <w:r w:rsidRPr="005C0628">
      <w:rPr>
        <w:sz w:val="20"/>
      </w:rPr>
      <w:fldChar w:fldCharType="separate"/>
    </w:r>
    <w:r w:rsidRPr="009C373D">
      <w:rPr>
        <w:noProof/>
        <w:sz w:val="20"/>
        <w:lang w:val="ru-RU"/>
      </w:rPr>
      <w:t>3</w:t>
    </w:r>
    <w:r w:rsidRPr="005C0628">
      <w:rPr>
        <w:sz w:val="20"/>
      </w:rPr>
      <w:fldChar w:fldCharType="end"/>
    </w:r>
  </w:p>
  <w:p w:rsidR="00C35BE6" w:rsidRDefault="00C35BE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5B1"/>
    <w:rsid w:val="00075953"/>
    <w:rsid w:val="000A17A6"/>
    <w:rsid w:val="001132D9"/>
    <w:rsid w:val="001A289F"/>
    <w:rsid w:val="002C2116"/>
    <w:rsid w:val="003A0945"/>
    <w:rsid w:val="003C1EA2"/>
    <w:rsid w:val="005A7119"/>
    <w:rsid w:val="005C0628"/>
    <w:rsid w:val="005C2A94"/>
    <w:rsid w:val="00672E37"/>
    <w:rsid w:val="007100FB"/>
    <w:rsid w:val="007D4AD1"/>
    <w:rsid w:val="008F7EAA"/>
    <w:rsid w:val="00911106"/>
    <w:rsid w:val="009C373D"/>
    <w:rsid w:val="00A51527"/>
    <w:rsid w:val="00B405B1"/>
    <w:rsid w:val="00BA103D"/>
    <w:rsid w:val="00C17085"/>
    <w:rsid w:val="00C35BE6"/>
    <w:rsid w:val="00C908E6"/>
    <w:rsid w:val="00CC4755"/>
    <w:rsid w:val="00CF519B"/>
    <w:rsid w:val="00D80F7F"/>
    <w:rsid w:val="00EE42AA"/>
    <w:rsid w:val="00FD37B1"/>
    <w:rsid w:val="00FE5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5B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405B1"/>
    <w:pPr>
      <w:jc w:val="both"/>
    </w:pPr>
    <w:rPr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405B1"/>
    <w:rPr>
      <w:rFonts w:ascii="Times New Roman" w:hAnsi="Times New Roman" w:cs="Times New Roman"/>
      <w:sz w:val="24"/>
      <w:szCs w:val="24"/>
      <w:lang w:val="uk-UA" w:eastAsia="ru-RU"/>
    </w:rPr>
  </w:style>
  <w:style w:type="paragraph" w:styleId="Header">
    <w:name w:val="header"/>
    <w:basedOn w:val="Normal"/>
    <w:link w:val="HeaderChar"/>
    <w:uiPriority w:val="99"/>
    <w:rsid w:val="00B405B1"/>
    <w:pPr>
      <w:tabs>
        <w:tab w:val="center" w:pos="4819"/>
        <w:tab w:val="right" w:pos="9639"/>
      </w:tabs>
    </w:pPr>
    <w:rPr>
      <w:rFonts w:ascii="Antiqua" w:hAnsi="Antiqua"/>
      <w:sz w:val="26"/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405B1"/>
    <w:rPr>
      <w:rFonts w:ascii="Antiqua" w:hAnsi="Antiqua" w:cs="Times New Roman"/>
      <w:sz w:val="20"/>
      <w:szCs w:val="20"/>
      <w:lang w:val="uk-UA" w:eastAsia="ru-RU"/>
    </w:rPr>
  </w:style>
  <w:style w:type="paragraph" w:customStyle="1" w:styleId="rvps2">
    <w:name w:val="rvps2"/>
    <w:basedOn w:val="Normal"/>
    <w:uiPriority w:val="99"/>
    <w:rsid w:val="00B405B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405B1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B405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405B1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5C062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C0628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80731-10/paran26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on.rada.gov.ua/go/80731-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4</Pages>
  <Words>1239</Words>
  <Characters>7068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3</cp:revision>
  <cp:lastPrinted>2016-04-11T12:31:00Z</cp:lastPrinted>
  <dcterms:created xsi:type="dcterms:W3CDTF">2016-04-11T12:49:00Z</dcterms:created>
  <dcterms:modified xsi:type="dcterms:W3CDTF">2016-04-12T06:10:00Z</dcterms:modified>
</cp:coreProperties>
</file>