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D06" w:rsidRPr="00D63519" w:rsidRDefault="00D03D06" w:rsidP="00D63519">
      <w:pPr>
        <w:tabs>
          <w:tab w:val="left" w:pos="5812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val="uk-UA" w:eastAsia="ru-RU"/>
        </w:rPr>
      </w:pPr>
      <w:r w:rsidRPr="00FA4942">
        <w:rPr>
          <w:rFonts w:ascii="Times New Roman" w:hAnsi="Times New Roman"/>
          <w:noProof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6.75pt;height:49.5pt;visibility:visible">
            <v:imagedata r:id="rId4" o:title=""/>
          </v:shape>
        </w:pict>
      </w:r>
    </w:p>
    <w:p w:rsidR="00D03D06" w:rsidRPr="00D63519" w:rsidRDefault="00D03D06" w:rsidP="00D635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D63519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РОМЕНСЬКА РАЙОННА ДЕРЖАВНА АДМІНІСТРАЦІЯ </w:t>
      </w:r>
    </w:p>
    <w:p w:rsidR="00D03D06" w:rsidRPr="00D63519" w:rsidRDefault="00D03D06" w:rsidP="00D635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D63519">
        <w:rPr>
          <w:rFonts w:ascii="Times New Roman" w:hAnsi="Times New Roman"/>
          <w:b/>
          <w:bCs/>
          <w:sz w:val="24"/>
          <w:szCs w:val="24"/>
          <w:lang w:val="uk-UA" w:eastAsia="ru-RU"/>
        </w:rPr>
        <w:t>СУМСЬКОЇ ОБЛАСТІ</w:t>
      </w:r>
    </w:p>
    <w:p w:rsidR="00D03D06" w:rsidRPr="00D63519" w:rsidRDefault="00D03D06" w:rsidP="00D63519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uk-UA" w:eastAsia="ru-RU"/>
        </w:rPr>
      </w:pPr>
    </w:p>
    <w:p w:rsidR="00D03D06" w:rsidRPr="00D63519" w:rsidRDefault="00D03D06" w:rsidP="00D6351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63519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РОЗПОРЯДЖЕННЯ </w:t>
      </w:r>
    </w:p>
    <w:p w:rsidR="00D03D06" w:rsidRPr="00D63519" w:rsidRDefault="00D03D06" w:rsidP="00D635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D63519">
        <w:rPr>
          <w:rFonts w:ascii="Times New Roman" w:hAnsi="Times New Roman"/>
          <w:b/>
          <w:bCs/>
          <w:sz w:val="24"/>
          <w:szCs w:val="24"/>
          <w:lang w:val="uk-UA" w:eastAsia="ru-RU"/>
        </w:rPr>
        <w:t>ГОЛОВИ РАЙОННОЇ ДЕРЖАВНОЇ АДМІНІСТРАЦІЇ</w:t>
      </w:r>
    </w:p>
    <w:p w:rsidR="00D03D06" w:rsidRPr="00D63519" w:rsidRDefault="00D03D06" w:rsidP="00D635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D03D06" w:rsidRPr="00D63519" w:rsidRDefault="00D03D06" w:rsidP="00D63519">
      <w:pPr>
        <w:tabs>
          <w:tab w:val="center" w:pos="4677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12.03.2016               </w:t>
      </w:r>
      <w:r w:rsidRPr="00D63519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                        м. Ромни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</w:t>
      </w:r>
      <w:r w:rsidRPr="00D63519"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    №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69-ОД </w:t>
      </w:r>
    </w:p>
    <w:p w:rsidR="00D03D06" w:rsidRPr="00D63519" w:rsidRDefault="00D03D06" w:rsidP="00D63519">
      <w:pPr>
        <w:tabs>
          <w:tab w:val="left" w:pos="4200"/>
        </w:tabs>
        <w:spacing w:after="0" w:line="360" w:lineRule="auto"/>
        <w:rPr>
          <w:rFonts w:ascii="Times New Roman" w:hAnsi="Times New Roman"/>
          <w:sz w:val="24"/>
          <w:szCs w:val="20"/>
          <w:lang w:val="uk-UA" w:eastAsia="ru-RU"/>
        </w:rPr>
      </w:pPr>
    </w:p>
    <w:p w:rsidR="00D03D06" w:rsidRDefault="00D03D06" w:rsidP="00DE418A">
      <w:pPr>
        <w:pStyle w:val="NoSpacing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 w:rsidRPr="001655FB">
        <w:rPr>
          <w:rFonts w:ascii="Times New Roman" w:hAnsi="Times New Roman"/>
          <w:color w:val="000000"/>
          <w:sz w:val="24"/>
          <w:szCs w:val="24"/>
          <w:lang w:val="uk-UA" w:eastAsia="ru-RU"/>
        </w:rPr>
        <w:t>Для службового</w:t>
      </w:r>
    </w:p>
    <w:p w:rsidR="00D03D06" w:rsidRDefault="00D03D06" w:rsidP="00DE418A">
      <w:pPr>
        <w:pStyle w:val="NoSpacing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  <w:t>користування</w:t>
      </w:r>
    </w:p>
    <w:p w:rsidR="00D03D06" w:rsidRDefault="00D03D06" w:rsidP="00DE418A">
      <w:pPr>
        <w:pStyle w:val="NoSpacing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  <w:t>Без додатку не ДСК</w:t>
      </w:r>
    </w:p>
    <w:p w:rsidR="00D03D06" w:rsidRPr="001655FB" w:rsidRDefault="00D03D06" w:rsidP="00DE418A">
      <w:pPr>
        <w:pStyle w:val="NoSpacing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</w:r>
      <w:r>
        <w:rPr>
          <w:rFonts w:ascii="Times New Roman" w:hAnsi="Times New Roman"/>
          <w:color w:val="000000"/>
          <w:sz w:val="24"/>
          <w:szCs w:val="24"/>
          <w:lang w:val="uk-UA" w:eastAsia="ru-RU"/>
        </w:rPr>
        <w:tab/>
        <w:t>Прим. № _______</w:t>
      </w:r>
    </w:p>
    <w:p w:rsidR="00D03D06" w:rsidRDefault="00D03D06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660218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Pr="0012517C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мобілізацій</w:t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не завдання</w:t>
      </w:r>
    </w:p>
    <w:p w:rsidR="00D03D06" w:rsidRPr="00660218" w:rsidRDefault="00D03D06" w:rsidP="00DE418A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2517C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D03D06" w:rsidRPr="00660218" w:rsidRDefault="00D03D06" w:rsidP="00E3777B">
      <w:pPr>
        <w:pStyle w:val="NoSpacing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>Відповідно до статей 6, 13, 27, 41 Закону України «Про місцеві державні адміністрації», статей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3, 5,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7,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>17 Закону України «Про мобілізаційну підготовку та мобілізацію»,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постанови Кабінету Міністрів України від 27.04.2006 р. № 586, наказу Міністерства економіки України від 19.02.2009 р. № 125, 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>з метою забезпечення заходів, пов'язаних з мобілізаційною підготовкою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виконанням мобілізаційних завдань в особливий період,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що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>водиться на території Роменського району:</w:t>
      </w:r>
    </w:p>
    <w:p w:rsidR="00D03D06" w:rsidRDefault="00D03D06" w:rsidP="00E3777B">
      <w:pPr>
        <w:pStyle w:val="NoSpacing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1.Затвердити мобілізаційне завдання (замовлення) для підприємств Роменського району, що залучаються для виконання мобілізаційних завдань (замовлень) на виробництво продукції в особливий період (додається)</w:t>
      </w:r>
      <w:bookmarkStart w:id="0" w:name="_GoBack"/>
      <w:bookmarkEnd w:id="0"/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D03D06" w:rsidRPr="00660218" w:rsidRDefault="00D03D06" w:rsidP="00E3777B">
      <w:pPr>
        <w:pStyle w:val="NoSpacing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2. Головному спеціалісту (з питань мобілізаційної роботи) апарату 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>Роменської районної державної адміністрації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 надати мобілізаційні завдання для кожного підприємства Роменського району (окремо).</w:t>
      </w:r>
    </w:p>
    <w:p w:rsidR="00D03D06" w:rsidRDefault="00D03D06" w:rsidP="00E3777B">
      <w:pPr>
        <w:pStyle w:val="NoSpacing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3.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К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онтроль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за</w:t>
      </w:r>
      <w:r w:rsidRPr="006602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50583">
        <w:rPr>
          <w:rFonts w:ascii="Times New Roman" w:hAnsi="Times New Roman"/>
          <w:color w:val="000000"/>
          <w:sz w:val="28"/>
          <w:szCs w:val="28"/>
          <w:lang w:val="uk-UA" w:eastAsia="ru-RU"/>
        </w:rPr>
        <w:t>виконання</w:t>
      </w:r>
      <w:r w:rsidRPr="006602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60218">
        <w:rPr>
          <w:rFonts w:ascii="Times New Roman" w:hAnsi="Times New Roman"/>
          <w:color w:val="000000"/>
          <w:sz w:val="28"/>
          <w:szCs w:val="28"/>
          <w:lang w:val="uk-UA" w:eastAsia="ru-RU"/>
        </w:rPr>
        <w:t>цього</w:t>
      </w:r>
      <w:r w:rsidRPr="006602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50583">
        <w:rPr>
          <w:rFonts w:ascii="Times New Roman" w:hAnsi="Times New Roman"/>
          <w:color w:val="000000"/>
          <w:sz w:val="28"/>
          <w:szCs w:val="28"/>
          <w:lang w:val="uk-UA" w:eastAsia="ru-RU"/>
        </w:rPr>
        <w:t>розпорядження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залишаю за собою.</w:t>
      </w:r>
    </w:p>
    <w:p w:rsidR="00D03D06" w:rsidRDefault="00D03D06" w:rsidP="00A0633C">
      <w:pPr>
        <w:pStyle w:val="NoSpacing"/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D03D06" w:rsidRPr="00EF7B04" w:rsidRDefault="00D03D06" w:rsidP="006E231F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EF7B04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Голова Роменської районної</w:t>
      </w:r>
    </w:p>
    <w:p w:rsidR="00D03D06" w:rsidRPr="00660218" w:rsidRDefault="00D03D06" w:rsidP="006E231F">
      <w:pPr>
        <w:pStyle w:val="NoSpacing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F7B04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державної адміністрації</w:t>
      </w:r>
      <w:r w:rsidRPr="00EF7B04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 w:rsidRPr="00EF7B04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 w:rsidRPr="00EF7B04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 w:rsidRPr="00EF7B04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 w:rsidRPr="00EF7B04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ab/>
      </w:r>
      <w:r w:rsidRPr="00EF7B04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В.О. Білоха</w:t>
      </w:r>
    </w:p>
    <w:sectPr w:rsidR="00D03D06" w:rsidRPr="00660218" w:rsidSect="004322B9">
      <w:pgSz w:w="11906" w:h="16838"/>
      <w:pgMar w:top="340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E96"/>
    <w:rsid w:val="000111CC"/>
    <w:rsid w:val="001037A4"/>
    <w:rsid w:val="001041CD"/>
    <w:rsid w:val="0012517C"/>
    <w:rsid w:val="001655FB"/>
    <w:rsid w:val="001B00A3"/>
    <w:rsid w:val="002E2F36"/>
    <w:rsid w:val="00353F6F"/>
    <w:rsid w:val="00392C96"/>
    <w:rsid w:val="003E4785"/>
    <w:rsid w:val="004322B9"/>
    <w:rsid w:val="00456E7D"/>
    <w:rsid w:val="004A7CDE"/>
    <w:rsid w:val="004C06E9"/>
    <w:rsid w:val="00555C5B"/>
    <w:rsid w:val="005C0E0B"/>
    <w:rsid w:val="005D4E96"/>
    <w:rsid w:val="006171B1"/>
    <w:rsid w:val="00625CCF"/>
    <w:rsid w:val="00632094"/>
    <w:rsid w:val="00652DE5"/>
    <w:rsid w:val="00660218"/>
    <w:rsid w:val="006D75D2"/>
    <w:rsid w:val="006E231F"/>
    <w:rsid w:val="00720ECB"/>
    <w:rsid w:val="00727541"/>
    <w:rsid w:val="0077300B"/>
    <w:rsid w:val="007915CC"/>
    <w:rsid w:val="0080098A"/>
    <w:rsid w:val="00803702"/>
    <w:rsid w:val="008364B6"/>
    <w:rsid w:val="008C2161"/>
    <w:rsid w:val="008F2708"/>
    <w:rsid w:val="00967221"/>
    <w:rsid w:val="009719F7"/>
    <w:rsid w:val="009E4161"/>
    <w:rsid w:val="009F0295"/>
    <w:rsid w:val="00A0633C"/>
    <w:rsid w:val="00A13EC9"/>
    <w:rsid w:val="00A50583"/>
    <w:rsid w:val="00AB2DAB"/>
    <w:rsid w:val="00AF0A0C"/>
    <w:rsid w:val="00B16AAE"/>
    <w:rsid w:val="00B76804"/>
    <w:rsid w:val="00BC69B1"/>
    <w:rsid w:val="00BD59F3"/>
    <w:rsid w:val="00BE553E"/>
    <w:rsid w:val="00C234CC"/>
    <w:rsid w:val="00C9606A"/>
    <w:rsid w:val="00CF7F93"/>
    <w:rsid w:val="00D03D06"/>
    <w:rsid w:val="00D108D0"/>
    <w:rsid w:val="00D63519"/>
    <w:rsid w:val="00D776F8"/>
    <w:rsid w:val="00DE418A"/>
    <w:rsid w:val="00E131FB"/>
    <w:rsid w:val="00E372BC"/>
    <w:rsid w:val="00E3777B"/>
    <w:rsid w:val="00E63924"/>
    <w:rsid w:val="00EA248B"/>
    <w:rsid w:val="00EF7B04"/>
    <w:rsid w:val="00F80423"/>
    <w:rsid w:val="00FA4942"/>
    <w:rsid w:val="00FF6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18A"/>
    <w:pPr>
      <w:spacing w:after="200" w:line="276" w:lineRule="auto"/>
    </w:pPr>
    <w:rPr>
      <w:rFonts w:ascii="Calibri" w:hAnsi="Calibri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E418A"/>
    <w:rPr>
      <w:rFonts w:ascii="Calibri" w:hAnsi="Calibri"/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DE4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E418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AB2DA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206</Words>
  <Characters>1175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3</cp:revision>
  <cp:lastPrinted>2016-03-14T06:50:00Z</cp:lastPrinted>
  <dcterms:created xsi:type="dcterms:W3CDTF">2016-03-14T07:00:00Z</dcterms:created>
  <dcterms:modified xsi:type="dcterms:W3CDTF">2016-03-14T10:00:00Z</dcterms:modified>
</cp:coreProperties>
</file>