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E0" w:rsidRPr="00A56F41" w:rsidRDefault="007E0DE0" w:rsidP="00B35197">
      <w:pPr>
        <w:jc w:val="center"/>
        <w:rPr>
          <w:sz w:val="26"/>
          <w:szCs w:val="20"/>
        </w:rPr>
      </w:pPr>
      <w:r w:rsidRPr="002256EA">
        <w:rPr>
          <w:noProof/>
          <w:sz w:val="26"/>
          <w:szCs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>
            <v:imagedata r:id="rId4" o:title=""/>
          </v:shape>
        </w:pict>
      </w:r>
    </w:p>
    <w:p w:rsidR="007E0DE0" w:rsidRPr="00A56F41" w:rsidRDefault="007E0DE0" w:rsidP="00B35197">
      <w:pPr>
        <w:jc w:val="center"/>
        <w:rPr>
          <w:b/>
          <w:bCs/>
        </w:rPr>
      </w:pPr>
      <w:r w:rsidRPr="00A56F41">
        <w:rPr>
          <w:b/>
          <w:bCs/>
        </w:rPr>
        <w:t xml:space="preserve">РОМЕНСЬКА РАЙОННА ДЕРЖАВНА АДМІНІСТРАЦІЯ </w:t>
      </w:r>
    </w:p>
    <w:p w:rsidR="007E0DE0" w:rsidRPr="00A56F41" w:rsidRDefault="007E0DE0" w:rsidP="00B35197">
      <w:pPr>
        <w:jc w:val="center"/>
        <w:rPr>
          <w:b/>
          <w:bCs/>
        </w:rPr>
      </w:pPr>
      <w:r w:rsidRPr="00A56F41">
        <w:rPr>
          <w:b/>
          <w:bCs/>
        </w:rPr>
        <w:t>СУМСЬКОЇ ОБЛАСТІ</w:t>
      </w:r>
    </w:p>
    <w:p w:rsidR="007E0DE0" w:rsidRPr="00A56F41" w:rsidRDefault="007E0DE0" w:rsidP="00B35197">
      <w:pPr>
        <w:jc w:val="center"/>
        <w:rPr>
          <w:b/>
          <w:bCs/>
          <w:sz w:val="16"/>
          <w:szCs w:val="16"/>
        </w:rPr>
      </w:pPr>
    </w:p>
    <w:p w:rsidR="007E0DE0" w:rsidRPr="00A56F41" w:rsidRDefault="007E0DE0" w:rsidP="00B35197">
      <w:pPr>
        <w:jc w:val="center"/>
        <w:rPr>
          <w:b/>
          <w:bCs/>
          <w:sz w:val="28"/>
          <w:szCs w:val="28"/>
        </w:rPr>
      </w:pPr>
      <w:r w:rsidRPr="00A56F41">
        <w:rPr>
          <w:b/>
          <w:bCs/>
          <w:sz w:val="28"/>
          <w:szCs w:val="28"/>
        </w:rPr>
        <w:t xml:space="preserve">РОЗПОРЯДЖЕННЯ </w:t>
      </w:r>
    </w:p>
    <w:p w:rsidR="007E0DE0" w:rsidRPr="00A56F41" w:rsidRDefault="007E0DE0" w:rsidP="00B35197">
      <w:pPr>
        <w:jc w:val="center"/>
        <w:rPr>
          <w:b/>
          <w:bCs/>
        </w:rPr>
      </w:pPr>
      <w:r w:rsidRPr="00A56F41">
        <w:rPr>
          <w:b/>
          <w:bCs/>
        </w:rPr>
        <w:t>ГОЛОВИ РАЙОННОЇ ДЕРЖАВНОЇ АДМІНІСТРАЦІЇ</w:t>
      </w:r>
    </w:p>
    <w:p w:rsidR="007E0DE0" w:rsidRPr="00A56F41" w:rsidRDefault="007E0DE0" w:rsidP="00B35197">
      <w:pPr>
        <w:rPr>
          <w:b/>
          <w:bCs/>
        </w:rPr>
      </w:pPr>
    </w:p>
    <w:p w:rsidR="007E0DE0" w:rsidRPr="00A56F41" w:rsidRDefault="007E0DE0" w:rsidP="00B35197">
      <w:pPr>
        <w:tabs>
          <w:tab w:val="center" w:pos="4819"/>
          <w:tab w:val="right" w:pos="9639"/>
        </w:tabs>
        <w:rPr>
          <w:rFonts w:ascii="Antiqua" w:hAnsi="Antiqua"/>
          <w:sz w:val="26"/>
          <w:szCs w:val="20"/>
        </w:rPr>
      </w:pPr>
      <w:r>
        <w:rPr>
          <w:b/>
          <w:bCs/>
        </w:rPr>
        <w:t>21.11.2016</w:t>
      </w:r>
      <w:r w:rsidRPr="00A56F41">
        <w:rPr>
          <w:b/>
          <w:bCs/>
        </w:rPr>
        <w:t xml:space="preserve">                                                   м. Ромни                    </w:t>
      </w:r>
      <w:r>
        <w:rPr>
          <w:b/>
          <w:bCs/>
        </w:rPr>
        <w:t xml:space="preserve">                                   </w:t>
      </w:r>
      <w:r w:rsidRPr="00A56F41">
        <w:rPr>
          <w:b/>
          <w:bCs/>
        </w:rPr>
        <w:t xml:space="preserve">№ </w:t>
      </w:r>
      <w:r>
        <w:rPr>
          <w:b/>
          <w:bCs/>
        </w:rPr>
        <w:t>360-ОД</w:t>
      </w:r>
    </w:p>
    <w:p w:rsidR="007E0DE0" w:rsidRPr="006C06C3" w:rsidRDefault="007E0DE0" w:rsidP="00B35197">
      <w:pPr>
        <w:rPr>
          <w:b/>
          <w:bCs/>
        </w:rPr>
      </w:pPr>
    </w:p>
    <w:p w:rsidR="007E0DE0" w:rsidRPr="006C06C3" w:rsidRDefault="007E0DE0" w:rsidP="00B35197">
      <w:pPr>
        <w:keepNext/>
        <w:spacing w:line="360" w:lineRule="auto"/>
      </w:pPr>
    </w:p>
    <w:tbl>
      <w:tblPr>
        <w:tblpPr w:leftFromText="180" w:rightFromText="180" w:vertAnchor="text" w:horzAnchor="margin" w:tblpY="-74"/>
        <w:tblW w:w="9854" w:type="dxa"/>
        <w:tblLook w:val="01E0"/>
      </w:tblPr>
      <w:tblGrid>
        <w:gridCol w:w="4428"/>
        <w:gridCol w:w="5426"/>
      </w:tblGrid>
      <w:tr w:rsidR="007E0DE0" w:rsidRPr="00B35197" w:rsidTr="00F403DE">
        <w:tc>
          <w:tcPr>
            <w:tcW w:w="4428" w:type="dxa"/>
          </w:tcPr>
          <w:p w:rsidR="007E0DE0" w:rsidRPr="00B35197" w:rsidRDefault="007E0DE0" w:rsidP="00F403DE">
            <w:pPr>
              <w:keepNext/>
              <w:jc w:val="both"/>
              <w:rPr>
                <w:sz w:val="28"/>
                <w:szCs w:val="28"/>
              </w:rPr>
            </w:pPr>
            <w:r w:rsidRPr="00B35197">
              <w:rPr>
                <w:b/>
                <w:sz w:val="28"/>
                <w:szCs w:val="28"/>
              </w:rPr>
              <w:t>Про внесення змін до розпо-рядження голови Роменської районної де</w:t>
            </w:r>
            <w:bookmarkStart w:id="0" w:name="_GoBack"/>
            <w:bookmarkEnd w:id="0"/>
            <w:r w:rsidRPr="00B35197">
              <w:rPr>
                <w:b/>
                <w:sz w:val="28"/>
                <w:szCs w:val="28"/>
              </w:rPr>
              <w:t>ржавної адміні-страції від 10.01.2009 № 4</w:t>
            </w:r>
          </w:p>
        </w:tc>
        <w:tc>
          <w:tcPr>
            <w:tcW w:w="5426" w:type="dxa"/>
          </w:tcPr>
          <w:p w:rsidR="007E0DE0" w:rsidRPr="00B35197" w:rsidRDefault="007E0DE0" w:rsidP="00F403DE">
            <w:pPr>
              <w:widowControl w:val="0"/>
              <w:ind w:left="-5443"/>
              <w:rPr>
                <w:sz w:val="28"/>
                <w:szCs w:val="28"/>
              </w:rPr>
            </w:pPr>
          </w:p>
          <w:p w:rsidR="007E0DE0" w:rsidRPr="00B35197" w:rsidRDefault="007E0DE0" w:rsidP="00F403DE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7E0DE0" w:rsidRPr="00C32410" w:rsidRDefault="007E0DE0" w:rsidP="00B35197">
      <w:pPr>
        <w:pStyle w:val="BodyTextIndent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Відповідно до статей 6, 13, 25, 39 Закону України «Про місцеві державні адміністрації</w:t>
      </w:r>
      <w:r w:rsidRPr="00C3241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Закону України «Про звернення громадян», Указу Президента України від 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у зв’язку зі змінами в структурі апарату Роменської районної державної адміністрації:</w:t>
      </w:r>
    </w:p>
    <w:p w:rsidR="007E0DE0" w:rsidRDefault="007E0DE0" w:rsidP="00B35197">
      <w:pPr>
        <w:pStyle w:val="BodyText"/>
        <w:keepNext/>
        <w:ind w:firstLine="708"/>
        <w:jc w:val="both"/>
      </w:pPr>
      <w:r>
        <w:t xml:space="preserve">1. Внести зміни до </w:t>
      </w:r>
      <w:r w:rsidRPr="004E4CAA">
        <w:t xml:space="preserve">розпорядження голови </w:t>
      </w:r>
      <w:r>
        <w:t xml:space="preserve">Роменської районної державної адміністрації </w:t>
      </w:r>
      <w:r>
        <w:rPr>
          <w:bCs/>
        </w:rPr>
        <w:t>від 10.01.</w:t>
      </w:r>
      <w:r>
        <w:t xml:space="preserve">2009 № 4 «Про організацію особистого прийому громадян керівництвом райдержадміністрації», замінивши у тексті та </w:t>
      </w:r>
      <w:r>
        <w:rPr>
          <w:rStyle w:val="Strong"/>
          <w:b w:val="0"/>
          <w:bCs/>
        </w:rPr>
        <w:t xml:space="preserve">додатках 1, 2 </w:t>
      </w:r>
      <w:r>
        <w:t>слова «загальний відділ апарату райдержадміністрації» у всіх відмінках на «відділ документообігу апарату Роменської районної державної адміністрації» у відповідному відмінку.</w:t>
      </w:r>
    </w:p>
    <w:p w:rsidR="007E0DE0" w:rsidRDefault="007E0DE0" w:rsidP="00B35197">
      <w:pPr>
        <w:pStyle w:val="BodyText"/>
        <w:keepNext/>
        <w:jc w:val="both"/>
      </w:pPr>
      <w:r>
        <w:tab/>
        <w:t xml:space="preserve">2. Визнати таким, що втратило чинність розпорядження голови Роменської районної державної адміністрації від 13.03.2014 № 92-ОД </w:t>
      </w:r>
      <w:r w:rsidRPr="00B35197">
        <w:t>«</w:t>
      </w:r>
      <w:r>
        <w:t>Про внесення змін до розпо</w:t>
      </w:r>
      <w:r w:rsidRPr="00B35197">
        <w:t>рядження голови Роменської районної державної адміністрації від 10.01.2009 № 4»</w:t>
      </w:r>
      <w:r>
        <w:t>.</w:t>
      </w:r>
    </w:p>
    <w:p w:rsidR="007E0DE0" w:rsidRDefault="007E0DE0" w:rsidP="00B35197">
      <w:pPr>
        <w:pStyle w:val="BodyText"/>
        <w:keepNext/>
        <w:spacing w:line="360" w:lineRule="auto"/>
        <w:jc w:val="both"/>
      </w:pPr>
    </w:p>
    <w:p w:rsidR="007E0DE0" w:rsidRPr="00B35197" w:rsidRDefault="007E0DE0" w:rsidP="00B35197">
      <w:pPr>
        <w:pStyle w:val="BodyText"/>
        <w:keepNext/>
        <w:jc w:val="both"/>
        <w:rPr>
          <w:b/>
        </w:rPr>
      </w:pPr>
      <w:r w:rsidRPr="00B35197">
        <w:rPr>
          <w:b/>
        </w:rPr>
        <w:t xml:space="preserve">Голова Роменської районної </w:t>
      </w:r>
    </w:p>
    <w:p w:rsidR="007E0DE0" w:rsidRPr="00B35197" w:rsidRDefault="007E0DE0" w:rsidP="00B35197">
      <w:pPr>
        <w:pStyle w:val="BodyText"/>
        <w:keepNext/>
        <w:jc w:val="both"/>
        <w:rPr>
          <w:b/>
          <w:color w:val="000000"/>
        </w:rPr>
      </w:pPr>
      <w:r w:rsidRPr="00B35197">
        <w:rPr>
          <w:b/>
        </w:rPr>
        <w:t xml:space="preserve">державної адміністрації </w:t>
      </w:r>
      <w:r w:rsidRPr="00B35197">
        <w:rPr>
          <w:b/>
        </w:rPr>
        <w:tab/>
      </w:r>
      <w:r w:rsidRPr="00B35197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35197">
        <w:rPr>
          <w:b/>
        </w:rPr>
        <w:tab/>
      </w:r>
      <w:r w:rsidRPr="00B35197">
        <w:rPr>
          <w:b/>
        </w:rPr>
        <w:tab/>
        <w:t>В.О.Білоха</w:t>
      </w:r>
    </w:p>
    <w:p w:rsidR="007E0DE0" w:rsidRDefault="007E0DE0" w:rsidP="00B35197">
      <w:pPr>
        <w:pStyle w:val="BodyText"/>
        <w:keepNext/>
        <w:spacing w:after="120" w:line="360" w:lineRule="auto"/>
        <w:ind w:firstLine="709"/>
        <w:jc w:val="both"/>
        <w:rPr>
          <w:color w:val="000000"/>
        </w:rPr>
      </w:pPr>
    </w:p>
    <w:p w:rsidR="007E0DE0" w:rsidRDefault="007E0DE0"/>
    <w:sectPr w:rsidR="007E0DE0" w:rsidSect="00A9514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197"/>
    <w:rsid w:val="0000015A"/>
    <w:rsid w:val="0000347C"/>
    <w:rsid w:val="00010345"/>
    <w:rsid w:val="0001036F"/>
    <w:rsid w:val="00010D25"/>
    <w:rsid w:val="0001376F"/>
    <w:rsid w:val="00014280"/>
    <w:rsid w:val="000149C2"/>
    <w:rsid w:val="00015AF4"/>
    <w:rsid w:val="00017D1E"/>
    <w:rsid w:val="00017EF2"/>
    <w:rsid w:val="000234A1"/>
    <w:rsid w:val="00025EAD"/>
    <w:rsid w:val="0002629F"/>
    <w:rsid w:val="00026D83"/>
    <w:rsid w:val="000275DA"/>
    <w:rsid w:val="0002792F"/>
    <w:rsid w:val="000338CD"/>
    <w:rsid w:val="000344B4"/>
    <w:rsid w:val="00035C8C"/>
    <w:rsid w:val="00036CAD"/>
    <w:rsid w:val="000441FA"/>
    <w:rsid w:val="00045257"/>
    <w:rsid w:val="000465B4"/>
    <w:rsid w:val="00046FFB"/>
    <w:rsid w:val="0005176E"/>
    <w:rsid w:val="00051F96"/>
    <w:rsid w:val="00054F33"/>
    <w:rsid w:val="00055ABF"/>
    <w:rsid w:val="00056733"/>
    <w:rsid w:val="0005752F"/>
    <w:rsid w:val="00062BE7"/>
    <w:rsid w:val="000633B0"/>
    <w:rsid w:val="000650D2"/>
    <w:rsid w:val="00065D4E"/>
    <w:rsid w:val="00066B6B"/>
    <w:rsid w:val="00066E79"/>
    <w:rsid w:val="00070837"/>
    <w:rsid w:val="00070AC3"/>
    <w:rsid w:val="00071C8C"/>
    <w:rsid w:val="00072585"/>
    <w:rsid w:val="0007268C"/>
    <w:rsid w:val="00072BBD"/>
    <w:rsid w:val="000735C0"/>
    <w:rsid w:val="00073E4B"/>
    <w:rsid w:val="00074905"/>
    <w:rsid w:val="000802AF"/>
    <w:rsid w:val="00080B7B"/>
    <w:rsid w:val="00083198"/>
    <w:rsid w:val="00084A2C"/>
    <w:rsid w:val="0008529C"/>
    <w:rsid w:val="00087857"/>
    <w:rsid w:val="00087F2F"/>
    <w:rsid w:val="00090440"/>
    <w:rsid w:val="00093B90"/>
    <w:rsid w:val="000943AE"/>
    <w:rsid w:val="00094FDB"/>
    <w:rsid w:val="000956B6"/>
    <w:rsid w:val="0009586C"/>
    <w:rsid w:val="00097E5A"/>
    <w:rsid w:val="000A45F2"/>
    <w:rsid w:val="000A559F"/>
    <w:rsid w:val="000A798E"/>
    <w:rsid w:val="000B0DF8"/>
    <w:rsid w:val="000B14E3"/>
    <w:rsid w:val="000B15C0"/>
    <w:rsid w:val="000B2ED2"/>
    <w:rsid w:val="000B35F1"/>
    <w:rsid w:val="000B5548"/>
    <w:rsid w:val="000B59C6"/>
    <w:rsid w:val="000B5C38"/>
    <w:rsid w:val="000B6035"/>
    <w:rsid w:val="000B6BC4"/>
    <w:rsid w:val="000C0067"/>
    <w:rsid w:val="000C1FF1"/>
    <w:rsid w:val="000C22A1"/>
    <w:rsid w:val="000C46D2"/>
    <w:rsid w:val="000C567E"/>
    <w:rsid w:val="000C5894"/>
    <w:rsid w:val="000C713B"/>
    <w:rsid w:val="000C7818"/>
    <w:rsid w:val="000D243C"/>
    <w:rsid w:val="000D3188"/>
    <w:rsid w:val="000D43D6"/>
    <w:rsid w:val="000D4AF1"/>
    <w:rsid w:val="000D713C"/>
    <w:rsid w:val="000D78B7"/>
    <w:rsid w:val="000D7956"/>
    <w:rsid w:val="000E16EF"/>
    <w:rsid w:val="000E1723"/>
    <w:rsid w:val="000E1E39"/>
    <w:rsid w:val="000E24B7"/>
    <w:rsid w:val="000E266D"/>
    <w:rsid w:val="000E2722"/>
    <w:rsid w:val="000E2C33"/>
    <w:rsid w:val="000E2C67"/>
    <w:rsid w:val="000E3882"/>
    <w:rsid w:val="000E3AD1"/>
    <w:rsid w:val="000E3F7C"/>
    <w:rsid w:val="000E4994"/>
    <w:rsid w:val="000E62E5"/>
    <w:rsid w:val="000E7F17"/>
    <w:rsid w:val="000F1142"/>
    <w:rsid w:val="000F127B"/>
    <w:rsid w:val="000F21B7"/>
    <w:rsid w:val="000F2974"/>
    <w:rsid w:val="000F29B0"/>
    <w:rsid w:val="000F4448"/>
    <w:rsid w:val="000F5338"/>
    <w:rsid w:val="000F5745"/>
    <w:rsid w:val="000F61DC"/>
    <w:rsid w:val="001018D6"/>
    <w:rsid w:val="00101B11"/>
    <w:rsid w:val="0010532A"/>
    <w:rsid w:val="00110395"/>
    <w:rsid w:val="00110860"/>
    <w:rsid w:val="00112EE9"/>
    <w:rsid w:val="0011452D"/>
    <w:rsid w:val="00115DB1"/>
    <w:rsid w:val="0012094A"/>
    <w:rsid w:val="00122178"/>
    <w:rsid w:val="0012280D"/>
    <w:rsid w:val="00127335"/>
    <w:rsid w:val="0012755B"/>
    <w:rsid w:val="00127E74"/>
    <w:rsid w:val="00130536"/>
    <w:rsid w:val="001305F8"/>
    <w:rsid w:val="00131950"/>
    <w:rsid w:val="00133ACA"/>
    <w:rsid w:val="0013539F"/>
    <w:rsid w:val="0014168A"/>
    <w:rsid w:val="00141FCC"/>
    <w:rsid w:val="001423EB"/>
    <w:rsid w:val="001437D9"/>
    <w:rsid w:val="001444D4"/>
    <w:rsid w:val="00145F59"/>
    <w:rsid w:val="00150C69"/>
    <w:rsid w:val="001520AB"/>
    <w:rsid w:val="0015213B"/>
    <w:rsid w:val="00152D30"/>
    <w:rsid w:val="00160C54"/>
    <w:rsid w:val="00160DF3"/>
    <w:rsid w:val="00163C9D"/>
    <w:rsid w:val="00166515"/>
    <w:rsid w:val="0017053C"/>
    <w:rsid w:val="00170ADB"/>
    <w:rsid w:val="0017203A"/>
    <w:rsid w:val="00173CE0"/>
    <w:rsid w:val="001744C8"/>
    <w:rsid w:val="00174A20"/>
    <w:rsid w:val="00176277"/>
    <w:rsid w:val="001813B8"/>
    <w:rsid w:val="00182638"/>
    <w:rsid w:val="00183586"/>
    <w:rsid w:val="00186638"/>
    <w:rsid w:val="001869F5"/>
    <w:rsid w:val="00186E2C"/>
    <w:rsid w:val="00187E49"/>
    <w:rsid w:val="001939CD"/>
    <w:rsid w:val="001972A8"/>
    <w:rsid w:val="00197311"/>
    <w:rsid w:val="001973AD"/>
    <w:rsid w:val="001A08E4"/>
    <w:rsid w:val="001A17AF"/>
    <w:rsid w:val="001A2A8C"/>
    <w:rsid w:val="001A365D"/>
    <w:rsid w:val="001A51A8"/>
    <w:rsid w:val="001A6912"/>
    <w:rsid w:val="001B054B"/>
    <w:rsid w:val="001B1D50"/>
    <w:rsid w:val="001B58B2"/>
    <w:rsid w:val="001C01CC"/>
    <w:rsid w:val="001C2495"/>
    <w:rsid w:val="001C2B8B"/>
    <w:rsid w:val="001C2F58"/>
    <w:rsid w:val="001C33AD"/>
    <w:rsid w:val="001C5416"/>
    <w:rsid w:val="001C55F2"/>
    <w:rsid w:val="001C5C2C"/>
    <w:rsid w:val="001C5C6D"/>
    <w:rsid w:val="001C7DD8"/>
    <w:rsid w:val="001D0C48"/>
    <w:rsid w:val="001D19DE"/>
    <w:rsid w:val="001D20BB"/>
    <w:rsid w:val="001D27F0"/>
    <w:rsid w:val="001D5FC4"/>
    <w:rsid w:val="001D62D3"/>
    <w:rsid w:val="001D6E1D"/>
    <w:rsid w:val="001D70D4"/>
    <w:rsid w:val="001E4A3D"/>
    <w:rsid w:val="001E66C7"/>
    <w:rsid w:val="001E6B70"/>
    <w:rsid w:val="001E6F02"/>
    <w:rsid w:val="001F20CC"/>
    <w:rsid w:val="001F514F"/>
    <w:rsid w:val="001F67C4"/>
    <w:rsid w:val="001F6AA7"/>
    <w:rsid w:val="001F6CBE"/>
    <w:rsid w:val="001F75F3"/>
    <w:rsid w:val="002019A6"/>
    <w:rsid w:val="00202994"/>
    <w:rsid w:val="00203D80"/>
    <w:rsid w:val="0020414A"/>
    <w:rsid w:val="00204AF1"/>
    <w:rsid w:val="0020754E"/>
    <w:rsid w:val="0021168D"/>
    <w:rsid w:val="002122AE"/>
    <w:rsid w:val="00212EAA"/>
    <w:rsid w:val="0021507A"/>
    <w:rsid w:val="00223E18"/>
    <w:rsid w:val="00224F1E"/>
    <w:rsid w:val="002256EA"/>
    <w:rsid w:val="00225A62"/>
    <w:rsid w:val="00226CAD"/>
    <w:rsid w:val="002270FD"/>
    <w:rsid w:val="00227F64"/>
    <w:rsid w:val="0023119E"/>
    <w:rsid w:val="002321F4"/>
    <w:rsid w:val="00237AAB"/>
    <w:rsid w:val="00241349"/>
    <w:rsid w:val="002421FA"/>
    <w:rsid w:val="002433B9"/>
    <w:rsid w:val="00243503"/>
    <w:rsid w:val="0024352A"/>
    <w:rsid w:val="00247DFA"/>
    <w:rsid w:val="00250A74"/>
    <w:rsid w:val="002516DB"/>
    <w:rsid w:val="002528D9"/>
    <w:rsid w:val="00252F0C"/>
    <w:rsid w:val="00254271"/>
    <w:rsid w:val="00254493"/>
    <w:rsid w:val="00255A89"/>
    <w:rsid w:val="00255DDB"/>
    <w:rsid w:val="00256B5B"/>
    <w:rsid w:val="00260583"/>
    <w:rsid w:val="00262F96"/>
    <w:rsid w:val="00264266"/>
    <w:rsid w:val="002644D2"/>
    <w:rsid w:val="00266434"/>
    <w:rsid w:val="00266759"/>
    <w:rsid w:val="00266E15"/>
    <w:rsid w:val="00273325"/>
    <w:rsid w:val="00273B9D"/>
    <w:rsid w:val="002747E3"/>
    <w:rsid w:val="00275150"/>
    <w:rsid w:val="00280072"/>
    <w:rsid w:val="00281EE7"/>
    <w:rsid w:val="00286BDB"/>
    <w:rsid w:val="0029146D"/>
    <w:rsid w:val="00291972"/>
    <w:rsid w:val="00292147"/>
    <w:rsid w:val="00294B35"/>
    <w:rsid w:val="00294D0C"/>
    <w:rsid w:val="00295690"/>
    <w:rsid w:val="002977B2"/>
    <w:rsid w:val="002A0600"/>
    <w:rsid w:val="002A34CF"/>
    <w:rsid w:val="002A413D"/>
    <w:rsid w:val="002A4140"/>
    <w:rsid w:val="002A5764"/>
    <w:rsid w:val="002A6C91"/>
    <w:rsid w:val="002A7363"/>
    <w:rsid w:val="002A7516"/>
    <w:rsid w:val="002A7544"/>
    <w:rsid w:val="002B14BA"/>
    <w:rsid w:val="002B1975"/>
    <w:rsid w:val="002B45CD"/>
    <w:rsid w:val="002B4D05"/>
    <w:rsid w:val="002B59A3"/>
    <w:rsid w:val="002C0F3E"/>
    <w:rsid w:val="002C11F2"/>
    <w:rsid w:val="002C127E"/>
    <w:rsid w:val="002C1697"/>
    <w:rsid w:val="002C190D"/>
    <w:rsid w:val="002C19A5"/>
    <w:rsid w:val="002C23C6"/>
    <w:rsid w:val="002C365C"/>
    <w:rsid w:val="002C40C3"/>
    <w:rsid w:val="002C44BD"/>
    <w:rsid w:val="002C524B"/>
    <w:rsid w:val="002C7568"/>
    <w:rsid w:val="002C7B82"/>
    <w:rsid w:val="002C7C11"/>
    <w:rsid w:val="002D01B6"/>
    <w:rsid w:val="002D1177"/>
    <w:rsid w:val="002D16C5"/>
    <w:rsid w:val="002D25D2"/>
    <w:rsid w:val="002D5860"/>
    <w:rsid w:val="002D6B6C"/>
    <w:rsid w:val="002D6F97"/>
    <w:rsid w:val="002E30EF"/>
    <w:rsid w:val="002E316D"/>
    <w:rsid w:val="002E45DE"/>
    <w:rsid w:val="002E4985"/>
    <w:rsid w:val="002E6C68"/>
    <w:rsid w:val="002F0D51"/>
    <w:rsid w:val="002F12E8"/>
    <w:rsid w:val="002F19E4"/>
    <w:rsid w:val="002F39EA"/>
    <w:rsid w:val="002F49AC"/>
    <w:rsid w:val="002F5B2F"/>
    <w:rsid w:val="00301FF6"/>
    <w:rsid w:val="00302BE4"/>
    <w:rsid w:val="00305FA2"/>
    <w:rsid w:val="003060B6"/>
    <w:rsid w:val="00306A94"/>
    <w:rsid w:val="00307739"/>
    <w:rsid w:val="00310E06"/>
    <w:rsid w:val="003120A3"/>
    <w:rsid w:val="00312AB7"/>
    <w:rsid w:val="003132BF"/>
    <w:rsid w:val="0031371E"/>
    <w:rsid w:val="00313A5C"/>
    <w:rsid w:val="00314FAC"/>
    <w:rsid w:val="0031539E"/>
    <w:rsid w:val="00316B78"/>
    <w:rsid w:val="00316B87"/>
    <w:rsid w:val="00320C41"/>
    <w:rsid w:val="00320F46"/>
    <w:rsid w:val="003246FD"/>
    <w:rsid w:val="003255D9"/>
    <w:rsid w:val="00325832"/>
    <w:rsid w:val="00327985"/>
    <w:rsid w:val="00330547"/>
    <w:rsid w:val="003307A6"/>
    <w:rsid w:val="00330C25"/>
    <w:rsid w:val="00333697"/>
    <w:rsid w:val="0033379F"/>
    <w:rsid w:val="00334458"/>
    <w:rsid w:val="00335CEA"/>
    <w:rsid w:val="00340299"/>
    <w:rsid w:val="0034038F"/>
    <w:rsid w:val="003447E1"/>
    <w:rsid w:val="00345AB2"/>
    <w:rsid w:val="00345D71"/>
    <w:rsid w:val="003461C3"/>
    <w:rsid w:val="003501CB"/>
    <w:rsid w:val="003505F0"/>
    <w:rsid w:val="00351140"/>
    <w:rsid w:val="00351907"/>
    <w:rsid w:val="0035240D"/>
    <w:rsid w:val="00353ECD"/>
    <w:rsid w:val="00354281"/>
    <w:rsid w:val="00354FFA"/>
    <w:rsid w:val="00357323"/>
    <w:rsid w:val="00360E5A"/>
    <w:rsid w:val="003622D5"/>
    <w:rsid w:val="003641E5"/>
    <w:rsid w:val="003647B5"/>
    <w:rsid w:val="00365C5B"/>
    <w:rsid w:val="0036703F"/>
    <w:rsid w:val="003673A9"/>
    <w:rsid w:val="00371806"/>
    <w:rsid w:val="0037192A"/>
    <w:rsid w:val="00377AE2"/>
    <w:rsid w:val="0038156A"/>
    <w:rsid w:val="003822E5"/>
    <w:rsid w:val="00383672"/>
    <w:rsid w:val="00384B12"/>
    <w:rsid w:val="0038500A"/>
    <w:rsid w:val="0038607B"/>
    <w:rsid w:val="003862D8"/>
    <w:rsid w:val="00386CCE"/>
    <w:rsid w:val="0038745B"/>
    <w:rsid w:val="0038770F"/>
    <w:rsid w:val="00387972"/>
    <w:rsid w:val="00390A5F"/>
    <w:rsid w:val="0039133C"/>
    <w:rsid w:val="00393AA8"/>
    <w:rsid w:val="003952AF"/>
    <w:rsid w:val="003958F7"/>
    <w:rsid w:val="00396D6C"/>
    <w:rsid w:val="00396DC7"/>
    <w:rsid w:val="003A0C02"/>
    <w:rsid w:val="003A30D7"/>
    <w:rsid w:val="003A7704"/>
    <w:rsid w:val="003A7E2F"/>
    <w:rsid w:val="003A7F1B"/>
    <w:rsid w:val="003B0724"/>
    <w:rsid w:val="003B27AB"/>
    <w:rsid w:val="003C10E5"/>
    <w:rsid w:val="003C1505"/>
    <w:rsid w:val="003C2791"/>
    <w:rsid w:val="003C3611"/>
    <w:rsid w:val="003C3C96"/>
    <w:rsid w:val="003C3F71"/>
    <w:rsid w:val="003C40AC"/>
    <w:rsid w:val="003C5FCA"/>
    <w:rsid w:val="003D1AEC"/>
    <w:rsid w:val="003D1B48"/>
    <w:rsid w:val="003D1E7E"/>
    <w:rsid w:val="003D2328"/>
    <w:rsid w:val="003D4AC2"/>
    <w:rsid w:val="003E1581"/>
    <w:rsid w:val="003E1902"/>
    <w:rsid w:val="003E32E6"/>
    <w:rsid w:val="003E4544"/>
    <w:rsid w:val="003E67A1"/>
    <w:rsid w:val="003F1D1D"/>
    <w:rsid w:val="003F1D7F"/>
    <w:rsid w:val="003F2B16"/>
    <w:rsid w:val="003F3460"/>
    <w:rsid w:val="003F4AF8"/>
    <w:rsid w:val="003F6CB2"/>
    <w:rsid w:val="003F7EB7"/>
    <w:rsid w:val="004002A0"/>
    <w:rsid w:val="0040035C"/>
    <w:rsid w:val="004003C7"/>
    <w:rsid w:val="00400B0B"/>
    <w:rsid w:val="00401D15"/>
    <w:rsid w:val="00402035"/>
    <w:rsid w:val="004022C9"/>
    <w:rsid w:val="00402EE5"/>
    <w:rsid w:val="00407A86"/>
    <w:rsid w:val="00411BB0"/>
    <w:rsid w:val="00412AFD"/>
    <w:rsid w:val="0041300E"/>
    <w:rsid w:val="0041303B"/>
    <w:rsid w:val="00413B91"/>
    <w:rsid w:val="004144AB"/>
    <w:rsid w:val="00414FB0"/>
    <w:rsid w:val="00415687"/>
    <w:rsid w:val="00416021"/>
    <w:rsid w:val="00416C84"/>
    <w:rsid w:val="004170CF"/>
    <w:rsid w:val="00420814"/>
    <w:rsid w:val="0042277A"/>
    <w:rsid w:val="004237CC"/>
    <w:rsid w:val="00423A42"/>
    <w:rsid w:val="00425323"/>
    <w:rsid w:val="00430055"/>
    <w:rsid w:val="004317FB"/>
    <w:rsid w:val="004322A9"/>
    <w:rsid w:val="0043279B"/>
    <w:rsid w:val="00432B17"/>
    <w:rsid w:val="00434B79"/>
    <w:rsid w:val="00435342"/>
    <w:rsid w:val="00435CE2"/>
    <w:rsid w:val="004372BA"/>
    <w:rsid w:val="00437596"/>
    <w:rsid w:val="00443893"/>
    <w:rsid w:val="00444184"/>
    <w:rsid w:val="004441C2"/>
    <w:rsid w:val="00444E1B"/>
    <w:rsid w:val="00446A11"/>
    <w:rsid w:val="00452501"/>
    <w:rsid w:val="00452D85"/>
    <w:rsid w:val="00453BEA"/>
    <w:rsid w:val="00455DA7"/>
    <w:rsid w:val="00455F1A"/>
    <w:rsid w:val="0045622C"/>
    <w:rsid w:val="004604AD"/>
    <w:rsid w:val="00460A7C"/>
    <w:rsid w:val="00461A40"/>
    <w:rsid w:val="00463F63"/>
    <w:rsid w:val="00466100"/>
    <w:rsid w:val="004668E0"/>
    <w:rsid w:val="00471266"/>
    <w:rsid w:val="00471BB2"/>
    <w:rsid w:val="0047387C"/>
    <w:rsid w:val="0047395A"/>
    <w:rsid w:val="004739BD"/>
    <w:rsid w:val="00473A5F"/>
    <w:rsid w:val="00474068"/>
    <w:rsid w:val="0047406C"/>
    <w:rsid w:val="00475AC2"/>
    <w:rsid w:val="00475B1C"/>
    <w:rsid w:val="00477469"/>
    <w:rsid w:val="00477810"/>
    <w:rsid w:val="004779CA"/>
    <w:rsid w:val="00477A66"/>
    <w:rsid w:val="0048139C"/>
    <w:rsid w:val="0048343F"/>
    <w:rsid w:val="0048378E"/>
    <w:rsid w:val="004840DB"/>
    <w:rsid w:val="00486639"/>
    <w:rsid w:val="00486DB3"/>
    <w:rsid w:val="00490410"/>
    <w:rsid w:val="004906FA"/>
    <w:rsid w:val="0049466C"/>
    <w:rsid w:val="00495505"/>
    <w:rsid w:val="004A07EE"/>
    <w:rsid w:val="004A1133"/>
    <w:rsid w:val="004A1A08"/>
    <w:rsid w:val="004A1F9F"/>
    <w:rsid w:val="004A2445"/>
    <w:rsid w:val="004A40C1"/>
    <w:rsid w:val="004A41C9"/>
    <w:rsid w:val="004A4652"/>
    <w:rsid w:val="004A4F85"/>
    <w:rsid w:val="004A5187"/>
    <w:rsid w:val="004A6EFF"/>
    <w:rsid w:val="004A73F3"/>
    <w:rsid w:val="004A7938"/>
    <w:rsid w:val="004B0535"/>
    <w:rsid w:val="004B09A4"/>
    <w:rsid w:val="004B2E28"/>
    <w:rsid w:val="004B3A4F"/>
    <w:rsid w:val="004B4D45"/>
    <w:rsid w:val="004B5B89"/>
    <w:rsid w:val="004B62C0"/>
    <w:rsid w:val="004B79B0"/>
    <w:rsid w:val="004C00CA"/>
    <w:rsid w:val="004C1078"/>
    <w:rsid w:val="004C18B8"/>
    <w:rsid w:val="004C1E66"/>
    <w:rsid w:val="004C4C3B"/>
    <w:rsid w:val="004C4D7F"/>
    <w:rsid w:val="004C5C3B"/>
    <w:rsid w:val="004C5C7C"/>
    <w:rsid w:val="004D5910"/>
    <w:rsid w:val="004E050D"/>
    <w:rsid w:val="004E332E"/>
    <w:rsid w:val="004E4A6A"/>
    <w:rsid w:val="004E4CAA"/>
    <w:rsid w:val="004E77D7"/>
    <w:rsid w:val="004F10A2"/>
    <w:rsid w:val="004F5EC9"/>
    <w:rsid w:val="004F6883"/>
    <w:rsid w:val="004F76FE"/>
    <w:rsid w:val="0050000F"/>
    <w:rsid w:val="00502BEC"/>
    <w:rsid w:val="00503B53"/>
    <w:rsid w:val="005057CD"/>
    <w:rsid w:val="0051096F"/>
    <w:rsid w:val="0051121B"/>
    <w:rsid w:val="0051696D"/>
    <w:rsid w:val="00520161"/>
    <w:rsid w:val="0052250A"/>
    <w:rsid w:val="00522FA7"/>
    <w:rsid w:val="00524C3E"/>
    <w:rsid w:val="00525D1D"/>
    <w:rsid w:val="0053079B"/>
    <w:rsid w:val="00531A12"/>
    <w:rsid w:val="005336CA"/>
    <w:rsid w:val="005336CD"/>
    <w:rsid w:val="00536006"/>
    <w:rsid w:val="005361F4"/>
    <w:rsid w:val="0053774F"/>
    <w:rsid w:val="00540B5B"/>
    <w:rsid w:val="00540FCB"/>
    <w:rsid w:val="00541CC8"/>
    <w:rsid w:val="00541FA2"/>
    <w:rsid w:val="00547B80"/>
    <w:rsid w:val="00550073"/>
    <w:rsid w:val="0055087B"/>
    <w:rsid w:val="00550D81"/>
    <w:rsid w:val="00551CB9"/>
    <w:rsid w:val="00551E1D"/>
    <w:rsid w:val="0055211D"/>
    <w:rsid w:val="00553D34"/>
    <w:rsid w:val="00566159"/>
    <w:rsid w:val="0056634F"/>
    <w:rsid w:val="00571098"/>
    <w:rsid w:val="00571276"/>
    <w:rsid w:val="00573321"/>
    <w:rsid w:val="00575209"/>
    <w:rsid w:val="00575740"/>
    <w:rsid w:val="00575F62"/>
    <w:rsid w:val="00576668"/>
    <w:rsid w:val="00576896"/>
    <w:rsid w:val="00576DD1"/>
    <w:rsid w:val="00577B32"/>
    <w:rsid w:val="00577E9C"/>
    <w:rsid w:val="005816DE"/>
    <w:rsid w:val="00582946"/>
    <w:rsid w:val="00583152"/>
    <w:rsid w:val="00583346"/>
    <w:rsid w:val="00584331"/>
    <w:rsid w:val="00584F10"/>
    <w:rsid w:val="00584F4D"/>
    <w:rsid w:val="00586EAF"/>
    <w:rsid w:val="00587F41"/>
    <w:rsid w:val="005914E4"/>
    <w:rsid w:val="00591547"/>
    <w:rsid w:val="00591A03"/>
    <w:rsid w:val="00592ADD"/>
    <w:rsid w:val="00593574"/>
    <w:rsid w:val="005961EE"/>
    <w:rsid w:val="005A1448"/>
    <w:rsid w:val="005A2B71"/>
    <w:rsid w:val="005A2E14"/>
    <w:rsid w:val="005A341D"/>
    <w:rsid w:val="005A5686"/>
    <w:rsid w:val="005A63D3"/>
    <w:rsid w:val="005A6439"/>
    <w:rsid w:val="005A7849"/>
    <w:rsid w:val="005B024F"/>
    <w:rsid w:val="005B02F6"/>
    <w:rsid w:val="005B331F"/>
    <w:rsid w:val="005B4E44"/>
    <w:rsid w:val="005B6B11"/>
    <w:rsid w:val="005C16E4"/>
    <w:rsid w:val="005C3644"/>
    <w:rsid w:val="005D176B"/>
    <w:rsid w:val="005D3A82"/>
    <w:rsid w:val="005D521D"/>
    <w:rsid w:val="005D794F"/>
    <w:rsid w:val="005E063B"/>
    <w:rsid w:val="005E1EBB"/>
    <w:rsid w:val="005F0D03"/>
    <w:rsid w:val="005F0ED8"/>
    <w:rsid w:val="005F1C34"/>
    <w:rsid w:val="005F1CDD"/>
    <w:rsid w:val="005F2C4C"/>
    <w:rsid w:val="005F35CC"/>
    <w:rsid w:val="005F5AD5"/>
    <w:rsid w:val="005F5EDC"/>
    <w:rsid w:val="005F60DB"/>
    <w:rsid w:val="005F6121"/>
    <w:rsid w:val="005F6C2C"/>
    <w:rsid w:val="005F79ED"/>
    <w:rsid w:val="006014BD"/>
    <w:rsid w:val="006014E0"/>
    <w:rsid w:val="006056A5"/>
    <w:rsid w:val="006074D6"/>
    <w:rsid w:val="00610857"/>
    <w:rsid w:val="00611629"/>
    <w:rsid w:val="00612477"/>
    <w:rsid w:val="00613B3A"/>
    <w:rsid w:val="00615272"/>
    <w:rsid w:val="00615C22"/>
    <w:rsid w:val="006172FE"/>
    <w:rsid w:val="006177AB"/>
    <w:rsid w:val="00623A8D"/>
    <w:rsid w:val="0062467D"/>
    <w:rsid w:val="00624AE3"/>
    <w:rsid w:val="00626771"/>
    <w:rsid w:val="006318AD"/>
    <w:rsid w:val="00632F59"/>
    <w:rsid w:val="00633DF3"/>
    <w:rsid w:val="00634195"/>
    <w:rsid w:val="006378CE"/>
    <w:rsid w:val="006401ED"/>
    <w:rsid w:val="00640261"/>
    <w:rsid w:val="00641D24"/>
    <w:rsid w:val="00643AF7"/>
    <w:rsid w:val="00643C6E"/>
    <w:rsid w:val="006469E1"/>
    <w:rsid w:val="00646E13"/>
    <w:rsid w:val="0064724D"/>
    <w:rsid w:val="006509E5"/>
    <w:rsid w:val="00651399"/>
    <w:rsid w:val="006515BB"/>
    <w:rsid w:val="00651903"/>
    <w:rsid w:val="00653751"/>
    <w:rsid w:val="00654E08"/>
    <w:rsid w:val="006573C2"/>
    <w:rsid w:val="00660241"/>
    <w:rsid w:val="0066024D"/>
    <w:rsid w:val="006619B5"/>
    <w:rsid w:val="00663536"/>
    <w:rsid w:val="00663E55"/>
    <w:rsid w:val="00665E66"/>
    <w:rsid w:val="006678B9"/>
    <w:rsid w:val="00667FBE"/>
    <w:rsid w:val="006714D7"/>
    <w:rsid w:val="006735B6"/>
    <w:rsid w:val="00673F4B"/>
    <w:rsid w:val="00676BEE"/>
    <w:rsid w:val="00677C39"/>
    <w:rsid w:val="00677E11"/>
    <w:rsid w:val="0068069D"/>
    <w:rsid w:val="00680EBA"/>
    <w:rsid w:val="00682863"/>
    <w:rsid w:val="00683C8A"/>
    <w:rsid w:val="00684006"/>
    <w:rsid w:val="00686065"/>
    <w:rsid w:val="00686110"/>
    <w:rsid w:val="0068629A"/>
    <w:rsid w:val="006909F7"/>
    <w:rsid w:val="00690B6C"/>
    <w:rsid w:val="00690F0F"/>
    <w:rsid w:val="00691D21"/>
    <w:rsid w:val="00692F46"/>
    <w:rsid w:val="0069319D"/>
    <w:rsid w:val="00693E1F"/>
    <w:rsid w:val="00694E54"/>
    <w:rsid w:val="00697700"/>
    <w:rsid w:val="00697F77"/>
    <w:rsid w:val="006A0587"/>
    <w:rsid w:val="006A1251"/>
    <w:rsid w:val="006A22BB"/>
    <w:rsid w:val="006A28ED"/>
    <w:rsid w:val="006A3EDA"/>
    <w:rsid w:val="006A59B5"/>
    <w:rsid w:val="006A65E9"/>
    <w:rsid w:val="006A761C"/>
    <w:rsid w:val="006B1114"/>
    <w:rsid w:val="006B20D3"/>
    <w:rsid w:val="006B2557"/>
    <w:rsid w:val="006B2720"/>
    <w:rsid w:val="006B2B76"/>
    <w:rsid w:val="006B3C03"/>
    <w:rsid w:val="006B7460"/>
    <w:rsid w:val="006C06C3"/>
    <w:rsid w:val="006C1107"/>
    <w:rsid w:val="006C2C7B"/>
    <w:rsid w:val="006C2F86"/>
    <w:rsid w:val="006C3C59"/>
    <w:rsid w:val="006C3E53"/>
    <w:rsid w:val="006C5924"/>
    <w:rsid w:val="006C6058"/>
    <w:rsid w:val="006C776D"/>
    <w:rsid w:val="006D23A2"/>
    <w:rsid w:val="006D4B25"/>
    <w:rsid w:val="006D59EB"/>
    <w:rsid w:val="006D6371"/>
    <w:rsid w:val="006D7FC9"/>
    <w:rsid w:val="006E0A7D"/>
    <w:rsid w:val="006E140A"/>
    <w:rsid w:val="006E1E3B"/>
    <w:rsid w:val="006E2756"/>
    <w:rsid w:val="006E589D"/>
    <w:rsid w:val="006E5F77"/>
    <w:rsid w:val="006E610A"/>
    <w:rsid w:val="006E7DA1"/>
    <w:rsid w:val="006F0CFF"/>
    <w:rsid w:val="006F2729"/>
    <w:rsid w:val="006F33B7"/>
    <w:rsid w:val="006F7462"/>
    <w:rsid w:val="006F7AE0"/>
    <w:rsid w:val="00700B11"/>
    <w:rsid w:val="00702188"/>
    <w:rsid w:val="00702CA2"/>
    <w:rsid w:val="00703785"/>
    <w:rsid w:val="00703856"/>
    <w:rsid w:val="00704A19"/>
    <w:rsid w:val="00704F53"/>
    <w:rsid w:val="007051F1"/>
    <w:rsid w:val="00705FDF"/>
    <w:rsid w:val="00707051"/>
    <w:rsid w:val="007075B8"/>
    <w:rsid w:val="007118FE"/>
    <w:rsid w:val="0071284D"/>
    <w:rsid w:val="00713155"/>
    <w:rsid w:val="00713EE3"/>
    <w:rsid w:val="00716890"/>
    <w:rsid w:val="00720894"/>
    <w:rsid w:val="00720AAE"/>
    <w:rsid w:val="00720D2E"/>
    <w:rsid w:val="00721359"/>
    <w:rsid w:val="00723A53"/>
    <w:rsid w:val="007250F4"/>
    <w:rsid w:val="00725DB0"/>
    <w:rsid w:val="00727697"/>
    <w:rsid w:val="00732695"/>
    <w:rsid w:val="00732DA7"/>
    <w:rsid w:val="00734879"/>
    <w:rsid w:val="00734F99"/>
    <w:rsid w:val="0073599B"/>
    <w:rsid w:val="007407EF"/>
    <w:rsid w:val="00740F6E"/>
    <w:rsid w:val="007410BC"/>
    <w:rsid w:val="00741F39"/>
    <w:rsid w:val="00744E47"/>
    <w:rsid w:val="00744EE0"/>
    <w:rsid w:val="00747108"/>
    <w:rsid w:val="00750A88"/>
    <w:rsid w:val="00750DAC"/>
    <w:rsid w:val="00751B91"/>
    <w:rsid w:val="0075623B"/>
    <w:rsid w:val="0075692B"/>
    <w:rsid w:val="007602B3"/>
    <w:rsid w:val="00763022"/>
    <w:rsid w:val="00767D27"/>
    <w:rsid w:val="007706DE"/>
    <w:rsid w:val="007712FC"/>
    <w:rsid w:val="0077140C"/>
    <w:rsid w:val="007723D3"/>
    <w:rsid w:val="00773F4C"/>
    <w:rsid w:val="00774A5A"/>
    <w:rsid w:val="00775099"/>
    <w:rsid w:val="00775457"/>
    <w:rsid w:val="007803E9"/>
    <w:rsid w:val="00780C88"/>
    <w:rsid w:val="007835F2"/>
    <w:rsid w:val="00784A95"/>
    <w:rsid w:val="00785F2C"/>
    <w:rsid w:val="007869DC"/>
    <w:rsid w:val="00787B8C"/>
    <w:rsid w:val="00787E55"/>
    <w:rsid w:val="00790277"/>
    <w:rsid w:val="0079079F"/>
    <w:rsid w:val="00791BD7"/>
    <w:rsid w:val="00792044"/>
    <w:rsid w:val="007928FC"/>
    <w:rsid w:val="007938FD"/>
    <w:rsid w:val="007948E8"/>
    <w:rsid w:val="00794DFF"/>
    <w:rsid w:val="00796A14"/>
    <w:rsid w:val="0079737A"/>
    <w:rsid w:val="007A255E"/>
    <w:rsid w:val="007A2AE0"/>
    <w:rsid w:val="007A3A78"/>
    <w:rsid w:val="007A4799"/>
    <w:rsid w:val="007A4C0F"/>
    <w:rsid w:val="007A5E70"/>
    <w:rsid w:val="007A61A8"/>
    <w:rsid w:val="007A637E"/>
    <w:rsid w:val="007B30FE"/>
    <w:rsid w:val="007B3154"/>
    <w:rsid w:val="007B4E4F"/>
    <w:rsid w:val="007B66D9"/>
    <w:rsid w:val="007B6F24"/>
    <w:rsid w:val="007C0EA4"/>
    <w:rsid w:val="007C1DEA"/>
    <w:rsid w:val="007D1F4C"/>
    <w:rsid w:val="007D3078"/>
    <w:rsid w:val="007D5326"/>
    <w:rsid w:val="007D635C"/>
    <w:rsid w:val="007D6465"/>
    <w:rsid w:val="007D6E4B"/>
    <w:rsid w:val="007E0DE0"/>
    <w:rsid w:val="007E13D0"/>
    <w:rsid w:val="007E22FD"/>
    <w:rsid w:val="007E2A88"/>
    <w:rsid w:val="007E4FEC"/>
    <w:rsid w:val="007E54DF"/>
    <w:rsid w:val="007E7E0C"/>
    <w:rsid w:val="007F4EE5"/>
    <w:rsid w:val="007F6F51"/>
    <w:rsid w:val="00800861"/>
    <w:rsid w:val="00801714"/>
    <w:rsid w:val="008035B7"/>
    <w:rsid w:val="00804296"/>
    <w:rsid w:val="00804974"/>
    <w:rsid w:val="00806131"/>
    <w:rsid w:val="0081093B"/>
    <w:rsid w:val="00810B2E"/>
    <w:rsid w:val="00810C67"/>
    <w:rsid w:val="00811368"/>
    <w:rsid w:val="00815F81"/>
    <w:rsid w:val="008175DA"/>
    <w:rsid w:val="00820A82"/>
    <w:rsid w:val="008228A6"/>
    <w:rsid w:val="00822CF6"/>
    <w:rsid w:val="0082322A"/>
    <w:rsid w:val="00827374"/>
    <w:rsid w:val="00827610"/>
    <w:rsid w:val="00831899"/>
    <w:rsid w:val="00832188"/>
    <w:rsid w:val="008357C0"/>
    <w:rsid w:val="008360DE"/>
    <w:rsid w:val="0083614A"/>
    <w:rsid w:val="008361E4"/>
    <w:rsid w:val="00836894"/>
    <w:rsid w:val="0084066F"/>
    <w:rsid w:val="008412DD"/>
    <w:rsid w:val="008429A6"/>
    <w:rsid w:val="00845C60"/>
    <w:rsid w:val="00847162"/>
    <w:rsid w:val="008508B0"/>
    <w:rsid w:val="00850DB2"/>
    <w:rsid w:val="008537C0"/>
    <w:rsid w:val="00854AEB"/>
    <w:rsid w:val="0085527F"/>
    <w:rsid w:val="008566EA"/>
    <w:rsid w:val="008568BC"/>
    <w:rsid w:val="00857FFB"/>
    <w:rsid w:val="008612E9"/>
    <w:rsid w:val="0086181D"/>
    <w:rsid w:val="008626A8"/>
    <w:rsid w:val="00862895"/>
    <w:rsid w:val="0086316A"/>
    <w:rsid w:val="008641B0"/>
    <w:rsid w:val="0086459F"/>
    <w:rsid w:val="0086540D"/>
    <w:rsid w:val="008700DA"/>
    <w:rsid w:val="008713F9"/>
    <w:rsid w:val="0087259F"/>
    <w:rsid w:val="00872A99"/>
    <w:rsid w:val="0087579D"/>
    <w:rsid w:val="008770BE"/>
    <w:rsid w:val="008801F2"/>
    <w:rsid w:val="00880F70"/>
    <w:rsid w:val="00882F42"/>
    <w:rsid w:val="0088387C"/>
    <w:rsid w:val="00884171"/>
    <w:rsid w:val="00884958"/>
    <w:rsid w:val="00887B0B"/>
    <w:rsid w:val="00887F8B"/>
    <w:rsid w:val="0089139A"/>
    <w:rsid w:val="0089167C"/>
    <w:rsid w:val="00894873"/>
    <w:rsid w:val="00894B8F"/>
    <w:rsid w:val="00894DD6"/>
    <w:rsid w:val="008952A1"/>
    <w:rsid w:val="00895513"/>
    <w:rsid w:val="00896786"/>
    <w:rsid w:val="008A0B29"/>
    <w:rsid w:val="008A3C0E"/>
    <w:rsid w:val="008A4F91"/>
    <w:rsid w:val="008A703C"/>
    <w:rsid w:val="008A7691"/>
    <w:rsid w:val="008A773D"/>
    <w:rsid w:val="008B0303"/>
    <w:rsid w:val="008B3B68"/>
    <w:rsid w:val="008B4C00"/>
    <w:rsid w:val="008B54F8"/>
    <w:rsid w:val="008B5A56"/>
    <w:rsid w:val="008B68E8"/>
    <w:rsid w:val="008C024D"/>
    <w:rsid w:val="008C2A5E"/>
    <w:rsid w:val="008C3700"/>
    <w:rsid w:val="008C5F6F"/>
    <w:rsid w:val="008C6146"/>
    <w:rsid w:val="008C6236"/>
    <w:rsid w:val="008C7008"/>
    <w:rsid w:val="008C796D"/>
    <w:rsid w:val="008D13FE"/>
    <w:rsid w:val="008D2ED4"/>
    <w:rsid w:val="008D3995"/>
    <w:rsid w:val="008D5D05"/>
    <w:rsid w:val="008D6AF0"/>
    <w:rsid w:val="008D7AE2"/>
    <w:rsid w:val="008E0C9A"/>
    <w:rsid w:val="008E0FF8"/>
    <w:rsid w:val="008E171F"/>
    <w:rsid w:val="008E17E3"/>
    <w:rsid w:val="008E20C2"/>
    <w:rsid w:val="008E2851"/>
    <w:rsid w:val="008E3283"/>
    <w:rsid w:val="008E35F9"/>
    <w:rsid w:val="008E3AD3"/>
    <w:rsid w:val="008E47BB"/>
    <w:rsid w:val="008F3FE8"/>
    <w:rsid w:val="008F485C"/>
    <w:rsid w:val="008F4C8C"/>
    <w:rsid w:val="008F51DA"/>
    <w:rsid w:val="009014DD"/>
    <w:rsid w:val="00901EE5"/>
    <w:rsid w:val="0090223A"/>
    <w:rsid w:val="00902AA9"/>
    <w:rsid w:val="0090429D"/>
    <w:rsid w:val="0091189F"/>
    <w:rsid w:val="00912D0F"/>
    <w:rsid w:val="009132CF"/>
    <w:rsid w:val="00913B1D"/>
    <w:rsid w:val="009149CF"/>
    <w:rsid w:val="00914CBF"/>
    <w:rsid w:val="00915488"/>
    <w:rsid w:val="00915783"/>
    <w:rsid w:val="00917153"/>
    <w:rsid w:val="00917155"/>
    <w:rsid w:val="009203A2"/>
    <w:rsid w:val="00921A5F"/>
    <w:rsid w:val="00922233"/>
    <w:rsid w:val="0092230A"/>
    <w:rsid w:val="009234DC"/>
    <w:rsid w:val="00924663"/>
    <w:rsid w:val="00924A0C"/>
    <w:rsid w:val="00924A4D"/>
    <w:rsid w:val="00925425"/>
    <w:rsid w:val="0092549D"/>
    <w:rsid w:val="0092561F"/>
    <w:rsid w:val="009304C3"/>
    <w:rsid w:val="0093054F"/>
    <w:rsid w:val="00930F5A"/>
    <w:rsid w:val="00931687"/>
    <w:rsid w:val="009332B3"/>
    <w:rsid w:val="009368C3"/>
    <w:rsid w:val="0093699B"/>
    <w:rsid w:val="00940AE3"/>
    <w:rsid w:val="009427F8"/>
    <w:rsid w:val="00943B88"/>
    <w:rsid w:val="00947E42"/>
    <w:rsid w:val="00951A92"/>
    <w:rsid w:val="00952C2F"/>
    <w:rsid w:val="00952F82"/>
    <w:rsid w:val="00952FC1"/>
    <w:rsid w:val="00954E50"/>
    <w:rsid w:val="0095613C"/>
    <w:rsid w:val="00956746"/>
    <w:rsid w:val="00961AF9"/>
    <w:rsid w:val="00961C8E"/>
    <w:rsid w:val="00962A79"/>
    <w:rsid w:val="00964517"/>
    <w:rsid w:val="00965857"/>
    <w:rsid w:val="009662D6"/>
    <w:rsid w:val="009669FB"/>
    <w:rsid w:val="00970875"/>
    <w:rsid w:val="0097380E"/>
    <w:rsid w:val="00974C56"/>
    <w:rsid w:val="00975A3D"/>
    <w:rsid w:val="00976F13"/>
    <w:rsid w:val="009777DE"/>
    <w:rsid w:val="00980CB1"/>
    <w:rsid w:val="009840B6"/>
    <w:rsid w:val="00985157"/>
    <w:rsid w:val="009857EE"/>
    <w:rsid w:val="00985B47"/>
    <w:rsid w:val="00990C90"/>
    <w:rsid w:val="00993A1E"/>
    <w:rsid w:val="00993D8D"/>
    <w:rsid w:val="00994966"/>
    <w:rsid w:val="00994FBE"/>
    <w:rsid w:val="009950F4"/>
    <w:rsid w:val="00995800"/>
    <w:rsid w:val="0099624A"/>
    <w:rsid w:val="00996A7D"/>
    <w:rsid w:val="009A06CB"/>
    <w:rsid w:val="009A0E94"/>
    <w:rsid w:val="009A6BDA"/>
    <w:rsid w:val="009A7F75"/>
    <w:rsid w:val="009B09B1"/>
    <w:rsid w:val="009B1388"/>
    <w:rsid w:val="009B162E"/>
    <w:rsid w:val="009B572E"/>
    <w:rsid w:val="009B5FB8"/>
    <w:rsid w:val="009C075E"/>
    <w:rsid w:val="009C0F1C"/>
    <w:rsid w:val="009C69D1"/>
    <w:rsid w:val="009D2132"/>
    <w:rsid w:val="009D2399"/>
    <w:rsid w:val="009D2E63"/>
    <w:rsid w:val="009D5769"/>
    <w:rsid w:val="009D5CFE"/>
    <w:rsid w:val="009D6FC0"/>
    <w:rsid w:val="009E364C"/>
    <w:rsid w:val="009E6404"/>
    <w:rsid w:val="009E767A"/>
    <w:rsid w:val="009F141B"/>
    <w:rsid w:val="009F2695"/>
    <w:rsid w:val="009F56D4"/>
    <w:rsid w:val="009F57F4"/>
    <w:rsid w:val="009F599C"/>
    <w:rsid w:val="009F6307"/>
    <w:rsid w:val="009F77F0"/>
    <w:rsid w:val="00A002F0"/>
    <w:rsid w:val="00A017E2"/>
    <w:rsid w:val="00A02868"/>
    <w:rsid w:val="00A05383"/>
    <w:rsid w:val="00A05A91"/>
    <w:rsid w:val="00A05CB4"/>
    <w:rsid w:val="00A0639C"/>
    <w:rsid w:val="00A06431"/>
    <w:rsid w:val="00A0671A"/>
    <w:rsid w:val="00A07549"/>
    <w:rsid w:val="00A109CA"/>
    <w:rsid w:val="00A11B6E"/>
    <w:rsid w:val="00A15194"/>
    <w:rsid w:val="00A1660D"/>
    <w:rsid w:val="00A16EBA"/>
    <w:rsid w:val="00A24059"/>
    <w:rsid w:val="00A25B0A"/>
    <w:rsid w:val="00A26EB0"/>
    <w:rsid w:val="00A26F6C"/>
    <w:rsid w:val="00A271F7"/>
    <w:rsid w:val="00A27A4F"/>
    <w:rsid w:val="00A319BB"/>
    <w:rsid w:val="00A31B08"/>
    <w:rsid w:val="00A31BC9"/>
    <w:rsid w:val="00A33227"/>
    <w:rsid w:val="00A33296"/>
    <w:rsid w:val="00A3344B"/>
    <w:rsid w:val="00A34A5D"/>
    <w:rsid w:val="00A34D86"/>
    <w:rsid w:val="00A3741B"/>
    <w:rsid w:val="00A40138"/>
    <w:rsid w:val="00A41099"/>
    <w:rsid w:val="00A44B7E"/>
    <w:rsid w:val="00A50457"/>
    <w:rsid w:val="00A526B4"/>
    <w:rsid w:val="00A53F38"/>
    <w:rsid w:val="00A54D36"/>
    <w:rsid w:val="00A55D0A"/>
    <w:rsid w:val="00A562C9"/>
    <w:rsid w:val="00A56F41"/>
    <w:rsid w:val="00A57220"/>
    <w:rsid w:val="00A57338"/>
    <w:rsid w:val="00A57AAF"/>
    <w:rsid w:val="00A605F6"/>
    <w:rsid w:val="00A613A2"/>
    <w:rsid w:val="00A61B0B"/>
    <w:rsid w:val="00A62601"/>
    <w:rsid w:val="00A627FA"/>
    <w:rsid w:val="00A64EFD"/>
    <w:rsid w:val="00A67D98"/>
    <w:rsid w:val="00A67F69"/>
    <w:rsid w:val="00A7014F"/>
    <w:rsid w:val="00A70AC3"/>
    <w:rsid w:val="00A72922"/>
    <w:rsid w:val="00A74149"/>
    <w:rsid w:val="00A7458A"/>
    <w:rsid w:val="00A754AA"/>
    <w:rsid w:val="00A77290"/>
    <w:rsid w:val="00A7789F"/>
    <w:rsid w:val="00A77EB8"/>
    <w:rsid w:val="00A83F29"/>
    <w:rsid w:val="00A83FA2"/>
    <w:rsid w:val="00A84038"/>
    <w:rsid w:val="00A85D78"/>
    <w:rsid w:val="00A87228"/>
    <w:rsid w:val="00A907B2"/>
    <w:rsid w:val="00A93508"/>
    <w:rsid w:val="00A94A2C"/>
    <w:rsid w:val="00A95141"/>
    <w:rsid w:val="00A968E6"/>
    <w:rsid w:val="00A96C7F"/>
    <w:rsid w:val="00A97BD4"/>
    <w:rsid w:val="00AA009A"/>
    <w:rsid w:val="00AA04CF"/>
    <w:rsid w:val="00AA16A5"/>
    <w:rsid w:val="00AA2F46"/>
    <w:rsid w:val="00AA3670"/>
    <w:rsid w:val="00AA48F5"/>
    <w:rsid w:val="00AA5A29"/>
    <w:rsid w:val="00AA5C52"/>
    <w:rsid w:val="00AA6F2E"/>
    <w:rsid w:val="00AA7241"/>
    <w:rsid w:val="00AA727C"/>
    <w:rsid w:val="00AB04D8"/>
    <w:rsid w:val="00AB0A44"/>
    <w:rsid w:val="00AB1A2D"/>
    <w:rsid w:val="00AB1E02"/>
    <w:rsid w:val="00AB1FE4"/>
    <w:rsid w:val="00AB7409"/>
    <w:rsid w:val="00AB78AF"/>
    <w:rsid w:val="00AC0D91"/>
    <w:rsid w:val="00AC15E7"/>
    <w:rsid w:val="00AC3327"/>
    <w:rsid w:val="00AC6C86"/>
    <w:rsid w:val="00AC7810"/>
    <w:rsid w:val="00AC7C36"/>
    <w:rsid w:val="00AD2492"/>
    <w:rsid w:val="00AD36CD"/>
    <w:rsid w:val="00AD3E3A"/>
    <w:rsid w:val="00AD4596"/>
    <w:rsid w:val="00AD45FD"/>
    <w:rsid w:val="00AD5C98"/>
    <w:rsid w:val="00AD79CE"/>
    <w:rsid w:val="00AE6BAF"/>
    <w:rsid w:val="00AF1D5E"/>
    <w:rsid w:val="00AF4211"/>
    <w:rsid w:val="00AF4780"/>
    <w:rsid w:val="00AF598C"/>
    <w:rsid w:val="00AF6DC2"/>
    <w:rsid w:val="00B008F8"/>
    <w:rsid w:val="00B01C50"/>
    <w:rsid w:val="00B01E24"/>
    <w:rsid w:val="00B0238B"/>
    <w:rsid w:val="00B04C96"/>
    <w:rsid w:val="00B0518E"/>
    <w:rsid w:val="00B0568E"/>
    <w:rsid w:val="00B06CFC"/>
    <w:rsid w:val="00B07696"/>
    <w:rsid w:val="00B1021C"/>
    <w:rsid w:val="00B10C03"/>
    <w:rsid w:val="00B11AC0"/>
    <w:rsid w:val="00B132A9"/>
    <w:rsid w:val="00B137E3"/>
    <w:rsid w:val="00B13E7F"/>
    <w:rsid w:val="00B20B3E"/>
    <w:rsid w:val="00B21352"/>
    <w:rsid w:val="00B21942"/>
    <w:rsid w:val="00B23D6D"/>
    <w:rsid w:val="00B25295"/>
    <w:rsid w:val="00B25DFE"/>
    <w:rsid w:val="00B2672B"/>
    <w:rsid w:val="00B3020D"/>
    <w:rsid w:val="00B32895"/>
    <w:rsid w:val="00B32DCA"/>
    <w:rsid w:val="00B33137"/>
    <w:rsid w:val="00B34B71"/>
    <w:rsid w:val="00B35197"/>
    <w:rsid w:val="00B35945"/>
    <w:rsid w:val="00B35E9F"/>
    <w:rsid w:val="00B36576"/>
    <w:rsid w:val="00B37EF7"/>
    <w:rsid w:val="00B40D1F"/>
    <w:rsid w:val="00B43455"/>
    <w:rsid w:val="00B43C0D"/>
    <w:rsid w:val="00B442E0"/>
    <w:rsid w:val="00B44E69"/>
    <w:rsid w:val="00B452A1"/>
    <w:rsid w:val="00B45B51"/>
    <w:rsid w:val="00B463AE"/>
    <w:rsid w:val="00B47202"/>
    <w:rsid w:val="00B4758A"/>
    <w:rsid w:val="00B51637"/>
    <w:rsid w:val="00B51739"/>
    <w:rsid w:val="00B5296D"/>
    <w:rsid w:val="00B549A8"/>
    <w:rsid w:val="00B554AC"/>
    <w:rsid w:val="00B55832"/>
    <w:rsid w:val="00B55D12"/>
    <w:rsid w:val="00B56499"/>
    <w:rsid w:val="00B56D40"/>
    <w:rsid w:val="00B56D66"/>
    <w:rsid w:val="00B62477"/>
    <w:rsid w:val="00B6399E"/>
    <w:rsid w:val="00B659CF"/>
    <w:rsid w:val="00B66405"/>
    <w:rsid w:val="00B6640B"/>
    <w:rsid w:val="00B668B9"/>
    <w:rsid w:val="00B66F6B"/>
    <w:rsid w:val="00B707CE"/>
    <w:rsid w:val="00B7193C"/>
    <w:rsid w:val="00B733AA"/>
    <w:rsid w:val="00B74185"/>
    <w:rsid w:val="00B743CA"/>
    <w:rsid w:val="00B7643E"/>
    <w:rsid w:val="00B80687"/>
    <w:rsid w:val="00B815A9"/>
    <w:rsid w:val="00B8487B"/>
    <w:rsid w:val="00B85411"/>
    <w:rsid w:val="00B8629D"/>
    <w:rsid w:val="00B8695E"/>
    <w:rsid w:val="00B91B25"/>
    <w:rsid w:val="00B948DE"/>
    <w:rsid w:val="00B94A2B"/>
    <w:rsid w:val="00B950D7"/>
    <w:rsid w:val="00B95DA9"/>
    <w:rsid w:val="00B97F05"/>
    <w:rsid w:val="00BA0131"/>
    <w:rsid w:val="00BA1C96"/>
    <w:rsid w:val="00BA2807"/>
    <w:rsid w:val="00BA3E19"/>
    <w:rsid w:val="00BA4679"/>
    <w:rsid w:val="00BA4AFA"/>
    <w:rsid w:val="00BA71A4"/>
    <w:rsid w:val="00BA7D8A"/>
    <w:rsid w:val="00BB0C33"/>
    <w:rsid w:val="00BB1E52"/>
    <w:rsid w:val="00BB53CD"/>
    <w:rsid w:val="00BB6FA1"/>
    <w:rsid w:val="00BB7191"/>
    <w:rsid w:val="00BB7771"/>
    <w:rsid w:val="00BC01AD"/>
    <w:rsid w:val="00BC0CD0"/>
    <w:rsid w:val="00BC2C67"/>
    <w:rsid w:val="00BC37B0"/>
    <w:rsid w:val="00BC453A"/>
    <w:rsid w:val="00BC7A96"/>
    <w:rsid w:val="00BC7C96"/>
    <w:rsid w:val="00BD171F"/>
    <w:rsid w:val="00BD1D22"/>
    <w:rsid w:val="00BD2D02"/>
    <w:rsid w:val="00BD37A7"/>
    <w:rsid w:val="00BD49FE"/>
    <w:rsid w:val="00BD4FF2"/>
    <w:rsid w:val="00BE0B3B"/>
    <w:rsid w:val="00BE42F4"/>
    <w:rsid w:val="00BE4683"/>
    <w:rsid w:val="00BE4CB1"/>
    <w:rsid w:val="00BE6CB4"/>
    <w:rsid w:val="00BF20A0"/>
    <w:rsid w:val="00BF3E8E"/>
    <w:rsid w:val="00BF5B43"/>
    <w:rsid w:val="00BF6E1D"/>
    <w:rsid w:val="00BF7255"/>
    <w:rsid w:val="00C00FB8"/>
    <w:rsid w:val="00C0262A"/>
    <w:rsid w:val="00C027AF"/>
    <w:rsid w:val="00C051C4"/>
    <w:rsid w:val="00C06971"/>
    <w:rsid w:val="00C1134C"/>
    <w:rsid w:val="00C12CA2"/>
    <w:rsid w:val="00C1318B"/>
    <w:rsid w:val="00C14265"/>
    <w:rsid w:val="00C14A41"/>
    <w:rsid w:val="00C14D44"/>
    <w:rsid w:val="00C1678D"/>
    <w:rsid w:val="00C16993"/>
    <w:rsid w:val="00C17536"/>
    <w:rsid w:val="00C23549"/>
    <w:rsid w:val="00C235D6"/>
    <w:rsid w:val="00C24803"/>
    <w:rsid w:val="00C30610"/>
    <w:rsid w:val="00C32186"/>
    <w:rsid w:val="00C32410"/>
    <w:rsid w:val="00C33470"/>
    <w:rsid w:val="00C3397F"/>
    <w:rsid w:val="00C35E3F"/>
    <w:rsid w:val="00C3677F"/>
    <w:rsid w:val="00C41C7B"/>
    <w:rsid w:val="00C42620"/>
    <w:rsid w:val="00C43BD1"/>
    <w:rsid w:val="00C44F49"/>
    <w:rsid w:val="00C47256"/>
    <w:rsid w:val="00C47CFA"/>
    <w:rsid w:val="00C50D2C"/>
    <w:rsid w:val="00C52541"/>
    <w:rsid w:val="00C547E9"/>
    <w:rsid w:val="00C566E9"/>
    <w:rsid w:val="00C57E22"/>
    <w:rsid w:val="00C60F0A"/>
    <w:rsid w:val="00C61F1A"/>
    <w:rsid w:val="00C6233C"/>
    <w:rsid w:val="00C623D3"/>
    <w:rsid w:val="00C62B5B"/>
    <w:rsid w:val="00C632BA"/>
    <w:rsid w:val="00C659AE"/>
    <w:rsid w:val="00C7017C"/>
    <w:rsid w:val="00C7020F"/>
    <w:rsid w:val="00C70A90"/>
    <w:rsid w:val="00C70B03"/>
    <w:rsid w:val="00C72A33"/>
    <w:rsid w:val="00C72B70"/>
    <w:rsid w:val="00C7788F"/>
    <w:rsid w:val="00C81E13"/>
    <w:rsid w:val="00C82371"/>
    <w:rsid w:val="00C82F03"/>
    <w:rsid w:val="00C838CC"/>
    <w:rsid w:val="00C83C7E"/>
    <w:rsid w:val="00C84CE8"/>
    <w:rsid w:val="00C85BF4"/>
    <w:rsid w:val="00C86785"/>
    <w:rsid w:val="00C86AA2"/>
    <w:rsid w:val="00C91EAD"/>
    <w:rsid w:val="00C9239B"/>
    <w:rsid w:val="00C93311"/>
    <w:rsid w:val="00C93C78"/>
    <w:rsid w:val="00C9482C"/>
    <w:rsid w:val="00C96988"/>
    <w:rsid w:val="00C96ED0"/>
    <w:rsid w:val="00CA028D"/>
    <w:rsid w:val="00CB07EE"/>
    <w:rsid w:val="00CB16F0"/>
    <w:rsid w:val="00CB234B"/>
    <w:rsid w:val="00CB4C03"/>
    <w:rsid w:val="00CB4F20"/>
    <w:rsid w:val="00CB6C55"/>
    <w:rsid w:val="00CB742D"/>
    <w:rsid w:val="00CC0989"/>
    <w:rsid w:val="00CC0EA4"/>
    <w:rsid w:val="00CC11A2"/>
    <w:rsid w:val="00CC154F"/>
    <w:rsid w:val="00CC1CEB"/>
    <w:rsid w:val="00CC4145"/>
    <w:rsid w:val="00CC56CA"/>
    <w:rsid w:val="00CD4287"/>
    <w:rsid w:val="00CD4D27"/>
    <w:rsid w:val="00CD4D9B"/>
    <w:rsid w:val="00CE296C"/>
    <w:rsid w:val="00CE51D3"/>
    <w:rsid w:val="00CE62D7"/>
    <w:rsid w:val="00CF1E5A"/>
    <w:rsid w:val="00CF4804"/>
    <w:rsid w:val="00CF5067"/>
    <w:rsid w:val="00CF6248"/>
    <w:rsid w:val="00CF642F"/>
    <w:rsid w:val="00CF7E1E"/>
    <w:rsid w:val="00D024D0"/>
    <w:rsid w:val="00D036D7"/>
    <w:rsid w:val="00D0774D"/>
    <w:rsid w:val="00D113C8"/>
    <w:rsid w:val="00D14DB3"/>
    <w:rsid w:val="00D15E09"/>
    <w:rsid w:val="00D17201"/>
    <w:rsid w:val="00D17271"/>
    <w:rsid w:val="00D17D94"/>
    <w:rsid w:val="00D2297E"/>
    <w:rsid w:val="00D22F1C"/>
    <w:rsid w:val="00D2324F"/>
    <w:rsid w:val="00D2332C"/>
    <w:rsid w:val="00D237EF"/>
    <w:rsid w:val="00D24BA2"/>
    <w:rsid w:val="00D26234"/>
    <w:rsid w:val="00D269B9"/>
    <w:rsid w:val="00D2749F"/>
    <w:rsid w:val="00D30081"/>
    <w:rsid w:val="00D31066"/>
    <w:rsid w:val="00D321EE"/>
    <w:rsid w:val="00D322CD"/>
    <w:rsid w:val="00D32E07"/>
    <w:rsid w:val="00D3350A"/>
    <w:rsid w:val="00D33D70"/>
    <w:rsid w:val="00D347E7"/>
    <w:rsid w:val="00D355E2"/>
    <w:rsid w:val="00D36625"/>
    <w:rsid w:val="00D40676"/>
    <w:rsid w:val="00D42851"/>
    <w:rsid w:val="00D42928"/>
    <w:rsid w:val="00D4415F"/>
    <w:rsid w:val="00D44988"/>
    <w:rsid w:val="00D4544F"/>
    <w:rsid w:val="00D45E6C"/>
    <w:rsid w:val="00D50508"/>
    <w:rsid w:val="00D53F81"/>
    <w:rsid w:val="00D55376"/>
    <w:rsid w:val="00D5576F"/>
    <w:rsid w:val="00D57DF8"/>
    <w:rsid w:val="00D60247"/>
    <w:rsid w:val="00D60F0F"/>
    <w:rsid w:val="00D61A42"/>
    <w:rsid w:val="00D61B9E"/>
    <w:rsid w:val="00D61D44"/>
    <w:rsid w:val="00D62868"/>
    <w:rsid w:val="00D62DB3"/>
    <w:rsid w:val="00D63911"/>
    <w:rsid w:val="00D643CF"/>
    <w:rsid w:val="00D6445E"/>
    <w:rsid w:val="00D67016"/>
    <w:rsid w:val="00D70D2F"/>
    <w:rsid w:val="00D712B5"/>
    <w:rsid w:val="00D71FF1"/>
    <w:rsid w:val="00D7315A"/>
    <w:rsid w:val="00D73198"/>
    <w:rsid w:val="00D73C6A"/>
    <w:rsid w:val="00D74C51"/>
    <w:rsid w:val="00D75B06"/>
    <w:rsid w:val="00D765DB"/>
    <w:rsid w:val="00D77307"/>
    <w:rsid w:val="00D82DCA"/>
    <w:rsid w:val="00D83209"/>
    <w:rsid w:val="00D844D0"/>
    <w:rsid w:val="00D85677"/>
    <w:rsid w:val="00D85FDF"/>
    <w:rsid w:val="00D8670E"/>
    <w:rsid w:val="00D90301"/>
    <w:rsid w:val="00D9038B"/>
    <w:rsid w:val="00D90D25"/>
    <w:rsid w:val="00D91130"/>
    <w:rsid w:val="00D93F7B"/>
    <w:rsid w:val="00D95329"/>
    <w:rsid w:val="00D97A55"/>
    <w:rsid w:val="00DA0168"/>
    <w:rsid w:val="00DA0B02"/>
    <w:rsid w:val="00DA118A"/>
    <w:rsid w:val="00DA253C"/>
    <w:rsid w:val="00DA3384"/>
    <w:rsid w:val="00DA3E35"/>
    <w:rsid w:val="00DA4160"/>
    <w:rsid w:val="00DA6ED2"/>
    <w:rsid w:val="00DA7F56"/>
    <w:rsid w:val="00DB1E36"/>
    <w:rsid w:val="00DB4C02"/>
    <w:rsid w:val="00DC0C0A"/>
    <w:rsid w:val="00DC0D5E"/>
    <w:rsid w:val="00DC299F"/>
    <w:rsid w:val="00DC392B"/>
    <w:rsid w:val="00DC48EB"/>
    <w:rsid w:val="00DC6F01"/>
    <w:rsid w:val="00DD0294"/>
    <w:rsid w:val="00DD1573"/>
    <w:rsid w:val="00DD1E76"/>
    <w:rsid w:val="00DD3EB0"/>
    <w:rsid w:val="00DD453B"/>
    <w:rsid w:val="00DD7342"/>
    <w:rsid w:val="00DE074B"/>
    <w:rsid w:val="00DE2008"/>
    <w:rsid w:val="00DE262A"/>
    <w:rsid w:val="00DE67B3"/>
    <w:rsid w:val="00DF24C5"/>
    <w:rsid w:val="00DF2960"/>
    <w:rsid w:val="00DF3510"/>
    <w:rsid w:val="00DF389C"/>
    <w:rsid w:val="00DF499C"/>
    <w:rsid w:val="00DF56D7"/>
    <w:rsid w:val="00DF5F1E"/>
    <w:rsid w:val="00E0173C"/>
    <w:rsid w:val="00E02266"/>
    <w:rsid w:val="00E03B45"/>
    <w:rsid w:val="00E048A1"/>
    <w:rsid w:val="00E0520B"/>
    <w:rsid w:val="00E0633D"/>
    <w:rsid w:val="00E07B4D"/>
    <w:rsid w:val="00E104C8"/>
    <w:rsid w:val="00E10AEC"/>
    <w:rsid w:val="00E10B7E"/>
    <w:rsid w:val="00E11B24"/>
    <w:rsid w:val="00E13779"/>
    <w:rsid w:val="00E14446"/>
    <w:rsid w:val="00E15FC0"/>
    <w:rsid w:val="00E2162D"/>
    <w:rsid w:val="00E23168"/>
    <w:rsid w:val="00E23416"/>
    <w:rsid w:val="00E23A65"/>
    <w:rsid w:val="00E25286"/>
    <w:rsid w:val="00E25B72"/>
    <w:rsid w:val="00E26D67"/>
    <w:rsid w:val="00E31688"/>
    <w:rsid w:val="00E32299"/>
    <w:rsid w:val="00E340E9"/>
    <w:rsid w:val="00E4054B"/>
    <w:rsid w:val="00E408DB"/>
    <w:rsid w:val="00E41859"/>
    <w:rsid w:val="00E43CCD"/>
    <w:rsid w:val="00E44F52"/>
    <w:rsid w:val="00E5010E"/>
    <w:rsid w:val="00E50E16"/>
    <w:rsid w:val="00E50E64"/>
    <w:rsid w:val="00E50F30"/>
    <w:rsid w:val="00E54019"/>
    <w:rsid w:val="00E55775"/>
    <w:rsid w:val="00E60A7B"/>
    <w:rsid w:val="00E611AC"/>
    <w:rsid w:val="00E62067"/>
    <w:rsid w:val="00E620A2"/>
    <w:rsid w:val="00E62862"/>
    <w:rsid w:val="00E62ECF"/>
    <w:rsid w:val="00E630AA"/>
    <w:rsid w:val="00E63606"/>
    <w:rsid w:val="00E66A8D"/>
    <w:rsid w:val="00E67606"/>
    <w:rsid w:val="00E7134C"/>
    <w:rsid w:val="00E71BB1"/>
    <w:rsid w:val="00E72A8D"/>
    <w:rsid w:val="00E74131"/>
    <w:rsid w:val="00E75B5C"/>
    <w:rsid w:val="00E75ECC"/>
    <w:rsid w:val="00E8149C"/>
    <w:rsid w:val="00E82057"/>
    <w:rsid w:val="00E855DC"/>
    <w:rsid w:val="00E86AB9"/>
    <w:rsid w:val="00E86C5F"/>
    <w:rsid w:val="00E87D24"/>
    <w:rsid w:val="00E9172F"/>
    <w:rsid w:val="00E91925"/>
    <w:rsid w:val="00E9272F"/>
    <w:rsid w:val="00E93BB3"/>
    <w:rsid w:val="00E9478C"/>
    <w:rsid w:val="00E95162"/>
    <w:rsid w:val="00E95A01"/>
    <w:rsid w:val="00E96713"/>
    <w:rsid w:val="00E96733"/>
    <w:rsid w:val="00E96C89"/>
    <w:rsid w:val="00E97C01"/>
    <w:rsid w:val="00EA01F4"/>
    <w:rsid w:val="00EA0210"/>
    <w:rsid w:val="00EA0F87"/>
    <w:rsid w:val="00EA247B"/>
    <w:rsid w:val="00EA45A2"/>
    <w:rsid w:val="00EA52CC"/>
    <w:rsid w:val="00EA69C3"/>
    <w:rsid w:val="00EA77A2"/>
    <w:rsid w:val="00EB0FA6"/>
    <w:rsid w:val="00EB21F5"/>
    <w:rsid w:val="00EB47FF"/>
    <w:rsid w:val="00EB57EB"/>
    <w:rsid w:val="00EB6C37"/>
    <w:rsid w:val="00EC02EA"/>
    <w:rsid w:val="00EC1BCC"/>
    <w:rsid w:val="00EC3A18"/>
    <w:rsid w:val="00EC469C"/>
    <w:rsid w:val="00EC4BFC"/>
    <w:rsid w:val="00EC5BC5"/>
    <w:rsid w:val="00ED07AF"/>
    <w:rsid w:val="00ED197A"/>
    <w:rsid w:val="00ED40A8"/>
    <w:rsid w:val="00ED4B04"/>
    <w:rsid w:val="00EE0282"/>
    <w:rsid w:val="00EE0620"/>
    <w:rsid w:val="00EE0912"/>
    <w:rsid w:val="00EE0FA8"/>
    <w:rsid w:val="00EE15C4"/>
    <w:rsid w:val="00EE277A"/>
    <w:rsid w:val="00EE3E61"/>
    <w:rsid w:val="00EE3F77"/>
    <w:rsid w:val="00EE4147"/>
    <w:rsid w:val="00EE7FB7"/>
    <w:rsid w:val="00EF0335"/>
    <w:rsid w:val="00EF073E"/>
    <w:rsid w:val="00EF30D2"/>
    <w:rsid w:val="00EF3101"/>
    <w:rsid w:val="00EF3275"/>
    <w:rsid w:val="00F010B9"/>
    <w:rsid w:val="00F024D8"/>
    <w:rsid w:val="00F02D0B"/>
    <w:rsid w:val="00F03611"/>
    <w:rsid w:val="00F0449D"/>
    <w:rsid w:val="00F05743"/>
    <w:rsid w:val="00F0593A"/>
    <w:rsid w:val="00F059D1"/>
    <w:rsid w:val="00F06553"/>
    <w:rsid w:val="00F065EF"/>
    <w:rsid w:val="00F06814"/>
    <w:rsid w:val="00F07FBE"/>
    <w:rsid w:val="00F1041B"/>
    <w:rsid w:val="00F10902"/>
    <w:rsid w:val="00F13A35"/>
    <w:rsid w:val="00F1626B"/>
    <w:rsid w:val="00F16900"/>
    <w:rsid w:val="00F17A4A"/>
    <w:rsid w:val="00F210DF"/>
    <w:rsid w:val="00F233F0"/>
    <w:rsid w:val="00F24940"/>
    <w:rsid w:val="00F254EC"/>
    <w:rsid w:val="00F25AB8"/>
    <w:rsid w:val="00F2614A"/>
    <w:rsid w:val="00F2653E"/>
    <w:rsid w:val="00F2676B"/>
    <w:rsid w:val="00F26889"/>
    <w:rsid w:val="00F26ABF"/>
    <w:rsid w:val="00F34210"/>
    <w:rsid w:val="00F403DE"/>
    <w:rsid w:val="00F43292"/>
    <w:rsid w:val="00F44556"/>
    <w:rsid w:val="00F45240"/>
    <w:rsid w:val="00F47F7C"/>
    <w:rsid w:val="00F50ABE"/>
    <w:rsid w:val="00F50B01"/>
    <w:rsid w:val="00F51348"/>
    <w:rsid w:val="00F520A1"/>
    <w:rsid w:val="00F5237A"/>
    <w:rsid w:val="00F52DCE"/>
    <w:rsid w:val="00F550BA"/>
    <w:rsid w:val="00F55693"/>
    <w:rsid w:val="00F5684D"/>
    <w:rsid w:val="00F6073F"/>
    <w:rsid w:val="00F60B7D"/>
    <w:rsid w:val="00F61A35"/>
    <w:rsid w:val="00F62C10"/>
    <w:rsid w:val="00F6472A"/>
    <w:rsid w:val="00F66421"/>
    <w:rsid w:val="00F67DBB"/>
    <w:rsid w:val="00F721B6"/>
    <w:rsid w:val="00F7379B"/>
    <w:rsid w:val="00F73B00"/>
    <w:rsid w:val="00F73B9C"/>
    <w:rsid w:val="00F74383"/>
    <w:rsid w:val="00F746AC"/>
    <w:rsid w:val="00F74D3F"/>
    <w:rsid w:val="00F75352"/>
    <w:rsid w:val="00F754CB"/>
    <w:rsid w:val="00F772E1"/>
    <w:rsid w:val="00F77C4D"/>
    <w:rsid w:val="00F801C0"/>
    <w:rsid w:val="00F82BCE"/>
    <w:rsid w:val="00F86104"/>
    <w:rsid w:val="00F86E28"/>
    <w:rsid w:val="00F871B3"/>
    <w:rsid w:val="00F909D7"/>
    <w:rsid w:val="00F91B94"/>
    <w:rsid w:val="00F91F39"/>
    <w:rsid w:val="00F92006"/>
    <w:rsid w:val="00F93C93"/>
    <w:rsid w:val="00F94168"/>
    <w:rsid w:val="00F94D07"/>
    <w:rsid w:val="00F9515E"/>
    <w:rsid w:val="00F95879"/>
    <w:rsid w:val="00F95BC6"/>
    <w:rsid w:val="00FA2FC9"/>
    <w:rsid w:val="00FA79C6"/>
    <w:rsid w:val="00FB0E39"/>
    <w:rsid w:val="00FB177D"/>
    <w:rsid w:val="00FB4819"/>
    <w:rsid w:val="00FB49E7"/>
    <w:rsid w:val="00FB64F3"/>
    <w:rsid w:val="00FB65A7"/>
    <w:rsid w:val="00FB6DD8"/>
    <w:rsid w:val="00FC2A48"/>
    <w:rsid w:val="00FC3B3F"/>
    <w:rsid w:val="00FC4D56"/>
    <w:rsid w:val="00FC5C92"/>
    <w:rsid w:val="00FC7582"/>
    <w:rsid w:val="00FD03A0"/>
    <w:rsid w:val="00FD03DE"/>
    <w:rsid w:val="00FD1022"/>
    <w:rsid w:val="00FD2DF8"/>
    <w:rsid w:val="00FD4087"/>
    <w:rsid w:val="00FD4E5A"/>
    <w:rsid w:val="00FD63DE"/>
    <w:rsid w:val="00FD6B6F"/>
    <w:rsid w:val="00FE3D41"/>
    <w:rsid w:val="00FE4803"/>
    <w:rsid w:val="00FE508E"/>
    <w:rsid w:val="00FE5EAC"/>
    <w:rsid w:val="00FF1770"/>
    <w:rsid w:val="00FF20A1"/>
    <w:rsid w:val="00FF38F8"/>
    <w:rsid w:val="00FF3BEA"/>
    <w:rsid w:val="00FF3FFF"/>
    <w:rsid w:val="00FF57D9"/>
    <w:rsid w:val="00FF5938"/>
    <w:rsid w:val="00FF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197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351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5197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B35197"/>
    <w:rPr>
      <w:rFonts w:eastAsia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519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Strong">
    <w:name w:val="Strong"/>
    <w:basedOn w:val="DefaultParagraphFont"/>
    <w:uiPriority w:val="99"/>
    <w:qFormat/>
    <w:rsid w:val="00B35197"/>
    <w:rPr>
      <w:rFonts w:cs="Times New Roman"/>
      <w:b/>
    </w:rPr>
  </w:style>
  <w:style w:type="paragraph" w:styleId="BodyTextIndent">
    <w:name w:val="Body Text Indent"/>
    <w:basedOn w:val="Normal"/>
    <w:link w:val="BodyTextIndentChar"/>
    <w:uiPriority w:val="99"/>
    <w:rsid w:val="00B35197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351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225</Words>
  <Characters>1285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User</cp:lastModifiedBy>
  <cp:revision>3</cp:revision>
  <cp:lastPrinted>2016-11-17T14:17:00Z</cp:lastPrinted>
  <dcterms:created xsi:type="dcterms:W3CDTF">2016-11-21T08:46:00Z</dcterms:created>
  <dcterms:modified xsi:type="dcterms:W3CDTF">2016-11-21T09:34:00Z</dcterms:modified>
</cp:coreProperties>
</file>