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DEB" w:rsidRPr="001E6472" w:rsidRDefault="00AD6DEB" w:rsidP="004732D3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1E6472">
        <w:rPr>
          <w:rFonts w:ascii="Times New Roman" w:hAnsi="Times New Roman"/>
          <w:sz w:val="28"/>
          <w:szCs w:val="28"/>
          <w:lang w:val="uk-UA"/>
        </w:rPr>
        <w:t xml:space="preserve">Відділ </w:t>
      </w:r>
      <w:r>
        <w:rPr>
          <w:rFonts w:ascii="Times New Roman" w:hAnsi="Times New Roman"/>
          <w:sz w:val="28"/>
          <w:szCs w:val="28"/>
          <w:lang w:val="uk-UA"/>
        </w:rPr>
        <w:t xml:space="preserve">житлово-комунального господарства, будівництва та інфраструктури </w:t>
      </w:r>
      <w:bookmarkStart w:id="0" w:name="_GoBack"/>
      <w:bookmarkEnd w:id="0"/>
      <w:r w:rsidRPr="001E6472">
        <w:rPr>
          <w:rFonts w:ascii="Times New Roman" w:hAnsi="Times New Roman"/>
          <w:sz w:val="28"/>
          <w:szCs w:val="28"/>
          <w:lang w:val="uk-UA"/>
        </w:rPr>
        <w:t>Роменської районної державної адміністрації не надає адміністративні послуги.</w:t>
      </w:r>
    </w:p>
    <w:p w:rsidR="00AD6DEB" w:rsidRDefault="00AD6DEB" w:rsidP="001E6472"/>
    <w:p w:rsidR="00AD6DEB" w:rsidRDefault="00AD6DEB"/>
    <w:sectPr w:rsidR="00AD6DEB" w:rsidSect="00DD1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6472"/>
    <w:rsid w:val="001337C9"/>
    <w:rsid w:val="001705C0"/>
    <w:rsid w:val="001E6472"/>
    <w:rsid w:val="00354F2D"/>
    <w:rsid w:val="004732D3"/>
    <w:rsid w:val="00684EEF"/>
    <w:rsid w:val="00776367"/>
    <w:rsid w:val="00795265"/>
    <w:rsid w:val="008C6140"/>
    <w:rsid w:val="00AD6DEB"/>
    <w:rsid w:val="00C13C06"/>
    <w:rsid w:val="00C914BE"/>
    <w:rsid w:val="00DA3DB1"/>
    <w:rsid w:val="00DD1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A7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9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22</Words>
  <Characters>130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Відділ житлово-комунального господарства, будівництва, цивільного захисту та інфраструктури Роменської районної державної адміністрації не надає адміністративні послуги</dc:title>
  <dc:subject/>
  <dc:creator>User</dc:creator>
  <cp:keywords/>
  <dc:description/>
  <cp:lastModifiedBy>Larisa</cp:lastModifiedBy>
  <cp:revision>3</cp:revision>
  <dcterms:created xsi:type="dcterms:W3CDTF">2016-09-15T12:38:00Z</dcterms:created>
  <dcterms:modified xsi:type="dcterms:W3CDTF">2016-09-15T12:39:00Z</dcterms:modified>
</cp:coreProperties>
</file>