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CA1" w:rsidRPr="00434373" w:rsidRDefault="00731CA1" w:rsidP="008B425D">
      <w:pPr>
        <w:spacing w:after="0" w:line="240" w:lineRule="auto"/>
        <w:jc w:val="center"/>
        <w:rPr>
          <w:rFonts w:ascii="Times New Roman" w:hAnsi="Times New Roman"/>
        </w:rPr>
      </w:pPr>
      <w:r w:rsidRPr="00B851F1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4" o:title=""/>
          </v:shape>
        </w:pict>
      </w:r>
    </w:p>
    <w:p w:rsidR="00731CA1" w:rsidRPr="00434373" w:rsidRDefault="00731CA1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4373">
        <w:rPr>
          <w:rFonts w:ascii="Times New Roman" w:hAnsi="Times New Roman"/>
          <w:b/>
          <w:bCs/>
        </w:rPr>
        <w:t xml:space="preserve">РОМЕНСЬКА РАЙОННА ДЕРЖАВНА АДМІНІСТРАЦІЯ </w:t>
      </w:r>
    </w:p>
    <w:p w:rsidR="00731CA1" w:rsidRPr="00434373" w:rsidRDefault="00731CA1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4373">
        <w:rPr>
          <w:rFonts w:ascii="Times New Roman" w:hAnsi="Times New Roman"/>
          <w:b/>
          <w:bCs/>
        </w:rPr>
        <w:t>СУМСЬКОЇ ОБЛАСТІ</w:t>
      </w:r>
    </w:p>
    <w:p w:rsidR="00731CA1" w:rsidRPr="00434373" w:rsidRDefault="00731CA1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731CA1" w:rsidRPr="00434373" w:rsidRDefault="00731CA1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34373">
        <w:rPr>
          <w:rFonts w:ascii="Times New Roman" w:hAnsi="Times New Roman"/>
          <w:b/>
          <w:bCs/>
          <w:sz w:val="28"/>
        </w:rPr>
        <w:t xml:space="preserve">РОЗПОРЯДЖЕННЯ </w:t>
      </w:r>
    </w:p>
    <w:p w:rsidR="00731CA1" w:rsidRPr="00434373" w:rsidRDefault="00731CA1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434373">
        <w:rPr>
          <w:rFonts w:ascii="Times New Roman" w:hAnsi="Times New Roman"/>
          <w:b/>
          <w:bCs/>
        </w:rPr>
        <w:t>ГОЛОВИ РАЙОННОЇ ДЕРЖАВНОЇ АДМІНІСТРАЦІЇ</w:t>
      </w:r>
    </w:p>
    <w:p w:rsidR="00731CA1" w:rsidRPr="00434373" w:rsidRDefault="00731CA1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31CA1" w:rsidRPr="00434373" w:rsidRDefault="00731CA1" w:rsidP="008B425D">
      <w:pPr>
        <w:pStyle w:val="Header"/>
        <w:rPr>
          <w:b/>
          <w:bCs/>
        </w:rPr>
      </w:pPr>
      <w:r>
        <w:rPr>
          <w:b/>
          <w:bCs/>
        </w:rPr>
        <w:t>12.12.2017</w:t>
      </w:r>
      <w:r w:rsidRPr="00434373">
        <w:rPr>
          <w:b/>
          <w:bCs/>
        </w:rPr>
        <w:t xml:space="preserve">                                               </w:t>
      </w:r>
      <w:r>
        <w:rPr>
          <w:b/>
          <w:bCs/>
        </w:rPr>
        <w:t xml:space="preserve">  </w:t>
      </w:r>
      <w:r w:rsidRPr="00434373">
        <w:rPr>
          <w:b/>
          <w:bCs/>
        </w:rPr>
        <w:t xml:space="preserve"> м. Ромни                                               </w:t>
      </w:r>
      <w:r>
        <w:rPr>
          <w:b/>
          <w:bCs/>
        </w:rPr>
        <w:t xml:space="preserve"> </w:t>
      </w:r>
      <w:r w:rsidRPr="00434373">
        <w:rPr>
          <w:b/>
          <w:bCs/>
        </w:rPr>
        <w:t xml:space="preserve"> №</w:t>
      </w:r>
      <w:r>
        <w:rPr>
          <w:b/>
          <w:bCs/>
        </w:rPr>
        <w:t xml:space="preserve"> 346-ОД</w:t>
      </w:r>
    </w:p>
    <w:p w:rsidR="00731CA1" w:rsidRPr="00663FDE" w:rsidRDefault="00731CA1" w:rsidP="008B425D">
      <w:pPr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Look w:val="00A0"/>
      </w:tblPr>
      <w:tblGrid>
        <w:gridCol w:w="4361"/>
      </w:tblGrid>
      <w:tr w:rsidR="00731CA1" w:rsidRPr="00B1166A" w:rsidTr="00806C15">
        <w:trPr>
          <w:trHeight w:val="1348"/>
        </w:trPr>
        <w:tc>
          <w:tcPr>
            <w:tcW w:w="4361" w:type="dxa"/>
          </w:tcPr>
          <w:p w:rsidR="00731CA1" w:rsidRPr="00B1166A" w:rsidRDefault="00731CA1" w:rsidP="008B42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166A">
              <w:rPr>
                <w:rFonts w:ascii="Times New Roman" w:hAnsi="Times New Roman"/>
                <w:b/>
                <w:sz w:val="28"/>
                <w:szCs w:val="28"/>
              </w:rPr>
              <w:t xml:space="preserve">Про внесення змін до розпоряд-ження голови Роменської районної державної адміністрації від 27.07.2016 № 215-ОД </w:t>
            </w:r>
          </w:p>
        </w:tc>
      </w:tr>
    </w:tbl>
    <w:p w:rsidR="00731CA1" w:rsidRDefault="00731CA1"/>
    <w:p w:rsidR="00731CA1" w:rsidRDefault="00731CA1" w:rsidP="008B425D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6, 13, 16, 22, 28, 39 Закону України «Про місцеві державні адміністрації», </w:t>
      </w:r>
      <w:r>
        <w:rPr>
          <w:rFonts w:ascii="Times New Roman" w:hAnsi="Times New Roman"/>
          <w:noProof/>
          <w:sz w:val="28"/>
        </w:rPr>
        <w:t>у</w:t>
      </w:r>
      <w:r w:rsidRPr="00136C70">
        <w:rPr>
          <w:rFonts w:ascii="Times New Roman" w:hAnsi="Times New Roman"/>
          <w:noProof/>
          <w:sz w:val="28"/>
        </w:rPr>
        <w:t xml:space="preserve"> зв’язку з кадровими змінами </w:t>
      </w:r>
      <w:r>
        <w:rPr>
          <w:rFonts w:ascii="Times New Roman" w:hAnsi="Times New Roman"/>
          <w:noProof/>
          <w:sz w:val="28"/>
        </w:rPr>
        <w:t>у відділі освіти, молоді та спорту Роменської районної державної адміністрації:</w:t>
      </w:r>
    </w:p>
    <w:p w:rsidR="00731CA1" w:rsidRDefault="00731CA1" w:rsidP="00145BC9">
      <w:pPr>
        <w:tabs>
          <w:tab w:val="left" w:pos="4395"/>
          <w:tab w:val="left" w:pos="9498"/>
        </w:tabs>
        <w:spacing w:after="0" w:line="240" w:lineRule="auto"/>
        <w:ind w:left="-105" w:right="72" w:firstLine="8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1C08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Внести зміни до складу колегії відділу освіти, молоді та спорту Роменської районної державної адміністрації, затвердженого розпорядженням голови районної державної адміністрації від 27.07.2016 № 215-ОД «Про 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>затвердження складу колегії відділу освіти, молоді та спорту Роменської районної державної адміністрації та Положення про неї»</w:t>
      </w:r>
      <w:r>
        <w:rPr>
          <w:rFonts w:ascii="Times New Roman" w:hAnsi="Times New Roman"/>
          <w:sz w:val="28"/>
          <w:szCs w:val="28"/>
        </w:rPr>
        <w:t>, затвердивши його в новій редакції, що додається.</w:t>
      </w:r>
    </w:p>
    <w:p w:rsidR="00731CA1" w:rsidRDefault="00731CA1" w:rsidP="001C084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Визнати таким, що втратив чинність, склад колегії відділу освіти, молоді та спорту Роменської районної державної адміністрації, затверджений розпорядженням голови районної державної адміністрації від 09.10.2017 № 284-ОД «Про </w:t>
      </w:r>
      <w:r>
        <w:rPr>
          <w:rFonts w:ascii="Times New Roman" w:hAnsi="Times New Roman"/>
          <w:bCs/>
          <w:sz w:val="28"/>
          <w:szCs w:val="28"/>
          <w:lang w:eastAsia="ru-RU"/>
        </w:rPr>
        <w:t>внесення змін до розпорядження голови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 xml:space="preserve"> Роменської районної державної адміністрації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від 27.07.2016 № 215-ОД 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731CA1" w:rsidRDefault="00731CA1" w:rsidP="001C084A">
      <w:pPr>
        <w:tabs>
          <w:tab w:val="left" w:pos="7088"/>
        </w:tabs>
        <w:spacing w:after="0" w:line="240" w:lineRule="auto"/>
        <w:ind w:firstLine="709"/>
        <w:jc w:val="both"/>
      </w:pPr>
    </w:p>
    <w:p w:rsidR="00731CA1" w:rsidRPr="00A93410" w:rsidRDefault="00731CA1" w:rsidP="008B425D">
      <w:pPr>
        <w:pStyle w:val="BodyTextIndent"/>
        <w:tabs>
          <w:tab w:val="left" w:pos="2160"/>
        </w:tabs>
        <w:ind w:firstLine="0"/>
        <w:rPr>
          <w:b/>
          <w:bCs/>
        </w:rPr>
      </w:pPr>
      <w:r w:rsidRPr="00A93410">
        <w:rPr>
          <w:b/>
          <w:bCs/>
        </w:rPr>
        <w:t>Голова Роменської районної</w:t>
      </w:r>
    </w:p>
    <w:p w:rsidR="00731CA1" w:rsidRPr="00A93410" w:rsidRDefault="00731CA1" w:rsidP="00145BC9">
      <w:pPr>
        <w:pStyle w:val="BodyTextIndent"/>
        <w:tabs>
          <w:tab w:val="left" w:pos="2160"/>
          <w:tab w:val="left" w:pos="7088"/>
          <w:tab w:val="left" w:pos="7230"/>
        </w:tabs>
        <w:ind w:firstLine="0"/>
        <w:rPr>
          <w:b/>
          <w:bCs/>
        </w:rPr>
      </w:pPr>
      <w:r w:rsidRPr="00A93410">
        <w:rPr>
          <w:b/>
          <w:bCs/>
        </w:rPr>
        <w:t>державної адміністрації</w:t>
      </w:r>
      <w:r>
        <w:rPr>
          <w:b/>
          <w:bCs/>
        </w:rPr>
        <w:t xml:space="preserve">                                                          В.О.Білоха</w:t>
      </w:r>
    </w:p>
    <w:p w:rsidR="00731CA1" w:rsidRPr="00A93410" w:rsidRDefault="00731CA1" w:rsidP="008B425D">
      <w:pPr>
        <w:pStyle w:val="BodyTextIndent"/>
        <w:tabs>
          <w:tab w:val="left" w:pos="2160"/>
        </w:tabs>
        <w:ind w:firstLine="0"/>
        <w:rPr>
          <w:b/>
          <w:bCs/>
        </w:rPr>
      </w:pPr>
    </w:p>
    <w:p w:rsidR="00731CA1" w:rsidRPr="003D0DEE" w:rsidRDefault="00731CA1" w:rsidP="008B425D">
      <w:pPr>
        <w:pStyle w:val="BodyTextIndent"/>
        <w:tabs>
          <w:tab w:val="left" w:pos="2160"/>
        </w:tabs>
        <w:ind w:firstLine="0"/>
        <w:rPr>
          <w:bCs/>
        </w:rPr>
      </w:pPr>
    </w:p>
    <w:p w:rsidR="00731CA1" w:rsidRPr="003D0DEE" w:rsidRDefault="00731CA1" w:rsidP="008B425D">
      <w:pPr>
        <w:pStyle w:val="BodyTextIndent"/>
        <w:tabs>
          <w:tab w:val="left" w:pos="2160"/>
        </w:tabs>
        <w:ind w:firstLine="0"/>
        <w:rPr>
          <w:bCs/>
        </w:rPr>
      </w:pPr>
    </w:p>
    <w:p w:rsidR="00731CA1" w:rsidRDefault="00731CA1"/>
    <w:p w:rsidR="00731CA1" w:rsidRDefault="00731CA1"/>
    <w:p w:rsidR="00731CA1" w:rsidRDefault="00731CA1"/>
    <w:p w:rsidR="00731CA1" w:rsidRDefault="00731CA1"/>
    <w:p w:rsidR="00731CA1" w:rsidRDefault="00731CA1"/>
    <w:p w:rsidR="00731CA1" w:rsidRDefault="00731CA1"/>
    <w:p w:rsidR="00731CA1" w:rsidRDefault="00731CA1"/>
    <w:p w:rsidR="00731CA1" w:rsidRDefault="00731CA1"/>
    <w:p w:rsidR="00731CA1" w:rsidRDefault="00731CA1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</w:p>
    <w:p w:rsidR="00731CA1" w:rsidRDefault="00731CA1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731CA1" w:rsidRDefault="00731CA1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 Роменської районної державної  адміністрації</w:t>
      </w:r>
    </w:p>
    <w:p w:rsidR="00731CA1" w:rsidRDefault="00731CA1" w:rsidP="00B550AE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12.12.2017 № 346-ОД</w:t>
      </w:r>
    </w:p>
    <w:p w:rsidR="00731CA1" w:rsidRDefault="00731CA1" w:rsidP="00B55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Склад</w:t>
      </w:r>
    </w:p>
    <w:p w:rsidR="00731CA1" w:rsidRDefault="00731CA1" w:rsidP="00B550A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колегії відділу освіти, молоді та спорту</w:t>
      </w:r>
    </w:p>
    <w:p w:rsidR="00731CA1" w:rsidRDefault="00731CA1" w:rsidP="00B550A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Роменської районної державної адміністрації</w:t>
      </w:r>
    </w:p>
    <w:tbl>
      <w:tblPr>
        <w:tblW w:w="0" w:type="auto"/>
        <w:tblLook w:val="00A0"/>
      </w:tblPr>
      <w:tblGrid>
        <w:gridCol w:w="2988"/>
        <w:gridCol w:w="6840"/>
      </w:tblGrid>
      <w:tr w:rsidR="00731CA1" w:rsidRPr="00B1166A" w:rsidTr="00B550AE">
        <w:tc>
          <w:tcPr>
            <w:tcW w:w="2988" w:type="dxa"/>
          </w:tcPr>
          <w:p w:rsidR="00731CA1" w:rsidRPr="00B1166A" w:rsidRDefault="00731C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Шаповалова </w:t>
            </w:r>
          </w:p>
          <w:p w:rsidR="00731CA1" w:rsidRPr="00B1166A" w:rsidRDefault="00731C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Олена Петрівна</w:t>
            </w:r>
          </w:p>
        </w:tc>
        <w:tc>
          <w:tcPr>
            <w:tcW w:w="6840" w:type="dxa"/>
          </w:tcPr>
          <w:p w:rsidR="00731CA1" w:rsidRPr="00B1166A" w:rsidRDefault="00731CA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начальник відділу освіти, молоді та спорту Роменської районної державної адміністрації, голова колегії</w:t>
            </w:r>
          </w:p>
        </w:tc>
      </w:tr>
      <w:tr w:rsidR="00731CA1" w:rsidRPr="00B1166A" w:rsidTr="00B550AE">
        <w:tc>
          <w:tcPr>
            <w:tcW w:w="2988" w:type="dxa"/>
          </w:tcPr>
          <w:p w:rsidR="00731CA1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Козленко</w:t>
            </w:r>
          </w:p>
          <w:p w:rsidR="00731CA1" w:rsidRPr="00B1166A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</w:tc>
        <w:tc>
          <w:tcPr>
            <w:tcW w:w="6840" w:type="dxa"/>
          </w:tcPr>
          <w:p w:rsidR="00731CA1" w:rsidRPr="00B1166A" w:rsidRDefault="00731CA1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головний спеціаліст відділу освіти, молоді та спорту Роменської районної державної адміністрації, секретар колегії</w:t>
            </w:r>
          </w:p>
        </w:tc>
      </w:tr>
      <w:tr w:rsidR="00731CA1" w:rsidRPr="00B1166A" w:rsidTr="00B550AE">
        <w:tc>
          <w:tcPr>
            <w:tcW w:w="2988" w:type="dxa"/>
          </w:tcPr>
          <w:p w:rsidR="00731CA1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Андрєєва </w:t>
            </w:r>
          </w:p>
          <w:p w:rsidR="00731CA1" w:rsidRPr="00B1166A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Юлія Володимирівна</w:t>
            </w:r>
          </w:p>
        </w:tc>
        <w:tc>
          <w:tcPr>
            <w:tcW w:w="6840" w:type="dxa"/>
          </w:tcPr>
          <w:p w:rsidR="00731CA1" w:rsidRPr="00B1166A" w:rsidRDefault="00731CA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директор районного центру дитячої та юнацької творчості</w:t>
            </w:r>
          </w:p>
        </w:tc>
      </w:tr>
      <w:tr w:rsidR="00731CA1" w:rsidRPr="00B1166A" w:rsidTr="00B550AE">
        <w:tc>
          <w:tcPr>
            <w:tcW w:w="2988" w:type="dxa"/>
          </w:tcPr>
          <w:p w:rsidR="00731CA1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Баскакова </w:t>
            </w:r>
          </w:p>
          <w:p w:rsidR="00731CA1" w:rsidRPr="00B1166A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Лідія Михайлівна</w:t>
            </w:r>
          </w:p>
        </w:tc>
        <w:tc>
          <w:tcPr>
            <w:tcW w:w="6840" w:type="dxa"/>
          </w:tcPr>
          <w:p w:rsidR="00731CA1" w:rsidRPr="00B1166A" w:rsidRDefault="00731CA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директор Анастасівської загальноосвітньої школи І-ІІІ ступенів Роменської районної ради Сумської області</w:t>
            </w:r>
          </w:p>
        </w:tc>
      </w:tr>
      <w:tr w:rsidR="00731CA1" w:rsidRPr="00B1166A" w:rsidTr="00B550AE">
        <w:tc>
          <w:tcPr>
            <w:tcW w:w="2988" w:type="dxa"/>
          </w:tcPr>
          <w:p w:rsidR="00731CA1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Василенко</w:t>
            </w:r>
          </w:p>
          <w:p w:rsidR="00731CA1" w:rsidRPr="00B1166A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Юрій Валентинович</w:t>
            </w:r>
          </w:p>
        </w:tc>
        <w:tc>
          <w:tcPr>
            <w:tcW w:w="6840" w:type="dxa"/>
          </w:tcPr>
          <w:p w:rsidR="00731CA1" w:rsidRPr="00B1166A" w:rsidRDefault="00731CA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директор Глинської загальноосвітньої школи І-ІІІ ступенів Роменської районної ради Сумської області</w:t>
            </w:r>
          </w:p>
        </w:tc>
      </w:tr>
      <w:tr w:rsidR="00731CA1" w:rsidRPr="00B1166A" w:rsidTr="00B550AE">
        <w:tc>
          <w:tcPr>
            <w:tcW w:w="2988" w:type="dxa"/>
          </w:tcPr>
          <w:p w:rsidR="00731CA1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Величко</w:t>
            </w:r>
          </w:p>
          <w:p w:rsidR="00731CA1" w:rsidRPr="00B1166A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Василь Андрійович</w:t>
            </w:r>
          </w:p>
        </w:tc>
        <w:tc>
          <w:tcPr>
            <w:tcW w:w="6840" w:type="dxa"/>
          </w:tcPr>
          <w:p w:rsidR="00731CA1" w:rsidRPr="00B1166A" w:rsidRDefault="00731CA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директор Великобубнівської загальноосвітньої школи І-ІІІ ступенів Роменської районної ради Сумської області</w:t>
            </w:r>
          </w:p>
        </w:tc>
      </w:tr>
      <w:tr w:rsidR="00731CA1" w:rsidRPr="00B1166A" w:rsidTr="00B550AE">
        <w:tc>
          <w:tcPr>
            <w:tcW w:w="2988" w:type="dxa"/>
          </w:tcPr>
          <w:p w:rsidR="00731CA1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Гавриленко </w:t>
            </w:r>
          </w:p>
          <w:p w:rsidR="00731CA1" w:rsidRPr="00B1166A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Ніна Миколаївна</w:t>
            </w:r>
          </w:p>
        </w:tc>
        <w:tc>
          <w:tcPr>
            <w:tcW w:w="6840" w:type="dxa"/>
          </w:tcPr>
          <w:p w:rsidR="00731CA1" w:rsidRPr="00B1166A" w:rsidRDefault="00731CA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завідувач методичного кабінету відділу освіти, молоді та спорту Роменської районної державної адміністрації</w:t>
            </w:r>
          </w:p>
        </w:tc>
      </w:tr>
      <w:tr w:rsidR="00731CA1" w:rsidRPr="00B1166A" w:rsidTr="00B550AE">
        <w:tc>
          <w:tcPr>
            <w:tcW w:w="2988" w:type="dxa"/>
          </w:tcPr>
          <w:p w:rsidR="00731CA1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Завадько </w:t>
            </w:r>
          </w:p>
          <w:p w:rsidR="00731CA1" w:rsidRPr="00B1166A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Валентина Іванівна</w:t>
            </w:r>
          </w:p>
          <w:p w:rsidR="00731CA1" w:rsidRPr="00B1166A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  <w:lang w:eastAsia="en-US"/>
              </w:rPr>
              <w:t>Матвієнко</w:t>
            </w:r>
          </w:p>
          <w:p w:rsidR="00731CA1" w:rsidRPr="00B1166A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  <w:lang w:eastAsia="en-US"/>
              </w:rPr>
              <w:t>Сергій Григорович</w:t>
            </w:r>
          </w:p>
        </w:tc>
        <w:tc>
          <w:tcPr>
            <w:tcW w:w="6840" w:type="dxa"/>
          </w:tcPr>
          <w:p w:rsidR="00731CA1" w:rsidRPr="00B1166A" w:rsidRDefault="00731CA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методист методичного кабінету відділу освіти, молоді та спорту Роменської районної державної адміністрації</w:t>
            </w:r>
          </w:p>
          <w:p w:rsidR="00731CA1" w:rsidRPr="00B1166A" w:rsidRDefault="00731CA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головний спеціаліст сектору молоді та спорту відділу освіти, молоді та спорту Роменської районної державної адміністрації</w:t>
            </w:r>
          </w:p>
        </w:tc>
      </w:tr>
      <w:tr w:rsidR="00731CA1" w:rsidRPr="00B1166A" w:rsidTr="00B550AE">
        <w:tc>
          <w:tcPr>
            <w:tcW w:w="2988" w:type="dxa"/>
          </w:tcPr>
          <w:p w:rsidR="00731CA1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 xml:space="preserve">Тарала </w:t>
            </w:r>
          </w:p>
          <w:p w:rsidR="00731CA1" w:rsidRPr="00B1166A" w:rsidRDefault="00731C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Микола Іванович</w:t>
            </w:r>
          </w:p>
        </w:tc>
        <w:tc>
          <w:tcPr>
            <w:tcW w:w="6840" w:type="dxa"/>
          </w:tcPr>
          <w:p w:rsidR="00731CA1" w:rsidRPr="00B1166A" w:rsidRDefault="00731CA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1166A">
              <w:rPr>
                <w:rFonts w:ascii="Times New Roman" w:hAnsi="Times New Roman"/>
                <w:sz w:val="28"/>
                <w:szCs w:val="28"/>
              </w:rPr>
              <w:t>голова Роменської міськрайонної організації профспілки працівників освіти і науки України (за згодою)</w:t>
            </w:r>
          </w:p>
        </w:tc>
      </w:tr>
    </w:tbl>
    <w:p w:rsidR="00731CA1" w:rsidRDefault="00731CA1" w:rsidP="00B550AE">
      <w:pPr>
        <w:tabs>
          <w:tab w:val="left" w:pos="3402"/>
        </w:tabs>
        <w:spacing w:after="0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0" w:type="auto"/>
        <w:tblLook w:val="00A0"/>
      </w:tblPr>
      <w:tblGrid>
        <w:gridCol w:w="4219"/>
        <w:gridCol w:w="5635"/>
      </w:tblGrid>
      <w:tr w:rsidR="00731CA1" w:rsidRPr="00B1166A" w:rsidTr="00B1166A">
        <w:tc>
          <w:tcPr>
            <w:tcW w:w="4219" w:type="dxa"/>
          </w:tcPr>
          <w:p w:rsidR="00731CA1" w:rsidRPr="00B1166A" w:rsidRDefault="00731CA1" w:rsidP="00B1166A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166A">
              <w:rPr>
                <w:rFonts w:ascii="Times New Roman" w:hAnsi="Times New Roman"/>
                <w:b/>
                <w:sz w:val="28"/>
                <w:szCs w:val="28"/>
              </w:rPr>
              <w:t>Керівник апарату Роменської районної державної адміністрації</w:t>
            </w:r>
          </w:p>
          <w:p w:rsidR="00731CA1" w:rsidRPr="00B1166A" w:rsidRDefault="00731CA1" w:rsidP="00B1166A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36" w:type="dxa"/>
          </w:tcPr>
          <w:p w:rsidR="00731CA1" w:rsidRPr="00B1166A" w:rsidRDefault="00731CA1" w:rsidP="00B1166A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1CA1" w:rsidRPr="00B1166A" w:rsidRDefault="00731CA1" w:rsidP="00B1166A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1CA1" w:rsidRPr="00B1166A" w:rsidRDefault="00731CA1" w:rsidP="00B1166A">
            <w:pPr>
              <w:tabs>
                <w:tab w:val="left" w:pos="2864"/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1166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М.О.Ломко</w:t>
            </w:r>
          </w:p>
        </w:tc>
      </w:tr>
      <w:tr w:rsidR="00731CA1" w:rsidRPr="00B1166A" w:rsidTr="00B1166A">
        <w:tc>
          <w:tcPr>
            <w:tcW w:w="4219" w:type="dxa"/>
          </w:tcPr>
          <w:p w:rsidR="00731CA1" w:rsidRPr="00B1166A" w:rsidRDefault="00731CA1" w:rsidP="00B1166A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1166A">
              <w:rPr>
                <w:rFonts w:ascii="Times New Roman" w:hAnsi="Times New Roman"/>
                <w:b/>
                <w:sz w:val="28"/>
                <w:szCs w:val="28"/>
              </w:rPr>
              <w:t>Начальник відділу освіти, молоді та спорту Роменської районної державної адміністрації</w:t>
            </w:r>
          </w:p>
        </w:tc>
        <w:tc>
          <w:tcPr>
            <w:tcW w:w="5636" w:type="dxa"/>
          </w:tcPr>
          <w:p w:rsidR="00731CA1" w:rsidRPr="00B1166A" w:rsidRDefault="00731CA1" w:rsidP="00B1166A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1CA1" w:rsidRPr="00B1166A" w:rsidRDefault="00731CA1" w:rsidP="00B1166A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1CA1" w:rsidRPr="00B1166A" w:rsidRDefault="00731CA1" w:rsidP="00B1166A">
            <w:pPr>
              <w:tabs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31CA1" w:rsidRPr="00B1166A" w:rsidRDefault="00731CA1" w:rsidP="00B1166A">
            <w:pPr>
              <w:tabs>
                <w:tab w:val="left" w:pos="2881"/>
                <w:tab w:val="left" w:pos="3402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1166A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О.П.Шаповалова</w:t>
            </w:r>
          </w:p>
        </w:tc>
      </w:tr>
    </w:tbl>
    <w:p w:rsidR="00731CA1" w:rsidRDefault="00731CA1" w:rsidP="001C084A">
      <w:pPr>
        <w:tabs>
          <w:tab w:val="left" w:pos="1134"/>
          <w:tab w:val="left" w:pos="27216"/>
        </w:tabs>
        <w:spacing w:before="120" w:line="240" w:lineRule="auto"/>
        <w:ind w:left="5954"/>
      </w:pPr>
    </w:p>
    <w:sectPr w:rsidR="00731CA1" w:rsidSect="008B425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25D"/>
    <w:rsid w:val="00002972"/>
    <w:rsid w:val="0012173C"/>
    <w:rsid w:val="00136C70"/>
    <w:rsid w:val="00145BC9"/>
    <w:rsid w:val="001C084A"/>
    <w:rsid w:val="001F6881"/>
    <w:rsid w:val="00285039"/>
    <w:rsid w:val="002B2336"/>
    <w:rsid w:val="002F79E3"/>
    <w:rsid w:val="003D0DEE"/>
    <w:rsid w:val="00434373"/>
    <w:rsid w:val="004429D5"/>
    <w:rsid w:val="004A0238"/>
    <w:rsid w:val="004B3B46"/>
    <w:rsid w:val="0056409B"/>
    <w:rsid w:val="00663FDE"/>
    <w:rsid w:val="006B6A7E"/>
    <w:rsid w:val="0072065F"/>
    <w:rsid w:val="00731CA1"/>
    <w:rsid w:val="00806C15"/>
    <w:rsid w:val="00854042"/>
    <w:rsid w:val="008B425D"/>
    <w:rsid w:val="008D57F8"/>
    <w:rsid w:val="00917701"/>
    <w:rsid w:val="00A0370F"/>
    <w:rsid w:val="00A93410"/>
    <w:rsid w:val="00AC197F"/>
    <w:rsid w:val="00AE56FC"/>
    <w:rsid w:val="00B1166A"/>
    <w:rsid w:val="00B178F8"/>
    <w:rsid w:val="00B550AE"/>
    <w:rsid w:val="00B851F1"/>
    <w:rsid w:val="00BA7943"/>
    <w:rsid w:val="00C358FA"/>
    <w:rsid w:val="00C65BC0"/>
    <w:rsid w:val="00C8548C"/>
    <w:rsid w:val="00CB36E5"/>
    <w:rsid w:val="00CD79DB"/>
    <w:rsid w:val="00E75ECC"/>
    <w:rsid w:val="00E80139"/>
    <w:rsid w:val="00F53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5F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8B425D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B425D"/>
    <w:rPr>
      <w:rFonts w:ascii="Times New Roman" w:hAnsi="Times New Roman" w:cs="Times New Roman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8B42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425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B4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2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50A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8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2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475</Words>
  <Characters>2714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44444</dc:creator>
  <cp:keywords/>
  <dc:description/>
  <cp:lastModifiedBy>Larisa</cp:lastModifiedBy>
  <cp:revision>6</cp:revision>
  <cp:lastPrinted>2017-12-11T14:57:00Z</cp:lastPrinted>
  <dcterms:created xsi:type="dcterms:W3CDTF">2017-12-12T12:01:00Z</dcterms:created>
  <dcterms:modified xsi:type="dcterms:W3CDTF">2017-12-14T07:22:00Z</dcterms:modified>
</cp:coreProperties>
</file>