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402" w:rsidRDefault="00416402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16402" w:rsidRDefault="00416402" w:rsidP="0009396E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416402" w:rsidRDefault="0041640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 відділі житлово-комунального господарства, будівництва та інфраструктури </w:t>
      </w:r>
    </w:p>
    <w:p w:rsidR="00416402" w:rsidRDefault="0041640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416402" w:rsidRDefault="00416402" w:rsidP="000939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квартал 2017 року</w:t>
      </w:r>
    </w:p>
    <w:p w:rsidR="00416402" w:rsidRDefault="00416402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98" w:type="dxa"/>
        <w:tblInd w:w="-254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3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416402" w:rsidTr="002860C5">
        <w:trPr>
          <w:cantSplit/>
          <w:trHeight w:val="30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Реалізаціяпромисловоїполітики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Реалізаціяжитловоїполітики,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Фінансоваполітика, розпорядженнябюджетними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Правоваінформація, забезпеченнязаконності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Інформаціящодонадзвичайнихситуацій та загрозистихійного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Питаннясім’ї, дітей, молоді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Питанняґендерноїрівності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Питаннякультури, охоронакультурноїспадщини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Діяльністьцентральнихорганіввиконавчоївлади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Діяльністьмісцевихорганіввиконавчоївлади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Діяльністьорганівмісцевогосамоврядування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Діяльністьоб’єднаньгромадян, релігійніпитання та міжнаціональнівідносини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416402" w:rsidTr="002860C5">
        <w:trPr>
          <w:trHeight w:val="226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860C5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60C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416402" w:rsidTr="002860C5">
        <w:trPr>
          <w:trHeight w:val="338"/>
        </w:trPr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0427CE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212441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A649E1" w:rsidRDefault="00416402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0427CE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402" w:rsidRPr="005D7589" w:rsidRDefault="00416402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416402" w:rsidRPr="00011CD2" w:rsidRDefault="00416402" w:rsidP="00F13A6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16402" w:rsidRDefault="00416402" w:rsidP="005760D5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Головний спеціаліст відділу житлово-</w:t>
      </w:r>
    </w:p>
    <w:p w:rsidR="00416402" w:rsidRDefault="00416402" w:rsidP="005760D5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господарства, будівництва </w:t>
      </w:r>
    </w:p>
    <w:p w:rsidR="00416402" w:rsidRDefault="00416402" w:rsidP="005760D5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інфраструктури Роменської районної</w:t>
      </w:r>
    </w:p>
    <w:p w:rsidR="00416402" w:rsidRPr="00530048" w:rsidRDefault="00416402" w:rsidP="002860C5">
      <w:pPr>
        <w:tabs>
          <w:tab w:val="left" w:pos="7088"/>
          <w:tab w:val="left" w:pos="10773"/>
        </w:tabs>
        <w:spacing w:after="0" w:line="240" w:lineRule="auto"/>
        <w:ind w:left="-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А.М. Псарьова</w:t>
      </w:r>
    </w:p>
    <w:sectPr w:rsidR="00416402" w:rsidRPr="00530048" w:rsidSect="005760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427CE"/>
    <w:rsid w:val="0009396E"/>
    <w:rsid w:val="001328BC"/>
    <w:rsid w:val="001430ED"/>
    <w:rsid w:val="001B4293"/>
    <w:rsid w:val="002026AB"/>
    <w:rsid w:val="00207DE0"/>
    <w:rsid w:val="00212441"/>
    <w:rsid w:val="0025682B"/>
    <w:rsid w:val="002860C5"/>
    <w:rsid w:val="00416402"/>
    <w:rsid w:val="004426B3"/>
    <w:rsid w:val="00530048"/>
    <w:rsid w:val="005760D5"/>
    <w:rsid w:val="005D7589"/>
    <w:rsid w:val="005F5087"/>
    <w:rsid w:val="00747184"/>
    <w:rsid w:val="00750EE1"/>
    <w:rsid w:val="00801B80"/>
    <w:rsid w:val="008C132B"/>
    <w:rsid w:val="009109B4"/>
    <w:rsid w:val="00947878"/>
    <w:rsid w:val="00A26672"/>
    <w:rsid w:val="00A326AC"/>
    <w:rsid w:val="00A649E1"/>
    <w:rsid w:val="00A7204E"/>
    <w:rsid w:val="00A733E6"/>
    <w:rsid w:val="00B0154C"/>
    <w:rsid w:val="00B80B05"/>
    <w:rsid w:val="00C36587"/>
    <w:rsid w:val="00C823EC"/>
    <w:rsid w:val="00CB5DE2"/>
    <w:rsid w:val="00D16E06"/>
    <w:rsid w:val="00DA6B95"/>
    <w:rsid w:val="00DB6962"/>
    <w:rsid w:val="00E301AE"/>
    <w:rsid w:val="00F067AE"/>
    <w:rsid w:val="00F13A65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90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209</Words>
  <Characters>1194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Larisa</cp:lastModifiedBy>
  <cp:revision>9</cp:revision>
  <cp:lastPrinted>2018-01-03T08:28:00Z</cp:lastPrinted>
  <dcterms:created xsi:type="dcterms:W3CDTF">2016-04-04T05:45:00Z</dcterms:created>
  <dcterms:modified xsi:type="dcterms:W3CDTF">2018-01-04T13:30:00Z</dcterms:modified>
</cp:coreProperties>
</file>