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AE" w:rsidRDefault="001C46AE" w:rsidP="00314018">
      <w:pPr>
        <w:jc w:val="center"/>
      </w:pPr>
      <w:r w:rsidRPr="00055E01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7" o:title=""/>
          </v:shape>
        </w:pict>
      </w:r>
    </w:p>
    <w:p w:rsidR="001C46AE" w:rsidRDefault="001C46AE" w:rsidP="0031401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1C46AE" w:rsidRPr="007F053F" w:rsidRDefault="001C46AE" w:rsidP="0031401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1C46AE" w:rsidRPr="00AC3001" w:rsidRDefault="001C46AE" w:rsidP="00314018">
      <w:pPr>
        <w:jc w:val="center"/>
        <w:rPr>
          <w:b/>
          <w:bCs/>
          <w:sz w:val="16"/>
          <w:szCs w:val="16"/>
        </w:rPr>
      </w:pPr>
    </w:p>
    <w:p w:rsidR="001C46AE" w:rsidRPr="003B79B7" w:rsidRDefault="001C46AE" w:rsidP="0031401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1C46AE" w:rsidRDefault="001C46AE" w:rsidP="0031401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1C46AE" w:rsidRPr="007F053F" w:rsidRDefault="001C46AE" w:rsidP="00314018">
      <w:pPr>
        <w:jc w:val="center"/>
        <w:rPr>
          <w:b/>
          <w:bCs/>
        </w:rPr>
      </w:pPr>
    </w:p>
    <w:p w:rsidR="001C46AE" w:rsidRPr="00080C39" w:rsidRDefault="001C46AE" w:rsidP="00314018">
      <w:pPr>
        <w:tabs>
          <w:tab w:val="left" w:pos="4253"/>
        </w:tabs>
        <w:spacing w:line="360" w:lineRule="auto"/>
        <w:rPr>
          <w:b/>
          <w:bCs/>
        </w:rPr>
      </w:pPr>
      <w:r>
        <w:rPr>
          <w:b/>
          <w:bCs/>
          <w:lang w:val="uk-UA"/>
        </w:rPr>
        <w:t xml:space="preserve">02.05.2018                 </w:t>
      </w:r>
      <w:r>
        <w:rPr>
          <w:b/>
          <w:bCs/>
        </w:rPr>
        <w:t xml:space="preserve">                                     м. Ромни                                          </w:t>
      </w:r>
      <w:r>
        <w:rPr>
          <w:b/>
          <w:bCs/>
          <w:lang w:val="uk-UA"/>
        </w:rPr>
        <w:t xml:space="preserve">       </w:t>
      </w:r>
      <w:r>
        <w:rPr>
          <w:b/>
          <w:bCs/>
        </w:rPr>
        <w:t xml:space="preserve">  № </w:t>
      </w:r>
      <w:r>
        <w:rPr>
          <w:b/>
          <w:bCs/>
          <w:lang w:val="uk-UA"/>
        </w:rPr>
        <w:t>157-ОД</w:t>
      </w:r>
    </w:p>
    <w:p w:rsidR="001C46AE" w:rsidRPr="00080C39" w:rsidRDefault="001C46AE" w:rsidP="00314018">
      <w:pPr>
        <w:tabs>
          <w:tab w:val="left" w:pos="4253"/>
        </w:tabs>
        <w:spacing w:line="36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1C46AE" w:rsidRPr="006E34AA" w:rsidTr="0051293E">
        <w:trPr>
          <w:trHeight w:val="51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C46AE" w:rsidRPr="006E34AA" w:rsidRDefault="001C46AE" w:rsidP="00561489">
            <w:pPr>
              <w:jc w:val="both"/>
              <w:rPr>
                <w:b/>
                <w:bCs/>
                <w:sz w:val="28"/>
                <w:lang w:val="uk-UA"/>
              </w:rPr>
            </w:pPr>
            <w:r w:rsidRPr="00BD2762">
              <w:rPr>
                <w:b/>
                <w:bCs/>
                <w:spacing w:val="-4"/>
                <w:sz w:val="28"/>
                <w:lang w:val="uk-UA"/>
              </w:rPr>
              <w:t xml:space="preserve">Про створення прийомної сім’ї на базі родини </w:t>
            </w:r>
            <w:r>
              <w:rPr>
                <w:b/>
                <w:bCs/>
                <w:spacing w:val="-4"/>
                <w:sz w:val="28"/>
                <w:lang w:val="en-US"/>
              </w:rPr>
              <w:t>XXXXXXX</w:t>
            </w:r>
            <w:r w:rsidRPr="00BD2762">
              <w:rPr>
                <w:b/>
                <w:bCs/>
                <w:spacing w:val="-4"/>
                <w:sz w:val="28"/>
                <w:lang w:val="uk-UA"/>
              </w:rPr>
              <w:t xml:space="preserve"> </w:t>
            </w:r>
            <w:r>
              <w:rPr>
                <w:b/>
                <w:bCs/>
                <w:spacing w:val="-4"/>
                <w:sz w:val="28"/>
                <w:lang w:val="en-US"/>
              </w:rPr>
              <w:t>X</w:t>
            </w:r>
            <w:r w:rsidRPr="00BD2762">
              <w:rPr>
                <w:b/>
                <w:bCs/>
                <w:spacing w:val="-4"/>
                <w:sz w:val="28"/>
                <w:lang w:val="uk-UA"/>
              </w:rPr>
              <w:t>.</w:t>
            </w:r>
            <w:r>
              <w:rPr>
                <w:b/>
                <w:bCs/>
                <w:spacing w:val="-4"/>
                <w:sz w:val="28"/>
                <w:lang w:val="en-US"/>
              </w:rPr>
              <w:t>X</w:t>
            </w:r>
            <w:r w:rsidRPr="00BD2762">
              <w:rPr>
                <w:b/>
                <w:bCs/>
                <w:spacing w:val="-4"/>
                <w:sz w:val="28"/>
                <w:lang w:val="uk-UA"/>
              </w:rPr>
              <w:t xml:space="preserve">. та </w:t>
            </w:r>
            <w:r>
              <w:rPr>
                <w:b/>
                <w:bCs/>
                <w:spacing w:val="-4"/>
                <w:sz w:val="28"/>
                <w:lang w:val="en-US"/>
              </w:rPr>
              <w:t>XXXXXXX</w:t>
            </w:r>
            <w:r w:rsidRPr="00BD2762">
              <w:rPr>
                <w:b/>
                <w:bCs/>
                <w:spacing w:val="-4"/>
                <w:sz w:val="28"/>
                <w:lang w:val="uk-UA"/>
              </w:rPr>
              <w:t xml:space="preserve"> </w:t>
            </w:r>
            <w:r>
              <w:rPr>
                <w:b/>
                <w:bCs/>
                <w:spacing w:val="-4"/>
                <w:sz w:val="28"/>
                <w:lang w:val="en-US"/>
              </w:rPr>
              <w:t>X</w:t>
            </w:r>
            <w:r w:rsidRPr="00BD2762">
              <w:rPr>
                <w:b/>
                <w:bCs/>
                <w:spacing w:val="-4"/>
                <w:sz w:val="28"/>
                <w:lang w:val="uk-UA"/>
              </w:rPr>
              <w:t>.</w:t>
            </w:r>
            <w:r>
              <w:rPr>
                <w:b/>
                <w:bCs/>
                <w:spacing w:val="-4"/>
                <w:sz w:val="28"/>
                <w:lang w:val="en-US"/>
              </w:rPr>
              <w:t>X</w:t>
            </w:r>
            <w:r w:rsidRPr="00BD2762">
              <w:rPr>
                <w:b/>
                <w:bCs/>
                <w:spacing w:val="-4"/>
                <w:sz w:val="28"/>
                <w:lang w:val="uk-UA"/>
              </w:rPr>
              <w:t>.</w:t>
            </w:r>
            <w:r w:rsidRPr="006E34AA">
              <w:rPr>
                <w:b/>
                <w:bCs/>
                <w:sz w:val="28"/>
                <w:lang w:val="uk-UA"/>
              </w:rPr>
              <w:t xml:space="preserve"> та влаштування до неї дитини, позбавленої батьківського піклування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XXXXXXXX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</w:p>
          <w:p w:rsidR="001C46AE" w:rsidRPr="006E34AA" w:rsidRDefault="001C46AE" w:rsidP="00561489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1C46AE" w:rsidRPr="006E34AA" w:rsidRDefault="001C46AE" w:rsidP="00314018">
      <w:pPr>
        <w:ind w:firstLine="708"/>
        <w:jc w:val="both"/>
        <w:rPr>
          <w:sz w:val="28"/>
          <w:lang w:val="uk-UA"/>
        </w:rPr>
      </w:pPr>
      <w:r w:rsidRPr="006E34AA">
        <w:rPr>
          <w:bCs/>
          <w:sz w:val="28"/>
          <w:szCs w:val="28"/>
          <w:lang w:val="uk-UA"/>
        </w:rPr>
        <w:t>Відповідно до статей 6, 13, 23, 39 Закону України «Про місцеві державні адміністрації»,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</w:t>
      </w:r>
      <w:r>
        <w:rPr>
          <w:bCs/>
          <w:sz w:val="28"/>
          <w:szCs w:val="28"/>
          <w:lang w:val="uk-UA"/>
        </w:rPr>
        <w:t xml:space="preserve">и від 24 вересня 2008 р. № 866, </w:t>
      </w:r>
      <w:r w:rsidRPr="006E34AA">
        <w:rPr>
          <w:bCs/>
          <w:sz w:val="28"/>
          <w:szCs w:val="28"/>
          <w:lang w:val="uk-UA"/>
        </w:rPr>
        <w:t xml:space="preserve">Положення про прийомну сім’ю, затвердженого постановою Кабінету Міністрів України від 26 квітня </w:t>
      </w:r>
      <w:r>
        <w:rPr>
          <w:bCs/>
          <w:sz w:val="28"/>
          <w:szCs w:val="28"/>
          <w:lang w:val="uk-UA"/>
        </w:rPr>
        <w:t xml:space="preserve">2002 р. № 565, </w:t>
      </w:r>
      <w:r w:rsidRPr="006E34AA">
        <w:rPr>
          <w:bCs/>
          <w:sz w:val="28"/>
          <w:szCs w:val="28"/>
          <w:lang w:val="uk-UA"/>
        </w:rPr>
        <w:t>враховуючи протокол комісії з питань захисту прав дитини Роменської районної державної а</w:t>
      </w:r>
      <w:r>
        <w:rPr>
          <w:bCs/>
          <w:sz w:val="28"/>
          <w:szCs w:val="28"/>
          <w:lang w:val="uk-UA"/>
        </w:rPr>
        <w:t>дміністрації від 02</w:t>
      </w:r>
      <w:r w:rsidRPr="006E34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05.2018 № 05</w:t>
      </w:r>
      <w:r w:rsidRPr="006E34AA">
        <w:rPr>
          <w:bCs/>
          <w:sz w:val="28"/>
          <w:szCs w:val="28"/>
          <w:lang w:val="uk-UA"/>
        </w:rPr>
        <w:t xml:space="preserve">, висновок служби у справах дітей Роменської районної державної адміністрації від </w:t>
      </w:r>
      <w:r>
        <w:rPr>
          <w:bCs/>
          <w:sz w:val="28"/>
          <w:szCs w:val="28"/>
          <w:lang w:val="uk-UA"/>
        </w:rPr>
        <w:t>27</w:t>
      </w:r>
      <w:r w:rsidRPr="006E34AA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04</w:t>
      </w:r>
      <w:r w:rsidRPr="006E34AA">
        <w:rPr>
          <w:bCs/>
          <w:sz w:val="28"/>
          <w:szCs w:val="28"/>
          <w:lang w:val="uk-UA"/>
        </w:rPr>
        <w:t>.201</w:t>
      </w:r>
      <w:r>
        <w:rPr>
          <w:bCs/>
          <w:sz w:val="28"/>
          <w:szCs w:val="28"/>
          <w:lang w:val="uk-UA"/>
        </w:rPr>
        <w:t>8</w:t>
      </w:r>
      <w:r w:rsidRPr="006E34AA">
        <w:rPr>
          <w:bCs/>
          <w:sz w:val="28"/>
          <w:szCs w:val="28"/>
          <w:lang w:val="uk-UA"/>
        </w:rPr>
        <w:t xml:space="preserve"> № 01-</w:t>
      </w:r>
      <w:r>
        <w:rPr>
          <w:bCs/>
          <w:sz w:val="28"/>
          <w:szCs w:val="28"/>
          <w:lang w:val="uk-UA"/>
        </w:rPr>
        <w:t>13/157</w:t>
      </w:r>
      <w:r w:rsidRPr="006E34AA">
        <w:rPr>
          <w:bCs/>
          <w:sz w:val="28"/>
          <w:szCs w:val="28"/>
          <w:lang w:val="uk-UA"/>
        </w:rPr>
        <w:t xml:space="preserve">, </w:t>
      </w:r>
      <w:r w:rsidRPr="006E34AA">
        <w:rPr>
          <w:sz w:val="28"/>
          <w:lang w:val="uk-UA"/>
        </w:rPr>
        <w:t xml:space="preserve">на підставі заяви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 w:rsidRPr="006E34AA">
        <w:rPr>
          <w:sz w:val="28"/>
          <w:lang w:val="uk-UA"/>
        </w:rPr>
        <w:t xml:space="preserve"> від </w:t>
      </w:r>
      <w:r>
        <w:rPr>
          <w:sz w:val="28"/>
          <w:lang w:val="uk-UA"/>
        </w:rPr>
        <w:t>23</w:t>
      </w:r>
      <w:r w:rsidRPr="006E34AA">
        <w:rPr>
          <w:sz w:val="28"/>
          <w:lang w:val="uk-UA"/>
        </w:rPr>
        <w:t>.</w:t>
      </w:r>
      <w:r>
        <w:rPr>
          <w:sz w:val="28"/>
          <w:lang w:val="uk-UA"/>
        </w:rPr>
        <w:t>04</w:t>
      </w:r>
      <w:r w:rsidRPr="006E34AA">
        <w:rPr>
          <w:sz w:val="28"/>
          <w:lang w:val="uk-UA"/>
        </w:rPr>
        <w:t>.20</w:t>
      </w:r>
      <w:r>
        <w:rPr>
          <w:sz w:val="28"/>
          <w:lang w:val="uk-UA"/>
        </w:rPr>
        <w:t>18</w:t>
      </w:r>
      <w:r w:rsidRPr="006E34AA">
        <w:rPr>
          <w:sz w:val="28"/>
          <w:lang w:val="uk-UA"/>
        </w:rPr>
        <w:t>:</w:t>
      </w:r>
    </w:p>
    <w:p w:rsidR="001C46AE" w:rsidRPr="006E34AA" w:rsidRDefault="001C46AE" w:rsidP="00633356">
      <w:pPr>
        <w:ind w:firstLine="720"/>
        <w:jc w:val="both"/>
        <w:rPr>
          <w:bCs/>
          <w:sz w:val="28"/>
          <w:szCs w:val="28"/>
          <w:lang w:val="uk-UA"/>
        </w:rPr>
      </w:pPr>
      <w:r w:rsidRPr="006E34AA">
        <w:rPr>
          <w:bCs/>
          <w:sz w:val="28"/>
          <w:szCs w:val="28"/>
          <w:lang w:val="uk-UA"/>
        </w:rPr>
        <w:t xml:space="preserve">1. </w:t>
      </w:r>
      <w:r w:rsidRPr="006E34AA">
        <w:rPr>
          <w:sz w:val="28"/>
          <w:szCs w:val="28"/>
          <w:lang w:val="uk-UA"/>
        </w:rPr>
        <w:t xml:space="preserve">Створити на базі родини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народження, які проживають за адресою: </w:t>
      </w:r>
      <w:r>
        <w:rPr>
          <w:sz w:val="28"/>
          <w:szCs w:val="28"/>
          <w:lang w:val="uk-UA"/>
        </w:rPr>
        <w:t xml:space="preserve">вулиця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, село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Роменськ</w:t>
      </w:r>
      <w:r>
        <w:rPr>
          <w:sz w:val="28"/>
          <w:szCs w:val="28"/>
          <w:lang w:val="uk-UA"/>
        </w:rPr>
        <w:t>ого</w:t>
      </w:r>
      <w:r w:rsidRPr="006E34AA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 w:rsidRPr="006E3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Сумської області,</w:t>
      </w:r>
      <w:r w:rsidRPr="006E34AA">
        <w:rPr>
          <w:sz w:val="28"/>
          <w:szCs w:val="28"/>
          <w:lang w:val="uk-UA"/>
        </w:rPr>
        <w:t xml:space="preserve"> прийомну сім’ю.</w:t>
      </w:r>
    </w:p>
    <w:p w:rsidR="001C46AE" w:rsidRPr="00233341" w:rsidRDefault="001C46AE" w:rsidP="0069242D">
      <w:pPr>
        <w:ind w:firstLine="720"/>
        <w:jc w:val="both"/>
        <w:rPr>
          <w:spacing w:val="4"/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2. Влаштувати </w:t>
      </w:r>
      <w:r>
        <w:rPr>
          <w:sz w:val="28"/>
          <w:szCs w:val="28"/>
          <w:lang w:val="uk-UA"/>
        </w:rPr>
        <w:t>03 травня</w:t>
      </w:r>
      <w:r w:rsidRPr="006E34AA">
        <w:rPr>
          <w:sz w:val="28"/>
          <w:szCs w:val="28"/>
          <w:lang w:val="uk-UA"/>
        </w:rPr>
        <w:t xml:space="preserve"> 201</w:t>
      </w:r>
      <w:r>
        <w:rPr>
          <w:sz w:val="28"/>
          <w:szCs w:val="28"/>
          <w:lang w:val="uk-UA"/>
        </w:rPr>
        <w:t>8</w:t>
      </w:r>
      <w:r w:rsidRPr="006E34AA">
        <w:rPr>
          <w:sz w:val="28"/>
          <w:szCs w:val="28"/>
          <w:lang w:val="uk-UA"/>
        </w:rPr>
        <w:t xml:space="preserve"> року на виховання та спільне проживання у прийомну сім’ю дитину, позбавлену батьківського піклува</w:t>
      </w:r>
      <w:r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уродженця</w:t>
      </w:r>
      <w:r w:rsidRPr="006E34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XXXXXXXXXXXXXXXX</w:t>
      </w:r>
      <w:r w:rsidRPr="006E34AA"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en-US"/>
        </w:rPr>
        <w:t>XXXXXXXX</w:t>
      </w:r>
      <w:r w:rsidRPr="006E34AA">
        <w:rPr>
          <w:sz w:val="28"/>
          <w:szCs w:val="28"/>
          <w:lang w:val="uk-UA"/>
        </w:rPr>
        <w:t xml:space="preserve"> області, </w:t>
      </w:r>
      <w:r w:rsidRPr="006E34AA">
        <w:rPr>
          <w:bCs/>
          <w:sz w:val="28"/>
          <w:szCs w:val="28"/>
          <w:lang w:val="uk-UA"/>
        </w:rPr>
        <w:t xml:space="preserve">оскільки, </w:t>
      </w:r>
      <w:r>
        <w:rPr>
          <w:bCs/>
          <w:sz w:val="28"/>
          <w:szCs w:val="28"/>
          <w:lang w:val="uk-UA"/>
        </w:rPr>
        <w:t xml:space="preserve">мати </w:t>
      </w:r>
      <w:r>
        <w:rPr>
          <w:bCs/>
          <w:sz w:val="28"/>
          <w:szCs w:val="28"/>
          <w:lang w:val="en-US"/>
        </w:rPr>
        <w:t>XXXXXXX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XXXXXXXX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XXXXXXXXXX</w:t>
      </w:r>
      <w:r>
        <w:rPr>
          <w:bCs/>
          <w:sz w:val="28"/>
          <w:szCs w:val="28"/>
          <w:lang w:val="uk-UA"/>
        </w:rPr>
        <w:t xml:space="preserve"> позбавлена батьківських прав рішенням </w:t>
      </w:r>
      <w:r>
        <w:rPr>
          <w:bCs/>
          <w:sz w:val="28"/>
          <w:szCs w:val="28"/>
          <w:lang w:val="en-US"/>
        </w:rPr>
        <w:t>XXXXXXXXXXXXXXXX</w:t>
      </w:r>
      <w:r>
        <w:rPr>
          <w:bCs/>
          <w:sz w:val="28"/>
          <w:szCs w:val="28"/>
          <w:lang w:val="uk-UA"/>
        </w:rPr>
        <w:t xml:space="preserve"> </w:t>
      </w:r>
      <w:r w:rsidRPr="006E34AA">
        <w:rPr>
          <w:bCs/>
          <w:sz w:val="28"/>
          <w:szCs w:val="28"/>
          <w:lang w:val="uk-UA"/>
        </w:rPr>
        <w:t>районн</w:t>
      </w:r>
      <w:r>
        <w:rPr>
          <w:bCs/>
          <w:sz w:val="28"/>
          <w:szCs w:val="28"/>
          <w:lang w:val="uk-UA"/>
        </w:rPr>
        <w:t>ого суду Сумської області від 24 квітня 2017 року по справі № 578/1154</w:t>
      </w:r>
      <w:r w:rsidRPr="006E34AA">
        <w:rPr>
          <w:bCs/>
          <w:sz w:val="28"/>
          <w:szCs w:val="28"/>
          <w:lang w:val="uk-UA"/>
        </w:rPr>
        <w:t xml:space="preserve">/16-ц, відомості про батька дитини у свідоцтві про народження записані </w:t>
      </w:r>
      <w:r>
        <w:rPr>
          <w:bCs/>
          <w:sz w:val="28"/>
          <w:szCs w:val="28"/>
          <w:lang w:val="uk-UA"/>
        </w:rPr>
        <w:t>зі слів матері</w:t>
      </w:r>
      <w:r w:rsidRPr="006E34AA">
        <w:rPr>
          <w:bCs/>
          <w:sz w:val="28"/>
          <w:szCs w:val="28"/>
          <w:lang w:val="uk-UA"/>
        </w:rPr>
        <w:t xml:space="preserve"> (витяг з Державного реєстру актів цивільного стану громадян про народження із зазначенням відомостей про </w:t>
      </w:r>
      <w:r w:rsidRPr="00233341">
        <w:rPr>
          <w:bCs/>
          <w:spacing w:val="4"/>
          <w:sz w:val="28"/>
          <w:szCs w:val="28"/>
          <w:lang w:val="uk-UA"/>
        </w:rPr>
        <w:t>батька відповідно до частини першої статті 135 Сімейного кодексу України № 00017243300).</w:t>
      </w:r>
    </w:p>
    <w:p w:rsidR="001C46AE" w:rsidRPr="006E34AA" w:rsidRDefault="001C46AE" w:rsidP="00E43D27">
      <w:pPr>
        <w:ind w:firstLine="708"/>
        <w:jc w:val="both"/>
        <w:rPr>
          <w:bCs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3. Покласти персональну відповідальність за життя, здоров’я, фізичний і психічний розвиток прийомної дитини на прийомних батьків.</w:t>
      </w:r>
    </w:p>
    <w:p w:rsidR="001C46AE" w:rsidRPr="006E34AA" w:rsidRDefault="001C46A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4. Службі у справах дітей Роменської районної державної адміністрації:</w:t>
      </w:r>
    </w:p>
    <w:p w:rsidR="001C46AE" w:rsidRPr="006E34AA" w:rsidRDefault="001C46A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1) підготувати </w:t>
      </w:r>
      <w:r>
        <w:rPr>
          <w:color w:val="000000"/>
          <w:sz w:val="28"/>
          <w:szCs w:val="28"/>
          <w:lang w:val="uk-UA"/>
        </w:rPr>
        <w:t>проект договору</w:t>
      </w:r>
      <w:r w:rsidRPr="006E34AA">
        <w:rPr>
          <w:color w:val="000000"/>
          <w:sz w:val="28"/>
          <w:szCs w:val="28"/>
          <w:lang w:val="uk-UA"/>
        </w:rPr>
        <w:t xml:space="preserve"> про влаштування дитини на виховання та спільне проживання у п</w:t>
      </w:r>
      <w:r>
        <w:rPr>
          <w:color w:val="000000"/>
          <w:sz w:val="28"/>
          <w:szCs w:val="28"/>
          <w:lang w:val="uk-UA"/>
        </w:rPr>
        <w:t>рийомній сім’ї</w:t>
      </w:r>
      <w:r w:rsidRPr="006E34AA">
        <w:rPr>
          <w:color w:val="000000"/>
          <w:sz w:val="28"/>
          <w:szCs w:val="28"/>
          <w:lang w:val="uk-UA"/>
        </w:rPr>
        <w:t>;</w:t>
      </w:r>
    </w:p>
    <w:p w:rsidR="001C46AE" w:rsidRPr="006E34AA" w:rsidRDefault="001C46AE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2) </w:t>
      </w:r>
      <w:r w:rsidRPr="006E34AA">
        <w:rPr>
          <w:sz w:val="28"/>
          <w:szCs w:val="28"/>
          <w:lang w:val="uk-UA"/>
        </w:rPr>
        <w:t xml:space="preserve">забезпечити передачу </w:t>
      </w:r>
      <w:r w:rsidRPr="006E34AA">
        <w:rPr>
          <w:color w:val="000000"/>
          <w:sz w:val="28"/>
          <w:szCs w:val="28"/>
          <w:lang w:val="uk-UA"/>
        </w:rPr>
        <w:t>прийомним батькам</w:t>
      </w:r>
      <w:r w:rsidRPr="006E34AA">
        <w:rPr>
          <w:sz w:val="28"/>
          <w:szCs w:val="28"/>
          <w:lang w:val="uk-UA"/>
        </w:rPr>
        <w:t xml:space="preserve"> оригіналів усіх документів на дитину, позбавлену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народження;</w:t>
      </w:r>
    </w:p>
    <w:p w:rsidR="001C46AE" w:rsidRPr="006E34AA" w:rsidRDefault="001C46AE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3) </w:t>
      </w:r>
      <w:r w:rsidRPr="006E34AA">
        <w:rPr>
          <w:sz w:val="28"/>
          <w:szCs w:val="28"/>
          <w:lang w:val="uk-UA"/>
        </w:rPr>
        <w:t xml:space="preserve">постійно здійснювати контроль за умовами проживання та виховання дитини, позбавленої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народження, в при</w:t>
      </w:r>
      <w:r>
        <w:rPr>
          <w:sz w:val="28"/>
          <w:szCs w:val="28"/>
          <w:lang w:val="uk-UA"/>
        </w:rPr>
        <w:t xml:space="preserve">йомній сім’ї на базі родини </w:t>
      </w:r>
      <w:r>
        <w:rPr>
          <w:sz w:val="28"/>
          <w:szCs w:val="28"/>
          <w:lang w:val="en-US"/>
        </w:rPr>
        <w:t>XXXXXXXX</w:t>
      </w:r>
      <w:r w:rsidRPr="006E34AA">
        <w:rPr>
          <w:sz w:val="28"/>
          <w:szCs w:val="28"/>
          <w:lang w:val="uk-UA"/>
        </w:rPr>
        <w:t>;</w:t>
      </w:r>
    </w:p>
    <w:p w:rsidR="001C46AE" w:rsidRPr="006E34AA" w:rsidRDefault="001C46A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4) щорічно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до 01 лютого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подавати звіт </w:t>
      </w:r>
      <w:r>
        <w:rPr>
          <w:color w:val="000000"/>
          <w:sz w:val="28"/>
          <w:szCs w:val="28"/>
          <w:lang w:val="uk-UA"/>
        </w:rPr>
        <w:t>до</w:t>
      </w:r>
      <w:r w:rsidRPr="006E34AA">
        <w:rPr>
          <w:color w:val="000000"/>
          <w:sz w:val="28"/>
          <w:szCs w:val="28"/>
          <w:lang w:val="uk-UA"/>
        </w:rPr>
        <w:t xml:space="preserve"> служб</w:t>
      </w:r>
      <w:r>
        <w:rPr>
          <w:color w:val="000000"/>
          <w:sz w:val="28"/>
          <w:szCs w:val="28"/>
          <w:lang w:val="uk-UA"/>
        </w:rPr>
        <w:t>и</w:t>
      </w:r>
      <w:r w:rsidRPr="006E34AA">
        <w:rPr>
          <w:color w:val="000000"/>
          <w:sz w:val="28"/>
          <w:szCs w:val="28"/>
          <w:lang w:val="uk-UA"/>
        </w:rPr>
        <w:t xml:space="preserve"> у справах дітей Сумської обласної державної адміністрації про виховання, утримання і ро</w:t>
      </w:r>
      <w:r>
        <w:rPr>
          <w:color w:val="000000"/>
          <w:sz w:val="28"/>
          <w:szCs w:val="28"/>
          <w:lang w:val="uk-UA"/>
        </w:rPr>
        <w:t xml:space="preserve">звиток дитини в сім’ї </w:t>
      </w:r>
      <w:r>
        <w:rPr>
          <w:color w:val="000000"/>
          <w:sz w:val="28"/>
          <w:szCs w:val="28"/>
          <w:lang w:val="en-US"/>
        </w:rPr>
        <w:t>XXXXXXXX</w:t>
      </w:r>
      <w:r w:rsidRPr="006E34AA">
        <w:rPr>
          <w:color w:val="000000"/>
          <w:sz w:val="28"/>
          <w:szCs w:val="28"/>
          <w:lang w:val="uk-UA"/>
        </w:rPr>
        <w:t xml:space="preserve">. </w:t>
      </w:r>
    </w:p>
    <w:p w:rsidR="001C46AE" w:rsidRPr="006E34AA" w:rsidRDefault="001C46AE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5. Роменському районному центру соціальних служб для сім’ї, дітей та молоді: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прийомною сім’єю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 w:rsidRPr="006E34AA">
        <w:rPr>
          <w:sz w:val="28"/>
          <w:szCs w:val="28"/>
          <w:lang w:val="uk-UA"/>
        </w:rPr>
        <w:t xml:space="preserve"> соціального працівника;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2)</w:t>
      </w:r>
      <w:r w:rsidRPr="006E34AA">
        <w:rPr>
          <w:sz w:val="28"/>
          <w:szCs w:val="28"/>
          <w:lang w:val="uk-UA"/>
        </w:rPr>
        <w:t xml:space="preserve"> забезпечити здійснення соціальног</w:t>
      </w:r>
      <w:r>
        <w:rPr>
          <w:sz w:val="28"/>
          <w:szCs w:val="28"/>
          <w:lang w:val="uk-UA"/>
        </w:rPr>
        <w:t xml:space="preserve">о супроводу прийомної сім’ї </w:t>
      </w:r>
      <w:r>
        <w:rPr>
          <w:sz w:val="28"/>
          <w:szCs w:val="28"/>
          <w:lang w:val="en-US"/>
        </w:rPr>
        <w:t>XXXXXXXX</w:t>
      </w:r>
      <w:r w:rsidRPr="006E34AA">
        <w:rPr>
          <w:sz w:val="28"/>
          <w:szCs w:val="28"/>
          <w:lang w:val="uk-UA"/>
        </w:rPr>
        <w:t>, надання комплексу послуг, спрямованих на створення належних умов її функціонування;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 ефективність фун</w:t>
      </w:r>
      <w:r>
        <w:rPr>
          <w:sz w:val="28"/>
          <w:szCs w:val="28"/>
          <w:lang w:val="uk-UA"/>
        </w:rPr>
        <w:t xml:space="preserve">кціонування прийомної сім’ї </w:t>
      </w:r>
      <w:r>
        <w:rPr>
          <w:sz w:val="28"/>
          <w:szCs w:val="28"/>
          <w:lang w:val="en-US"/>
        </w:rPr>
        <w:t>XXXXXXXX</w:t>
      </w:r>
      <w:r w:rsidRPr="006E34AA">
        <w:rPr>
          <w:sz w:val="28"/>
          <w:szCs w:val="28"/>
          <w:lang w:val="uk-UA"/>
        </w:rPr>
        <w:t>.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6. Управлінню соціального захисту населення Роменської районної державної адміністрації: 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забезпечити призначення і виплату державної соціальної допомоги на дитину, позбавлену батьківського піклування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</w:t>
      </w:r>
      <w:r w:rsidRPr="006E34AA">
        <w:rPr>
          <w:sz w:val="28"/>
          <w:szCs w:val="28"/>
          <w:lang w:val="uk-UA"/>
        </w:rPr>
        <w:t xml:space="preserve"> та іншого грошового забезпечення одному з прийомних батьків у межах видатків, передбачених у державному бюджеті;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 xml:space="preserve"> щомісяця, не пізніше </w:t>
      </w:r>
      <w:r w:rsidRPr="006E34AA">
        <w:rPr>
          <w:color w:val="000000"/>
          <w:sz w:val="28"/>
          <w:szCs w:val="28"/>
          <w:lang w:val="uk-UA"/>
        </w:rPr>
        <w:t>20 числа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перераховувати на особовий рахунок у банківській установі одного з прийомних батьків або виплачувати через державні підприємства поштового зв’язку державну соціальну допомогу на дітей та грошове забезпечення</w:t>
      </w:r>
      <w:r w:rsidRPr="006E34AA">
        <w:rPr>
          <w:sz w:val="28"/>
          <w:szCs w:val="28"/>
          <w:lang w:val="uk-UA"/>
        </w:rPr>
        <w:t>.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7. Комунальному закладу «Центр первинної медико-санітарної допомоги Роменського району Сумської області»: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1) закріпити за прийомною дитино</w:t>
      </w:r>
      <w:r>
        <w:rPr>
          <w:sz w:val="28"/>
          <w:szCs w:val="28"/>
          <w:lang w:val="uk-UA"/>
        </w:rPr>
        <w:t xml:space="preserve">ю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 сімейного лікаря;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 проводити повне медичне обстеження дити</w:t>
      </w:r>
      <w:r>
        <w:rPr>
          <w:sz w:val="28"/>
          <w:szCs w:val="28"/>
          <w:lang w:val="uk-UA"/>
        </w:rPr>
        <w:t xml:space="preserve">ни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народження, та здійсню</w:t>
      </w:r>
      <w:r>
        <w:rPr>
          <w:sz w:val="28"/>
          <w:szCs w:val="28"/>
          <w:lang w:val="uk-UA"/>
        </w:rPr>
        <w:t>вати диспансерний нагляд за ним</w:t>
      </w:r>
      <w:r w:rsidRPr="006E34AA">
        <w:rPr>
          <w:sz w:val="28"/>
          <w:szCs w:val="28"/>
          <w:lang w:val="uk-UA"/>
        </w:rPr>
        <w:t>;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 стан здоров’я прийомної дитини, дотримання прийомними батьками медичних рекомендацій.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8. Відділу освіти, молоді та спорту Роменської районної державної адміністрації: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1) забезпечити право дитини на здобуття дошкільної та загальної середньої освіти, а у разі потреби – забезпечити індивідуальне навчання;</w:t>
      </w:r>
    </w:p>
    <w:p w:rsidR="001C46AE" w:rsidRPr="006E34AA" w:rsidRDefault="001C46AE" w:rsidP="00504077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 рівень розвитку та знань дитини, наявність шкільного одягу та шкільного приладдя, систематичність відвідування уроків та своєчасність і якість виконання домашніх завдань, відвідування дитиною гуртків, секцій, позашкільних заходів, участь прийомних батьків у вихованні дитини;</w:t>
      </w:r>
    </w:p>
    <w:p w:rsidR="001C46AE" w:rsidRPr="006E34AA" w:rsidRDefault="001C46AE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забезпеч</w:t>
      </w:r>
      <w:r>
        <w:rPr>
          <w:sz w:val="28"/>
          <w:szCs w:val="28"/>
          <w:lang w:val="uk-UA"/>
        </w:rPr>
        <w:t>ува</w:t>
      </w:r>
      <w:r w:rsidRPr="006E34AA">
        <w:rPr>
          <w:sz w:val="28"/>
          <w:szCs w:val="28"/>
          <w:lang w:val="uk-UA"/>
        </w:rPr>
        <w:t>ти щорічно пільговим оздоровленням прийомну дитин</w:t>
      </w:r>
      <w:r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народження.</w:t>
      </w:r>
    </w:p>
    <w:p w:rsidR="001C46AE" w:rsidRPr="006E34AA" w:rsidRDefault="001C46AE" w:rsidP="00176BC0">
      <w:pPr>
        <w:pStyle w:val="BodyText"/>
        <w:ind w:firstLine="709"/>
        <w:rPr>
          <w:sz w:val="28"/>
          <w:szCs w:val="28"/>
        </w:rPr>
      </w:pPr>
      <w:r w:rsidRPr="006E34AA">
        <w:rPr>
          <w:sz w:val="28"/>
          <w:szCs w:val="28"/>
        </w:rPr>
        <w:t>9. Роменському відділу поліції Головного управління Націонал</w:t>
      </w:r>
      <w:r>
        <w:rPr>
          <w:sz w:val="28"/>
          <w:szCs w:val="28"/>
        </w:rPr>
        <w:t>ьної поліції в Сумській області</w:t>
      </w:r>
      <w:r w:rsidRPr="006E34AA">
        <w:rPr>
          <w:sz w:val="28"/>
          <w:szCs w:val="28"/>
        </w:rPr>
        <w:t xml:space="preserve"> щорічно, до 25 січня</w:t>
      </w:r>
      <w:r>
        <w:rPr>
          <w:sz w:val="28"/>
          <w:szCs w:val="28"/>
        </w:rPr>
        <w:t>,</w:t>
      </w:r>
      <w:r w:rsidRPr="006E34AA">
        <w:rPr>
          <w:sz w:val="28"/>
          <w:szCs w:val="28"/>
        </w:rPr>
        <w:t xml:space="preserve"> інформувати службу у справах дітей Роменської районної державної адміністрації про відсутність чи наявність проявів асоціальної поведінки з боку прийомних батьків та прийомної дитини.</w:t>
      </w:r>
    </w:p>
    <w:p w:rsidR="001C46AE" w:rsidRPr="00176460" w:rsidRDefault="001C46AE" w:rsidP="00176BC0">
      <w:pPr>
        <w:pStyle w:val="BodyText"/>
        <w:ind w:firstLine="709"/>
        <w:rPr>
          <w:spacing w:val="-2"/>
          <w:sz w:val="28"/>
          <w:szCs w:val="28"/>
        </w:rPr>
      </w:pPr>
      <w:r w:rsidRPr="006E34AA">
        <w:rPr>
          <w:sz w:val="28"/>
          <w:szCs w:val="28"/>
        </w:rPr>
        <w:t>10</w:t>
      </w:r>
      <w:r w:rsidRPr="006E34AA">
        <w:rPr>
          <w:bCs/>
          <w:sz w:val="28"/>
        </w:rPr>
        <w:t xml:space="preserve">. Контроль за виконанням цього розпорядження покласти на першого </w:t>
      </w:r>
      <w:r w:rsidRPr="00176460">
        <w:rPr>
          <w:bCs/>
          <w:spacing w:val="-2"/>
          <w:sz w:val="28"/>
        </w:rPr>
        <w:t>заступника голови Роменської районної державної адміністрації Татарінова В.М.</w:t>
      </w:r>
    </w:p>
    <w:p w:rsidR="001C46AE" w:rsidRPr="006E34AA" w:rsidRDefault="001C46AE" w:rsidP="00176BC0">
      <w:pPr>
        <w:tabs>
          <w:tab w:val="left" w:pos="7088"/>
        </w:tabs>
        <w:spacing w:line="360" w:lineRule="auto"/>
        <w:jc w:val="both"/>
        <w:rPr>
          <w:sz w:val="28"/>
          <w:lang w:val="uk-UA"/>
        </w:rPr>
      </w:pPr>
      <w:r w:rsidRPr="006E34AA">
        <w:rPr>
          <w:sz w:val="28"/>
          <w:lang w:val="uk-UA"/>
        </w:rPr>
        <w:t xml:space="preserve"> </w:t>
      </w:r>
    </w:p>
    <w:p w:rsidR="001C46AE" w:rsidRPr="006E34AA" w:rsidRDefault="001C46AE" w:rsidP="00176BC0">
      <w:pPr>
        <w:tabs>
          <w:tab w:val="left" w:pos="7088"/>
        </w:tabs>
        <w:jc w:val="both"/>
        <w:rPr>
          <w:b/>
          <w:sz w:val="28"/>
          <w:lang w:val="uk-UA"/>
        </w:rPr>
      </w:pPr>
      <w:r w:rsidRPr="006E34AA">
        <w:rPr>
          <w:b/>
          <w:bCs/>
          <w:sz w:val="28"/>
          <w:lang w:val="uk-UA"/>
        </w:rPr>
        <w:t>Голова Роменської районної</w:t>
      </w:r>
    </w:p>
    <w:p w:rsidR="001C46AE" w:rsidRPr="00AF0C9F" w:rsidRDefault="001C46AE" w:rsidP="00176BC0">
      <w:pPr>
        <w:rPr>
          <w:lang w:val="uk-UA"/>
        </w:rPr>
      </w:pPr>
      <w:r w:rsidRPr="006E34AA">
        <w:rPr>
          <w:b/>
          <w:bCs/>
          <w:sz w:val="28"/>
          <w:lang w:val="uk-UA"/>
        </w:rPr>
        <w:t>державної адміністрації</w:t>
      </w:r>
      <w:r w:rsidRPr="006E34AA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 xml:space="preserve">   </w:t>
      </w:r>
      <w:r>
        <w:rPr>
          <w:b/>
          <w:bCs/>
          <w:sz w:val="28"/>
          <w:lang w:val="uk-UA"/>
        </w:rPr>
        <w:tab/>
        <w:t xml:space="preserve">  В.О. Білоха</w:t>
      </w:r>
    </w:p>
    <w:sectPr w:rsidR="001C46AE" w:rsidRPr="00AF0C9F" w:rsidSect="00176BC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6AE" w:rsidRDefault="001C46AE" w:rsidP="00176BC0">
      <w:r>
        <w:separator/>
      </w:r>
    </w:p>
  </w:endnote>
  <w:endnote w:type="continuationSeparator" w:id="0">
    <w:p w:rsidR="001C46AE" w:rsidRDefault="001C46AE" w:rsidP="0017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6AE" w:rsidRDefault="001C46AE" w:rsidP="00176BC0">
      <w:r>
        <w:separator/>
      </w:r>
    </w:p>
  </w:footnote>
  <w:footnote w:type="continuationSeparator" w:id="0">
    <w:p w:rsidR="001C46AE" w:rsidRDefault="001C46AE" w:rsidP="0017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6AE" w:rsidRDefault="001C46AE">
    <w:pPr>
      <w:pStyle w:val="Header"/>
      <w:jc w:val="center"/>
    </w:pPr>
    <w:fldSimple w:instr=" PAGE   \* MERGEFORMAT ">
      <w:r>
        <w:rPr>
          <w:noProof/>
        </w:rPr>
        <w:t>3</w:t>
      </w:r>
    </w:fldSimple>
  </w:p>
  <w:p w:rsidR="001C46AE" w:rsidRDefault="001C46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7201"/>
    <w:multiLevelType w:val="hybridMultilevel"/>
    <w:tmpl w:val="4D3411C0"/>
    <w:lvl w:ilvl="0" w:tplc="77B03D84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18"/>
    <w:rsid w:val="000002B5"/>
    <w:rsid w:val="00000739"/>
    <w:rsid w:val="00001C1C"/>
    <w:rsid w:val="00002268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2F77"/>
    <w:rsid w:val="000133B0"/>
    <w:rsid w:val="0001343B"/>
    <w:rsid w:val="000141C2"/>
    <w:rsid w:val="00014248"/>
    <w:rsid w:val="00015136"/>
    <w:rsid w:val="000156C4"/>
    <w:rsid w:val="00015913"/>
    <w:rsid w:val="00016688"/>
    <w:rsid w:val="00016D62"/>
    <w:rsid w:val="000170E2"/>
    <w:rsid w:val="000177CB"/>
    <w:rsid w:val="00017CDE"/>
    <w:rsid w:val="00020998"/>
    <w:rsid w:val="0002152B"/>
    <w:rsid w:val="00021A39"/>
    <w:rsid w:val="00021A47"/>
    <w:rsid w:val="00021D0D"/>
    <w:rsid w:val="000220AA"/>
    <w:rsid w:val="00022DAF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628C"/>
    <w:rsid w:val="000302F1"/>
    <w:rsid w:val="0003051F"/>
    <w:rsid w:val="00030732"/>
    <w:rsid w:val="000307D1"/>
    <w:rsid w:val="00030D6C"/>
    <w:rsid w:val="000317D9"/>
    <w:rsid w:val="00031D3D"/>
    <w:rsid w:val="00034057"/>
    <w:rsid w:val="00034A12"/>
    <w:rsid w:val="00035055"/>
    <w:rsid w:val="000355B4"/>
    <w:rsid w:val="00035A31"/>
    <w:rsid w:val="00035CAD"/>
    <w:rsid w:val="00035E9A"/>
    <w:rsid w:val="00036A48"/>
    <w:rsid w:val="00036CDC"/>
    <w:rsid w:val="00036E25"/>
    <w:rsid w:val="00036FD3"/>
    <w:rsid w:val="0003709C"/>
    <w:rsid w:val="00037222"/>
    <w:rsid w:val="000374DE"/>
    <w:rsid w:val="0003750D"/>
    <w:rsid w:val="00037792"/>
    <w:rsid w:val="00040339"/>
    <w:rsid w:val="0004041A"/>
    <w:rsid w:val="000407E2"/>
    <w:rsid w:val="00040BE9"/>
    <w:rsid w:val="00040D48"/>
    <w:rsid w:val="000411EE"/>
    <w:rsid w:val="00041260"/>
    <w:rsid w:val="00041812"/>
    <w:rsid w:val="00042C3A"/>
    <w:rsid w:val="0004366F"/>
    <w:rsid w:val="00043CFE"/>
    <w:rsid w:val="0004436B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7C0"/>
    <w:rsid w:val="00052F8A"/>
    <w:rsid w:val="00053F09"/>
    <w:rsid w:val="00054893"/>
    <w:rsid w:val="00054AE6"/>
    <w:rsid w:val="00054B6A"/>
    <w:rsid w:val="00055266"/>
    <w:rsid w:val="000553B2"/>
    <w:rsid w:val="00055E01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33D6"/>
    <w:rsid w:val="000648E3"/>
    <w:rsid w:val="00064F78"/>
    <w:rsid w:val="00065C11"/>
    <w:rsid w:val="00066494"/>
    <w:rsid w:val="00067FEF"/>
    <w:rsid w:val="00070EBA"/>
    <w:rsid w:val="00070F9E"/>
    <w:rsid w:val="00071298"/>
    <w:rsid w:val="00071794"/>
    <w:rsid w:val="00074185"/>
    <w:rsid w:val="000742CB"/>
    <w:rsid w:val="00074476"/>
    <w:rsid w:val="0007457C"/>
    <w:rsid w:val="00074867"/>
    <w:rsid w:val="00075034"/>
    <w:rsid w:val="000756D5"/>
    <w:rsid w:val="00075966"/>
    <w:rsid w:val="00075DE5"/>
    <w:rsid w:val="00075E61"/>
    <w:rsid w:val="00076FE4"/>
    <w:rsid w:val="00077EA7"/>
    <w:rsid w:val="000805BE"/>
    <w:rsid w:val="0008077D"/>
    <w:rsid w:val="00080A1E"/>
    <w:rsid w:val="00080C39"/>
    <w:rsid w:val="0008176E"/>
    <w:rsid w:val="00081DCB"/>
    <w:rsid w:val="00081E59"/>
    <w:rsid w:val="00082613"/>
    <w:rsid w:val="00082718"/>
    <w:rsid w:val="000834B7"/>
    <w:rsid w:val="000835D8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C5B"/>
    <w:rsid w:val="00093D7A"/>
    <w:rsid w:val="000977DC"/>
    <w:rsid w:val="00097D90"/>
    <w:rsid w:val="000A04EC"/>
    <w:rsid w:val="000A0F74"/>
    <w:rsid w:val="000A1E33"/>
    <w:rsid w:val="000A1FBE"/>
    <w:rsid w:val="000A2171"/>
    <w:rsid w:val="000A227B"/>
    <w:rsid w:val="000A2992"/>
    <w:rsid w:val="000A32BD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1E1"/>
    <w:rsid w:val="000B43E2"/>
    <w:rsid w:val="000B46B3"/>
    <w:rsid w:val="000B56C9"/>
    <w:rsid w:val="000B6949"/>
    <w:rsid w:val="000B697F"/>
    <w:rsid w:val="000B6FCF"/>
    <w:rsid w:val="000C05E4"/>
    <w:rsid w:val="000C07C6"/>
    <w:rsid w:val="000C09E1"/>
    <w:rsid w:val="000C0E40"/>
    <w:rsid w:val="000C1664"/>
    <w:rsid w:val="000C2AAE"/>
    <w:rsid w:val="000C306B"/>
    <w:rsid w:val="000C36D9"/>
    <w:rsid w:val="000C485B"/>
    <w:rsid w:val="000C6D03"/>
    <w:rsid w:val="000C6E9E"/>
    <w:rsid w:val="000C70E9"/>
    <w:rsid w:val="000C74CD"/>
    <w:rsid w:val="000C7871"/>
    <w:rsid w:val="000C7F60"/>
    <w:rsid w:val="000D084F"/>
    <w:rsid w:val="000D1C5C"/>
    <w:rsid w:val="000D25CF"/>
    <w:rsid w:val="000D2948"/>
    <w:rsid w:val="000D3358"/>
    <w:rsid w:val="000D33B4"/>
    <w:rsid w:val="000D4631"/>
    <w:rsid w:val="000D577F"/>
    <w:rsid w:val="000D651C"/>
    <w:rsid w:val="000D6757"/>
    <w:rsid w:val="000D6800"/>
    <w:rsid w:val="000D78DF"/>
    <w:rsid w:val="000D7D25"/>
    <w:rsid w:val="000E132F"/>
    <w:rsid w:val="000E1AFA"/>
    <w:rsid w:val="000E1B2F"/>
    <w:rsid w:val="000E21D3"/>
    <w:rsid w:val="000E2385"/>
    <w:rsid w:val="000E27E6"/>
    <w:rsid w:val="000E28F1"/>
    <w:rsid w:val="000E29A7"/>
    <w:rsid w:val="000E2D3A"/>
    <w:rsid w:val="000E38CF"/>
    <w:rsid w:val="000E3997"/>
    <w:rsid w:val="000E39DE"/>
    <w:rsid w:val="000E45D3"/>
    <w:rsid w:val="000E4F89"/>
    <w:rsid w:val="000E55FD"/>
    <w:rsid w:val="000E5698"/>
    <w:rsid w:val="000E6302"/>
    <w:rsid w:val="000E642E"/>
    <w:rsid w:val="000E673F"/>
    <w:rsid w:val="000E69E6"/>
    <w:rsid w:val="000E7197"/>
    <w:rsid w:val="000E7704"/>
    <w:rsid w:val="000F06E0"/>
    <w:rsid w:val="000F082F"/>
    <w:rsid w:val="000F0AB5"/>
    <w:rsid w:val="000F0B35"/>
    <w:rsid w:val="000F1024"/>
    <w:rsid w:val="000F2335"/>
    <w:rsid w:val="000F29E1"/>
    <w:rsid w:val="000F2B64"/>
    <w:rsid w:val="000F2DD0"/>
    <w:rsid w:val="000F3AAD"/>
    <w:rsid w:val="000F3E23"/>
    <w:rsid w:val="000F3ECF"/>
    <w:rsid w:val="000F46A9"/>
    <w:rsid w:val="000F4A29"/>
    <w:rsid w:val="000F58B0"/>
    <w:rsid w:val="000F59B7"/>
    <w:rsid w:val="000F6492"/>
    <w:rsid w:val="000F6950"/>
    <w:rsid w:val="000F6BDE"/>
    <w:rsid w:val="000F794A"/>
    <w:rsid w:val="000F79F8"/>
    <w:rsid w:val="001000AE"/>
    <w:rsid w:val="001001E6"/>
    <w:rsid w:val="00100618"/>
    <w:rsid w:val="001033EF"/>
    <w:rsid w:val="00103405"/>
    <w:rsid w:val="00103441"/>
    <w:rsid w:val="0010346C"/>
    <w:rsid w:val="00103776"/>
    <w:rsid w:val="00103F14"/>
    <w:rsid w:val="00104AF6"/>
    <w:rsid w:val="00105726"/>
    <w:rsid w:val="001068C4"/>
    <w:rsid w:val="00106F59"/>
    <w:rsid w:val="001105C7"/>
    <w:rsid w:val="0011088A"/>
    <w:rsid w:val="00111B4B"/>
    <w:rsid w:val="00112338"/>
    <w:rsid w:val="00113404"/>
    <w:rsid w:val="00113B47"/>
    <w:rsid w:val="00113FD8"/>
    <w:rsid w:val="00114E0F"/>
    <w:rsid w:val="0011502D"/>
    <w:rsid w:val="00115132"/>
    <w:rsid w:val="0011525E"/>
    <w:rsid w:val="00115DA9"/>
    <w:rsid w:val="001162A6"/>
    <w:rsid w:val="00116721"/>
    <w:rsid w:val="00116B24"/>
    <w:rsid w:val="0012032F"/>
    <w:rsid w:val="00120885"/>
    <w:rsid w:val="00120F4A"/>
    <w:rsid w:val="001211B9"/>
    <w:rsid w:val="001216D7"/>
    <w:rsid w:val="001219ED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A5F"/>
    <w:rsid w:val="00125B97"/>
    <w:rsid w:val="001268FB"/>
    <w:rsid w:val="001275CB"/>
    <w:rsid w:val="00127C8A"/>
    <w:rsid w:val="00130176"/>
    <w:rsid w:val="001314D0"/>
    <w:rsid w:val="00131B55"/>
    <w:rsid w:val="00132117"/>
    <w:rsid w:val="00132625"/>
    <w:rsid w:val="00132C0A"/>
    <w:rsid w:val="00132FBA"/>
    <w:rsid w:val="0013317E"/>
    <w:rsid w:val="001332E8"/>
    <w:rsid w:val="00133B1D"/>
    <w:rsid w:val="001348D4"/>
    <w:rsid w:val="00134F43"/>
    <w:rsid w:val="00135DE9"/>
    <w:rsid w:val="00135EF1"/>
    <w:rsid w:val="0013634C"/>
    <w:rsid w:val="00136469"/>
    <w:rsid w:val="00137A25"/>
    <w:rsid w:val="00140199"/>
    <w:rsid w:val="00140A9A"/>
    <w:rsid w:val="00140F31"/>
    <w:rsid w:val="00141279"/>
    <w:rsid w:val="001417E4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6B6E"/>
    <w:rsid w:val="00147213"/>
    <w:rsid w:val="001475C8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0E"/>
    <w:rsid w:val="0015698B"/>
    <w:rsid w:val="001571AD"/>
    <w:rsid w:val="00157862"/>
    <w:rsid w:val="00157A35"/>
    <w:rsid w:val="001607A6"/>
    <w:rsid w:val="001618A4"/>
    <w:rsid w:val="00161E57"/>
    <w:rsid w:val="001622AE"/>
    <w:rsid w:val="00162590"/>
    <w:rsid w:val="001630F9"/>
    <w:rsid w:val="00163FD8"/>
    <w:rsid w:val="001648D2"/>
    <w:rsid w:val="00164AA0"/>
    <w:rsid w:val="00165B4C"/>
    <w:rsid w:val="001662FA"/>
    <w:rsid w:val="001669C4"/>
    <w:rsid w:val="0016717D"/>
    <w:rsid w:val="001679C3"/>
    <w:rsid w:val="00167D82"/>
    <w:rsid w:val="00167EEA"/>
    <w:rsid w:val="00170546"/>
    <w:rsid w:val="00171190"/>
    <w:rsid w:val="0017163C"/>
    <w:rsid w:val="00171B5A"/>
    <w:rsid w:val="001729BA"/>
    <w:rsid w:val="001733C7"/>
    <w:rsid w:val="00173481"/>
    <w:rsid w:val="001736CE"/>
    <w:rsid w:val="00173DCD"/>
    <w:rsid w:val="00174422"/>
    <w:rsid w:val="00174556"/>
    <w:rsid w:val="00174631"/>
    <w:rsid w:val="001762D7"/>
    <w:rsid w:val="0017643F"/>
    <w:rsid w:val="00176460"/>
    <w:rsid w:val="00176BC0"/>
    <w:rsid w:val="00176D88"/>
    <w:rsid w:val="001776DA"/>
    <w:rsid w:val="0018015E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0D69"/>
    <w:rsid w:val="00191176"/>
    <w:rsid w:val="00192317"/>
    <w:rsid w:val="00192D11"/>
    <w:rsid w:val="001934A4"/>
    <w:rsid w:val="00193969"/>
    <w:rsid w:val="00194476"/>
    <w:rsid w:val="0019448C"/>
    <w:rsid w:val="001944F9"/>
    <w:rsid w:val="001957DC"/>
    <w:rsid w:val="0019588E"/>
    <w:rsid w:val="00195C63"/>
    <w:rsid w:val="00196522"/>
    <w:rsid w:val="0019658C"/>
    <w:rsid w:val="00196C74"/>
    <w:rsid w:val="00196E52"/>
    <w:rsid w:val="00196EB4"/>
    <w:rsid w:val="00197ABB"/>
    <w:rsid w:val="00197B0A"/>
    <w:rsid w:val="00197F98"/>
    <w:rsid w:val="001A01C0"/>
    <w:rsid w:val="001A02F5"/>
    <w:rsid w:val="001A0451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00D"/>
    <w:rsid w:val="001A54F0"/>
    <w:rsid w:val="001A6DD7"/>
    <w:rsid w:val="001A76D4"/>
    <w:rsid w:val="001B00EB"/>
    <w:rsid w:val="001B1127"/>
    <w:rsid w:val="001B1C92"/>
    <w:rsid w:val="001B1CF2"/>
    <w:rsid w:val="001B28D4"/>
    <w:rsid w:val="001B30DB"/>
    <w:rsid w:val="001B3AC7"/>
    <w:rsid w:val="001B48A7"/>
    <w:rsid w:val="001B4955"/>
    <w:rsid w:val="001B4F9C"/>
    <w:rsid w:val="001B56BB"/>
    <w:rsid w:val="001B6400"/>
    <w:rsid w:val="001B64CC"/>
    <w:rsid w:val="001B7903"/>
    <w:rsid w:val="001C00A1"/>
    <w:rsid w:val="001C0198"/>
    <w:rsid w:val="001C06A9"/>
    <w:rsid w:val="001C076F"/>
    <w:rsid w:val="001C0836"/>
    <w:rsid w:val="001C1CB7"/>
    <w:rsid w:val="001C240C"/>
    <w:rsid w:val="001C24B1"/>
    <w:rsid w:val="001C2B1E"/>
    <w:rsid w:val="001C35C4"/>
    <w:rsid w:val="001C46AE"/>
    <w:rsid w:val="001C4963"/>
    <w:rsid w:val="001C4AC6"/>
    <w:rsid w:val="001C4CEB"/>
    <w:rsid w:val="001C4D79"/>
    <w:rsid w:val="001C5905"/>
    <w:rsid w:val="001C5D4E"/>
    <w:rsid w:val="001C616A"/>
    <w:rsid w:val="001C6413"/>
    <w:rsid w:val="001C7509"/>
    <w:rsid w:val="001C7D48"/>
    <w:rsid w:val="001D0A0A"/>
    <w:rsid w:val="001D20F5"/>
    <w:rsid w:val="001D358E"/>
    <w:rsid w:val="001D3DCE"/>
    <w:rsid w:val="001D3E3C"/>
    <w:rsid w:val="001D4866"/>
    <w:rsid w:val="001D49D4"/>
    <w:rsid w:val="001D4A58"/>
    <w:rsid w:val="001D529B"/>
    <w:rsid w:val="001D7A7D"/>
    <w:rsid w:val="001E044C"/>
    <w:rsid w:val="001E0906"/>
    <w:rsid w:val="001E182C"/>
    <w:rsid w:val="001E2313"/>
    <w:rsid w:val="001E286C"/>
    <w:rsid w:val="001E2D0B"/>
    <w:rsid w:val="001E2E3C"/>
    <w:rsid w:val="001E3017"/>
    <w:rsid w:val="001E3EE8"/>
    <w:rsid w:val="001E4981"/>
    <w:rsid w:val="001E5098"/>
    <w:rsid w:val="001E5A1B"/>
    <w:rsid w:val="001E6266"/>
    <w:rsid w:val="001E71B5"/>
    <w:rsid w:val="001E7400"/>
    <w:rsid w:val="001E7CC9"/>
    <w:rsid w:val="001F08FD"/>
    <w:rsid w:val="001F0C9B"/>
    <w:rsid w:val="001F113B"/>
    <w:rsid w:val="001F11D8"/>
    <w:rsid w:val="001F12C4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6CBE"/>
    <w:rsid w:val="001F7092"/>
    <w:rsid w:val="001F7A00"/>
    <w:rsid w:val="00200002"/>
    <w:rsid w:val="00200885"/>
    <w:rsid w:val="00200ABE"/>
    <w:rsid w:val="00201639"/>
    <w:rsid w:val="00201942"/>
    <w:rsid w:val="00201C2B"/>
    <w:rsid w:val="00201C4F"/>
    <w:rsid w:val="002024E6"/>
    <w:rsid w:val="00202A60"/>
    <w:rsid w:val="00202AFB"/>
    <w:rsid w:val="00202BF9"/>
    <w:rsid w:val="00202E36"/>
    <w:rsid w:val="00203BB2"/>
    <w:rsid w:val="00203EAA"/>
    <w:rsid w:val="00204A27"/>
    <w:rsid w:val="00204AF9"/>
    <w:rsid w:val="002071B7"/>
    <w:rsid w:val="002115E3"/>
    <w:rsid w:val="00211A28"/>
    <w:rsid w:val="00212305"/>
    <w:rsid w:val="00212646"/>
    <w:rsid w:val="00212A8A"/>
    <w:rsid w:val="00213096"/>
    <w:rsid w:val="0021320D"/>
    <w:rsid w:val="00214751"/>
    <w:rsid w:val="00215157"/>
    <w:rsid w:val="002158D7"/>
    <w:rsid w:val="00216277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E33"/>
    <w:rsid w:val="002221F7"/>
    <w:rsid w:val="0022220F"/>
    <w:rsid w:val="00222459"/>
    <w:rsid w:val="00222B55"/>
    <w:rsid w:val="00222EED"/>
    <w:rsid w:val="002262E5"/>
    <w:rsid w:val="00226658"/>
    <w:rsid w:val="00226C98"/>
    <w:rsid w:val="00227269"/>
    <w:rsid w:val="002272F9"/>
    <w:rsid w:val="00227655"/>
    <w:rsid w:val="00227779"/>
    <w:rsid w:val="00227BE8"/>
    <w:rsid w:val="00227ED5"/>
    <w:rsid w:val="00231234"/>
    <w:rsid w:val="00231361"/>
    <w:rsid w:val="0023243F"/>
    <w:rsid w:val="00232BBF"/>
    <w:rsid w:val="00233193"/>
    <w:rsid w:val="00233341"/>
    <w:rsid w:val="0023364E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1C1"/>
    <w:rsid w:val="00245741"/>
    <w:rsid w:val="00246337"/>
    <w:rsid w:val="00247AF2"/>
    <w:rsid w:val="002505D5"/>
    <w:rsid w:val="002514C4"/>
    <w:rsid w:val="0025401A"/>
    <w:rsid w:val="002540C8"/>
    <w:rsid w:val="0025422F"/>
    <w:rsid w:val="002547D1"/>
    <w:rsid w:val="0025495A"/>
    <w:rsid w:val="002558E7"/>
    <w:rsid w:val="002558FD"/>
    <w:rsid w:val="0025599A"/>
    <w:rsid w:val="00255C45"/>
    <w:rsid w:val="00256014"/>
    <w:rsid w:val="002564B8"/>
    <w:rsid w:val="00257AC9"/>
    <w:rsid w:val="00257F10"/>
    <w:rsid w:val="0026059D"/>
    <w:rsid w:val="00260AAD"/>
    <w:rsid w:val="00261E87"/>
    <w:rsid w:val="002628AA"/>
    <w:rsid w:val="00264468"/>
    <w:rsid w:val="002649C3"/>
    <w:rsid w:val="00264B40"/>
    <w:rsid w:val="00266011"/>
    <w:rsid w:val="002664AF"/>
    <w:rsid w:val="002665FE"/>
    <w:rsid w:val="00266FE1"/>
    <w:rsid w:val="0027024E"/>
    <w:rsid w:val="002703EE"/>
    <w:rsid w:val="00270D26"/>
    <w:rsid w:val="00270EAA"/>
    <w:rsid w:val="00270FD2"/>
    <w:rsid w:val="00272272"/>
    <w:rsid w:val="00272990"/>
    <w:rsid w:val="00273760"/>
    <w:rsid w:val="00273847"/>
    <w:rsid w:val="00273CEB"/>
    <w:rsid w:val="00273D70"/>
    <w:rsid w:val="00273D9B"/>
    <w:rsid w:val="002743BE"/>
    <w:rsid w:val="002744F5"/>
    <w:rsid w:val="00275356"/>
    <w:rsid w:val="002763E2"/>
    <w:rsid w:val="00277299"/>
    <w:rsid w:val="002774B2"/>
    <w:rsid w:val="002777E0"/>
    <w:rsid w:val="0027781B"/>
    <w:rsid w:val="00277C08"/>
    <w:rsid w:val="00280716"/>
    <w:rsid w:val="002821B1"/>
    <w:rsid w:val="00282904"/>
    <w:rsid w:val="00282BBD"/>
    <w:rsid w:val="00282DEA"/>
    <w:rsid w:val="002832AC"/>
    <w:rsid w:val="00283DE1"/>
    <w:rsid w:val="002848CC"/>
    <w:rsid w:val="002849BA"/>
    <w:rsid w:val="00285487"/>
    <w:rsid w:val="00285A6E"/>
    <w:rsid w:val="00285B0C"/>
    <w:rsid w:val="002862A3"/>
    <w:rsid w:val="002863BA"/>
    <w:rsid w:val="00286A29"/>
    <w:rsid w:val="00287810"/>
    <w:rsid w:val="00287969"/>
    <w:rsid w:val="00290089"/>
    <w:rsid w:val="002901AE"/>
    <w:rsid w:val="00290F3E"/>
    <w:rsid w:val="002920C3"/>
    <w:rsid w:val="00292674"/>
    <w:rsid w:val="00292736"/>
    <w:rsid w:val="00293089"/>
    <w:rsid w:val="00293358"/>
    <w:rsid w:val="00293A9C"/>
    <w:rsid w:val="0029430B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4C2"/>
    <w:rsid w:val="002A06AB"/>
    <w:rsid w:val="002A0829"/>
    <w:rsid w:val="002A19EE"/>
    <w:rsid w:val="002A1C76"/>
    <w:rsid w:val="002A1DD5"/>
    <w:rsid w:val="002A2108"/>
    <w:rsid w:val="002A249F"/>
    <w:rsid w:val="002A25EE"/>
    <w:rsid w:val="002A2874"/>
    <w:rsid w:val="002A2895"/>
    <w:rsid w:val="002A2F77"/>
    <w:rsid w:val="002A3385"/>
    <w:rsid w:val="002A3ECD"/>
    <w:rsid w:val="002A3FDB"/>
    <w:rsid w:val="002A436F"/>
    <w:rsid w:val="002A4384"/>
    <w:rsid w:val="002A4746"/>
    <w:rsid w:val="002A489F"/>
    <w:rsid w:val="002A4A79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41F5"/>
    <w:rsid w:val="002B509D"/>
    <w:rsid w:val="002B553A"/>
    <w:rsid w:val="002B5C8A"/>
    <w:rsid w:val="002B5CD9"/>
    <w:rsid w:val="002B5DEC"/>
    <w:rsid w:val="002B5E66"/>
    <w:rsid w:val="002B6106"/>
    <w:rsid w:val="002B61D8"/>
    <w:rsid w:val="002B6338"/>
    <w:rsid w:val="002B6FFA"/>
    <w:rsid w:val="002B70A6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5CC0"/>
    <w:rsid w:val="002C62D4"/>
    <w:rsid w:val="002C65CC"/>
    <w:rsid w:val="002C69A7"/>
    <w:rsid w:val="002C6B31"/>
    <w:rsid w:val="002C739A"/>
    <w:rsid w:val="002C7B1B"/>
    <w:rsid w:val="002D0510"/>
    <w:rsid w:val="002D0D95"/>
    <w:rsid w:val="002D15B0"/>
    <w:rsid w:val="002D207C"/>
    <w:rsid w:val="002D26B4"/>
    <w:rsid w:val="002D2B05"/>
    <w:rsid w:val="002D4425"/>
    <w:rsid w:val="002D4E9E"/>
    <w:rsid w:val="002D4EF5"/>
    <w:rsid w:val="002D520C"/>
    <w:rsid w:val="002D55FD"/>
    <w:rsid w:val="002D5647"/>
    <w:rsid w:val="002D5AE1"/>
    <w:rsid w:val="002D6C79"/>
    <w:rsid w:val="002D7206"/>
    <w:rsid w:val="002E0902"/>
    <w:rsid w:val="002E19E7"/>
    <w:rsid w:val="002E1B44"/>
    <w:rsid w:val="002E1E51"/>
    <w:rsid w:val="002E32CF"/>
    <w:rsid w:val="002E3D79"/>
    <w:rsid w:val="002E668B"/>
    <w:rsid w:val="002E6E53"/>
    <w:rsid w:val="002E7EEF"/>
    <w:rsid w:val="002F14BA"/>
    <w:rsid w:val="002F1840"/>
    <w:rsid w:val="002F2B06"/>
    <w:rsid w:val="002F2B54"/>
    <w:rsid w:val="002F3DEC"/>
    <w:rsid w:val="002F4DCD"/>
    <w:rsid w:val="002F5951"/>
    <w:rsid w:val="002F67FC"/>
    <w:rsid w:val="002F71C1"/>
    <w:rsid w:val="002F73BE"/>
    <w:rsid w:val="002F7923"/>
    <w:rsid w:val="003004EE"/>
    <w:rsid w:val="00300736"/>
    <w:rsid w:val="003007CA"/>
    <w:rsid w:val="00301A26"/>
    <w:rsid w:val="00301B3C"/>
    <w:rsid w:val="00302409"/>
    <w:rsid w:val="0030265E"/>
    <w:rsid w:val="0030292A"/>
    <w:rsid w:val="00302932"/>
    <w:rsid w:val="003045C8"/>
    <w:rsid w:val="003045F6"/>
    <w:rsid w:val="0030506B"/>
    <w:rsid w:val="0030555C"/>
    <w:rsid w:val="00305DB7"/>
    <w:rsid w:val="00305FD8"/>
    <w:rsid w:val="00306647"/>
    <w:rsid w:val="00306CA4"/>
    <w:rsid w:val="003075BE"/>
    <w:rsid w:val="00307674"/>
    <w:rsid w:val="003076E2"/>
    <w:rsid w:val="0031048D"/>
    <w:rsid w:val="00310732"/>
    <w:rsid w:val="00310BFE"/>
    <w:rsid w:val="00310DEC"/>
    <w:rsid w:val="00310E06"/>
    <w:rsid w:val="00312008"/>
    <w:rsid w:val="0031286E"/>
    <w:rsid w:val="00312DA5"/>
    <w:rsid w:val="00313735"/>
    <w:rsid w:val="00314018"/>
    <w:rsid w:val="00314AD0"/>
    <w:rsid w:val="00314C9C"/>
    <w:rsid w:val="00315387"/>
    <w:rsid w:val="00315845"/>
    <w:rsid w:val="003163A3"/>
    <w:rsid w:val="00317130"/>
    <w:rsid w:val="00317926"/>
    <w:rsid w:val="00320FA7"/>
    <w:rsid w:val="003216DA"/>
    <w:rsid w:val="003225A0"/>
    <w:rsid w:val="003227F5"/>
    <w:rsid w:val="003228CF"/>
    <w:rsid w:val="00322AB2"/>
    <w:rsid w:val="003234B2"/>
    <w:rsid w:val="00323B9C"/>
    <w:rsid w:val="00323D93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C76"/>
    <w:rsid w:val="00330D14"/>
    <w:rsid w:val="00330DC2"/>
    <w:rsid w:val="003317BD"/>
    <w:rsid w:val="00331926"/>
    <w:rsid w:val="00332040"/>
    <w:rsid w:val="00332278"/>
    <w:rsid w:val="003327D1"/>
    <w:rsid w:val="00332A9F"/>
    <w:rsid w:val="00332B6A"/>
    <w:rsid w:val="00332C9D"/>
    <w:rsid w:val="0033369C"/>
    <w:rsid w:val="0033413E"/>
    <w:rsid w:val="00334334"/>
    <w:rsid w:val="00334369"/>
    <w:rsid w:val="00334F1D"/>
    <w:rsid w:val="00335370"/>
    <w:rsid w:val="003354C4"/>
    <w:rsid w:val="00335702"/>
    <w:rsid w:val="00336014"/>
    <w:rsid w:val="00336176"/>
    <w:rsid w:val="00340AB1"/>
    <w:rsid w:val="003410E5"/>
    <w:rsid w:val="00341317"/>
    <w:rsid w:val="00342660"/>
    <w:rsid w:val="00342909"/>
    <w:rsid w:val="003430DC"/>
    <w:rsid w:val="003433A6"/>
    <w:rsid w:val="00343A78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543"/>
    <w:rsid w:val="00350AAC"/>
    <w:rsid w:val="00352011"/>
    <w:rsid w:val="00352191"/>
    <w:rsid w:val="003534D5"/>
    <w:rsid w:val="00353B1B"/>
    <w:rsid w:val="00354992"/>
    <w:rsid w:val="00354FA7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42F"/>
    <w:rsid w:val="00362C2B"/>
    <w:rsid w:val="00362C5E"/>
    <w:rsid w:val="0036372F"/>
    <w:rsid w:val="00363FCC"/>
    <w:rsid w:val="003644B2"/>
    <w:rsid w:val="00364EED"/>
    <w:rsid w:val="003668B4"/>
    <w:rsid w:val="00366A07"/>
    <w:rsid w:val="00367205"/>
    <w:rsid w:val="00367505"/>
    <w:rsid w:val="00367F56"/>
    <w:rsid w:val="0037129D"/>
    <w:rsid w:val="00371D45"/>
    <w:rsid w:val="00371FF5"/>
    <w:rsid w:val="00373084"/>
    <w:rsid w:val="0037348C"/>
    <w:rsid w:val="00373846"/>
    <w:rsid w:val="0037447B"/>
    <w:rsid w:val="00375363"/>
    <w:rsid w:val="00375C45"/>
    <w:rsid w:val="0037636A"/>
    <w:rsid w:val="0037677E"/>
    <w:rsid w:val="0037687C"/>
    <w:rsid w:val="003769B5"/>
    <w:rsid w:val="00376ECC"/>
    <w:rsid w:val="00380516"/>
    <w:rsid w:val="00380709"/>
    <w:rsid w:val="0038103F"/>
    <w:rsid w:val="003814EF"/>
    <w:rsid w:val="00382F95"/>
    <w:rsid w:val="003838F7"/>
    <w:rsid w:val="00384C01"/>
    <w:rsid w:val="003857EE"/>
    <w:rsid w:val="00385CA7"/>
    <w:rsid w:val="00385E9C"/>
    <w:rsid w:val="00386B6B"/>
    <w:rsid w:val="00386F82"/>
    <w:rsid w:val="00387B22"/>
    <w:rsid w:val="00387E53"/>
    <w:rsid w:val="0039021F"/>
    <w:rsid w:val="00390FE6"/>
    <w:rsid w:val="00391345"/>
    <w:rsid w:val="00391C2D"/>
    <w:rsid w:val="00391ED7"/>
    <w:rsid w:val="003927BF"/>
    <w:rsid w:val="00392BE9"/>
    <w:rsid w:val="00393596"/>
    <w:rsid w:val="003953AE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1F67"/>
    <w:rsid w:val="003A2143"/>
    <w:rsid w:val="003A2BEC"/>
    <w:rsid w:val="003A2CEF"/>
    <w:rsid w:val="003A329C"/>
    <w:rsid w:val="003A3928"/>
    <w:rsid w:val="003A4243"/>
    <w:rsid w:val="003A4628"/>
    <w:rsid w:val="003A4C46"/>
    <w:rsid w:val="003A508D"/>
    <w:rsid w:val="003A528F"/>
    <w:rsid w:val="003A538F"/>
    <w:rsid w:val="003A53C1"/>
    <w:rsid w:val="003A5683"/>
    <w:rsid w:val="003A56BC"/>
    <w:rsid w:val="003A5BCA"/>
    <w:rsid w:val="003A5E3E"/>
    <w:rsid w:val="003A6A6A"/>
    <w:rsid w:val="003A6DED"/>
    <w:rsid w:val="003A7382"/>
    <w:rsid w:val="003A7C4F"/>
    <w:rsid w:val="003B01C5"/>
    <w:rsid w:val="003B187D"/>
    <w:rsid w:val="003B229D"/>
    <w:rsid w:val="003B286B"/>
    <w:rsid w:val="003B35B3"/>
    <w:rsid w:val="003B37A9"/>
    <w:rsid w:val="003B45D6"/>
    <w:rsid w:val="003B4824"/>
    <w:rsid w:val="003B54BA"/>
    <w:rsid w:val="003B5BE6"/>
    <w:rsid w:val="003B6D71"/>
    <w:rsid w:val="003B70FF"/>
    <w:rsid w:val="003B755D"/>
    <w:rsid w:val="003B78C9"/>
    <w:rsid w:val="003B79B7"/>
    <w:rsid w:val="003B7E1A"/>
    <w:rsid w:val="003C0498"/>
    <w:rsid w:val="003C0BC7"/>
    <w:rsid w:val="003C141B"/>
    <w:rsid w:val="003C1CE9"/>
    <w:rsid w:val="003C1F9B"/>
    <w:rsid w:val="003C2D69"/>
    <w:rsid w:val="003C3775"/>
    <w:rsid w:val="003C3B37"/>
    <w:rsid w:val="003C4E9C"/>
    <w:rsid w:val="003C4ECD"/>
    <w:rsid w:val="003C52F7"/>
    <w:rsid w:val="003C562D"/>
    <w:rsid w:val="003C5896"/>
    <w:rsid w:val="003C5D8E"/>
    <w:rsid w:val="003C5DC0"/>
    <w:rsid w:val="003C6464"/>
    <w:rsid w:val="003C721C"/>
    <w:rsid w:val="003C73CC"/>
    <w:rsid w:val="003D0B9E"/>
    <w:rsid w:val="003D0F68"/>
    <w:rsid w:val="003D1BC5"/>
    <w:rsid w:val="003D2BB4"/>
    <w:rsid w:val="003D39A1"/>
    <w:rsid w:val="003D46DE"/>
    <w:rsid w:val="003D4861"/>
    <w:rsid w:val="003D4D6A"/>
    <w:rsid w:val="003D5674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3F8D"/>
    <w:rsid w:val="003E570D"/>
    <w:rsid w:val="003E5BD1"/>
    <w:rsid w:val="003E6C11"/>
    <w:rsid w:val="003E7A38"/>
    <w:rsid w:val="003F02F6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6D5D"/>
    <w:rsid w:val="003F7F6F"/>
    <w:rsid w:val="003F7FDB"/>
    <w:rsid w:val="00400245"/>
    <w:rsid w:val="00400D37"/>
    <w:rsid w:val="00401009"/>
    <w:rsid w:val="00401636"/>
    <w:rsid w:val="00401790"/>
    <w:rsid w:val="004024B4"/>
    <w:rsid w:val="00402BA6"/>
    <w:rsid w:val="00402E07"/>
    <w:rsid w:val="00402F00"/>
    <w:rsid w:val="0040338E"/>
    <w:rsid w:val="00403C86"/>
    <w:rsid w:val="004051B7"/>
    <w:rsid w:val="004058FB"/>
    <w:rsid w:val="00405DCE"/>
    <w:rsid w:val="00406130"/>
    <w:rsid w:val="00406439"/>
    <w:rsid w:val="00406933"/>
    <w:rsid w:val="00406FF9"/>
    <w:rsid w:val="0040708A"/>
    <w:rsid w:val="00407277"/>
    <w:rsid w:val="004111EC"/>
    <w:rsid w:val="00411AEC"/>
    <w:rsid w:val="00412655"/>
    <w:rsid w:val="00414145"/>
    <w:rsid w:val="00414353"/>
    <w:rsid w:val="00414383"/>
    <w:rsid w:val="00415480"/>
    <w:rsid w:val="00415A1F"/>
    <w:rsid w:val="00416485"/>
    <w:rsid w:val="00416924"/>
    <w:rsid w:val="00416956"/>
    <w:rsid w:val="00416EC6"/>
    <w:rsid w:val="00417115"/>
    <w:rsid w:val="00417411"/>
    <w:rsid w:val="004178B7"/>
    <w:rsid w:val="00420D0C"/>
    <w:rsid w:val="0042132B"/>
    <w:rsid w:val="00421C11"/>
    <w:rsid w:val="00421DDE"/>
    <w:rsid w:val="00422B03"/>
    <w:rsid w:val="00422E54"/>
    <w:rsid w:val="004232E6"/>
    <w:rsid w:val="00424980"/>
    <w:rsid w:val="0042663A"/>
    <w:rsid w:val="00426C54"/>
    <w:rsid w:val="00426C9B"/>
    <w:rsid w:val="00427616"/>
    <w:rsid w:val="00427C2D"/>
    <w:rsid w:val="004305BF"/>
    <w:rsid w:val="004314B9"/>
    <w:rsid w:val="00431C8C"/>
    <w:rsid w:val="0043299E"/>
    <w:rsid w:val="0043307B"/>
    <w:rsid w:val="004336A5"/>
    <w:rsid w:val="00434A36"/>
    <w:rsid w:val="00434A94"/>
    <w:rsid w:val="00434C56"/>
    <w:rsid w:val="004351CC"/>
    <w:rsid w:val="00435458"/>
    <w:rsid w:val="00435626"/>
    <w:rsid w:val="00435CEA"/>
    <w:rsid w:val="00435D14"/>
    <w:rsid w:val="00435F2A"/>
    <w:rsid w:val="0043620D"/>
    <w:rsid w:val="0043689E"/>
    <w:rsid w:val="00436C91"/>
    <w:rsid w:val="00441A78"/>
    <w:rsid w:val="004428AF"/>
    <w:rsid w:val="00442F38"/>
    <w:rsid w:val="0044304C"/>
    <w:rsid w:val="0044344E"/>
    <w:rsid w:val="00444056"/>
    <w:rsid w:val="0044494D"/>
    <w:rsid w:val="00444C47"/>
    <w:rsid w:val="00446217"/>
    <w:rsid w:val="00450C22"/>
    <w:rsid w:val="00450CFC"/>
    <w:rsid w:val="00450DCB"/>
    <w:rsid w:val="00451B60"/>
    <w:rsid w:val="004531E5"/>
    <w:rsid w:val="00454134"/>
    <w:rsid w:val="00454614"/>
    <w:rsid w:val="00454659"/>
    <w:rsid w:val="00454C4C"/>
    <w:rsid w:val="0045569B"/>
    <w:rsid w:val="0045626D"/>
    <w:rsid w:val="00456309"/>
    <w:rsid w:val="00456C5C"/>
    <w:rsid w:val="00457595"/>
    <w:rsid w:val="00457AFC"/>
    <w:rsid w:val="00460403"/>
    <w:rsid w:val="004608B4"/>
    <w:rsid w:val="004608C4"/>
    <w:rsid w:val="00460CF8"/>
    <w:rsid w:val="00460FA9"/>
    <w:rsid w:val="00461D6F"/>
    <w:rsid w:val="00462493"/>
    <w:rsid w:val="004625F3"/>
    <w:rsid w:val="0046388A"/>
    <w:rsid w:val="00464398"/>
    <w:rsid w:val="004648CE"/>
    <w:rsid w:val="00464A1C"/>
    <w:rsid w:val="00465C1C"/>
    <w:rsid w:val="00465C24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B40"/>
    <w:rsid w:val="00474387"/>
    <w:rsid w:val="004749D4"/>
    <w:rsid w:val="00474C48"/>
    <w:rsid w:val="00474D67"/>
    <w:rsid w:val="00475A1D"/>
    <w:rsid w:val="00476640"/>
    <w:rsid w:val="00477703"/>
    <w:rsid w:val="00477BDC"/>
    <w:rsid w:val="00477DEA"/>
    <w:rsid w:val="00481BBB"/>
    <w:rsid w:val="004822B3"/>
    <w:rsid w:val="004825AA"/>
    <w:rsid w:val="004829DB"/>
    <w:rsid w:val="00482C17"/>
    <w:rsid w:val="00484DCA"/>
    <w:rsid w:val="00485675"/>
    <w:rsid w:val="0048598F"/>
    <w:rsid w:val="0048612D"/>
    <w:rsid w:val="004866FA"/>
    <w:rsid w:val="0048738B"/>
    <w:rsid w:val="00487EF6"/>
    <w:rsid w:val="00490629"/>
    <w:rsid w:val="004908DA"/>
    <w:rsid w:val="004917EA"/>
    <w:rsid w:val="00491813"/>
    <w:rsid w:val="00492330"/>
    <w:rsid w:val="00492442"/>
    <w:rsid w:val="004927BD"/>
    <w:rsid w:val="00492B05"/>
    <w:rsid w:val="00492B65"/>
    <w:rsid w:val="00492DA1"/>
    <w:rsid w:val="00493252"/>
    <w:rsid w:val="004933CD"/>
    <w:rsid w:val="004933F6"/>
    <w:rsid w:val="00493688"/>
    <w:rsid w:val="00493879"/>
    <w:rsid w:val="0049492C"/>
    <w:rsid w:val="00494949"/>
    <w:rsid w:val="00494969"/>
    <w:rsid w:val="004955A8"/>
    <w:rsid w:val="004955CF"/>
    <w:rsid w:val="00496DF1"/>
    <w:rsid w:val="004971B8"/>
    <w:rsid w:val="004A02C1"/>
    <w:rsid w:val="004A0BCD"/>
    <w:rsid w:val="004A1688"/>
    <w:rsid w:val="004A1E14"/>
    <w:rsid w:val="004A2BE7"/>
    <w:rsid w:val="004A2BFA"/>
    <w:rsid w:val="004A3564"/>
    <w:rsid w:val="004A379B"/>
    <w:rsid w:val="004A3EA1"/>
    <w:rsid w:val="004A4D3F"/>
    <w:rsid w:val="004A5715"/>
    <w:rsid w:val="004A607F"/>
    <w:rsid w:val="004A6097"/>
    <w:rsid w:val="004A6347"/>
    <w:rsid w:val="004A65DE"/>
    <w:rsid w:val="004A719D"/>
    <w:rsid w:val="004B0D5D"/>
    <w:rsid w:val="004B0EF4"/>
    <w:rsid w:val="004B1AE8"/>
    <w:rsid w:val="004B2FFA"/>
    <w:rsid w:val="004B3563"/>
    <w:rsid w:val="004B37B8"/>
    <w:rsid w:val="004B3CBD"/>
    <w:rsid w:val="004B3F06"/>
    <w:rsid w:val="004B42D7"/>
    <w:rsid w:val="004B5911"/>
    <w:rsid w:val="004B6F0F"/>
    <w:rsid w:val="004B7335"/>
    <w:rsid w:val="004B763D"/>
    <w:rsid w:val="004B7799"/>
    <w:rsid w:val="004B7ADA"/>
    <w:rsid w:val="004B7CB2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EA7"/>
    <w:rsid w:val="004C5F74"/>
    <w:rsid w:val="004C6197"/>
    <w:rsid w:val="004C6EF3"/>
    <w:rsid w:val="004C79F7"/>
    <w:rsid w:val="004C7EB4"/>
    <w:rsid w:val="004C7EB9"/>
    <w:rsid w:val="004C7F38"/>
    <w:rsid w:val="004D090B"/>
    <w:rsid w:val="004D0DA1"/>
    <w:rsid w:val="004D23DA"/>
    <w:rsid w:val="004D335C"/>
    <w:rsid w:val="004D3D2D"/>
    <w:rsid w:val="004D4431"/>
    <w:rsid w:val="004D5140"/>
    <w:rsid w:val="004D5A33"/>
    <w:rsid w:val="004D6DCD"/>
    <w:rsid w:val="004D6E7A"/>
    <w:rsid w:val="004D70E8"/>
    <w:rsid w:val="004D73B3"/>
    <w:rsid w:val="004E0B07"/>
    <w:rsid w:val="004E16AE"/>
    <w:rsid w:val="004E1D86"/>
    <w:rsid w:val="004E1E64"/>
    <w:rsid w:val="004E21E2"/>
    <w:rsid w:val="004E2598"/>
    <w:rsid w:val="004E2992"/>
    <w:rsid w:val="004E2C26"/>
    <w:rsid w:val="004E2E0A"/>
    <w:rsid w:val="004E3A95"/>
    <w:rsid w:val="004E3BCA"/>
    <w:rsid w:val="004E446C"/>
    <w:rsid w:val="004E4F3F"/>
    <w:rsid w:val="004E669E"/>
    <w:rsid w:val="004E6903"/>
    <w:rsid w:val="004E7ABA"/>
    <w:rsid w:val="004F01A4"/>
    <w:rsid w:val="004F0764"/>
    <w:rsid w:val="004F10A3"/>
    <w:rsid w:val="004F3554"/>
    <w:rsid w:val="004F426E"/>
    <w:rsid w:val="004F48D4"/>
    <w:rsid w:val="004F4D1C"/>
    <w:rsid w:val="004F559E"/>
    <w:rsid w:val="004F6918"/>
    <w:rsid w:val="004F7043"/>
    <w:rsid w:val="00500263"/>
    <w:rsid w:val="00500E7A"/>
    <w:rsid w:val="005010D5"/>
    <w:rsid w:val="00501E32"/>
    <w:rsid w:val="0050365B"/>
    <w:rsid w:val="00503B89"/>
    <w:rsid w:val="00503BF2"/>
    <w:rsid w:val="0050400C"/>
    <w:rsid w:val="00504077"/>
    <w:rsid w:val="005049C3"/>
    <w:rsid w:val="00504CD8"/>
    <w:rsid w:val="00504CFA"/>
    <w:rsid w:val="00505236"/>
    <w:rsid w:val="0050607A"/>
    <w:rsid w:val="00506199"/>
    <w:rsid w:val="0050640A"/>
    <w:rsid w:val="00506498"/>
    <w:rsid w:val="00506E33"/>
    <w:rsid w:val="00507926"/>
    <w:rsid w:val="005103B8"/>
    <w:rsid w:val="00510455"/>
    <w:rsid w:val="005107B9"/>
    <w:rsid w:val="0051138F"/>
    <w:rsid w:val="005117EB"/>
    <w:rsid w:val="00511905"/>
    <w:rsid w:val="00511A1E"/>
    <w:rsid w:val="0051293E"/>
    <w:rsid w:val="00512BDD"/>
    <w:rsid w:val="005138F6"/>
    <w:rsid w:val="005140BA"/>
    <w:rsid w:val="005143CD"/>
    <w:rsid w:val="0051454B"/>
    <w:rsid w:val="005152DE"/>
    <w:rsid w:val="00515342"/>
    <w:rsid w:val="005162CF"/>
    <w:rsid w:val="0051648E"/>
    <w:rsid w:val="0051728E"/>
    <w:rsid w:val="00517767"/>
    <w:rsid w:val="00517F1B"/>
    <w:rsid w:val="00520614"/>
    <w:rsid w:val="00520726"/>
    <w:rsid w:val="005214D2"/>
    <w:rsid w:val="005222E7"/>
    <w:rsid w:val="0052248E"/>
    <w:rsid w:val="00524302"/>
    <w:rsid w:val="00525252"/>
    <w:rsid w:val="005258BA"/>
    <w:rsid w:val="00525990"/>
    <w:rsid w:val="00525E36"/>
    <w:rsid w:val="00527640"/>
    <w:rsid w:val="00527765"/>
    <w:rsid w:val="00527F80"/>
    <w:rsid w:val="0053000A"/>
    <w:rsid w:val="005306AC"/>
    <w:rsid w:val="0053229F"/>
    <w:rsid w:val="005340DC"/>
    <w:rsid w:val="005345B0"/>
    <w:rsid w:val="00534841"/>
    <w:rsid w:val="005352BA"/>
    <w:rsid w:val="00535311"/>
    <w:rsid w:val="00536067"/>
    <w:rsid w:val="00536926"/>
    <w:rsid w:val="00537A82"/>
    <w:rsid w:val="00540462"/>
    <w:rsid w:val="005404A2"/>
    <w:rsid w:val="0054093F"/>
    <w:rsid w:val="00540CBA"/>
    <w:rsid w:val="00541400"/>
    <w:rsid w:val="005414D3"/>
    <w:rsid w:val="0054180F"/>
    <w:rsid w:val="00543181"/>
    <w:rsid w:val="00543237"/>
    <w:rsid w:val="005432C0"/>
    <w:rsid w:val="005438E4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18FD"/>
    <w:rsid w:val="005529AB"/>
    <w:rsid w:val="00553112"/>
    <w:rsid w:val="0055399A"/>
    <w:rsid w:val="005539A9"/>
    <w:rsid w:val="00553B1F"/>
    <w:rsid w:val="0055487E"/>
    <w:rsid w:val="00554918"/>
    <w:rsid w:val="00554E15"/>
    <w:rsid w:val="00556626"/>
    <w:rsid w:val="005566FA"/>
    <w:rsid w:val="00556821"/>
    <w:rsid w:val="00556F07"/>
    <w:rsid w:val="00557436"/>
    <w:rsid w:val="00560936"/>
    <w:rsid w:val="00561489"/>
    <w:rsid w:val="00561872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9C7"/>
    <w:rsid w:val="00570A49"/>
    <w:rsid w:val="00570B0C"/>
    <w:rsid w:val="0057115B"/>
    <w:rsid w:val="00571F6E"/>
    <w:rsid w:val="00572599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2C7"/>
    <w:rsid w:val="00580765"/>
    <w:rsid w:val="00581612"/>
    <w:rsid w:val="00581D2A"/>
    <w:rsid w:val="005820D3"/>
    <w:rsid w:val="005821E9"/>
    <w:rsid w:val="005830EF"/>
    <w:rsid w:val="005833B8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725A"/>
    <w:rsid w:val="00587B88"/>
    <w:rsid w:val="005903BF"/>
    <w:rsid w:val="00590C63"/>
    <w:rsid w:val="0059143B"/>
    <w:rsid w:val="005918B4"/>
    <w:rsid w:val="00591AE6"/>
    <w:rsid w:val="00593D01"/>
    <w:rsid w:val="00593F5F"/>
    <w:rsid w:val="0059403E"/>
    <w:rsid w:val="00594A5D"/>
    <w:rsid w:val="0059592B"/>
    <w:rsid w:val="00596861"/>
    <w:rsid w:val="00596C09"/>
    <w:rsid w:val="00596E56"/>
    <w:rsid w:val="00596FC2"/>
    <w:rsid w:val="005970C9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181"/>
    <w:rsid w:val="005A344D"/>
    <w:rsid w:val="005A4D21"/>
    <w:rsid w:val="005A59A9"/>
    <w:rsid w:val="005A6B7A"/>
    <w:rsid w:val="005B1A09"/>
    <w:rsid w:val="005B1F9B"/>
    <w:rsid w:val="005B240D"/>
    <w:rsid w:val="005B3B8E"/>
    <w:rsid w:val="005B43CA"/>
    <w:rsid w:val="005B4824"/>
    <w:rsid w:val="005B4F5C"/>
    <w:rsid w:val="005B5503"/>
    <w:rsid w:val="005B58BB"/>
    <w:rsid w:val="005B63DA"/>
    <w:rsid w:val="005B7E08"/>
    <w:rsid w:val="005B7E83"/>
    <w:rsid w:val="005C1738"/>
    <w:rsid w:val="005C189B"/>
    <w:rsid w:val="005C20E7"/>
    <w:rsid w:val="005C2DD8"/>
    <w:rsid w:val="005C36EA"/>
    <w:rsid w:val="005C45E6"/>
    <w:rsid w:val="005C5094"/>
    <w:rsid w:val="005C53AC"/>
    <w:rsid w:val="005C7D37"/>
    <w:rsid w:val="005D0AF9"/>
    <w:rsid w:val="005D117B"/>
    <w:rsid w:val="005D1481"/>
    <w:rsid w:val="005D1506"/>
    <w:rsid w:val="005D2A1C"/>
    <w:rsid w:val="005D3217"/>
    <w:rsid w:val="005D37A7"/>
    <w:rsid w:val="005D3B5B"/>
    <w:rsid w:val="005D3D82"/>
    <w:rsid w:val="005D437C"/>
    <w:rsid w:val="005D483C"/>
    <w:rsid w:val="005D52DD"/>
    <w:rsid w:val="005D5534"/>
    <w:rsid w:val="005D5898"/>
    <w:rsid w:val="005D62F1"/>
    <w:rsid w:val="005D63B2"/>
    <w:rsid w:val="005D6974"/>
    <w:rsid w:val="005D6A8C"/>
    <w:rsid w:val="005D7EC3"/>
    <w:rsid w:val="005E04B2"/>
    <w:rsid w:val="005E12D8"/>
    <w:rsid w:val="005E1EF3"/>
    <w:rsid w:val="005E2A4F"/>
    <w:rsid w:val="005E3942"/>
    <w:rsid w:val="005E3BA7"/>
    <w:rsid w:val="005E403E"/>
    <w:rsid w:val="005E651E"/>
    <w:rsid w:val="005E6D60"/>
    <w:rsid w:val="005E7474"/>
    <w:rsid w:val="005E751C"/>
    <w:rsid w:val="005F00E9"/>
    <w:rsid w:val="005F0C58"/>
    <w:rsid w:val="005F114A"/>
    <w:rsid w:val="005F30EA"/>
    <w:rsid w:val="005F3265"/>
    <w:rsid w:val="005F353A"/>
    <w:rsid w:val="005F41FA"/>
    <w:rsid w:val="005F4440"/>
    <w:rsid w:val="005F4C04"/>
    <w:rsid w:val="005F56C1"/>
    <w:rsid w:val="005F60A1"/>
    <w:rsid w:val="005F6353"/>
    <w:rsid w:val="005F72F3"/>
    <w:rsid w:val="005F7629"/>
    <w:rsid w:val="005F7983"/>
    <w:rsid w:val="00600BF6"/>
    <w:rsid w:val="006011A9"/>
    <w:rsid w:val="00601585"/>
    <w:rsid w:val="00601A56"/>
    <w:rsid w:val="00601AF8"/>
    <w:rsid w:val="00601EFE"/>
    <w:rsid w:val="00602A20"/>
    <w:rsid w:val="00602CD7"/>
    <w:rsid w:val="0060375A"/>
    <w:rsid w:val="00603C99"/>
    <w:rsid w:val="00604570"/>
    <w:rsid w:val="006050AB"/>
    <w:rsid w:val="0060531F"/>
    <w:rsid w:val="006055D7"/>
    <w:rsid w:val="00605F06"/>
    <w:rsid w:val="006063DD"/>
    <w:rsid w:val="00606830"/>
    <w:rsid w:val="00607227"/>
    <w:rsid w:val="006077DA"/>
    <w:rsid w:val="006100B3"/>
    <w:rsid w:val="00610F70"/>
    <w:rsid w:val="006129EC"/>
    <w:rsid w:val="00613A0A"/>
    <w:rsid w:val="00614389"/>
    <w:rsid w:val="006145C3"/>
    <w:rsid w:val="00615223"/>
    <w:rsid w:val="006154D7"/>
    <w:rsid w:val="00615992"/>
    <w:rsid w:val="00616D7A"/>
    <w:rsid w:val="00616E48"/>
    <w:rsid w:val="00617573"/>
    <w:rsid w:val="00620D88"/>
    <w:rsid w:val="006221EA"/>
    <w:rsid w:val="006226EA"/>
    <w:rsid w:val="006228CD"/>
    <w:rsid w:val="00622DDF"/>
    <w:rsid w:val="006236CB"/>
    <w:rsid w:val="00623FE4"/>
    <w:rsid w:val="00624874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1B5"/>
    <w:rsid w:val="00633356"/>
    <w:rsid w:val="00633594"/>
    <w:rsid w:val="006335F4"/>
    <w:rsid w:val="00634905"/>
    <w:rsid w:val="00635E19"/>
    <w:rsid w:val="00635FBF"/>
    <w:rsid w:val="006374AF"/>
    <w:rsid w:val="00640236"/>
    <w:rsid w:val="006405A2"/>
    <w:rsid w:val="006407CB"/>
    <w:rsid w:val="00640E53"/>
    <w:rsid w:val="00641764"/>
    <w:rsid w:val="00641CF4"/>
    <w:rsid w:val="006422C4"/>
    <w:rsid w:val="00642933"/>
    <w:rsid w:val="006430CA"/>
    <w:rsid w:val="0064335B"/>
    <w:rsid w:val="0064352D"/>
    <w:rsid w:val="0064385E"/>
    <w:rsid w:val="00643FF6"/>
    <w:rsid w:val="00644DDE"/>
    <w:rsid w:val="00644E94"/>
    <w:rsid w:val="00645D3C"/>
    <w:rsid w:val="0064617A"/>
    <w:rsid w:val="00646D53"/>
    <w:rsid w:val="00646F7D"/>
    <w:rsid w:val="00647C9E"/>
    <w:rsid w:val="00650654"/>
    <w:rsid w:val="00650E48"/>
    <w:rsid w:val="00650F1F"/>
    <w:rsid w:val="006522A6"/>
    <w:rsid w:val="00652517"/>
    <w:rsid w:val="006545B1"/>
    <w:rsid w:val="006548B9"/>
    <w:rsid w:val="00654A4E"/>
    <w:rsid w:val="0065525F"/>
    <w:rsid w:val="0065696F"/>
    <w:rsid w:val="00656F12"/>
    <w:rsid w:val="006572A1"/>
    <w:rsid w:val="006577AB"/>
    <w:rsid w:val="00657C71"/>
    <w:rsid w:val="006603A2"/>
    <w:rsid w:val="006604DD"/>
    <w:rsid w:val="00660B29"/>
    <w:rsid w:val="00660D5B"/>
    <w:rsid w:val="006611DA"/>
    <w:rsid w:val="00661A4E"/>
    <w:rsid w:val="00661F52"/>
    <w:rsid w:val="006626BA"/>
    <w:rsid w:val="00664A72"/>
    <w:rsid w:val="00664D2F"/>
    <w:rsid w:val="006650D6"/>
    <w:rsid w:val="00665EB2"/>
    <w:rsid w:val="00665FC9"/>
    <w:rsid w:val="006670C4"/>
    <w:rsid w:val="006707BB"/>
    <w:rsid w:val="00671EA4"/>
    <w:rsid w:val="00672234"/>
    <w:rsid w:val="006722FF"/>
    <w:rsid w:val="0067342D"/>
    <w:rsid w:val="00673A38"/>
    <w:rsid w:val="00673AB0"/>
    <w:rsid w:val="00675494"/>
    <w:rsid w:val="006754B7"/>
    <w:rsid w:val="00675707"/>
    <w:rsid w:val="006767C9"/>
    <w:rsid w:val="00676A43"/>
    <w:rsid w:val="00676CBA"/>
    <w:rsid w:val="00677BB8"/>
    <w:rsid w:val="00681295"/>
    <w:rsid w:val="0068129E"/>
    <w:rsid w:val="006816B8"/>
    <w:rsid w:val="006819D7"/>
    <w:rsid w:val="00681DE0"/>
    <w:rsid w:val="006822E4"/>
    <w:rsid w:val="0068272B"/>
    <w:rsid w:val="00682995"/>
    <w:rsid w:val="00682B55"/>
    <w:rsid w:val="00683084"/>
    <w:rsid w:val="006839B8"/>
    <w:rsid w:val="006841E2"/>
    <w:rsid w:val="00684276"/>
    <w:rsid w:val="00684B51"/>
    <w:rsid w:val="0068510E"/>
    <w:rsid w:val="00685849"/>
    <w:rsid w:val="00685A1D"/>
    <w:rsid w:val="0068626E"/>
    <w:rsid w:val="00686C5C"/>
    <w:rsid w:val="00687849"/>
    <w:rsid w:val="00690698"/>
    <w:rsid w:val="00690A8E"/>
    <w:rsid w:val="00691418"/>
    <w:rsid w:val="006914BC"/>
    <w:rsid w:val="006917F8"/>
    <w:rsid w:val="00691A69"/>
    <w:rsid w:val="0069242D"/>
    <w:rsid w:val="00692F2B"/>
    <w:rsid w:val="00693125"/>
    <w:rsid w:val="00693BC9"/>
    <w:rsid w:val="00694411"/>
    <w:rsid w:val="006948FF"/>
    <w:rsid w:val="00694F01"/>
    <w:rsid w:val="00695BF4"/>
    <w:rsid w:val="0069750A"/>
    <w:rsid w:val="00697658"/>
    <w:rsid w:val="006A0063"/>
    <w:rsid w:val="006A04BE"/>
    <w:rsid w:val="006A04ED"/>
    <w:rsid w:val="006A0A36"/>
    <w:rsid w:val="006A0AE9"/>
    <w:rsid w:val="006A0B12"/>
    <w:rsid w:val="006A1844"/>
    <w:rsid w:val="006A251E"/>
    <w:rsid w:val="006A2E6F"/>
    <w:rsid w:val="006A33F4"/>
    <w:rsid w:val="006A38F1"/>
    <w:rsid w:val="006A3A5D"/>
    <w:rsid w:val="006A3F21"/>
    <w:rsid w:val="006A522B"/>
    <w:rsid w:val="006A5C93"/>
    <w:rsid w:val="006A697D"/>
    <w:rsid w:val="006A6D23"/>
    <w:rsid w:val="006A6FE5"/>
    <w:rsid w:val="006A7122"/>
    <w:rsid w:val="006A776E"/>
    <w:rsid w:val="006B02DA"/>
    <w:rsid w:val="006B05EB"/>
    <w:rsid w:val="006B0633"/>
    <w:rsid w:val="006B0A96"/>
    <w:rsid w:val="006B10C4"/>
    <w:rsid w:val="006B1A49"/>
    <w:rsid w:val="006B25D8"/>
    <w:rsid w:val="006B2785"/>
    <w:rsid w:val="006B2BC5"/>
    <w:rsid w:val="006B2EF0"/>
    <w:rsid w:val="006B33AD"/>
    <w:rsid w:val="006B3C5E"/>
    <w:rsid w:val="006B43AA"/>
    <w:rsid w:val="006B4BAA"/>
    <w:rsid w:val="006B56F9"/>
    <w:rsid w:val="006B5965"/>
    <w:rsid w:val="006B6111"/>
    <w:rsid w:val="006B761F"/>
    <w:rsid w:val="006B7F76"/>
    <w:rsid w:val="006C0087"/>
    <w:rsid w:val="006C0EA2"/>
    <w:rsid w:val="006C29A7"/>
    <w:rsid w:val="006C30C8"/>
    <w:rsid w:val="006C3B54"/>
    <w:rsid w:val="006C58DD"/>
    <w:rsid w:val="006C5C6F"/>
    <w:rsid w:val="006C5E8B"/>
    <w:rsid w:val="006C66B3"/>
    <w:rsid w:val="006C6DF5"/>
    <w:rsid w:val="006C6F30"/>
    <w:rsid w:val="006C6F5C"/>
    <w:rsid w:val="006C7200"/>
    <w:rsid w:val="006C7BFF"/>
    <w:rsid w:val="006D0B15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528C"/>
    <w:rsid w:val="006D6214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0B07"/>
    <w:rsid w:val="006E11C1"/>
    <w:rsid w:val="006E1F85"/>
    <w:rsid w:val="006E1F87"/>
    <w:rsid w:val="006E219D"/>
    <w:rsid w:val="006E34AA"/>
    <w:rsid w:val="006E35BD"/>
    <w:rsid w:val="006E3AF4"/>
    <w:rsid w:val="006E3DBA"/>
    <w:rsid w:val="006E4128"/>
    <w:rsid w:val="006E47BF"/>
    <w:rsid w:val="006E5119"/>
    <w:rsid w:val="006E59F5"/>
    <w:rsid w:val="006E5F58"/>
    <w:rsid w:val="006E6373"/>
    <w:rsid w:val="006E6A7D"/>
    <w:rsid w:val="006F067D"/>
    <w:rsid w:val="006F13A9"/>
    <w:rsid w:val="006F1625"/>
    <w:rsid w:val="006F1E7F"/>
    <w:rsid w:val="006F24FB"/>
    <w:rsid w:val="006F2DD5"/>
    <w:rsid w:val="006F370E"/>
    <w:rsid w:val="006F4EFC"/>
    <w:rsid w:val="006F5301"/>
    <w:rsid w:val="006F5972"/>
    <w:rsid w:val="006F5D25"/>
    <w:rsid w:val="006F5EE0"/>
    <w:rsid w:val="006F616B"/>
    <w:rsid w:val="006F6C41"/>
    <w:rsid w:val="00700FD6"/>
    <w:rsid w:val="007011DF"/>
    <w:rsid w:val="0070168B"/>
    <w:rsid w:val="00701797"/>
    <w:rsid w:val="00701838"/>
    <w:rsid w:val="00702091"/>
    <w:rsid w:val="00702E64"/>
    <w:rsid w:val="0070339E"/>
    <w:rsid w:val="007038CD"/>
    <w:rsid w:val="00703A63"/>
    <w:rsid w:val="00703C8F"/>
    <w:rsid w:val="00705A22"/>
    <w:rsid w:val="00705DED"/>
    <w:rsid w:val="00706EDF"/>
    <w:rsid w:val="00707F32"/>
    <w:rsid w:val="007100D6"/>
    <w:rsid w:val="00710CBF"/>
    <w:rsid w:val="00710E20"/>
    <w:rsid w:val="00712783"/>
    <w:rsid w:val="007129DE"/>
    <w:rsid w:val="007130F3"/>
    <w:rsid w:val="00713466"/>
    <w:rsid w:val="00713AD7"/>
    <w:rsid w:val="00713CDF"/>
    <w:rsid w:val="007141E1"/>
    <w:rsid w:val="0071540D"/>
    <w:rsid w:val="00715A72"/>
    <w:rsid w:val="00715C0C"/>
    <w:rsid w:val="007163DF"/>
    <w:rsid w:val="00716741"/>
    <w:rsid w:val="00716C5C"/>
    <w:rsid w:val="00717686"/>
    <w:rsid w:val="00717AB7"/>
    <w:rsid w:val="00717B58"/>
    <w:rsid w:val="00717D60"/>
    <w:rsid w:val="0072080A"/>
    <w:rsid w:val="00720AF9"/>
    <w:rsid w:val="007227DD"/>
    <w:rsid w:val="00723826"/>
    <w:rsid w:val="00723E52"/>
    <w:rsid w:val="00723E66"/>
    <w:rsid w:val="0072465B"/>
    <w:rsid w:val="007249C1"/>
    <w:rsid w:val="00725216"/>
    <w:rsid w:val="007252A4"/>
    <w:rsid w:val="0072612C"/>
    <w:rsid w:val="007263FE"/>
    <w:rsid w:val="0072679D"/>
    <w:rsid w:val="00726984"/>
    <w:rsid w:val="007272A0"/>
    <w:rsid w:val="007307E7"/>
    <w:rsid w:val="007308A0"/>
    <w:rsid w:val="0073121A"/>
    <w:rsid w:val="007324E1"/>
    <w:rsid w:val="00732EFF"/>
    <w:rsid w:val="007332F6"/>
    <w:rsid w:val="0073355D"/>
    <w:rsid w:val="00734DF8"/>
    <w:rsid w:val="00734F04"/>
    <w:rsid w:val="00737844"/>
    <w:rsid w:val="00737B3D"/>
    <w:rsid w:val="00737B3F"/>
    <w:rsid w:val="007404A8"/>
    <w:rsid w:val="007404D0"/>
    <w:rsid w:val="00740970"/>
    <w:rsid w:val="00740CA0"/>
    <w:rsid w:val="00741964"/>
    <w:rsid w:val="00742A64"/>
    <w:rsid w:val="00742A81"/>
    <w:rsid w:val="007448CF"/>
    <w:rsid w:val="00744E7A"/>
    <w:rsid w:val="00744FC5"/>
    <w:rsid w:val="00745294"/>
    <w:rsid w:val="00745A7A"/>
    <w:rsid w:val="00745B67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409"/>
    <w:rsid w:val="00755729"/>
    <w:rsid w:val="00755A50"/>
    <w:rsid w:val="007563E4"/>
    <w:rsid w:val="007569D2"/>
    <w:rsid w:val="00756EA9"/>
    <w:rsid w:val="007571D8"/>
    <w:rsid w:val="00757298"/>
    <w:rsid w:val="00757509"/>
    <w:rsid w:val="007605E3"/>
    <w:rsid w:val="007618D9"/>
    <w:rsid w:val="0076239D"/>
    <w:rsid w:val="00762B52"/>
    <w:rsid w:val="0076336D"/>
    <w:rsid w:val="00763718"/>
    <w:rsid w:val="0076395A"/>
    <w:rsid w:val="00764262"/>
    <w:rsid w:val="0076483F"/>
    <w:rsid w:val="00764B3C"/>
    <w:rsid w:val="00764BD1"/>
    <w:rsid w:val="007650B1"/>
    <w:rsid w:val="0076540B"/>
    <w:rsid w:val="00766245"/>
    <w:rsid w:val="0076661B"/>
    <w:rsid w:val="00770128"/>
    <w:rsid w:val="007702AB"/>
    <w:rsid w:val="00770318"/>
    <w:rsid w:val="00770331"/>
    <w:rsid w:val="007708D0"/>
    <w:rsid w:val="00770BC4"/>
    <w:rsid w:val="00771026"/>
    <w:rsid w:val="0077126C"/>
    <w:rsid w:val="007713A1"/>
    <w:rsid w:val="00771C41"/>
    <w:rsid w:val="00773FA0"/>
    <w:rsid w:val="0077453E"/>
    <w:rsid w:val="0077549C"/>
    <w:rsid w:val="007756CF"/>
    <w:rsid w:val="0077586A"/>
    <w:rsid w:val="00775A1E"/>
    <w:rsid w:val="00775A42"/>
    <w:rsid w:val="00775A7D"/>
    <w:rsid w:val="00775D6C"/>
    <w:rsid w:val="00776266"/>
    <w:rsid w:val="007778E6"/>
    <w:rsid w:val="00777927"/>
    <w:rsid w:val="007808EC"/>
    <w:rsid w:val="00780C4A"/>
    <w:rsid w:val="00780DC7"/>
    <w:rsid w:val="00781301"/>
    <w:rsid w:val="0078170F"/>
    <w:rsid w:val="007819D2"/>
    <w:rsid w:val="00781D83"/>
    <w:rsid w:val="00781F00"/>
    <w:rsid w:val="0078270C"/>
    <w:rsid w:val="00782FCF"/>
    <w:rsid w:val="0078380B"/>
    <w:rsid w:val="00783881"/>
    <w:rsid w:val="00784641"/>
    <w:rsid w:val="00784836"/>
    <w:rsid w:val="007854FC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495"/>
    <w:rsid w:val="00794A31"/>
    <w:rsid w:val="00797472"/>
    <w:rsid w:val="007976C9"/>
    <w:rsid w:val="007A0527"/>
    <w:rsid w:val="007A0EE4"/>
    <w:rsid w:val="007A1ADF"/>
    <w:rsid w:val="007A2403"/>
    <w:rsid w:val="007A2AFF"/>
    <w:rsid w:val="007A3365"/>
    <w:rsid w:val="007A3538"/>
    <w:rsid w:val="007A3AF5"/>
    <w:rsid w:val="007A3B39"/>
    <w:rsid w:val="007A4241"/>
    <w:rsid w:val="007A5C6C"/>
    <w:rsid w:val="007A621F"/>
    <w:rsid w:val="007A6D1B"/>
    <w:rsid w:val="007A6D5F"/>
    <w:rsid w:val="007A72BF"/>
    <w:rsid w:val="007A772E"/>
    <w:rsid w:val="007A7A26"/>
    <w:rsid w:val="007A7FF4"/>
    <w:rsid w:val="007B139F"/>
    <w:rsid w:val="007B1CC4"/>
    <w:rsid w:val="007B1E6B"/>
    <w:rsid w:val="007B402A"/>
    <w:rsid w:val="007B4BE2"/>
    <w:rsid w:val="007B5355"/>
    <w:rsid w:val="007B5556"/>
    <w:rsid w:val="007B5C5D"/>
    <w:rsid w:val="007C0D94"/>
    <w:rsid w:val="007C0E20"/>
    <w:rsid w:val="007C112F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50BA"/>
    <w:rsid w:val="007C5146"/>
    <w:rsid w:val="007C5212"/>
    <w:rsid w:val="007C5E7B"/>
    <w:rsid w:val="007C6F24"/>
    <w:rsid w:val="007C7310"/>
    <w:rsid w:val="007C74E6"/>
    <w:rsid w:val="007D015D"/>
    <w:rsid w:val="007D06A4"/>
    <w:rsid w:val="007D13A4"/>
    <w:rsid w:val="007D1ED4"/>
    <w:rsid w:val="007D2081"/>
    <w:rsid w:val="007D21A0"/>
    <w:rsid w:val="007D315B"/>
    <w:rsid w:val="007D40E7"/>
    <w:rsid w:val="007D4319"/>
    <w:rsid w:val="007D5CDF"/>
    <w:rsid w:val="007D6567"/>
    <w:rsid w:val="007D6CCB"/>
    <w:rsid w:val="007D7203"/>
    <w:rsid w:val="007E07E1"/>
    <w:rsid w:val="007E0D9E"/>
    <w:rsid w:val="007E0DA8"/>
    <w:rsid w:val="007E13F2"/>
    <w:rsid w:val="007E1F27"/>
    <w:rsid w:val="007E22A0"/>
    <w:rsid w:val="007E25A6"/>
    <w:rsid w:val="007E3CD4"/>
    <w:rsid w:val="007E44B3"/>
    <w:rsid w:val="007E48C5"/>
    <w:rsid w:val="007E4965"/>
    <w:rsid w:val="007E4FD7"/>
    <w:rsid w:val="007E541A"/>
    <w:rsid w:val="007E5DF1"/>
    <w:rsid w:val="007E5E9C"/>
    <w:rsid w:val="007E5F5D"/>
    <w:rsid w:val="007E5F88"/>
    <w:rsid w:val="007E6206"/>
    <w:rsid w:val="007E624F"/>
    <w:rsid w:val="007E641D"/>
    <w:rsid w:val="007E750C"/>
    <w:rsid w:val="007F053F"/>
    <w:rsid w:val="007F080B"/>
    <w:rsid w:val="007F0A5C"/>
    <w:rsid w:val="007F0D5E"/>
    <w:rsid w:val="007F1818"/>
    <w:rsid w:val="007F3157"/>
    <w:rsid w:val="007F361A"/>
    <w:rsid w:val="007F3668"/>
    <w:rsid w:val="007F3D02"/>
    <w:rsid w:val="007F40E4"/>
    <w:rsid w:val="007F44B8"/>
    <w:rsid w:val="007F476B"/>
    <w:rsid w:val="007F4891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B3F"/>
    <w:rsid w:val="00801C8A"/>
    <w:rsid w:val="00801D53"/>
    <w:rsid w:val="00801FE0"/>
    <w:rsid w:val="00802E8B"/>
    <w:rsid w:val="0080365C"/>
    <w:rsid w:val="0080554B"/>
    <w:rsid w:val="00805DBE"/>
    <w:rsid w:val="00807163"/>
    <w:rsid w:val="008073BA"/>
    <w:rsid w:val="008074D5"/>
    <w:rsid w:val="008076FF"/>
    <w:rsid w:val="00807917"/>
    <w:rsid w:val="00810003"/>
    <w:rsid w:val="008105F9"/>
    <w:rsid w:val="00810D76"/>
    <w:rsid w:val="008112F6"/>
    <w:rsid w:val="00811A74"/>
    <w:rsid w:val="008123D5"/>
    <w:rsid w:val="008125FD"/>
    <w:rsid w:val="00813ABE"/>
    <w:rsid w:val="00813B3D"/>
    <w:rsid w:val="00813BE4"/>
    <w:rsid w:val="00813FB0"/>
    <w:rsid w:val="008144FC"/>
    <w:rsid w:val="008145B6"/>
    <w:rsid w:val="00814790"/>
    <w:rsid w:val="0081499F"/>
    <w:rsid w:val="008157A8"/>
    <w:rsid w:val="00816436"/>
    <w:rsid w:val="00817317"/>
    <w:rsid w:val="0081744F"/>
    <w:rsid w:val="00820787"/>
    <w:rsid w:val="0082097F"/>
    <w:rsid w:val="008209F8"/>
    <w:rsid w:val="00821450"/>
    <w:rsid w:val="008216F8"/>
    <w:rsid w:val="00821E7F"/>
    <w:rsid w:val="008230B1"/>
    <w:rsid w:val="00823549"/>
    <w:rsid w:val="00824053"/>
    <w:rsid w:val="00824BFB"/>
    <w:rsid w:val="00825902"/>
    <w:rsid w:val="0082653F"/>
    <w:rsid w:val="00826A54"/>
    <w:rsid w:val="00826C46"/>
    <w:rsid w:val="0082774D"/>
    <w:rsid w:val="00827EAB"/>
    <w:rsid w:val="00830539"/>
    <w:rsid w:val="0083070D"/>
    <w:rsid w:val="00830C14"/>
    <w:rsid w:val="00831FFF"/>
    <w:rsid w:val="00832478"/>
    <w:rsid w:val="00832E36"/>
    <w:rsid w:val="008330A3"/>
    <w:rsid w:val="00833406"/>
    <w:rsid w:val="008334C5"/>
    <w:rsid w:val="00834DB3"/>
    <w:rsid w:val="008351B0"/>
    <w:rsid w:val="008358D7"/>
    <w:rsid w:val="00835C28"/>
    <w:rsid w:val="00835E26"/>
    <w:rsid w:val="008360E0"/>
    <w:rsid w:val="0083628E"/>
    <w:rsid w:val="008376D3"/>
    <w:rsid w:val="008417F8"/>
    <w:rsid w:val="00841D72"/>
    <w:rsid w:val="0084222E"/>
    <w:rsid w:val="00842254"/>
    <w:rsid w:val="0084292F"/>
    <w:rsid w:val="008436F6"/>
    <w:rsid w:val="008439E4"/>
    <w:rsid w:val="00843C51"/>
    <w:rsid w:val="00845B8B"/>
    <w:rsid w:val="0084603C"/>
    <w:rsid w:val="0084629B"/>
    <w:rsid w:val="0084635C"/>
    <w:rsid w:val="008463C3"/>
    <w:rsid w:val="008477FB"/>
    <w:rsid w:val="00847C14"/>
    <w:rsid w:val="00851271"/>
    <w:rsid w:val="00851928"/>
    <w:rsid w:val="00851E33"/>
    <w:rsid w:val="00852037"/>
    <w:rsid w:val="008524CE"/>
    <w:rsid w:val="008531EC"/>
    <w:rsid w:val="008538C2"/>
    <w:rsid w:val="008538F6"/>
    <w:rsid w:val="00853A72"/>
    <w:rsid w:val="00853DD1"/>
    <w:rsid w:val="008542FC"/>
    <w:rsid w:val="00854653"/>
    <w:rsid w:val="0085465B"/>
    <w:rsid w:val="00854B89"/>
    <w:rsid w:val="00854D4C"/>
    <w:rsid w:val="00854DE3"/>
    <w:rsid w:val="00854F97"/>
    <w:rsid w:val="0085571D"/>
    <w:rsid w:val="008557EA"/>
    <w:rsid w:val="0085607B"/>
    <w:rsid w:val="00856362"/>
    <w:rsid w:val="00856432"/>
    <w:rsid w:val="008564B4"/>
    <w:rsid w:val="00857CF7"/>
    <w:rsid w:val="00860511"/>
    <w:rsid w:val="008606F0"/>
    <w:rsid w:val="0086099C"/>
    <w:rsid w:val="00860DCE"/>
    <w:rsid w:val="00862D58"/>
    <w:rsid w:val="00862DE6"/>
    <w:rsid w:val="008647FA"/>
    <w:rsid w:val="008659EB"/>
    <w:rsid w:val="00865E84"/>
    <w:rsid w:val="00865F09"/>
    <w:rsid w:val="00866336"/>
    <w:rsid w:val="008672C8"/>
    <w:rsid w:val="0086739A"/>
    <w:rsid w:val="008701D4"/>
    <w:rsid w:val="00870795"/>
    <w:rsid w:val="00870DA6"/>
    <w:rsid w:val="00870F41"/>
    <w:rsid w:val="0087134C"/>
    <w:rsid w:val="008730E1"/>
    <w:rsid w:val="008736F2"/>
    <w:rsid w:val="00874872"/>
    <w:rsid w:val="00874FA8"/>
    <w:rsid w:val="00875D87"/>
    <w:rsid w:val="008763DC"/>
    <w:rsid w:val="00876591"/>
    <w:rsid w:val="0087667F"/>
    <w:rsid w:val="00877026"/>
    <w:rsid w:val="00877105"/>
    <w:rsid w:val="00877134"/>
    <w:rsid w:val="008772E4"/>
    <w:rsid w:val="008801FD"/>
    <w:rsid w:val="00880E9B"/>
    <w:rsid w:val="0088131B"/>
    <w:rsid w:val="00882B27"/>
    <w:rsid w:val="00883530"/>
    <w:rsid w:val="0088354A"/>
    <w:rsid w:val="00883869"/>
    <w:rsid w:val="00883A32"/>
    <w:rsid w:val="00883BFB"/>
    <w:rsid w:val="00883E0B"/>
    <w:rsid w:val="00884562"/>
    <w:rsid w:val="00884839"/>
    <w:rsid w:val="0088499E"/>
    <w:rsid w:val="008850CB"/>
    <w:rsid w:val="0088533D"/>
    <w:rsid w:val="00885577"/>
    <w:rsid w:val="00886126"/>
    <w:rsid w:val="008868A9"/>
    <w:rsid w:val="00886AEB"/>
    <w:rsid w:val="00887073"/>
    <w:rsid w:val="00887AC2"/>
    <w:rsid w:val="00890016"/>
    <w:rsid w:val="00890F17"/>
    <w:rsid w:val="00891907"/>
    <w:rsid w:val="00892368"/>
    <w:rsid w:val="008928B5"/>
    <w:rsid w:val="00892F92"/>
    <w:rsid w:val="00893B0C"/>
    <w:rsid w:val="008947C6"/>
    <w:rsid w:val="008955B4"/>
    <w:rsid w:val="00895903"/>
    <w:rsid w:val="00895D73"/>
    <w:rsid w:val="00896C04"/>
    <w:rsid w:val="00897227"/>
    <w:rsid w:val="00897ED0"/>
    <w:rsid w:val="008A044B"/>
    <w:rsid w:val="008A0589"/>
    <w:rsid w:val="008A0713"/>
    <w:rsid w:val="008A0B8F"/>
    <w:rsid w:val="008A17C8"/>
    <w:rsid w:val="008A192F"/>
    <w:rsid w:val="008A1C1C"/>
    <w:rsid w:val="008A1E4E"/>
    <w:rsid w:val="008A1EBE"/>
    <w:rsid w:val="008A2443"/>
    <w:rsid w:val="008A2B28"/>
    <w:rsid w:val="008A2CFB"/>
    <w:rsid w:val="008A3320"/>
    <w:rsid w:val="008A3712"/>
    <w:rsid w:val="008A3C83"/>
    <w:rsid w:val="008A3CBC"/>
    <w:rsid w:val="008A499F"/>
    <w:rsid w:val="008A4DA7"/>
    <w:rsid w:val="008A4F7C"/>
    <w:rsid w:val="008A5708"/>
    <w:rsid w:val="008A5CE4"/>
    <w:rsid w:val="008A688B"/>
    <w:rsid w:val="008A6D40"/>
    <w:rsid w:val="008A72F0"/>
    <w:rsid w:val="008B03E8"/>
    <w:rsid w:val="008B0887"/>
    <w:rsid w:val="008B08B6"/>
    <w:rsid w:val="008B08C4"/>
    <w:rsid w:val="008B0CAA"/>
    <w:rsid w:val="008B0D92"/>
    <w:rsid w:val="008B1447"/>
    <w:rsid w:val="008B2875"/>
    <w:rsid w:val="008B2CD2"/>
    <w:rsid w:val="008B3CB8"/>
    <w:rsid w:val="008B3D35"/>
    <w:rsid w:val="008B3D70"/>
    <w:rsid w:val="008B3DDC"/>
    <w:rsid w:val="008B3FF5"/>
    <w:rsid w:val="008B41CE"/>
    <w:rsid w:val="008B5267"/>
    <w:rsid w:val="008B55E5"/>
    <w:rsid w:val="008B566C"/>
    <w:rsid w:val="008B603D"/>
    <w:rsid w:val="008B627E"/>
    <w:rsid w:val="008B7880"/>
    <w:rsid w:val="008B7C3A"/>
    <w:rsid w:val="008C01DF"/>
    <w:rsid w:val="008C04A1"/>
    <w:rsid w:val="008C0FA7"/>
    <w:rsid w:val="008C0FA9"/>
    <w:rsid w:val="008C1A9C"/>
    <w:rsid w:val="008C1DC5"/>
    <w:rsid w:val="008C2C65"/>
    <w:rsid w:val="008C2DD2"/>
    <w:rsid w:val="008C2F32"/>
    <w:rsid w:val="008C4032"/>
    <w:rsid w:val="008C40A0"/>
    <w:rsid w:val="008C437F"/>
    <w:rsid w:val="008C4890"/>
    <w:rsid w:val="008C4C15"/>
    <w:rsid w:val="008C5157"/>
    <w:rsid w:val="008C5659"/>
    <w:rsid w:val="008C585E"/>
    <w:rsid w:val="008C5A87"/>
    <w:rsid w:val="008C6052"/>
    <w:rsid w:val="008C6823"/>
    <w:rsid w:val="008C6FA5"/>
    <w:rsid w:val="008C71B3"/>
    <w:rsid w:val="008C758B"/>
    <w:rsid w:val="008C7C60"/>
    <w:rsid w:val="008D098B"/>
    <w:rsid w:val="008D0A8A"/>
    <w:rsid w:val="008D1A46"/>
    <w:rsid w:val="008D1C3D"/>
    <w:rsid w:val="008D1CD4"/>
    <w:rsid w:val="008D1F32"/>
    <w:rsid w:val="008D2491"/>
    <w:rsid w:val="008D2C1D"/>
    <w:rsid w:val="008D2EBE"/>
    <w:rsid w:val="008D33FD"/>
    <w:rsid w:val="008D393E"/>
    <w:rsid w:val="008D48BC"/>
    <w:rsid w:val="008D6D9C"/>
    <w:rsid w:val="008D73A0"/>
    <w:rsid w:val="008D73A8"/>
    <w:rsid w:val="008D7620"/>
    <w:rsid w:val="008D7B39"/>
    <w:rsid w:val="008E1A63"/>
    <w:rsid w:val="008E1C15"/>
    <w:rsid w:val="008E270B"/>
    <w:rsid w:val="008E2ED3"/>
    <w:rsid w:val="008E375B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1C"/>
    <w:rsid w:val="008F182D"/>
    <w:rsid w:val="008F26D5"/>
    <w:rsid w:val="008F3D1E"/>
    <w:rsid w:val="008F4492"/>
    <w:rsid w:val="008F54CE"/>
    <w:rsid w:val="008F55E1"/>
    <w:rsid w:val="008F5616"/>
    <w:rsid w:val="008F6164"/>
    <w:rsid w:val="008F63F3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4F86"/>
    <w:rsid w:val="0090577C"/>
    <w:rsid w:val="00905C93"/>
    <w:rsid w:val="009072A2"/>
    <w:rsid w:val="00907CB2"/>
    <w:rsid w:val="00910934"/>
    <w:rsid w:val="009110CE"/>
    <w:rsid w:val="00911793"/>
    <w:rsid w:val="00911A25"/>
    <w:rsid w:val="00911BA4"/>
    <w:rsid w:val="00913935"/>
    <w:rsid w:val="00914374"/>
    <w:rsid w:val="00914B70"/>
    <w:rsid w:val="00916212"/>
    <w:rsid w:val="009163F8"/>
    <w:rsid w:val="00916521"/>
    <w:rsid w:val="009167A9"/>
    <w:rsid w:val="0091718E"/>
    <w:rsid w:val="00921372"/>
    <w:rsid w:val="00921B4B"/>
    <w:rsid w:val="009227C4"/>
    <w:rsid w:val="00922E37"/>
    <w:rsid w:val="00923423"/>
    <w:rsid w:val="0092368D"/>
    <w:rsid w:val="009240A4"/>
    <w:rsid w:val="00924775"/>
    <w:rsid w:val="009248E3"/>
    <w:rsid w:val="00924BD5"/>
    <w:rsid w:val="00925ECB"/>
    <w:rsid w:val="00926E7F"/>
    <w:rsid w:val="009304D0"/>
    <w:rsid w:val="00930A98"/>
    <w:rsid w:val="00930E96"/>
    <w:rsid w:val="00930FCB"/>
    <w:rsid w:val="0093184D"/>
    <w:rsid w:val="00931B3B"/>
    <w:rsid w:val="00932012"/>
    <w:rsid w:val="0093246A"/>
    <w:rsid w:val="0093311C"/>
    <w:rsid w:val="0093375A"/>
    <w:rsid w:val="009348F5"/>
    <w:rsid w:val="00934C09"/>
    <w:rsid w:val="00934C5A"/>
    <w:rsid w:val="00935236"/>
    <w:rsid w:val="00935325"/>
    <w:rsid w:val="009358FC"/>
    <w:rsid w:val="00936192"/>
    <w:rsid w:val="00936968"/>
    <w:rsid w:val="0093700A"/>
    <w:rsid w:val="0093732D"/>
    <w:rsid w:val="00937550"/>
    <w:rsid w:val="00937FC5"/>
    <w:rsid w:val="00940039"/>
    <w:rsid w:val="00941353"/>
    <w:rsid w:val="009414F1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2A6"/>
    <w:rsid w:val="00946366"/>
    <w:rsid w:val="00951043"/>
    <w:rsid w:val="0095119B"/>
    <w:rsid w:val="00951506"/>
    <w:rsid w:val="0095168D"/>
    <w:rsid w:val="00952248"/>
    <w:rsid w:val="0095283D"/>
    <w:rsid w:val="00953127"/>
    <w:rsid w:val="00953FA4"/>
    <w:rsid w:val="00954302"/>
    <w:rsid w:val="00954A03"/>
    <w:rsid w:val="0095569B"/>
    <w:rsid w:val="00955C5B"/>
    <w:rsid w:val="009564DF"/>
    <w:rsid w:val="009567FE"/>
    <w:rsid w:val="009576F4"/>
    <w:rsid w:val="00957BCC"/>
    <w:rsid w:val="0096008F"/>
    <w:rsid w:val="00960116"/>
    <w:rsid w:val="00960155"/>
    <w:rsid w:val="00960175"/>
    <w:rsid w:val="0096020D"/>
    <w:rsid w:val="00960AF0"/>
    <w:rsid w:val="00960ED5"/>
    <w:rsid w:val="00961050"/>
    <w:rsid w:val="00961209"/>
    <w:rsid w:val="009612F9"/>
    <w:rsid w:val="00961DBC"/>
    <w:rsid w:val="009623F0"/>
    <w:rsid w:val="00964290"/>
    <w:rsid w:val="00964383"/>
    <w:rsid w:val="009650A9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0E46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5F22"/>
    <w:rsid w:val="0098691B"/>
    <w:rsid w:val="00986E41"/>
    <w:rsid w:val="009906B0"/>
    <w:rsid w:val="00990B3F"/>
    <w:rsid w:val="00990FBD"/>
    <w:rsid w:val="00991025"/>
    <w:rsid w:val="009925F5"/>
    <w:rsid w:val="00993126"/>
    <w:rsid w:val="00994485"/>
    <w:rsid w:val="00994546"/>
    <w:rsid w:val="00995173"/>
    <w:rsid w:val="00996108"/>
    <w:rsid w:val="00996580"/>
    <w:rsid w:val="009975B2"/>
    <w:rsid w:val="009A0B9A"/>
    <w:rsid w:val="009A15A5"/>
    <w:rsid w:val="009A21EF"/>
    <w:rsid w:val="009A2BB2"/>
    <w:rsid w:val="009A36A7"/>
    <w:rsid w:val="009A384E"/>
    <w:rsid w:val="009A3F97"/>
    <w:rsid w:val="009A4071"/>
    <w:rsid w:val="009A5859"/>
    <w:rsid w:val="009A6553"/>
    <w:rsid w:val="009A72E4"/>
    <w:rsid w:val="009B0D3F"/>
    <w:rsid w:val="009B12A6"/>
    <w:rsid w:val="009B12DE"/>
    <w:rsid w:val="009B1FF5"/>
    <w:rsid w:val="009B2A1A"/>
    <w:rsid w:val="009B31F0"/>
    <w:rsid w:val="009B3BA4"/>
    <w:rsid w:val="009B3E22"/>
    <w:rsid w:val="009B3F2D"/>
    <w:rsid w:val="009B4722"/>
    <w:rsid w:val="009B5797"/>
    <w:rsid w:val="009B5810"/>
    <w:rsid w:val="009B641C"/>
    <w:rsid w:val="009B6E93"/>
    <w:rsid w:val="009B6FB5"/>
    <w:rsid w:val="009B7149"/>
    <w:rsid w:val="009B7735"/>
    <w:rsid w:val="009C044E"/>
    <w:rsid w:val="009C08EE"/>
    <w:rsid w:val="009C1D4B"/>
    <w:rsid w:val="009C1ED3"/>
    <w:rsid w:val="009C2DA6"/>
    <w:rsid w:val="009C3064"/>
    <w:rsid w:val="009C37F1"/>
    <w:rsid w:val="009C3B2E"/>
    <w:rsid w:val="009C4049"/>
    <w:rsid w:val="009C47F4"/>
    <w:rsid w:val="009C5189"/>
    <w:rsid w:val="009C54BC"/>
    <w:rsid w:val="009C55A8"/>
    <w:rsid w:val="009C5975"/>
    <w:rsid w:val="009C634C"/>
    <w:rsid w:val="009C697A"/>
    <w:rsid w:val="009C7C1E"/>
    <w:rsid w:val="009C7F07"/>
    <w:rsid w:val="009D0211"/>
    <w:rsid w:val="009D0AD6"/>
    <w:rsid w:val="009D239D"/>
    <w:rsid w:val="009D2C61"/>
    <w:rsid w:val="009D3175"/>
    <w:rsid w:val="009D374C"/>
    <w:rsid w:val="009D4CFD"/>
    <w:rsid w:val="009D55DC"/>
    <w:rsid w:val="009D614D"/>
    <w:rsid w:val="009D6651"/>
    <w:rsid w:val="009D6A19"/>
    <w:rsid w:val="009D751E"/>
    <w:rsid w:val="009D76BC"/>
    <w:rsid w:val="009D7A48"/>
    <w:rsid w:val="009E0C02"/>
    <w:rsid w:val="009E0C21"/>
    <w:rsid w:val="009E14AE"/>
    <w:rsid w:val="009E23A5"/>
    <w:rsid w:val="009E3392"/>
    <w:rsid w:val="009E3DEE"/>
    <w:rsid w:val="009E4699"/>
    <w:rsid w:val="009E4973"/>
    <w:rsid w:val="009E4EAA"/>
    <w:rsid w:val="009E5291"/>
    <w:rsid w:val="009E53FC"/>
    <w:rsid w:val="009E5966"/>
    <w:rsid w:val="009E5DE5"/>
    <w:rsid w:val="009E5F92"/>
    <w:rsid w:val="009E6049"/>
    <w:rsid w:val="009E61E3"/>
    <w:rsid w:val="009E692E"/>
    <w:rsid w:val="009E745A"/>
    <w:rsid w:val="009E7F88"/>
    <w:rsid w:val="009F0A51"/>
    <w:rsid w:val="009F1B72"/>
    <w:rsid w:val="009F2E40"/>
    <w:rsid w:val="009F36A1"/>
    <w:rsid w:val="009F43EB"/>
    <w:rsid w:val="009F4FAB"/>
    <w:rsid w:val="009F56A7"/>
    <w:rsid w:val="009F5FBB"/>
    <w:rsid w:val="00A00109"/>
    <w:rsid w:val="00A0106F"/>
    <w:rsid w:val="00A016F1"/>
    <w:rsid w:val="00A01B82"/>
    <w:rsid w:val="00A0256E"/>
    <w:rsid w:val="00A02595"/>
    <w:rsid w:val="00A03156"/>
    <w:rsid w:val="00A03801"/>
    <w:rsid w:val="00A03B9C"/>
    <w:rsid w:val="00A0447E"/>
    <w:rsid w:val="00A0565D"/>
    <w:rsid w:val="00A061FA"/>
    <w:rsid w:val="00A069F3"/>
    <w:rsid w:val="00A06C46"/>
    <w:rsid w:val="00A06E66"/>
    <w:rsid w:val="00A0776A"/>
    <w:rsid w:val="00A103EA"/>
    <w:rsid w:val="00A10447"/>
    <w:rsid w:val="00A104F9"/>
    <w:rsid w:val="00A1118C"/>
    <w:rsid w:val="00A11744"/>
    <w:rsid w:val="00A11BF4"/>
    <w:rsid w:val="00A1202D"/>
    <w:rsid w:val="00A1224F"/>
    <w:rsid w:val="00A1322A"/>
    <w:rsid w:val="00A13D59"/>
    <w:rsid w:val="00A1433D"/>
    <w:rsid w:val="00A15F67"/>
    <w:rsid w:val="00A16287"/>
    <w:rsid w:val="00A16960"/>
    <w:rsid w:val="00A17201"/>
    <w:rsid w:val="00A17D33"/>
    <w:rsid w:val="00A201E6"/>
    <w:rsid w:val="00A20539"/>
    <w:rsid w:val="00A220C4"/>
    <w:rsid w:val="00A222B6"/>
    <w:rsid w:val="00A22820"/>
    <w:rsid w:val="00A22A63"/>
    <w:rsid w:val="00A23BD4"/>
    <w:rsid w:val="00A24A54"/>
    <w:rsid w:val="00A24C8C"/>
    <w:rsid w:val="00A252A3"/>
    <w:rsid w:val="00A25B94"/>
    <w:rsid w:val="00A261A6"/>
    <w:rsid w:val="00A27BDD"/>
    <w:rsid w:val="00A30EE2"/>
    <w:rsid w:val="00A32A07"/>
    <w:rsid w:val="00A34EBA"/>
    <w:rsid w:val="00A35798"/>
    <w:rsid w:val="00A35C42"/>
    <w:rsid w:val="00A37154"/>
    <w:rsid w:val="00A37B17"/>
    <w:rsid w:val="00A37C25"/>
    <w:rsid w:val="00A37C5E"/>
    <w:rsid w:val="00A40C69"/>
    <w:rsid w:val="00A41D0C"/>
    <w:rsid w:val="00A4239C"/>
    <w:rsid w:val="00A439CB"/>
    <w:rsid w:val="00A44771"/>
    <w:rsid w:val="00A449D9"/>
    <w:rsid w:val="00A45ED6"/>
    <w:rsid w:val="00A46CAB"/>
    <w:rsid w:val="00A47858"/>
    <w:rsid w:val="00A50E33"/>
    <w:rsid w:val="00A5101C"/>
    <w:rsid w:val="00A514B1"/>
    <w:rsid w:val="00A514C1"/>
    <w:rsid w:val="00A5213C"/>
    <w:rsid w:val="00A52175"/>
    <w:rsid w:val="00A52490"/>
    <w:rsid w:val="00A52AFC"/>
    <w:rsid w:val="00A533BB"/>
    <w:rsid w:val="00A5363B"/>
    <w:rsid w:val="00A555EA"/>
    <w:rsid w:val="00A55962"/>
    <w:rsid w:val="00A5638F"/>
    <w:rsid w:val="00A57271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6DF"/>
    <w:rsid w:val="00A659A4"/>
    <w:rsid w:val="00A65B36"/>
    <w:rsid w:val="00A66B4D"/>
    <w:rsid w:val="00A708D3"/>
    <w:rsid w:val="00A721ED"/>
    <w:rsid w:val="00A731D2"/>
    <w:rsid w:val="00A732DA"/>
    <w:rsid w:val="00A73ECE"/>
    <w:rsid w:val="00A74099"/>
    <w:rsid w:val="00A74628"/>
    <w:rsid w:val="00A75AE2"/>
    <w:rsid w:val="00A76D3A"/>
    <w:rsid w:val="00A7723B"/>
    <w:rsid w:val="00A7726D"/>
    <w:rsid w:val="00A77DA9"/>
    <w:rsid w:val="00A8096B"/>
    <w:rsid w:val="00A80BCA"/>
    <w:rsid w:val="00A81BC6"/>
    <w:rsid w:val="00A82E85"/>
    <w:rsid w:val="00A837FC"/>
    <w:rsid w:val="00A83D3E"/>
    <w:rsid w:val="00A84759"/>
    <w:rsid w:val="00A857F2"/>
    <w:rsid w:val="00A858E0"/>
    <w:rsid w:val="00A85C3C"/>
    <w:rsid w:val="00A85E14"/>
    <w:rsid w:val="00A86C2B"/>
    <w:rsid w:val="00A870B8"/>
    <w:rsid w:val="00A9058A"/>
    <w:rsid w:val="00A90DB7"/>
    <w:rsid w:val="00A9152F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D4E"/>
    <w:rsid w:val="00A97318"/>
    <w:rsid w:val="00A978AF"/>
    <w:rsid w:val="00AA0B15"/>
    <w:rsid w:val="00AA0B2C"/>
    <w:rsid w:val="00AA0FE7"/>
    <w:rsid w:val="00AA1579"/>
    <w:rsid w:val="00AA1688"/>
    <w:rsid w:val="00AA1B56"/>
    <w:rsid w:val="00AA2E8A"/>
    <w:rsid w:val="00AA3330"/>
    <w:rsid w:val="00AA3B08"/>
    <w:rsid w:val="00AA4AA4"/>
    <w:rsid w:val="00AA59DE"/>
    <w:rsid w:val="00AA5AB0"/>
    <w:rsid w:val="00AA6DB9"/>
    <w:rsid w:val="00AA7458"/>
    <w:rsid w:val="00AB0B9E"/>
    <w:rsid w:val="00AB2105"/>
    <w:rsid w:val="00AB2292"/>
    <w:rsid w:val="00AB3F6E"/>
    <w:rsid w:val="00AB47AF"/>
    <w:rsid w:val="00AB53F2"/>
    <w:rsid w:val="00AB5AE1"/>
    <w:rsid w:val="00AB5B9E"/>
    <w:rsid w:val="00AB5C71"/>
    <w:rsid w:val="00AB617A"/>
    <w:rsid w:val="00AB7470"/>
    <w:rsid w:val="00AB75E1"/>
    <w:rsid w:val="00AB7D04"/>
    <w:rsid w:val="00AC0897"/>
    <w:rsid w:val="00AC0E0C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42AA"/>
    <w:rsid w:val="00AC4AE3"/>
    <w:rsid w:val="00AC5814"/>
    <w:rsid w:val="00AC6F00"/>
    <w:rsid w:val="00AC7069"/>
    <w:rsid w:val="00AC77D8"/>
    <w:rsid w:val="00AC77EF"/>
    <w:rsid w:val="00AD0213"/>
    <w:rsid w:val="00AD0584"/>
    <w:rsid w:val="00AD17EF"/>
    <w:rsid w:val="00AD1F60"/>
    <w:rsid w:val="00AD279C"/>
    <w:rsid w:val="00AD367B"/>
    <w:rsid w:val="00AD42A3"/>
    <w:rsid w:val="00AD4E4A"/>
    <w:rsid w:val="00AD587B"/>
    <w:rsid w:val="00AD58B4"/>
    <w:rsid w:val="00AD6397"/>
    <w:rsid w:val="00AD680E"/>
    <w:rsid w:val="00AD7159"/>
    <w:rsid w:val="00AD71BA"/>
    <w:rsid w:val="00AD72FD"/>
    <w:rsid w:val="00AD73EF"/>
    <w:rsid w:val="00AD7FE1"/>
    <w:rsid w:val="00AE0778"/>
    <w:rsid w:val="00AE09C0"/>
    <w:rsid w:val="00AE13CC"/>
    <w:rsid w:val="00AE1454"/>
    <w:rsid w:val="00AE1F15"/>
    <w:rsid w:val="00AE24E2"/>
    <w:rsid w:val="00AE3643"/>
    <w:rsid w:val="00AE3B9C"/>
    <w:rsid w:val="00AE412D"/>
    <w:rsid w:val="00AE45A5"/>
    <w:rsid w:val="00AE519B"/>
    <w:rsid w:val="00AE5580"/>
    <w:rsid w:val="00AE618E"/>
    <w:rsid w:val="00AF0C9F"/>
    <w:rsid w:val="00AF13FE"/>
    <w:rsid w:val="00AF2486"/>
    <w:rsid w:val="00AF252B"/>
    <w:rsid w:val="00AF2622"/>
    <w:rsid w:val="00AF2F3D"/>
    <w:rsid w:val="00AF3117"/>
    <w:rsid w:val="00AF336D"/>
    <w:rsid w:val="00AF4139"/>
    <w:rsid w:val="00AF4686"/>
    <w:rsid w:val="00AF4C10"/>
    <w:rsid w:val="00AF4F04"/>
    <w:rsid w:val="00AF6B60"/>
    <w:rsid w:val="00AF70FA"/>
    <w:rsid w:val="00B005EA"/>
    <w:rsid w:val="00B01EB4"/>
    <w:rsid w:val="00B03D79"/>
    <w:rsid w:val="00B03DFB"/>
    <w:rsid w:val="00B03EAD"/>
    <w:rsid w:val="00B03F5D"/>
    <w:rsid w:val="00B03F9D"/>
    <w:rsid w:val="00B0472B"/>
    <w:rsid w:val="00B04F05"/>
    <w:rsid w:val="00B05885"/>
    <w:rsid w:val="00B06797"/>
    <w:rsid w:val="00B06A05"/>
    <w:rsid w:val="00B073AF"/>
    <w:rsid w:val="00B10BCB"/>
    <w:rsid w:val="00B118E3"/>
    <w:rsid w:val="00B12E43"/>
    <w:rsid w:val="00B132F6"/>
    <w:rsid w:val="00B14044"/>
    <w:rsid w:val="00B14248"/>
    <w:rsid w:val="00B14F11"/>
    <w:rsid w:val="00B15290"/>
    <w:rsid w:val="00B15AF8"/>
    <w:rsid w:val="00B15BB3"/>
    <w:rsid w:val="00B15D66"/>
    <w:rsid w:val="00B161D5"/>
    <w:rsid w:val="00B16869"/>
    <w:rsid w:val="00B16930"/>
    <w:rsid w:val="00B17511"/>
    <w:rsid w:val="00B1781C"/>
    <w:rsid w:val="00B205BB"/>
    <w:rsid w:val="00B20D54"/>
    <w:rsid w:val="00B223B0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C2B"/>
    <w:rsid w:val="00B26FA8"/>
    <w:rsid w:val="00B274EE"/>
    <w:rsid w:val="00B2791B"/>
    <w:rsid w:val="00B279F1"/>
    <w:rsid w:val="00B27B61"/>
    <w:rsid w:val="00B27B66"/>
    <w:rsid w:val="00B30885"/>
    <w:rsid w:val="00B31242"/>
    <w:rsid w:val="00B3216B"/>
    <w:rsid w:val="00B326FA"/>
    <w:rsid w:val="00B34646"/>
    <w:rsid w:val="00B349EF"/>
    <w:rsid w:val="00B35121"/>
    <w:rsid w:val="00B353A7"/>
    <w:rsid w:val="00B3562C"/>
    <w:rsid w:val="00B35CAB"/>
    <w:rsid w:val="00B35DFE"/>
    <w:rsid w:val="00B367EA"/>
    <w:rsid w:val="00B370B6"/>
    <w:rsid w:val="00B40531"/>
    <w:rsid w:val="00B40D1F"/>
    <w:rsid w:val="00B4169D"/>
    <w:rsid w:val="00B424F3"/>
    <w:rsid w:val="00B439CB"/>
    <w:rsid w:val="00B44842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48D1"/>
    <w:rsid w:val="00B56351"/>
    <w:rsid w:val="00B56AA5"/>
    <w:rsid w:val="00B573D3"/>
    <w:rsid w:val="00B57943"/>
    <w:rsid w:val="00B57CBB"/>
    <w:rsid w:val="00B57D14"/>
    <w:rsid w:val="00B57EE0"/>
    <w:rsid w:val="00B604C2"/>
    <w:rsid w:val="00B60E3B"/>
    <w:rsid w:val="00B61D1E"/>
    <w:rsid w:val="00B62982"/>
    <w:rsid w:val="00B62CED"/>
    <w:rsid w:val="00B62F9D"/>
    <w:rsid w:val="00B6301E"/>
    <w:rsid w:val="00B63294"/>
    <w:rsid w:val="00B6416F"/>
    <w:rsid w:val="00B644ED"/>
    <w:rsid w:val="00B6457C"/>
    <w:rsid w:val="00B64BE6"/>
    <w:rsid w:val="00B64C6D"/>
    <w:rsid w:val="00B64CBB"/>
    <w:rsid w:val="00B64ED3"/>
    <w:rsid w:val="00B65B97"/>
    <w:rsid w:val="00B66CE8"/>
    <w:rsid w:val="00B67BF1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54B9"/>
    <w:rsid w:val="00B75FD3"/>
    <w:rsid w:val="00B772FA"/>
    <w:rsid w:val="00B77C02"/>
    <w:rsid w:val="00B77E1A"/>
    <w:rsid w:val="00B804B1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122"/>
    <w:rsid w:val="00B85F54"/>
    <w:rsid w:val="00B864A8"/>
    <w:rsid w:val="00B86F21"/>
    <w:rsid w:val="00B87404"/>
    <w:rsid w:val="00B8789A"/>
    <w:rsid w:val="00B87F8B"/>
    <w:rsid w:val="00B90D6B"/>
    <w:rsid w:val="00B91A91"/>
    <w:rsid w:val="00B92133"/>
    <w:rsid w:val="00B92710"/>
    <w:rsid w:val="00B931F3"/>
    <w:rsid w:val="00B9353E"/>
    <w:rsid w:val="00B9378D"/>
    <w:rsid w:val="00B93A47"/>
    <w:rsid w:val="00B94138"/>
    <w:rsid w:val="00B94291"/>
    <w:rsid w:val="00B949DA"/>
    <w:rsid w:val="00B950F6"/>
    <w:rsid w:val="00B95AB0"/>
    <w:rsid w:val="00B95D54"/>
    <w:rsid w:val="00B97519"/>
    <w:rsid w:val="00B9781A"/>
    <w:rsid w:val="00B97838"/>
    <w:rsid w:val="00B9786A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B03"/>
    <w:rsid w:val="00BA624C"/>
    <w:rsid w:val="00BA7409"/>
    <w:rsid w:val="00BB12B4"/>
    <w:rsid w:val="00BB2E7C"/>
    <w:rsid w:val="00BB2FF6"/>
    <w:rsid w:val="00BB38CB"/>
    <w:rsid w:val="00BB3938"/>
    <w:rsid w:val="00BB3E03"/>
    <w:rsid w:val="00BB3E96"/>
    <w:rsid w:val="00BB4082"/>
    <w:rsid w:val="00BB4275"/>
    <w:rsid w:val="00BB5A16"/>
    <w:rsid w:val="00BB5A61"/>
    <w:rsid w:val="00BB6115"/>
    <w:rsid w:val="00BB688C"/>
    <w:rsid w:val="00BB733C"/>
    <w:rsid w:val="00BB7486"/>
    <w:rsid w:val="00BB77A1"/>
    <w:rsid w:val="00BC0115"/>
    <w:rsid w:val="00BC0130"/>
    <w:rsid w:val="00BC01B4"/>
    <w:rsid w:val="00BC0CCA"/>
    <w:rsid w:val="00BC0E9C"/>
    <w:rsid w:val="00BC12CA"/>
    <w:rsid w:val="00BC1311"/>
    <w:rsid w:val="00BC1B02"/>
    <w:rsid w:val="00BC1FDE"/>
    <w:rsid w:val="00BC21B6"/>
    <w:rsid w:val="00BC323F"/>
    <w:rsid w:val="00BC3C1F"/>
    <w:rsid w:val="00BC576B"/>
    <w:rsid w:val="00BC5D06"/>
    <w:rsid w:val="00BC5D7C"/>
    <w:rsid w:val="00BC5FF1"/>
    <w:rsid w:val="00BC66BD"/>
    <w:rsid w:val="00BC7B08"/>
    <w:rsid w:val="00BD019F"/>
    <w:rsid w:val="00BD0380"/>
    <w:rsid w:val="00BD048D"/>
    <w:rsid w:val="00BD099D"/>
    <w:rsid w:val="00BD0F5E"/>
    <w:rsid w:val="00BD0FFB"/>
    <w:rsid w:val="00BD1AEF"/>
    <w:rsid w:val="00BD243E"/>
    <w:rsid w:val="00BD2762"/>
    <w:rsid w:val="00BD2800"/>
    <w:rsid w:val="00BD2A96"/>
    <w:rsid w:val="00BD3878"/>
    <w:rsid w:val="00BD4944"/>
    <w:rsid w:val="00BD497C"/>
    <w:rsid w:val="00BD5015"/>
    <w:rsid w:val="00BD502E"/>
    <w:rsid w:val="00BD54E6"/>
    <w:rsid w:val="00BD5E8C"/>
    <w:rsid w:val="00BD62A1"/>
    <w:rsid w:val="00BD683A"/>
    <w:rsid w:val="00BD75DE"/>
    <w:rsid w:val="00BD79AC"/>
    <w:rsid w:val="00BD7BBE"/>
    <w:rsid w:val="00BD7E5F"/>
    <w:rsid w:val="00BE06BA"/>
    <w:rsid w:val="00BE14E0"/>
    <w:rsid w:val="00BE2415"/>
    <w:rsid w:val="00BE2C72"/>
    <w:rsid w:val="00BE2D7C"/>
    <w:rsid w:val="00BE3FB6"/>
    <w:rsid w:val="00BE3FEB"/>
    <w:rsid w:val="00BE463C"/>
    <w:rsid w:val="00BE5415"/>
    <w:rsid w:val="00BE5D5D"/>
    <w:rsid w:val="00BE681F"/>
    <w:rsid w:val="00BF0BCB"/>
    <w:rsid w:val="00BF1B7A"/>
    <w:rsid w:val="00BF1BEE"/>
    <w:rsid w:val="00BF219A"/>
    <w:rsid w:val="00BF2C58"/>
    <w:rsid w:val="00BF2DA0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98F"/>
    <w:rsid w:val="00C01BBA"/>
    <w:rsid w:val="00C02097"/>
    <w:rsid w:val="00C02413"/>
    <w:rsid w:val="00C02B7E"/>
    <w:rsid w:val="00C033C9"/>
    <w:rsid w:val="00C03504"/>
    <w:rsid w:val="00C04289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07E77"/>
    <w:rsid w:val="00C1023A"/>
    <w:rsid w:val="00C1075C"/>
    <w:rsid w:val="00C1083E"/>
    <w:rsid w:val="00C10AE0"/>
    <w:rsid w:val="00C1217D"/>
    <w:rsid w:val="00C1303F"/>
    <w:rsid w:val="00C1360C"/>
    <w:rsid w:val="00C13750"/>
    <w:rsid w:val="00C148B3"/>
    <w:rsid w:val="00C14B4B"/>
    <w:rsid w:val="00C14BA8"/>
    <w:rsid w:val="00C151FF"/>
    <w:rsid w:val="00C1651D"/>
    <w:rsid w:val="00C16C81"/>
    <w:rsid w:val="00C16CCD"/>
    <w:rsid w:val="00C16F42"/>
    <w:rsid w:val="00C17485"/>
    <w:rsid w:val="00C179F9"/>
    <w:rsid w:val="00C202E3"/>
    <w:rsid w:val="00C205AF"/>
    <w:rsid w:val="00C21120"/>
    <w:rsid w:val="00C2165D"/>
    <w:rsid w:val="00C218C0"/>
    <w:rsid w:val="00C2192B"/>
    <w:rsid w:val="00C21EBB"/>
    <w:rsid w:val="00C229F3"/>
    <w:rsid w:val="00C22B09"/>
    <w:rsid w:val="00C22B26"/>
    <w:rsid w:val="00C22FB1"/>
    <w:rsid w:val="00C23D63"/>
    <w:rsid w:val="00C23E9F"/>
    <w:rsid w:val="00C242CD"/>
    <w:rsid w:val="00C246B3"/>
    <w:rsid w:val="00C25350"/>
    <w:rsid w:val="00C25D37"/>
    <w:rsid w:val="00C26C59"/>
    <w:rsid w:val="00C27267"/>
    <w:rsid w:val="00C27331"/>
    <w:rsid w:val="00C301BD"/>
    <w:rsid w:val="00C3048C"/>
    <w:rsid w:val="00C30689"/>
    <w:rsid w:val="00C3096A"/>
    <w:rsid w:val="00C315E0"/>
    <w:rsid w:val="00C31796"/>
    <w:rsid w:val="00C317E3"/>
    <w:rsid w:val="00C31A63"/>
    <w:rsid w:val="00C31FAF"/>
    <w:rsid w:val="00C324B5"/>
    <w:rsid w:val="00C3283A"/>
    <w:rsid w:val="00C33F89"/>
    <w:rsid w:val="00C34245"/>
    <w:rsid w:val="00C35708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8DD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1D1"/>
    <w:rsid w:val="00C50682"/>
    <w:rsid w:val="00C50D02"/>
    <w:rsid w:val="00C51883"/>
    <w:rsid w:val="00C51CC0"/>
    <w:rsid w:val="00C52538"/>
    <w:rsid w:val="00C53277"/>
    <w:rsid w:val="00C53451"/>
    <w:rsid w:val="00C544A2"/>
    <w:rsid w:val="00C54548"/>
    <w:rsid w:val="00C5495C"/>
    <w:rsid w:val="00C5506C"/>
    <w:rsid w:val="00C5533F"/>
    <w:rsid w:val="00C55AA2"/>
    <w:rsid w:val="00C567DA"/>
    <w:rsid w:val="00C56CCB"/>
    <w:rsid w:val="00C572D9"/>
    <w:rsid w:val="00C57F44"/>
    <w:rsid w:val="00C60178"/>
    <w:rsid w:val="00C60220"/>
    <w:rsid w:val="00C603C3"/>
    <w:rsid w:val="00C604EE"/>
    <w:rsid w:val="00C60664"/>
    <w:rsid w:val="00C61115"/>
    <w:rsid w:val="00C61ACE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0943"/>
    <w:rsid w:val="00C81862"/>
    <w:rsid w:val="00C820FB"/>
    <w:rsid w:val="00C827D4"/>
    <w:rsid w:val="00C82B2E"/>
    <w:rsid w:val="00C8385F"/>
    <w:rsid w:val="00C84481"/>
    <w:rsid w:val="00C84826"/>
    <w:rsid w:val="00C84943"/>
    <w:rsid w:val="00C857DC"/>
    <w:rsid w:val="00C857F3"/>
    <w:rsid w:val="00C85821"/>
    <w:rsid w:val="00C858FA"/>
    <w:rsid w:val="00C860D1"/>
    <w:rsid w:val="00C8753A"/>
    <w:rsid w:val="00C87D7A"/>
    <w:rsid w:val="00C87E40"/>
    <w:rsid w:val="00C91B38"/>
    <w:rsid w:val="00C91FC4"/>
    <w:rsid w:val="00C92D2D"/>
    <w:rsid w:val="00C93963"/>
    <w:rsid w:val="00C93A7B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A15"/>
    <w:rsid w:val="00CA4BE0"/>
    <w:rsid w:val="00CA4CE6"/>
    <w:rsid w:val="00CA5682"/>
    <w:rsid w:val="00CA74AD"/>
    <w:rsid w:val="00CA74DE"/>
    <w:rsid w:val="00CA7643"/>
    <w:rsid w:val="00CA7E3F"/>
    <w:rsid w:val="00CA7EC7"/>
    <w:rsid w:val="00CB13A5"/>
    <w:rsid w:val="00CB21C3"/>
    <w:rsid w:val="00CB28D5"/>
    <w:rsid w:val="00CB38F8"/>
    <w:rsid w:val="00CB46B3"/>
    <w:rsid w:val="00CB57E9"/>
    <w:rsid w:val="00CB59C5"/>
    <w:rsid w:val="00CB6206"/>
    <w:rsid w:val="00CB6559"/>
    <w:rsid w:val="00CB6EA2"/>
    <w:rsid w:val="00CB716A"/>
    <w:rsid w:val="00CB762B"/>
    <w:rsid w:val="00CB772F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C756D"/>
    <w:rsid w:val="00CC75A7"/>
    <w:rsid w:val="00CD099B"/>
    <w:rsid w:val="00CD0F77"/>
    <w:rsid w:val="00CD235D"/>
    <w:rsid w:val="00CD322F"/>
    <w:rsid w:val="00CD4367"/>
    <w:rsid w:val="00CD4831"/>
    <w:rsid w:val="00CD4916"/>
    <w:rsid w:val="00CD52F5"/>
    <w:rsid w:val="00CD683F"/>
    <w:rsid w:val="00CD6DE0"/>
    <w:rsid w:val="00CD73B3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97B"/>
    <w:rsid w:val="00CE3EE9"/>
    <w:rsid w:val="00CE406C"/>
    <w:rsid w:val="00CE4651"/>
    <w:rsid w:val="00CE478D"/>
    <w:rsid w:val="00CE4BBB"/>
    <w:rsid w:val="00CE59F3"/>
    <w:rsid w:val="00CE5B9A"/>
    <w:rsid w:val="00CE6272"/>
    <w:rsid w:val="00CE65A4"/>
    <w:rsid w:val="00CE79EF"/>
    <w:rsid w:val="00CE7B1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4CCD"/>
    <w:rsid w:val="00CF5DB6"/>
    <w:rsid w:val="00CF6A5E"/>
    <w:rsid w:val="00CF6E84"/>
    <w:rsid w:val="00CF6FBA"/>
    <w:rsid w:val="00CF7101"/>
    <w:rsid w:val="00CF79CB"/>
    <w:rsid w:val="00CF7C4A"/>
    <w:rsid w:val="00D00B58"/>
    <w:rsid w:val="00D00EE8"/>
    <w:rsid w:val="00D01E01"/>
    <w:rsid w:val="00D023C2"/>
    <w:rsid w:val="00D0249C"/>
    <w:rsid w:val="00D0286D"/>
    <w:rsid w:val="00D02C79"/>
    <w:rsid w:val="00D02D0F"/>
    <w:rsid w:val="00D03C76"/>
    <w:rsid w:val="00D044A3"/>
    <w:rsid w:val="00D05441"/>
    <w:rsid w:val="00D0606A"/>
    <w:rsid w:val="00D06AFB"/>
    <w:rsid w:val="00D1036A"/>
    <w:rsid w:val="00D111FE"/>
    <w:rsid w:val="00D11B50"/>
    <w:rsid w:val="00D11ECE"/>
    <w:rsid w:val="00D12965"/>
    <w:rsid w:val="00D12DFD"/>
    <w:rsid w:val="00D134C4"/>
    <w:rsid w:val="00D13BB5"/>
    <w:rsid w:val="00D14116"/>
    <w:rsid w:val="00D1495D"/>
    <w:rsid w:val="00D14A2A"/>
    <w:rsid w:val="00D15062"/>
    <w:rsid w:val="00D15136"/>
    <w:rsid w:val="00D15E7B"/>
    <w:rsid w:val="00D16262"/>
    <w:rsid w:val="00D16F8D"/>
    <w:rsid w:val="00D204AF"/>
    <w:rsid w:val="00D214B1"/>
    <w:rsid w:val="00D216C5"/>
    <w:rsid w:val="00D21994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8F8"/>
    <w:rsid w:val="00D259EF"/>
    <w:rsid w:val="00D25EB0"/>
    <w:rsid w:val="00D265E6"/>
    <w:rsid w:val="00D27235"/>
    <w:rsid w:val="00D2745F"/>
    <w:rsid w:val="00D27DEC"/>
    <w:rsid w:val="00D303BC"/>
    <w:rsid w:val="00D30FF6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3F09"/>
    <w:rsid w:val="00D3416E"/>
    <w:rsid w:val="00D34C2C"/>
    <w:rsid w:val="00D3534D"/>
    <w:rsid w:val="00D3575F"/>
    <w:rsid w:val="00D35778"/>
    <w:rsid w:val="00D35BC8"/>
    <w:rsid w:val="00D3664A"/>
    <w:rsid w:val="00D36C16"/>
    <w:rsid w:val="00D378D6"/>
    <w:rsid w:val="00D378F4"/>
    <w:rsid w:val="00D37CA6"/>
    <w:rsid w:val="00D37CD5"/>
    <w:rsid w:val="00D4155F"/>
    <w:rsid w:val="00D41990"/>
    <w:rsid w:val="00D4275C"/>
    <w:rsid w:val="00D43214"/>
    <w:rsid w:val="00D43DAD"/>
    <w:rsid w:val="00D43E65"/>
    <w:rsid w:val="00D44116"/>
    <w:rsid w:val="00D4477C"/>
    <w:rsid w:val="00D447D3"/>
    <w:rsid w:val="00D454AC"/>
    <w:rsid w:val="00D46305"/>
    <w:rsid w:val="00D47ACA"/>
    <w:rsid w:val="00D47CBE"/>
    <w:rsid w:val="00D47E67"/>
    <w:rsid w:val="00D508B2"/>
    <w:rsid w:val="00D50F0B"/>
    <w:rsid w:val="00D50F7D"/>
    <w:rsid w:val="00D5112D"/>
    <w:rsid w:val="00D52ACD"/>
    <w:rsid w:val="00D530F5"/>
    <w:rsid w:val="00D532ED"/>
    <w:rsid w:val="00D53B34"/>
    <w:rsid w:val="00D53DC4"/>
    <w:rsid w:val="00D54187"/>
    <w:rsid w:val="00D54652"/>
    <w:rsid w:val="00D5491C"/>
    <w:rsid w:val="00D54E22"/>
    <w:rsid w:val="00D54F67"/>
    <w:rsid w:val="00D5570E"/>
    <w:rsid w:val="00D55C7A"/>
    <w:rsid w:val="00D55FD5"/>
    <w:rsid w:val="00D561DF"/>
    <w:rsid w:val="00D56302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AE3"/>
    <w:rsid w:val="00D61BD5"/>
    <w:rsid w:val="00D62388"/>
    <w:rsid w:val="00D62E5D"/>
    <w:rsid w:val="00D62FFA"/>
    <w:rsid w:val="00D63C17"/>
    <w:rsid w:val="00D63EE5"/>
    <w:rsid w:val="00D6418E"/>
    <w:rsid w:val="00D65335"/>
    <w:rsid w:val="00D6706A"/>
    <w:rsid w:val="00D672FA"/>
    <w:rsid w:val="00D6736C"/>
    <w:rsid w:val="00D70B8B"/>
    <w:rsid w:val="00D71E11"/>
    <w:rsid w:val="00D72782"/>
    <w:rsid w:val="00D728C3"/>
    <w:rsid w:val="00D730C0"/>
    <w:rsid w:val="00D73993"/>
    <w:rsid w:val="00D73B0D"/>
    <w:rsid w:val="00D74046"/>
    <w:rsid w:val="00D741A9"/>
    <w:rsid w:val="00D74D3B"/>
    <w:rsid w:val="00D752A1"/>
    <w:rsid w:val="00D75BA8"/>
    <w:rsid w:val="00D75E96"/>
    <w:rsid w:val="00D76302"/>
    <w:rsid w:val="00D7709D"/>
    <w:rsid w:val="00D770E2"/>
    <w:rsid w:val="00D778B9"/>
    <w:rsid w:val="00D80DAF"/>
    <w:rsid w:val="00D82C31"/>
    <w:rsid w:val="00D83479"/>
    <w:rsid w:val="00D8386A"/>
    <w:rsid w:val="00D84744"/>
    <w:rsid w:val="00D84746"/>
    <w:rsid w:val="00D84973"/>
    <w:rsid w:val="00D84ED2"/>
    <w:rsid w:val="00D85068"/>
    <w:rsid w:val="00D8507E"/>
    <w:rsid w:val="00D855DD"/>
    <w:rsid w:val="00D855E5"/>
    <w:rsid w:val="00D86896"/>
    <w:rsid w:val="00D8710B"/>
    <w:rsid w:val="00D87C2D"/>
    <w:rsid w:val="00D90C6F"/>
    <w:rsid w:val="00D91DD5"/>
    <w:rsid w:val="00D92AE6"/>
    <w:rsid w:val="00D92AF5"/>
    <w:rsid w:val="00D92D1C"/>
    <w:rsid w:val="00D92F2D"/>
    <w:rsid w:val="00D93000"/>
    <w:rsid w:val="00D9310F"/>
    <w:rsid w:val="00D932F2"/>
    <w:rsid w:val="00D937CD"/>
    <w:rsid w:val="00D93ED0"/>
    <w:rsid w:val="00D94D04"/>
    <w:rsid w:val="00D95788"/>
    <w:rsid w:val="00D958C7"/>
    <w:rsid w:val="00D96232"/>
    <w:rsid w:val="00D96CCB"/>
    <w:rsid w:val="00D97730"/>
    <w:rsid w:val="00D977AA"/>
    <w:rsid w:val="00D97967"/>
    <w:rsid w:val="00D9796F"/>
    <w:rsid w:val="00DA0AD1"/>
    <w:rsid w:val="00DA2C5D"/>
    <w:rsid w:val="00DA2D4B"/>
    <w:rsid w:val="00DA3977"/>
    <w:rsid w:val="00DA47AE"/>
    <w:rsid w:val="00DA47CF"/>
    <w:rsid w:val="00DA51AF"/>
    <w:rsid w:val="00DA6A78"/>
    <w:rsid w:val="00DA7AC7"/>
    <w:rsid w:val="00DB0316"/>
    <w:rsid w:val="00DB039E"/>
    <w:rsid w:val="00DB05EE"/>
    <w:rsid w:val="00DB072A"/>
    <w:rsid w:val="00DB08A5"/>
    <w:rsid w:val="00DB116A"/>
    <w:rsid w:val="00DB12FA"/>
    <w:rsid w:val="00DB1527"/>
    <w:rsid w:val="00DB1C4A"/>
    <w:rsid w:val="00DB1EE0"/>
    <w:rsid w:val="00DB2674"/>
    <w:rsid w:val="00DB2A0F"/>
    <w:rsid w:val="00DB484C"/>
    <w:rsid w:val="00DB4E7D"/>
    <w:rsid w:val="00DB634F"/>
    <w:rsid w:val="00DC0114"/>
    <w:rsid w:val="00DC1781"/>
    <w:rsid w:val="00DC1801"/>
    <w:rsid w:val="00DC1AF3"/>
    <w:rsid w:val="00DC24AF"/>
    <w:rsid w:val="00DC3EC4"/>
    <w:rsid w:val="00DC41FB"/>
    <w:rsid w:val="00DC516C"/>
    <w:rsid w:val="00DC5807"/>
    <w:rsid w:val="00DC667E"/>
    <w:rsid w:val="00DC69AE"/>
    <w:rsid w:val="00DC6B31"/>
    <w:rsid w:val="00DC6DD7"/>
    <w:rsid w:val="00DC6F7B"/>
    <w:rsid w:val="00DC7144"/>
    <w:rsid w:val="00DC73FE"/>
    <w:rsid w:val="00DD0219"/>
    <w:rsid w:val="00DD1875"/>
    <w:rsid w:val="00DD1E9A"/>
    <w:rsid w:val="00DD225C"/>
    <w:rsid w:val="00DD24D8"/>
    <w:rsid w:val="00DD3E6A"/>
    <w:rsid w:val="00DD3F77"/>
    <w:rsid w:val="00DD4A45"/>
    <w:rsid w:val="00DD64EF"/>
    <w:rsid w:val="00DD6E0D"/>
    <w:rsid w:val="00DD7E36"/>
    <w:rsid w:val="00DE00BC"/>
    <w:rsid w:val="00DE070E"/>
    <w:rsid w:val="00DE29B8"/>
    <w:rsid w:val="00DE324C"/>
    <w:rsid w:val="00DE37A4"/>
    <w:rsid w:val="00DE43C4"/>
    <w:rsid w:val="00DE5964"/>
    <w:rsid w:val="00DE5D89"/>
    <w:rsid w:val="00DE5E17"/>
    <w:rsid w:val="00DE645C"/>
    <w:rsid w:val="00DE6472"/>
    <w:rsid w:val="00DE77BA"/>
    <w:rsid w:val="00DE7E39"/>
    <w:rsid w:val="00DF18D8"/>
    <w:rsid w:val="00DF2634"/>
    <w:rsid w:val="00DF28A1"/>
    <w:rsid w:val="00DF2A1B"/>
    <w:rsid w:val="00DF31BC"/>
    <w:rsid w:val="00DF3419"/>
    <w:rsid w:val="00DF3E50"/>
    <w:rsid w:val="00DF4C84"/>
    <w:rsid w:val="00DF4ECA"/>
    <w:rsid w:val="00DF5E5B"/>
    <w:rsid w:val="00DF6F83"/>
    <w:rsid w:val="00DF7463"/>
    <w:rsid w:val="00DF795A"/>
    <w:rsid w:val="00DF7A4A"/>
    <w:rsid w:val="00E002EA"/>
    <w:rsid w:val="00E0067E"/>
    <w:rsid w:val="00E01965"/>
    <w:rsid w:val="00E02453"/>
    <w:rsid w:val="00E025E0"/>
    <w:rsid w:val="00E03FB0"/>
    <w:rsid w:val="00E04658"/>
    <w:rsid w:val="00E06544"/>
    <w:rsid w:val="00E069E8"/>
    <w:rsid w:val="00E071D8"/>
    <w:rsid w:val="00E07D8D"/>
    <w:rsid w:val="00E10B6C"/>
    <w:rsid w:val="00E10BD3"/>
    <w:rsid w:val="00E10CE6"/>
    <w:rsid w:val="00E10EE7"/>
    <w:rsid w:val="00E11182"/>
    <w:rsid w:val="00E11293"/>
    <w:rsid w:val="00E1131E"/>
    <w:rsid w:val="00E117EB"/>
    <w:rsid w:val="00E124DD"/>
    <w:rsid w:val="00E1295E"/>
    <w:rsid w:val="00E12DB8"/>
    <w:rsid w:val="00E12FD9"/>
    <w:rsid w:val="00E137A7"/>
    <w:rsid w:val="00E153C9"/>
    <w:rsid w:val="00E15569"/>
    <w:rsid w:val="00E15930"/>
    <w:rsid w:val="00E15C5C"/>
    <w:rsid w:val="00E1636F"/>
    <w:rsid w:val="00E164C2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308A8"/>
    <w:rsid w:val="00E308D6"/>
    <w:rsid w:val="00E30D89"/>
    <w:rsid w:val="00E31758"/>
    <w:rsid w:val="00E31BF0"/>
    <w:rsid w:val="00E31D0B"/>
    <w:rsid w:val="00E32103"/>
    <w:rsid w:val="00E321AA"/>
    <w:rsid w:val="00E337CC"/>
    <w:rsid w:val="00E33B06"/>
    <w:rsid w:val="00E3422D"/>
    <w:rsid w:val="00E346F1"/>
    <w:rsid w:val="00E35216"/>
    <w:rsid w:val="00E354C7"/>
    <w:rsid w:val="00E358FF"/>
    <w:rsid w:val="00E35A27"/>
    <w:rsid w:val="00E37859"/>
    <w:rsid w:val="00E40220"/>
    <w:rsid w:val="00E41C92"/>
    <w:rsid w:val="00E421C2"/>
    <w:rsid w:val="00E422F5"/>
    <w:rsid w:val="00E42DD9"/>
    <w:rsid w:val="00E43995"/>
    <w:rsid w:val="00E439C2"/>
    <w:rsid w:val="00E43D27"/>
    <w:rsid w:val="00E43E12"/>
    <w:rsid w:val="00E441B2"/>
    <w:rsid w:val="00E44724"/>
    <w:rsid w:val="00E44BBC"/>
    <w:rsid w:val="00E453DD"/>
    <w:rsid w:val="00E462EB"/>
    <w:rsid w:val="00E47605"/>
    <w:rsid w:val="00E50573"/>
    <w:rsid w:val="00E5074C"/>
    <w:rsid w:val="00E50C56"/>
    <w:rsid w:val="00E5254B"/>
    <w:rsid w:val="00E5317A"/>
    <w:rsid w:val="00E53445"/>
    <w:rsid w:val="00E5449F"/>
    <w:rsid w:val="00E556C2"/>
    <w:rsid w:val="00E603F4"/>
    <w:rsid w:val="00E623FD"/>
    <w:rsid w:val="00E62B05"/>
    <w:rsid w:val="00E63297"/>
    <w:rsid w:val="00E635FE"/>
    <w:rsid w:val="00E63AE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66D31"/>
    <w:rsid w:val="00E67558"/>
    <w:rsid w:val="00E7123B"/>
    <w:rsid w:val="00E71D8D"/>
    <w:rsid w:val="00E71F2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CBB"/>
    <w:rsid w:val="00E80AAD"/>
    <w:rsid w:val="00E80D47"/>
    <w:rsid w:val="00E815A4"/>
    <w:rsid w:val="00E81F33"/>
    <w:rsid w:val="00E82399"/>
    <w:rsid w:val="00E851A6"/>
    <w:rsid w:val="00E8545C"/>
    <w:rsid w:val="00E85713"/>
    <w:rsid w:val="00E85962"/>
    <w:rsid w:val="00E85AFB"/>
    <w:rsid w:val="00E85DF0"/>
    <w:rsid w:val="00E876FE"/>
    <w:rsid w:val="00E8789A"/>
    <w:rsid w:val="00E90761"/>
    <w:rsid w:val="00E9136A"/>
    <w:rsid w:val="00E91F16"/>
    <w:rsid w:val="00E92783"/>
    <w:rsid w:val="00E9391E"/>
    <w:rsid w:val="00E94D23"/>
    <w:rsid w:val="00E95B44"/>
    <w:rsid w:val="00E95BE5"/>
    <w:rsid w:val="00E95D82"/>
    <w:rsid w:val="00EA14F8"/>
    <w:rsid w:val="00EA2155"/>
    <w:rsid w:val="00EA253B"/>
    <w:rsid w:val="00EA26C4"/>
    <w:rsid w:val="00EA2E83"/>
    <w:rsid w:val="00EA3458"/>
    <w:rsid w:val="00EA34AA"/>
    <w:rsid w:val="00EA3D03"/>
    <w:rsid w:val="00EA461E"/>
    <w:rsid w:val="00EA4EDF"/>
    <w:rsid w:val="00EA5061"/>
    <w:rsid w:val="00EA620C"/>
    <w:rsid w:val="00EA6299"/>
    <w:rsid w:val="00EA62B3"/>
    <w:rsid w:val="00EA639B"/>
    <w:rsid w:val="00EA6DE0"/>
    <w:rsid w:val="00EA6FAC"/>
    <w:rsid w:val="00EA7CFE"/>
    <w:rsid w:val="00EB0B49"/>
    <w:rsid w:val="00EB1AEC"/>
    <w:rsid w:val="00EB1B17"/>
    <w:rsid w:val="00EB1B96"/>
    <w:rsid w:val="00EB1D2D"/>
    <w:rsid w:val="00EB2136"/>
    <w:rsid w:val="00EB2C24"/>
    <w:rsid w:val="00EB2EC2"/>
    <w:rsid w:val="00EB30C8"/>
    <w:rsid w:val="00EB3475"/>
    <w:rsid w:val="00EB3599"/>
    <w:rsid w:val="00EB4F58"/>
    <w:rsid w:val="00EB569E"/>
    <w:rsid w:val="00EB5C7B"/>
    <w:rsid w:val="00EB5F63"/>
    <w:rsid w:val="00EB6073"/>
    <w:rsid w:val="00EB61DE"/>
    <w:rsid w:val="00EB6597"/>
    <w:rsid w:val="00EB6A65"/>
    <w:rsid w:val="00EB7750"/>
    <w:rsid w:val="00EB7ADF"/>
    <w:rsid w:val="00EC1093"/>
    <w:rsid w:val="00EC1B31"/>
    <w:rsid w:val="00EC1FE1"/>
    <w:rsid w:val="00EC347C"/>
    <w:rsid w:val="00EC4378"/>
    <w:rsid w:val="00EC43BD"/>
    <w:rsid w:val="00EC4864"/>
    <w:rsid w:val="00EC4B2B"/>
    <w:rsid w:val="00EC4DFE"/>
    <w:rsid w:val="00EC59EE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2E7"/>
    <w:rsid w:val="00ED4910"/>
    <w:rsid w:val="00ED51D8"/>
    <w:rsid w:val="00ED5535"/>
    <w:rsid w:val="00ED61E5"/>
    <w:rsid w:val="00ED7213"/>
    <w:rsid w:val="00ED75D7"/>
    <w:rsid w:val="00ED7688"/>
    <w:rsid w:val="00ED7AC2"/>
    <w:rsid w:val="00ED7D1D"/>
    <w:rsid w:val="00EE0A25"/>
    <w:rsid w:val="00EE0B17"/>
    <w:rsid w:val="00EE0C84"/>
    <w:rsid w:val="00EE10A7"/>
    <w:rsid w:val="00EE1692"/>
    <w:rsid w:val="00EE1778"/>
    <w:rsid w:val="00EE17FE"/>
    <w:rsid w:val="00EE18DA"/>
    <w:rsid w:val="00EE1CC1"/>
    <w:rsid w:val="00EE1DF3"/>
    <w:rsid w:val="00EE2BB1"/>
    <w:rsid w:val="00EE4177"/>
    <w:rsid w:val="00EE4549"/>
    <w:rsid w:val="00EE4587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E7BDA"/>
    <w:rsid w:val="00EF0F23"/>
    <w:rsid w:val="00EF204E"/>
    <w:rsid w:val="00EF21C8"/>
    <w:rsid w:val="00EF237F"/>
    <w:rsid w:val="00EF30A1"/>
    <w:rsid w:val="00EF3F27"/>
    <w:rsid w:val="00EF3F45"/>
    <w:rsid w:val="00EF4BB9"/>
    <w:rsid w:val="00EF5836"/>
    <w:rsid w:val="00EF62F9"/>
    <w:rsid w:val="00EF6D71"/>
    <w:rsid w:val="00EF6E1D"/>
    <w:rsid w:val="00EF79BF"/>
    <w:rsid w:val="00EF7BB5"/>
    <w:rsid w:val="00F0031B"/>
    <w:rsid w:val="00F0265C"/>
    <w:rsid w:val="00F03865"/>
    <w:rsid w:val="00F041E4"/>
    <w:rsid w:val="00F045F1"/>
    <w:rsid w:val="00F0479C"/>
    <w:rsid w:val="00F04B5D"/>
    <w:rsid w:val="00F053E4"/>
    <w:rsid w:val="00F062CD"/>
    <w:rsid w:val="00F07940"/>
    <w:rsid w:val="00F07FC1"/>
    <w:rsid w:val="00F1031C"/>
    <w:rsid w:val="00F10518"/>
    <w:rsid w:val="00F105DC"/>
    <w:rsid w:val="00F10874"/>
    <w:rsid w:val="00F122A5"/>
    <w:rsid w:val="00F12543"/>
    <w:rsid w:val="00F128C7"/>
    <w:rsid w:val="00F12B9E"/>
    <w:rsid w:val="00F134EF"/>
    <w:rsid w:val="00F13698"/>
    <w:rsid w:val="00F136B5"/>
    <w:rsid w:val="00F13CA3"/>
    <w:rsid w:val="00F1472A"/>
    <w:rsid w:val="00F1494C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313D"/>
    <w:rsid w:val="00F24221"/>
    <w:rsid w:val="00F2676A"/>
    <w:rsid w:val="00F26E06"/>
    <w:rsid w:val="00F27B77"/>
    <w:rsid w:val="00F316E6"/>
    <w:rsid w:val="00F325C2"/>
    <w:rsid w:val="00F32709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B5D"/>
    <w:rsid w:val="00F41C18"/>
    <w:rsid w:val="00F4200B"/>
    <w:rsid w:val="00F426FB"/>
    <w:rsid w:val="00F42C86"/>
    <w:rsid w:val="00F42DF8"/>
    <w:rsid w:val="00F45337"/>
    <w:rsid w:val="00F453F1"/>
    <w:rsid w:val="00F458E5"/>
    <w:rsid w:val="00F45E3D"/>
    <w:rsid w:val="00F45ECF"/>
    <w:rsid w:val="00F46A8F"/>
    <w:rsid w:val="00F46BF5"/>
    <w:rsid w:val="00F479BD"/>
    <w:rsid w:val="00F47ADA"/>
    <w:rsid w:val="00F50F40"/>
    <w:rsid w:val="00F5104B"/>
    <w:rsid w:val="00F51304"/>
    <w:rsid w:val="00F52BB9"/>
    <w:rsid w:val="00F53045"/>
    <w:rsid w:val="00F53499"/>
    <w:rsid w:val="00F53AAC"/>
    <w:rsid w:val="00F54425"/>
    <w:rsid w:val="00F54581"/>
    <w:rsid w:val="00F55071"/>
    <w:rsid w:val="00F55540"/>
    <w:rsid w:val="00F55F50"/>
    <w:rsid w:val="00F56054"/>
    <w:rsid w:val="00F563AF"/>
    <w:rsid w:val="00F5645A"/>
    <w:rsid w:val="00F56AF7"/>
    <w:rsid w:val="00F56BCB"/>
    <w:rsid w:val="00F56D39"/>
    <w:rsid w:val="00F56DD1"/>
    <w:rsid w:val="00F56ECB"/>
    <w:rsid w:val="00F572FB"/>
    <w:rsid w:val="00F61132"/>
    <w:rsid w:val="00F61376"/>
    <w:rsid w:val="00F6168E"/>
    <w:rsid w:val="00F61D69"/>
    <w:rsid w:val="00F634D7"/>
    <w:rsid w:val="00F63BE6"/>
    <w:rsid w:val="00F63F83"/>
    <w:rsid w:val="00F6430A"/>
    <w:rsid w:val="00F64D94"/>
    <w:rsid w:val="00F64ED5"/>
    <w:rsid w:val="00F65542"/>
    <w:rsid w:val="00F657E2"/>
    <w:rsid w:val="00F65BE1"/>
    <w:rsid w:val="00F65FC6"/>
    <w:rsid w:val="00F66281"/>
    <w:rsid w:val="00F6635A"/>
    <w:rsid w:val="00F669E0"/>
    <w:rsid w:val="00F67EE2"/>
    <w:rsid w:val="00F7033C"/>
    <w:rsid w:val="00F70B78"/>
    <w:rsid w:val="00F70CCD"/>
    <w:rsid w:val="00F70DCB"/>
    <w:rsid w:val="00F71992"/>
    <w:rsid w:val="00F71F73"/>
    <w:rsid w:val="00F72333"/>
    <w:rsid w:val="00F72362"/>
    <w:rsid w:val="00F73CAF"/>
    <w:rsid w:val="00F73DF0"/>
    <w:rsid w:val="00F748CA"/>
    <w:rsid w:val="00F74C1E"/>
    <w:rsid w:val="00F74DAF"/>
    <w:rsid w:val="00F74E7A"/>
    <w:rsid w:val="00F756DE"/>
    <w:rsid w:val="00F75C92"/>
    <w:rsid w:val="00F760CC"/>
    <w:rsid w:val="00F76D7C"/>
    <w:rsid w:val="00F7726D"/>
    <w:rsid w:val="00F803FF"/>
    <w:rsid w:val="00F808FD"/>
    <w:rsid w:val="00F81049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33A"/>
    <w:rsid w:val="00F90543"/>
    <w:rsid w:val="00F90CCF"/>
    <w:rsid w:val="00F90E62"/>
    <w:rsid w:val="00F90F80"/>
    <w:rsid w:val="00F9110A"/>
    <w:rsid w:val="00F91E7D"/>
    <w:rsid w:val="00F91FF8"/>
    <w:rsid w:val="00F9252E"/>
    <w:rsid w:val="00F92796"/>
    <w:rsid w:val="00F92D95"/>
    <w:rsid w:val="00F93482"/>
    <w:rsid w:val="00F9365F"/>
    <w:rsid w:val="00F93AD2"/>
    <w:rsid w:val="00F93E48"/>
    <w:rsid w:val="00F93E74"/>
    <w:rsid w:val="00F93EC7"/>
    <w:rsid w:val="00F94535"/>
    <w:rsid w:val="00F9529B"/>
    <w:rsid w:val="00F957A5"/>
    <w:rsid w:val="00F95B44"/>
    <w:rsid w:val="00F9630D"/>
    <w:rsid w:val="00F96F2A"/>
    <w:rsid w:val="00FA0366"/>
    <w:rsid w:val="00FA09E5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0B59"/>
    <w:rsid w:val="00FB0F35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C2B"/>
    <w:rsid w:val="00FB6DA8"/>
    <w:rsid w:val="00FB6F40"/>
    <w:rsid w:val="00FB70A3"/>
    <w:rsid w:val="00FB74E3"/>
    <w:rsid w:val="00FB79B8"/>
    <w:rsid w:val="00FB7A72"/>
    <w:rsid w:val="00FC093C"/>
    <w:rsid w:val="00FC113A"/>
    <w:rsid w:val="00FC1719"/>
    <w:rsid w:val="00FC22C5"/>
    <w:rsid w:val="00FC292D"/>
    <w:rsid w:val="00FC2E39"/>
    <w:rsid w:val="00FC353C"/>
    <w:rsid w:val="00FC40C7"/>
    <w:rsid w:val="00FC4494"/>
    <w:rsid w:val="00FC4E54"/>
    <w:rsid w:val="00FC5FC4"/>
    <w:rsid w:val="00FC69C7"/>
    <w:rsid w:val="00FC7160"/>
    <w:rsid w:val="00FC75B1"/>
    <w:rsid w:val="00FC795A"/>
    <w:rsid w:val="00FC7C32"/>
    <w:rsid w:val="00FD0666"/>
    <w:rsid w:val="00FD08E5"/>
    <w:rsid w:val="00FD09BC"/>
    <w:rsid w:val="00FD10C9"/>
    <w:rsid w:val="00FD164A"/>
    <w:rsid w:val="00FD18A1"/>
    <w:rsid w:val="00FD23BB"/>
    <w:rsid w:val="00FD2DF5"/>
    <w:rsid w:val="00FD33FD"/>
    <w:rsid w:val="00FD433A"/>
    <w:rsid w:val="00FD4A6E"/>
    <w:rsid w:val="00FD4BF6"/>
    <w:rsid w:val="00FD5459"/>
    <w:rsid w:val="00FD5764"/>
    <w:rsid w:val="00FD590C"/>
    <w:rsid w:val="00FD5910"/>
    <w:rsid w:val="00FD5D6B"/>
    <w:rsid w:val="00FD6335"/>
    <w:rsid w:val="00FD6D33"/>
    <w:rsid w:val="00FD6F18"/>
    <w:rsid w:val="00FD712A"/>
    <w:rsid w:val="00FD7220"/>
    <w:rsid w:val="00FD72E4"/>
    <w:rsid w:val="00FD7ED1"/>
    <w:rsid w:val="00FE04D0"/>
    <w:rsid w:val="00FE08A8"/>
    <w:rsid w:val="00FE0935"/>
    <w:rsid w:val="00FE1DC5"/>
    <w:rsid w:val="00FE204A"/>
    <w:rsid w:val="00FE20C7"/>
    <w:rsid w:val="00FE242F"/>
    <w:rsid w:val="00FE31AA"/>
    <w:rsid w:val="00FE3539"/>
    <w:rsid w:val="00FE47CF"/>
    <w:rsid w:val="00FE4A89"/>
    <w:rsid w:val="00FE4B13"/>
    <w:rsid w:val="00FE4D32"/>
    <w:rsid w:val="00FE4D74"/>
    <w:rsid w:val="00FE52C4"/>
    <w:rsid w:val="00FE5387"/>
    <w:rsid w:val="00FE5B0E"/>
    <w:rsid w:val="00FE5BCF"/>
    <w:rsid w:val="00FE6AA9"/>
    <w:rsid w:val="00FE7A33"/>
    <w:rsid w:val="00FF0A7D"/>
    <w:rsid w:val="00FF0AA5"/>
    <w:rsid w:val="00FF1440"/>
    <w:rsid w:val="00FF14A5"/>
    <w:rsid w:val="00FF15AF"/>
    <w:rsid w:val="00FF1629"/>
    <w:rsid w:val="00FF1A9A"/>
    <w:rsid w:val="00FF29E7"/>
    <w:rsid w:val="00FF3132"/>
    <w:rsid w:val="00FF327F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01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321A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804B1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04B1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176B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176B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3</Pages>
  <Words>890</Words>
  <Characters>5076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4</cp:revision>
  <cp:lastPrinted>2018-05-02T10:19:00Z</cp:lastPrinted>
  <dcterms:created xsi:type="dcterms:W3CDTF">2018-05-02T13:39:00Z</dcterms:created>
  <dcterms:modified xsi:type="dcterms:W3CDTF">2018-05-04T06:58:00Z</dcterms:modified>
</cp:coreProperties>
</file>