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47E" w:rsidRDefault="0019447E" w:rsidP="00A6501D">
      <w:pPr>
        <w:tabs>
          <w:tab w:val="left" w:pos="7088"/>
        </w:tabs>
        <w:jc w:val="center"/>
        <w:rPr>
          <w:rFonts w:ascii="Times New Roman" w:hAnsi="Times New Roman"/>
        </w:rPr>
      </w:pPr>
      <w:r w:rsidRPr="007C7E04">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19447E" w:rsidRDefault="0019447E"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19447E" w:rsidRDefault="0019447E"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19447E" w:rsidRDefault="0019447E" w:rsidP="00A6501D">
      <w:pPr>
        <w:jc w:val="center"/>
        <w:rPr>
          <w:rFonts w:ascii="Times New Roman" w:hAnsi="Times New Roman"/>
          <w:b/>
          <w:bCs/>
          <w:sz w:val="16"/>
          <w:szCs w:val="16"/>
        </w:rPr>
      </w:pPr>
    </w:p>
    <w:p w:rsidR="0019447E" w:rsidRDefault="0019447E"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19447E" w:rsidRDefault="0019447E"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19447E" w:rsidRDefault="0019447E" w:rsidP="00A6501D">
      <w:pPr>
        <w:jc w:val="center"/>
        <w:rPr>
          <w:rFonts w:ascii="Times New Roman" w:hAnsi="Times New Roman"/>
          <w:b/>
          <w:bCs/>
          <w:sz w:val="24"/>
          <w:szCs w:val="24"/>
        </w:rPr>
      </w:pPr>
    </w:p>
    <w:p w:rsidR="0019447E" w:rsidRDefault="0019447E" w:rsidP="00A6501D">
      <w:pPr>
        <w:rPr>
          <w:rFonts w:ascii="Times New Roman" w:hAnsi="Times New Roman"/>
          <w:b/>
          <w:bCs/>
          <w:sz w:val="20"/>
        </w:rPr>
      </w:pPr>
      <w:r>
        <w:rPr>
          <w:rFonts w:ascii="Times New Roman" w:hAnsi="Times New Roman"/>
          <w:b/>
          <w:bCs/>
          <w:sz w:val="24"/>
          <w:szCs w:val="24"/>
        </w:rPr>
        <w:t>07.02.2018                                                   м. Ромни                                                       № 54-ОД</w:t>
      </w:r>
    </w:p>
    <w:p w:rsidR="0019447E" w:rsidRDefault="0019447E" w:rsidP="00A6501D">
      <w:pPr>
        <w:tabs>
          <w:tab w:val="left" w:pos="4320"/>
        </w:tabs>
        <w:spacing w:line="360" w:lineRule="auto"/>
        <w:rPr>
          <w:rFonts w:ascii="Times New Roman" w:hAnsi="Times New Roman"/>
          <w:b/>
          <w:bCs/>
          <w:sz w:val="28"/>
          <w:szCs w:val="28"/>
        </w:rPr>
      </w:pPr>
    </w:p>
    <w:tbl>
      <w:tblPr>
        <w:tblW w:w="0" w:type="auto"/>
        <w:tblBorders>
          <w:bottom w:val="single" w:sz="4" w:space="0" w:color="auto"/>
        </w:tblBorders>
        <w:tblLook w:val="00A0"/>
      </w:tblPr>
      <w:tblGrid>
        <w:gridCol w:w="4077"/>
      </w:tblGrid>
      <w:tr w:rsidR="0019447E" w:rsidRPr="00500751" w:rsidTr="00E73EA4">
        <w:trPr>
          <w:trHeight w:val="1036"/>
        </w:trPr>
        <w:tc>
          <w:tcPr>
            <w:tcW w:w="4077" w:type="dxa"/>
            <w:tcBorders>
              <w:bottom w:val="nil"/>
            </w:tcBorders>
          </w:tcPr>
          <w:p w:rsidR="0019447E" w:rsidRPr="00E73EA4" w:rsidRDefault="0019447E" w:rsidP="00E73EA4">
            <w:pPr>
              <w:tabs>
                <w:tab w:val="left" w:pos="4320"/>
              </w:tabs>
              <w:jc w:val="both"/>
              <w:rPr>
                <w:rFonts w:ascii="Times New Roman" w:hAnsi="Times New Roman"/>
                <w:b/>
                <w:bCs/>
                <w:sz w:val="28"/>
                <w:szCs w:val="28"/>
              </w:rPr>
            </w:pPr>
            <w:r w:rsidRPr="00E73EA4">
              <w:rPr>
                <w:rFonts w:ascii="Times New Roman" w:hAnsi="Times New Roman"/>
                <w:b/>
                <w:bCs/>
                <w:sz w:val="28"/>
                <w:szCs w:val="28"/>
              </w:rPr>
              <w:t xml:space="preserve">Про призначення </w:t>
            </w:r>
            <w:r>
              <w:rPr>
                <w:rFonts w:ascii="Times New Roman" w:hAnsi="Times New Roman"/>
                <w:b/>
                <w:bCs/>
                <w:sz w:val="28"/>
                <w:szCs w:val="28"/>
                <w:lang w:val="en-US"/>
              </w:rPr>
              <w:t>XXXXX</w:t>
            </w:r>
            <w:r w:rsidRPr="003601A7">
              <w:rPr>
                <w:rFonts w:ascii="Times New Roman" w:hAnsi="Times New Roman"/>
                <w:b/>
                <w:bCs/>
                <w:sz w:val="28"/>
                <w:szCs w:val="28"/>
                <w:lang w:val="ru-RU"/>
              </w:rPr>
              <w:t xml:space="preserve"> </w:t>
            </w:r>
            <w:r>
              <w:rPr>
                <w:rFonts w:ascii="Times New Roman" w:hAnsi="Times New Roman"/>
                <w:b/>
                <w:bCs/>
                <w:sz w:val="28"/>
                <w:szCs w:val="28"/>
                <w:lang w:val="en-US"/>
              </w:rPr>
              <w:t>X</w:t>
            </w:r>
            <w:r w:rsidRPr="003601A7">
              <w:rPr>
                <w:rFonts w:ascii="Times New Roman" w:hAnsi="Times New Roman"/>
                <w:b/>
                <w:bCs/>
                <w:sz w:val="28"/>
                <w:szCs w:val="28"/>
                <w:lang w:val="ru-RU"/>
              </w:rPr>
              <w:t>.</w:t>
            </w:r>
            <w:r>
              <w:rPr>
                <w:rFonts w:ascii="Times New Roman" w:hAnsi="Times New Roman"/>
                <w:b/>
                <w:bCs/>
                <w:sz w:val="28"/>
                <w:szCs w:val="28"/>
                <w:lang w:val="en-US"/>
              </w:rPr>
              <w:t>X</w:t>
            </w:r>
            <w:r w:rsidRPr="00E73EA4">
              <w:rPr>
                <w:rFonts w:ascii="Times New Roman" w:hAnsi="Times New Roman"/>
                <w:b/>
                <w:bCs/>
                <w:sz w:val="28"/>
                <w:szCs w:val="28"/>
              </w:rPr>
              <w:t xml:space="preserve">. опікуном над малолітнім </w:t>
            </w:r>
            <w:r>
              <w:rPr>
                <w:rFonts w:ascii="Times New Roman" w:hAnsi="Times New Roman"/>
                <w:b/>
                <w:bCs/>
                <w:sz w:val="28"/>
                <w:szCs w:val="28"/>
                <w:lang w:val="en-US"/>
              </w:rPr>
              <w:t>XXXXXXX</w:t>
            </w:r>
            <w:r w:rsidRPr="003601A7">
              <w:rPr>
                <w:rFonts w:ascii="Times New Roman" w:hAnsi="Times New Roman"/>
                <w:b/>
                <w:bCs/>
                <w:sz w:val="28"/>
                <w:szCs w:val="28"/>
                <w:lang w:val="ru-RU"/>
              </w:rPr>
              <w:t xml:space="preserve"> </w:t>
            </w:r>
            <w:r>
              <w:rPr>
                <w:rFonts w:ascii="Times New Roman" w:hAnsi="Times New Roman"/>
                <w:b/>
                <w:bCs/>
                <w:sz w:val="28"/>
                <w:szCs w:val="28"/>
                <w:lang w:val="en-US"/>
              </w:rPr>
              <w:t>X</w:t>
            </w:r>
            <w:r w:rsidRPr="003601A7">
              <w:rPr>
                <w:rFonts w:ascii="Times New Roman" w:hAnsi="Times New Roman"/>
                <w:b/>
                <w:bCs/>
                <w:sz w:val="28"/>
                <w:szCs w:val="28"/>
                <w:lang w:val="ru-RU"/>
              </w:rPr>
              <w:t>.</w:t>
            </w:r>
            <w:r>
              <w:rPr>
                <w:rFonts w:ascii="Times New Roman" w:hAnsi="Times New Roman"/>
                <w:b/>
                <w:bCs/>
                <w:sz w:val="28"/>
                <w:szCs w:val="28"/>
                <w:lang w:val="en-US"/>
              </w:rPr>
              <w:t>X</w:t>
            </w:r>
            <w:r w:rsidRPr="00E73EA4">
              <w:rPr>
                <w:rFonts w:ascii="Times New Roman" w:hAnsi="Times New Roman"/>
                <w:b/>
                <w:bCs/>
                <w:sz w:val="28"/>
                <w:szCs w:val="28"/>
              </w:rPr>
              <w:t>.</w:t>
            </w:r>
          </w:p>
        </w:tc>
      </w:tr>
    </w:tbl>
    <w:p w:rsidR="0019447E" w:rsidRDefault="0019447E" w:rsidP="00A6501D">
      <w:pPr>
        <w:spacing w:line="360" w:lineRule="auto"/>
        <w:rPr>
          <w:rFonts w:ascii="Times New Roman" w:hAnsi="Times New Roman"/>
          <w:b/>
          <w:bCs/>
          <w:sz w:val="28"/>
          <w:szCs w:val="28"/>
        </w:rPr>
      </w:pPr>
    </w:p>
    <w:p w:rsidR="0019447E" w:rsidRPr="00FE5F2E" w:rsidRDefault="0019447E"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статей 243, 244, 247, 249 Сімейного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враховуючи протокол комісії з питань захисту прав дитини Роменської районної державної адміністрації </w:t>
      </w:r>
      <w:r w:rsidRPr="00E249E5">
        <w:rPr>
          <w:rFonts w:ascii="Times New Roman" w:hAnsi="Times New Roman"/>
          <w:bCs/>
          <w:color w:val="000000"/>
          <w:sz w:val="28"/>
          <w:szCs w:val="28"/>
        </w:rPr>
        <w:t>від 05.02.2018 № 01</w:t>
      </w:r>
      <w:r>
        <w:rPr>
          <w:rFonts w:ascii="Times New Roman" w:hAnsi="Times New Roman"/>
          <w:bCs/>
          <w:sz w:val="28"/>
          <w:szCs w:val="28"/>
        </w:rPr>
        <w:t xml:space="preserve">, на підставі заяви </w:t>
      </w:r>
      <w:r>
        <w:rPr>
          <w:rFonts w:ascii="Times New Roman" w:hAnsi="Times New Roman"/>
          <w:bCs/>
          <w:sz w:val="28"/>
          <w:szCs w:val="28"/>
          <w:lang w:val="en-US"/>
        </w:rPr>
        <w:t>XXXXX</w:t>
      </w:r>
      <w:r w:rsidRPr="003601A7">
        <w:rPr>
          <w:rFonts w:ascii="Times New Roman" w:hAnsi="Times New Roman"/>
          <w:bCs/>
          <w:sz w:val="28"/>
          <w:szCs w:val="28"/>
        </w:rPr>
        <w:t xml:space="preserve"> </w:t>
      </w:r>
      <w:r>
        <w:rPr>
          <w:rFonts w:ascii="Times New Roman" w:hAnsi="Times New Roman"/>
          <w:bCs/>
          <w:sz w:val="28"/>
          <w:szCs w:val="28"/>
          <w:lang w:val="en-US"/>
        </w:rPr>
        <w:t>XXXXXX</w:t>
      </w:r>
      <w:r w:rsidRPr="003601A7">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від 26.01.2018:</w:t>
      </w:r>
    </w:p>
    <w:p w:rsidR="0019447E" w:rsidRPr="00842C8E" w:rsidRDefault="0019447E" w:rsidP="00D05514">
      <w:pPr>
        <w:widowControl w:val="0"/>
        <w:numPr>
          <w:ilvl w:val="0"/>
          <w:numId w:val="1"/>
        </w:numPr>
        <w:tabs>
          <w:tab w:val="num" w:pos="1080"/>
          <w:tab w:val="num" w:pos="1260"/>
        </w:tabs>
        <w:ind w:left="0" w:firstLine="720"/>
        <w:jc w:val="both"/>
        <w:rPr>
          <w:rFonts w:ascii="Times New Roman" w:hAnsi="Times New Roman"/>
          <w:bCs/>
          <w:spacing w:val="8"/>
          <w:sz w:val="28"/>
          <w:szCs w:val="28"/>
        </w:rPr>
      </w:pPr>
      <w:r>
        <w:rPr>
          <w:rFonts w:ascii="Times New Roman" w:hAnsi="Times New Roman"/>
          <w:bCs/>
          <w:sz w:val="28"/>
          <w:szCs w:val="28"/>
        </w:rPr>
        <w:t xml:space="preserve">Призначити </w:t>
      </w:r>
      <w:r>
        <w:rPr>
          <w:rFonts w:ascii="Times New Roman" w:hAnsi="Times New Roman"/>
          <w:bCs/>
          <w:sz w:val="28"/>
          <w:szCs w:val="28"/>
          <w:lang w:val="en-US"/>
        </w:rPr>
        <w:t>XXXXX</w:t>
      </w:r>
      <w:r w:rsidRPr="003601A7">
        <w:rPr>
          <w:rFonts w:ascii="Times New Roman" w:hAnsi="Times New Roman"/>
          <w:bCs/>
          <w:sz w:val="28"/>
          <w:szCs w:val="28"/>
        </w:rPr>
        <w:t xml:space="preserve"> </w:t>
      </w:r>
      <w:r>
        <w:rPr>
          <w:rFonts w:ascii="Times New Roman" w:hAnsi="Times New Roman"/>
          <w:bCs/>
          <w:sz w:val="28"/>
          <w:szCs w:val="28"/>
          <w:lang w:val="en-US"/>
        </w:rPr>
        <w:t>XXXXXX</w:t>
      </w:r>
      <w:r w:rsidRPr="003601A7">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яка проживає за адресою: вулиця </w:t>
      </w:r>
      <w:r>
        <w:rPr>
          <w:rFonts w:ascii="Times New Roman" w:hAnsi="Times New Roman"/>
          <w:bCs/>
          <w:sz w:val="28"/>
          <w:szCs w:val="28"/>
          <w:lang w:val="en-US"/>
        </w:rPr>
        <w:t>XXXXXXXXX</w:t>
      </w:r>
      <w:r>
        <w:rPr>
          <w:rFonts w:ascii="Times New Roman" w:hAnsi="Times New Roman"/>
          <w:bCs/>
          <w:sz w:val="28"/>
          <w:szCs w:val="28"/>
        </w:rPr>
        <w:t xml:space="preserve">, будинок </w:t>
      </w:r>
      <w:r>
        <w:rPr>
          <w:rFonts w:ascii="Times New Roman" w:hAnsi="Times New Roman"/>
          <w:bCs/>
          <w:sz w:val="28"/>
          <w:szCs w:val="28"/>
          <w:lang w:val="en-US"/>
        </w:rPr>
        <w:t>XX</w:t>
      </w:r>
      <w:r w:rsidRPr="00777328">
        <w:rPr>
          <w:rFonts w:ascii="Times New Roman" w:hAnsi="Times New Roman"/>
          <w:bCs/>
          <w:sz w:val="28"/>
          <w:szCs w:val="28"/>
        </w:rPr>
        <w:t xml:space="preserve">, </w:t>
      </w:r>
      <w:r>
        <w:rPr>
          <w:rFonts w:ascii="Times New Roman" w:hAnsi="Times New Roman"/>
          <w:bCs/>
          <w:sz w:val="28"/>
          <w:szCs w:val="28"/>
        </w:rPr>
        <w:t xml:space="preserve">село </w:t>
      </w:r>
      <w:r>
        <w:rPr>
          <w:rFonts w:ascii="Times New Roman" w:hAnsi="Times New Roman"/>
          <w:bCs/>
          <w:sz w:val="28"/>
          <w:szCs w:val="28"/>
          <w:lang w:val="en-US"/>
        </w:rPr>
        <w:t>XXXXXXXX</w:t>
      </w:r>
      <w:r>
        <w:rPr>
          <w:rFonts w:ascii="Times New Roman" w:hAnsi="Times New Roman"/>
          <w:bCs/>
          <w:sz w:val="28"/>
          <w:szCs w:val="28"/>
        </w:rPr>
        <w:t>, Роменського району, Сумської області, опікуном</w:t>
      </w:r>
      <w:r w:rsidRPr="00777328">
        <w:rPr>
          <w:rFonts w:ascii="Times New Roman" w:hAnsi="Times New Roman"/>
          <w:bCs/>
          <w:sz w:val="28"/>
          <w:szCs w:val="28"/>
        </w:rPr>
        <w:t xml:space="preserve"> над </w:t>
      </w:r>
      <w:r>
        <w:rPr>
          <w:rFonts w:ascii="Times New Roman" w:hAnsi="Times New Roman"/>
          <w:bCs/>
          <w:sz w:val="28"/>
          <w:szCs w:val="28"/>
        </w:rPr>
        <w:t xml:space="preserve">дитиною, позбавленою батьківського піклування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XXXXXXXXXXXX</w:t>
      </w:r>
      <w:r w:rsidRPr="00842C8E">
        <w:rPr>
          <w:rFonts w:ascii="Times New Roman" w:hAnsi="Times New Roman"/>
          <w:bCs/>
          <w:spacing w:val="-2"/>
          <w:sz w:val="28"/>
          <w:szCs w:val="28"/>
        </w:rPr>
        <w:t>,</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842C8E">
        <w:rPr>
          <w:rFonts w:ascii="Times New Roman" w:hAnsi="Times New Roman"/>
          <w:bCs/>
          <w:spacing w:val="-2"/>
          <w:sz w:val="28"/>
          <w:szCs w:val="28"/>
        </w:rPr>
        <w:t xml:space="preserve"> року народження, оскільки </w:t>
      </w:r>
      <w:r>
        <w:rPr>
          <w:rFonts w:ascii="Times New Roman" w:hAnsi="Times New Roman"/>
          <w:bCs/>
          <w:sz w:val="28"/>
          <w:szCs w:val="28"/>
        </w:rPr>
        <w:t xml:space="preserve">мати дитини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XXXXXXX</w:t>
      </w:r>
      <w:r w:rsidRPr="003601A7">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позбавлена батьківських прав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00018460568</w:t>
      </w:r>
      <w:r w:rsidRPr="007947BC">
        <w:rPr>
          <w:rFonts w:ascii="Times New Roman" w:hAnsi="Times New Roman"/>
          <w:bCs/>
          <w:sz w:val="28"/>
          <w:szCs w:val="28"/>
        </w:rPr>
        <w:t>)</w:t>
      </w:r>
      <w:r>
        <w:rPr>
          <w:rFonts w:ascii="Times New Roman" w:hAnsi="Times New Roman"/>
          <w:bCs/>
          <w:sz w:val="28"/>
          <w:szCs w:val="28"/>
        </w:rPr>
        <w:t>.</w:t>
      </w:r>
    </w:p>
    <w:p w:rsidR="0019447E" w:rsidRPr="00D05514" w:rsidRDefault="0019447E" w:rsidP="00D05514">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Дозволити </w:t>
      </w:r>
      <w:r>
        <w:rPr>
          <w:rFonts w:ascii="Times New Roman" w:hAnsi="Times New Roman"/>
          <w:bCs/>
          <w:sz w:val="28"/>
          <w:szCs w:val="28"/>
          <w:lang w:val="en-US"/>
        </w:rPr>
        <w:t>XXXXX</w:t>
      </w:r>
      <w:r w:rsidRPr="003601A7">
        <w:rPr>
          <w:rFonts w:ascii="Times New Roman" w:hAnsi="Times New Roman"/>
          <w:bCs/>
          <w:sz w:val="28"/>
          <w:szCs w:val="28"/>
        </w:rPr>
        <w:t xml:space="preserve"> </w:t>
      </w:r>
      <w:r>
        <w:rPr>
          <w:rFonts w:ascii="Times New Roman" w:hAnsi="Times New Roman"/>
          <w:bCs/>
          <w:sz w:val="28"/>
          <w:szCs w:val="28"/>
          <w:lang w:val="en-US"/>
        </w:rPr>
        <w:t>XXXXXX</w:t>
      </w:r>
      <w:r w:rsidRPr="003601A7">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проводити всі грошові розрахунки та вирішувати інші справи в інтересах підопічного.</w:t>
      </w:r>
    </w:p>
    <w:p w:rsidR="0019447E" w:rsidRPr="00A6501D" w:rsidRDefault="0019447E"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Контроль за виконанням цього розпорядження покласти на першого </w:t>
      </w:r>
      <w:r w:rsidRPr="00E249E5">
        <w:rPr>
          <w:rFonts w:ascii="Times New Roman" w:hAnsi="Times New Roman"/>
          <w:bCs/>
          <w:spacing w:val="-2"/>
          <w:sz w:val="28"/>
          <w:szCs w:val="28"/>
        </w:rPr>
        <w:t>заступника голови Роменської районної державної адміністрації Татарінова</w:t>
      </w:r>
      <w:r>
        <w:rPr>
          <w:rFonts w:ascii="Times New Roman" w:hAnsi="Times New Roman"/>
          <w:bCs/>
          <w:sz w:val="28"/>
          <w:szCs w:val="28"/>
        </w:rPr>
        <w:t xml:space="preserve"> В.М.</w:t>
      </w:r>
    </w:p>
    <w:p w:rsidR="0019447E" w:rsidRPr="00E12E4C" w:rsidRDefault="0019447E" w:rsidP="00A6501D">
      <w:pPr>
        <w:tabs>
          <w:tab w:val="num" w:pos="1080"/>
          <w:tab w:val="num" w:pos="1260"/>
        </w:tabs>
        <w:spacing w:line="360" w:lineRule="auto"/>
        <w:ind w:left="720"/>
        <w:jc w:val="both"/>
        <w:rPr>
          <w:rFonts w:ascii="Times New Roman" w:hAnsi="Times New Roman"/>
          <w:bCs/>
          <w:sz w:val="28"/>
          <w:szCs w:val="28"/>
        </w:rPr>
      </w:pPr>
    </w:p>
    <w:p w:rsidR="0019447E" w:rsidRDefault="0019447E"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19447E" w:rsidRPr="00543299" w:rsidRDefault="0019447E"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19447E" w:rsidRDefault="0019447E"/>
    <w:sectPr w:rsidR="0019447E" w:rsidSect="002641C2">
      <w:pgSz w:w="11906" w:h="16838"/>
      <w:pgMar w:top="284"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A8"/>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2790A"/>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298B"/>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77A61"/>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7E"/>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8D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1C2"/>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07F8"/>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AAC"/>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18D"/>
    <w:rsid w:val="002D520C"/>
    <w:rsid w:val="002D55FD"/>
    <w:rsid w:val="002D5AE1"/>
    <w:rsid w:val="002D6C79"/>
    <w:rsid w:val="002D7206"/>
    <w:rsid w:val="002E0902"/>
    <w:rsid w:val="002E19E7"/>
    <w:rsid w:val="002E1B44"/>
    <w:rsid w:val="002E32CF"/>
    <w:rsid w:val="002E3373"/>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6647"/>
    <w:rsid w:val="00307674"/>
    <w:rsid w:val="003076E2"/>
    <w:rsid w:val="00310473"/>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3C0E"/>
    <w:rsid w:val="00355E02"/>
    <w:rsid w:val="00355FF8"/>
    <w:rsid w:val="0035619C"/>
    <w:rsid w:val="003563FB"/>
    <w:rsid w:val="00357D54"/>
    <w:rsid w:val="00357FAA"/>
    <w:rsid w:val="003601A7"/>
    <w:rsid w:val="0036037F"/>
    <w:rsid w:val="003608C9"/>
    <w:rsid w:val="00361B25"/>
    <w:rsid w:val="00361FB1"/>
    <w:rsid w:val="003622EC"/>
    <w:rsid w:val="00362C2B"/>
    <w:rsid w:val="00362C5E"/>
    <w:rsid w:val="0036372F"/>
    <w:rsid w:val="00364EED"/>
    <w:rsid w:val="003668B4"/>
    <w:rsid w:val="00366A07"/>
    <w:rsid w:val="00367505"/>
    <w:rsid w:val="00367E87"/>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1F6"/>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691"/>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736"/>
    <w:rsid w:val="00484A28"/>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5F1"/>
    <w:rsid w:val="004C46CA"/>
    <w:rsid w:val="004C497A"/>
    <w:rsid w:val="004C4B7F"/>
    <w:rsid w:val="004C5F74"/>
    <w:rsid w:val="004C6197"/>
    <w:rsid w:val="004C6EF3"/>
    <w:rsid w:val="004C79F7"/>
    <w:rsid w:val="004C7A2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751"/>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6C09"/>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08A"/>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1027"/>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58B8"/>
    <w:rsid w:val="0074615D"/>
    <w:rsid w:val="007465F6"/>
    <w:rsid w:val="0075076B"/>
    <w:rsid w:val="0075292E"/>
    <w:rsid w:val="00753268"/>
    <w:rsid w:val="007532EE"/>
    <w:rsid w:val="007536FB"/>
    <w:rsid w:val="007538AF"/>
    <w:rsid w:val="00753E5C"/>
    <w:rsid w:val="00753F6F"/>
    <w:rsid w:val="00755729"/>
    <w:rsid w:val="00755A50"/>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328"/>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75C"/>
    <w:rsid w:val="007B5762"/>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C7E04"/>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593"/>
    <w:rsid w:val="007E4965"/>
    <w:rsid w:val="007E4C4C"/>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209"/>
    <w:rsid w:val="00834DB3"/>
    <w:rsid w:val="008351B0"/>
    <w:rsid w:val="008358D7"/>
    <w:rsid w:val="00835E26"/>
    <w:rsid w:val="008360E0"/>
    <w:rsid w:val="008376D3"/>
    <w:rsid w:val="008417F8"/>
    <w:rsid w:val="00841D72"/>
    <w:rsid w:val="0084222E"/>
    <w:rsid w:val="00842254"/>
    <w:rsid w:val="0084292F"/>
    <w:rsid w:val="00842C8E"/>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5BBC"/>
    <w:rsid w:val="0085607B"/>
    <w:rsid w:val="008564B4"/>
    <w:rsid w:val="00857CF7"/>
    <w:rsid w:val="00860511"/>
    <w:rsid w:val="008606F0"/>
    <w:rsid w:val="00860DCE"/>
    <w:rsid w:val="00862D58"/>
    <w:rsid w:val="00862DE6"/>
    <w:rsid w:val="00865E84"/>
    <w:rsid w:val="00866336"/>
    <w:rsid w:val="008672C8"/>
    <w:rsid w:val="0086739A"/>
    <w:rsid w:val="00867923"/>
    <w:rsid w:val="008701D4"/>
    <w:rsid w:val="00870795"/>
    <w:rsid w:val="00870DA6"/>
    <w:rsid w:val="00870F41"/>
    <w:rsid w:val="0087134C"/>
    <w:rsid w:val="008736F2"/>
    <w:rsid w:val="0087424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4651"/>
    <w:rsid w:val="008B5267"/>
    <w:rsid w:val="008B55E5"/>
    <w:rsid w:val="008B566C"/>
    <w:rsid w:val="008B627E"/>
    <w:rsid w:val="008B7880"/>
    <w:rsid w:val="008C01DF"/>
    <w:rsid w:val="008C0FA7"/>
    <w:rsid w:val="008C0FA9"/>
    <w:rsid w:val="008C1A9C"/>
    <w:rsid w:val="008C2C65"/>
    <w:rsid w:val="008C2DCB"/>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67D0"/>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65E2"/>
    <w:rsid w:val="009072A2"/>
    <w:rsid w:val="00907CB2"/>
    <w:rsid w:val="00910934"/>
    <w:rsid w:val="009110CE"/>
    <w:rsid w:val="00911A25"/>
    <w:rsid w:val="00911BA4"/>
    <w:rsid w:val="00913935"/>
    <w:rsid w:val="00914374"/>
    <w:rsid w:val="00915C5E"/>
    <w:rsid w:val="00916212"/>
    <w:rsid w:val="009163F8"/>
    <w:rsid w:val="009167A9"/>
    <w:rsid w:val="0091718E"/>
    <w:rsid w:val="00921372"/>
    <w:rsid w:val="00921B4B"/>
    <w:rsid w:val="009227C4"/>
    <w:rsid w:val="00922E37"/>
    <w:rsid w:val="0092368D"/>
    <w:rsid w:val="00923D06"/>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22"/>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A7DE7"/>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4858"/>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2C82"/>
    <w:rsid w:val="00A533BB"/>
    <w:rsid w:val="00A5363B"/>
    <w:rsid w:val="00A555EA"/>
    <w:rsid w:val="00A5638F"/>
    <w:rsid w:val="00A57C9F"/>
    <w:rsid w:val="00A57CD4"/>
    <w:rsid w:val="00A601E9"/>
    <w:rsid w:val="00A60A57"/>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676B4"/>
    <w:rsid w:val="00A708D3"/>
    <w:rsid w:val="00A721ED"/>
    <w:rsid w:val="00A731D2"/>
    <w:rsid w:val="00A732DA"/>
    <w:rsid w:val="00A74099"/>
    <w:rsid w:val="00A7723B"/>
    <w:rsid w:val="00A80BCA"/>
    <w:rsid w:val="00A81BC6"/>
    <w:rsid w:val="00A83D3E"/>
    <w:rsid w:val="00A857F2"/>
    <w:rsid w:val="00A858E0"/>
    <w:rsid w:val="00A85AFB"/>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522"/>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543D"/>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4EEA"/>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A7C25"/>
    <w:rsid w:val="00BB12B4"/>
    <w:rsid w:val="00BB2FF6"/>
    <w:rsid w:val="00BB38CB"/>
    <w:rsid w:val="00BB3E03"/>
    <w:rsid w:val="00BB4082"/>
    <w:rsid w:val="00BB4275"/>
    <w:rsid w:val="00BB5599"/>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096"/>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828"/>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3D3C"/>
    <w:rsid w:val="00C14B4B"/>
    <w:rsid w:val="00C14BA8"/>
    <w:rsid w:val="00C16C81"/>
    <w:rsid w:val="00C16CCD"/>
    <w:rsid w:val="00C16F42"/>
    <w:rsid w:val="00C17485"/>
    <w:rsid w:val="00C205AF"/>
    <w:rsid w:val="00C2165D"/>
    <w:rsid w:val="00C218C0"/>
    <w:rsid w:val="00C2192B"/>
    <w:rsid w:val="00C21D9D"/>
    <w:rsid w:val="00C21EBB"/>
    <w:rsid w:val="00C229F3"/>
    <w:rsid w:val="00C22B09"/>
    <w:rsid w:val="00C22B26"/>
    <w:rsid w:val="00C22FB1"/>
    <w:rsid w:val="00C23E9F"/>
    <w:rsid w:val="00C242CD"/>
    <w:rsid w:val="00C246B3"/>
    <w:rsid w:val="00C24A59"/>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084"/>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3B88"/>
    <w:rsid w:val="00D74046"/>
    <w:rsid w:val="00D741A9"/>
    <w:rsid w:val="00D74D3B"/>
    <w:rsid w:val="00D752A1"/>
    <w:rsid w:val="00D75E96"/>
    <w:rsid w:val="00D75FC3"/>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14B"/>
    <w:rsid w:val="00DC73FE"/>
    <w:rsid w:val="00DD1875"/>
    <w:rsid w:val="00DD24D8"/>
    <w:rsid w:val="00DD3F77"/>
    <w:rsid w:val="00DD64EF"/>
    <w:rsid w:val="00DD7E36"/>
    <w:rsid w:val="00DE00BC"/>
    <w:rsid w:val="00DE070E"/>
    <w:rsid w:val="00DE29B8"/>
    <w:rsid w:val="00DE37A4"/>
    <w:rsid w:val="00DE43C4"/>
    <w:rsid w:val="00DE5964"/>
    <w:rsid w:val="00DE5D89"/>
    <w:rsid w:val="00DE645C"/>
    <w:rsid w:val="00DE77BA"/>
    <w:rsid w:val="00DE7E39"/>
    <w:rsid w:val="00DF0117"/>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5C9"/>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9E5"/>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6EF6"/>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3EA4"/>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1AE"/>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92B"/>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50075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Pages>
  <Words>292</Words>
  <Characters>1670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5</cp:revision>
  <cp:lastPrinted>2018-02-05T06:56:00Z</cp:lastPrinted>
  <dcterms:created xsi:type="dcterms:W3CDTF">2018-02-05T08:59:00Z</dcterms:created>
  <dcterms:modified xsi:type="dcterms:W3CDTF">2018-04-10T07:16:00Z</dcterms:modified>
</cp:coreProperties>
</file>