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14" w:rsidRPr="00C647A0" w:rsidRDefault="00127414" w:rsidP="00983DDA">
      <w:pPr>
        <w:jc w:val="center"/>
        <w:rPr>
          <w:b/>
          <w:bCs/>
        </w:rPr>
      </w:pPr>
      <w:r w:rsidRPr="00C647A0">
        <w:rPr>
          <w:b/>
          <w:bCs/>
        </w:rPr>
        <w:t xml:space="preserve">РОМЕНСЬКА РАЙОННА ДЕРЖАВНА АДМІНІСТРАЦІЯ </w:t>
      </w:r>
    </w:p>
    <w:p w:rsidR="00127414" w:rsidRPr="00C647A0" w:rsidRDefault="00127414" w:rsidP="00983DDA">
      <w:pPr>
        <w:jc w:val="center"/>
        <w:rPr>
          <w:b/>
          <w:bCs/>
        </w:rPr>
      </w:pPr>
      <w:r w:rsidRPr="00C647A0">
        <w:rPr>
          <w:b/>
          <w:bCs/>
        </w:rPr>
        <w:t>СУМСЬКОЇ ОБЛАСТІ</w:t>
      </w:r>
    </w:p>
    <w:p w:rsidR="00127414" w:rsidRPr="00C647A0" w:rsidRDefault="00127414" w:rsidP="00983DDA">
      <w:pPr>
        <w:jc w:val="center"/>
        <w:rPr>
          <w:b/>
          <w:bCs/>
          <w:sz w:val="16"/>
          <w:szCs w:val="16"/>
        </w:rPr>
      </w:pPr>
    </w:p>
    <w:p w:rsidR="00127414" w:rsidRPr="00C647A0" w:rsidRDefault="00127414" w:rsidP="00983DDA">
      <w:pPr>
        <w:jc w:val="center"/>
        <w:rPr>
          <w:b/>
          <w:bCs/>
          <w:sz w:val="28"/>
          <w:szCs w:val="28"/>
        </w:rPr>
      </w:pPr>
      <w:r w:rsidRPr="00C647A0">
        <w:rPr>
          <w:b/>
          <w:bCs/>
          <w:sz w:val="28"/>
          <w:szCs w:val="28"/>
        </w:rPr>
        <w:t xml:space="preserve">РОЗПОРЯДЖЕННЯ </w:t>
      </w:r>
    </w:p>
    <w:p w:rsidR="00127414" w:rsidRPr="00C647A0" w:rsidRDefault="00127414" w:rsidP="00983DDA">
      <w:pPr>
        <w:jc w:val="center"/>
        <w:rPr>
          <w:b/>
          <w:bCs/>
        </w:rPr>
      </w:pPr>
      <w:r w:rsidRPr="00C647A0">
        <w:rPr>
          <w:b/>
          <w:bCs/>
        </w:rPr>
        <w:t>ГОЛОВИ РАЙОННОЇ ДЕРЖАВНОЇ АДМІНІСТРАЦІЇ</w:t>
      </w:r>
    </w:p>
    <w:p w:rsidR="00127414" w:rsidRPr="00C647A0" w:rsidRDefault="00127414" w:rsidP="00983DDA">
      <w:pPr>
        <w:jc w:val="center"/>
        <w:rPr>
          <w:b/>
          <w:bCs/>
        </w:rPr>
      </w:pPr>
    </w:p>
    <w:p w:rsidR="00127414" w:rsidRPr="00C647A0" w:rsidRDefault="00127414" w:rsidP="00983DDA">
      <w:pPr>
        <w:pStyle w:val="Header"/>
      </w:pPr>
      <w:r>
        <w:rPr>
          <w:b/>
          <w:bCs/>
          <w:lang w:val="uk-UA"/>
        </w:rPr>
        <w:t xml:space="preserve">09.08.2018               </w:t>
      </w:r>
      <w:r w:rsidRPr="00C647A0">
        <w:rPr>
          <w:b/>
          <w:bCs/>
        </w:rPr>
        <w:t xml:space="preserve">                                     м. Ромни                                        </w:t>
      </w:r>
      <w:r>
        <w:rPr>
          <w:b/>
          <w:bCs/>
          <w:lang w:val="uk-UA"/>
        </w:rPr>
        <w:t xml:space="preserve">         </w:t>
      </w:r>
      <w:r w:rsidRPr="00C647A0">
        <w:rPr>
          <w:b/>
          <w:bCs/>
        </w:rPr>
        <w:t xml:space="preserve"> № </w:t>
      </w:r>
      <w:r>
        <w:rPr>
          <w:b/>
          <w:bCs/>
          <w:lang w:val="uk-UA"/>
        </w:rPr>
        <w:t xml:space="preserve"> 268-ОД</w:t>
      </w:r>
    </w:p>
    <w:p w:rsidR="00127414" w:rsidRPr="00C647A0" w:rsidRDefault="00127414" w:rsidP="008E3692">
      <w:pPr>
        <w:spacing w:line="360" w:lineRule="auto"/>
        <w:ind w:firstLine="850"/>
        <w:rPr>
          <w:sz w:val="28"/>
          <w:szCs w:val="20"/>
          <w:lang w:val="uk-UA"/>
        </w:rPr>
      </w:pPr>
    </w:p>
    <w:tbl>
      <w:tblPr>
        <w:tblW w:w="9708" w:type="dxa"/>
        <w:tblLook w:val="00A0"/>
      </w:tblPr>
      <w:tblGrid>
        <w:gridCol w:w="9708"/>
      </w:tblGrid>
      <w:tr w:rsidR="00127414" w:rsidRPr="00C647A0" w:rsidTr="006A3793">
        <w:tc>
          <w:tcPr>
            <w:tcW w:w="9708" w:type="dxa"/>
          </w:tcPr>
          <w:p w:rsidR="00127414" w:rsidRPr="00C647A0" w:rsidRDefault="00127414" w:rsidP="00E549EB">
            <w:pPr>
              <w:pStyle w:val="BodyText2"/>
              <w:ind w:right="0"/>
              <w:jc w:val="both"/>
            </w:pPr>
            <w:r w:rsidRPr="00C647A0">
              <w:t xml:space="preserve">Про комплексну перевірку роботи виконавчого комітету </w:t>
            </w:r>
            <w:r>
              <w:t>Довгопол</w:t>
            </w:r>
            <w:r w:rsidRPr="00C647A0">
              <w:t>івської сільської ради по здійсненню делегованих повноважень органів виконавчої влади</w:t>
            </w:r>
          </w:p>
        </w:tc>
      </w:tr>
    </w:tbl>
    <w:p w:rsidR="00127414" w:rsidRPr="00C647A0" w:rsidRDefault="00127414" w:rsidP="008E3692">
      <w:pPr>
        <w:pStyle w:val="NoSpacing1"/>
        <w:spacing w:line="360" w:lineRule="auto"/>
        <w:jc w:val="both"/>
        <w:rPr>
          <w:b/>
          <w:bCs/>
          <w:sz w:val="28"/>
          <w:lang w:val="ru-RU"/>
        </w:rPr>
      </w:pPr>
    </w:p>
    <w:p w:rsidR="00127414" w:rsidRPr="00C647A0" w:rsidRDefault="00127414" w:rsidP="00C94FE0">
      <w:pPr>
        <w:ind w:firstLine="708"/>
        <w:jc w:val="both"/>
        <w:rPr>
          <w:sz w:val="28"/>
          <w:szCs w:val="28"/>
          <w:lang w:val="uk-UA"/>
        </w:rPr>
      </w:pPr>
      <w:r w:rsidRPr="00C647A0">
        <w:rPr>
          <w:sz w:val="28"/>
          <w:lang w:val="uk-UA"/>
        </w:rPr>
        <w:t>Відповідно до частини 4 статті 143 Конституції України, статей 6, 13, 28, 35, 39 Закону України «Про місцеві державні адміністрації», статей 11, 42, 76 Закону України «Про місцеве самоврядування в Україні», постанови Кабінету Міністрів України від 9 березня 1999 р. № 339 «Про затвердження Порядку контролю за здійсненням органами місцевого самоврядування делегованих повноважень органів виконавчої влади»</w:t>
      </w:r>
      <w:r w:rsidRPr="00C647A0">
        <w:rPr>
          <w:sz w:val="28"/>
          <w:szCs w:val="28"/>
          <w:lang w:val="uk-UA"/>
        </w:rPr>
        <w:t xml:space="preserve">, на виконання </w:t>
      </w:r>
      <w:r w:rsidRPr="00C647A0">
        <w:rPr>
          <w:sz w:val="28"/>
          <w:lang w:val="uk-UA"/>
        </w:rPr>
        <w:t>розпорядження голови Роменської районної державної адміністрації від 10.03.2016 № 62-ОД «Про контроль за здійсненням органами місцевого самоврядування Роменського району делегованих повноважень органів виконавчої влади», розпорядження голови Роменської районної державної адміністрації в</w:t>
      </w:r>
      <w:r>
        <w:rPr>
          <w:sz w:val="28"/>
          <w:lang w:val="uk-UA"/>
        </w:rPr>
        <w:t>ід 21.06</w:t>
      </w:r>
      <w:r w:rsidRPr="00C647A0">
        <w:rPr>
          <w:sz w:val="28"/>
          <w:lang w:val="uk-UA"/>
        </w:rPr>
        <w:t>.201</w:t>
      </w:r>
      <w:r>
        <w:rPr>
          <w:sz w:val="28"/>
          <w:lang w:val="uk-UA"/>
        </w:rPr>
        <w:t>8 № 200</w:t>
      </w:r>
      <w:r w:rsidRPr="00C647A0">
        <w:rPr>
          <w:sz w:val="28"/>
          <w:lang w:val="uk-UA"/>
        </w:rPr>
        <w:t>-ОД «Про</w:t>
      </w:r>
      <w:r>
        <w:rPr>
          <w:sz w:val="28"/>
          <w:lang w:val="uk-UA"/>
        </w:rPr>
        <w:t xml:space="preserve"> план роботи Роменської районної державної адміністрації на ІІІ квартал 2018 року</w:t>
      </w:r>
      <w:r w:rsidRPr="00C647A0">
        <w:rPr>
          <w:sz w:val="28"/>
          <w:lang w:val="uk-UA"/>
        </w:rPr>
        <w:t>»</w:t>
      </w:r>
      <w:r>
        <w:rPr>
          <w:sz w:val="28"/>
          <w:lang w:val="uk-UA"/>
        </w:rPr>
        <w:t xml:space="preserve"> </w:t>
      </w:r>
      <w:r w:rsidRPr="00C647A0">
        <w:rPr>
          <w:sz w:val="28"/>
          <w:szCs w:val="28"/>
          <w:lang w:val="uk-UA"/>
        </w:rPr>
        <w:t xml:space="preserve">та з метою вивчення роботи виконавчого комітету </w:t>
      </w:r>
      <w:r w:rsidRPr="009C4B97">
        <w:rPr>
          <w:sz w:val="28"/>
          <w:szCs w:val="28"/>
        </w:rPr>
        <w:t>Довгополівської</w:t>
      </w:r>
      <w:r w:rsidRPr="009C4B97">
        <w:rPr>
          <w:sz w:val="28"/>
          <w:szCs w:val="28"/>
          <w:lang w:val="uk-UA"/>
        </w:rPr>
        <w:t xml:space="preserve"> </w:t>
      </w:r>
      <w:r w:rsidRPr="00C647A0">
        <w:rPr>
          <w:sz w:val="28"/>
          <w:szCs w:val="28"/>
          <w:lang w:val="uk-UA"/>
        </w:rPr>
        <w:t>сільської ради по здійсненню делегованих повноважень органів виконавчої влади:</w:t>
      </w:r>
    </w:p>
    <w:p w:rsidR="00127414" w:rsidRPr="00C94FE0" w:rsidRDefault="00127414" w:rsidP="008D4193">
      <w:pPr>
        <w:ind w:firstLine="708"/>
        <w:jc w:val="both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1. Утворити комісію по проведенню комплексної перевірки роботи виконавчого комітету </w:t>
      </w:r>
      <w:r w:rsidRPr="009C4B97">
        <w:rPr>
          <w:sz w:val="28"/>
          <w:szCs w:val="28"/>
          <w:lang w:val="uk-UA"/>
        </w:rPr>
        <w:t>Довгополівської</w:t>
      </w:r>
      <w:r w:rsidRPr="00C647A0">
        <w:rPr>
          <w:sz w:val="28"/>
          <w:szCs w:val="28"/>
          <w:lang w:val="uk-UA"/>
        </w:rPr>
        <w:t xml:space="preserve"> сільської ради по здійсненню делегованих повноважень органів виконавчої влади та затвердити її склад (додається).</w:t>
      </w:r>
    </w:p>
    <w:p w:rsidR="00127414" w:rsidRPr="00C647A0" w:rsidRDefault="00127414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2. Затвердити перелік питань комплексної перевірки роботи виконавчого комітету </w:t>
      </w:r>
      <w:r w:rsidRPr="009C4B97">
        <w:rPr>
          <w:sz w:val="28"/>
          <w:szCs w:val="28"/>
          <w:lang w:val="uk-UA"/>
        </w:rPr>
        <w:t xml:space="preserve">Довгополівської </w:t>
      </w:r>
      <w:r w:rsidRPr="00C647A0">
        <w:rPr>
          <w:sz w:val="28"/>
          <w:szCs w:val="28"/>
          <w:lang w:val="uk-UA"/>
        </w:rPr>
        <w:t>сільської ради по здійсненню делегованих повноважень органів виконавчої влади (додається).</w:t>
      </w:r>
    </w:p>
    <w:p w:rsidR="00127414" w:rsidRPr="00C647A0" w:rsidRDefault="00127414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3. Провести </w:t>
      </w:r>
      <w:r>
        <w:rPr>
          <w:sz w:val="28"/>
          <w:lang w:val="uk-UA"/>
        </w:rPr>
        <w:t>20, 21 верес</w:t>
      </w:r>
      <w:r w:rsidRPr="00C647A0">
        <w:rPr>
          <w:sz w:val="28"/>
          <w:lang w:val="uk-UA"/>
        </w:rPr>
        <w:t>ня</w:t>
      </w:r>
      <w:r w:rsidRPr="00C647A0">
        <w:rPr>
          <w:sz w:val="28"/>
          <w:szCs w:val="28"/>
          <w:lang w:val="uk-UA"/>
        </w:rPr>
        <w:t xml:space="preserve"> 2018 року комплексну перевірку роботи виконавчого комітету </w:t>
      </w:r>
      <w:r w:rsidRPr="009C4B97">
        <w:rPr>
          <w:sz w:val="28"/>
          <w:szCs w:val="28"/>
        </w:rPr>
        <w:t>Довгополівської</w:t>
      </w:r>
      <w:r w:rsidRPr="009C4B97">
        <w:rPr>
          <w:sz w:val="28"/>
          <w:szCs w:val="28"/>
          <w:lang w:val="uk-UA"/>
        </w:rPr>
        <w:t xml:space="preserve"> </w:t>
      </w:r>
      <w:r w:rsidRPr="00C647A0">
        <w:rPr>
          <w:sz w:val="28"/>
          <w:szCs w:val="28"/>
          <w:lang w:val="uk-UA"/>
        </w:rPr>
        <w:t>сільської ради відповідно до компетенції та надати методичну та практичну допомогу.</w:t>
      </w:r>
    </w:p>
    <w:p w:rsidR="00127414" w:rsidRPr="00C647A0" w:rsidRDefault="00127414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4. Членам комісії надати матеріали за результатами перевірки відділу організаційної роботи та комунікацій з громадськістю апарату районної державної адміністрації до </w:t>
      </w:r>
      <w:r>
        <w:rPr>
          <w:sz w:val="28"/>
          <w:szCs w:val="28"/>
          <w:lang w:val="uk-UA"/>
        </w:rPr>
        <w:t>28</w:t>
      </w:r>
      <w:r w:rsidRPr="00C647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Pr="00C647A0">
        <w:rPr>
          <w:sz w:val="28"/>
          <w:szCs w:val="28"/>
          <w:lang w:val="uk-UA"/>
        </w:rPr>
        <w:t>ня 2018 року.</w:t>
      </w:r>
    </w:p>
    <w:p w:rsidR="00127414" w:rsidRPr="00C647A0" w:rsidRDefault="00127414" w:rsidP="00983DDA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5. Голові комісії узагальнити матеріали перевірки і надати голові Роменської районної державної адміністрації на розгляд до 12 </w:t>
      </w:r>
      <w:r>
        <w:rPr>
          <w:sz w:val="28"/>
          <w:szCs w:val="28"/>
          <w:lang w:val="uk-UA"/>
        </w:rPr>
        <w:t>жовт</w:t>
      </w:r>
      <w:r w:rsidRPr="00C647A0">
        <w:rPr>
          <w:sz w:val="28"/>
          <w:szCs w:val="28"/>
          <w:lang w:val="uk-UA"/>
        </w:rPr>
        <w:t xml:space="preserve">ня 2018 року. </w:t>
      </w:r>
    </w:p>
    <w:p w:rsidR="00127414" w:rsidRPr="00C647A0" w:rsidRDefault="00127414" w:rsidP="00E5217F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>6. Контроль за виконанням цього розпорядження залишаю за собою.</w:t>
      </w:r>
    </w:p>
    <w:p w:rsidR="00127414" w:rsidRPr="00C647A0" w:rsidRDefault="00127414" w:rsidP="00AF2136">
      <w:pPr>
        <w:pStyle w:val="Heading1"/>
        <w:tabs>
          <w:tab w:val="left" w:pos="6000"/>
        </w:tabs>
        <w:ind w:firstLine="0"/>
        <w:jc w:val="both"/>
      </w:pPr>
    </w:p>
    <w:p w:rsidR="00127414" w:rsidRPr="00C647A0" w:rsidRDefault="00127414" w:rsidP="00274FE9">
      <w:pPr>
        <w:pStyle w:val="Heading1"/>
        <w:tabs>
          <w:tab w:val="left" w:pos="6000"/>
        </w:tabs>
        <w:ind w:firstLine="0"/>
        <w:jc w:val="both"/>
      </w:pPr>
      <w:r w:rsidRPr="00C647A0">
        <w:t>Голова</w:t>
      </w:r>
      <w:r w:rsidRPr="00C647A0">
        <w:tab/>
      </w:r>
      <w:r>
        <w:t xml:space="preserve">             В.</w:t>
      </w:r>
      <w:r w:rsidRPr="00C647A0">
        <w:t>БІЛОХА</w:t>
      </w:r>
    </w:p>
    <w:p w:rsidR="00127414" w:rsidRPr="00C647A0" w:rsidRDefault="00127414" w:rsidP="007D4D28">
      <w:pPr>
        <w:tabs>
          <w:tab w:val="left" w:pos="9639"/>
        </w:tabs>
        <w:spacing w:line="360" w:lineRule="auto"/>
        <w:ind w:left="5897"/>
        <w:jc w:val="both"/>
        <w:rPr>
          <w:sz w:val="28"/>
          <w:szCs w:val="28"/>
          <w:lang w:val="uk-UA"/>
        </w:rPr>
      </w:pPr>
      <w:r w:rsidRPr="00C647A0">
        <w:rPr>
          <w:lang w:val="uk-UA"/>
        </w:rPr>
        <w:br w:type="page"/>
      </w:r>
      <w:r w:rsidRPr="00C647A0">
        <w:rPr>
          <w:sz w:val="28"/>
          <w:szCs w:val="28"/>
          <w:lang w:val="uk-UA"/>
        </w:rPr>
        <w:t>ЗАТВЕРДЖЕНО</w:t>
      </w:r>
    </w:p>
    <w:p w:rsidR="00127414" w:rsidRPr="00C647A0" w:rsidRDefault="00127414" w:rsidP="00222309">
      <w:pPr>
        <w:ind w:left="5940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Розпорядження голови Роменської районної </w:t>
      </w:r>
    </w:p>
    <w:p w:rsidR="00127414" w:rsidRPr="00C647A0" w:rsidRDefault="00127414" w:rsidP="00222309">
      <w:pPr>
        <w:spacing w:line="360" w:lineRule="auto"/>
        <w:ind w:left="5940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державної адміністрації </w:t>
      </w:r>
    </w:p>
    <w:p w:rsidR="00127414" w:rsidRPr="00C647A0" w:rsidRDefault="00127414" w:rsidP="00E6533D">
      <w:pPr>
        <w:tabs>
          <w:tab w:val="left" w:pos="7380"/>
        </w:tabs>
        <w:ind w:left="5940" w:right="-1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 серпня 2018 року № 268-ОД</w:t>
      </w:r>
    </w:p>
    <w:p w:rsidR="00127414" w:rsidRPr="00FB1B03" w:rsidRDefault="00127414" w:rsidP="005C0B3B">
      <w:pPr>
        <w:ind w:left="3540" w:firstLine="708"/>
        <w:rPr>
          <w:sz w:val="22"/>
          <w:szCs w:val="28"/>
          <w:lang w:val="uk-UA"/>
        </w:rPr>
      </w:pPr>
    </w:p>
    <w:p w:rsidR="00127414" w:rsidRPr="00C647A0" w:rsidRDefault="00127414" w:rsidP="007D4D28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6269"/>
        </w:tabs>
        <w:jc w:val="center"/>
        <w:rPr>
          <w:b/>
          <w:bCs/>
          <w:sz w:val="28"/>
          <w:szCs w:val="28"/>
          <w:lang w:val="uk-UA"/>
        </w:rPr>
      </w:pPr>
      <w:r w:rsidRPr="00C647A0">
        <w:rPr>
          <w:b/>
          <w:bCs/>
          <w:sz w:val="28"/>
          <w:szCs w:val="28"/>
          <w:lang w:val="uk-UA"/>
        </w:rPr>
        <w:t>С</w:t>
      </w:r>
      <w:r>
        <w:rPr>
          <w:b/>
          <w:bCs/>
          <w:sz w:val="28"/>
          <w:szCs w:val="28"/>
          <w:lang w:val="uk-UA"/>
        </w:rPr>
        <w:t>клад</w:t>
      </w:r>
    </w:p>
    <w:p w:rsidR="00127414" w:rsidRPr="00C647A0" w:rsidRDefault="00127414" w:rsidP="007D4D28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6269"/>
        </w:tabs>
        <w:jc w:val="center"/>
        <w:rPr>
          <w:b/>
          <w:bCs/>
          <w:sz w:val="28"/>
          <w:szCs w:val="28"/>
          <w:lang w:val="uk-UA"/>
        </w:rPr>
      </w:pPr>
      <w:r w:rsidRPr="00C647A0">
        <w:rPr>
          <w:b/>
          <w:bCs/>
          <w:sz w:val="28"/>
          <w:szCs w:val="28"/>
          <w:lang w:val="uk-UA"/>
        </w:rPr>
        <w:t>комісії по проведенню комплексної перевірки виконавчого</w:t>
      </w:r>
    </w:p>
    <w:p w:rsidR="00127414" w:rsidRPr="00C647A0" w:rsidRDefault="00127414" w:rsidP="007D4D28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6269"/>
        </w:tabs>
        <w:jc w:val="center"/>
        <w:rPr>
          <w:b/>
          <w:bCs/>
          <w:sz w:val="28"/>
          <w:szCs w:val="28"/>
          <w:lang w:val="uk-UA"/>
        </w:rPr>
      </w:pPr>
      <w:r w:rsidRPr="00C647A0">
        <w:rPr>
          <w:b/>
          <w:bCs/>
          <w:sz w:val="28"/>
          <w:szCs w:val="28"/>
          <w:lang w:val="uk-UA"/>
        </w:rPr>
        <w:t xml:space="preserve">комітету </w:t>
      </w:r>
      <w:r w:rsidRPr="009C4B97">
        <w:rPr>
          <w:b/>
          <w:sz w:val="28"/>
          <w:szCs w:val="28"/>
          <w:lang w:val="uk-UA"/>
        </w:rPr>
        <w:t xml:space="preserve">Довгополівської </w:t>
      </w:r>
      <w:r w:rsidRPr="00C647A0">
        <w:rPr>
          <w:b/>
          <w:bCs/>
          <w:sz w:val="28"/>
          <w:szCs w:val="28"/>
          <w:lang w:val="uk-UA"/>
        </w:rPr>
        <w:t>сільської ради щодо здійснення делегованих повноважень органів виконавчої влади</w:t>
      </w:r>
    </w:p>
    <w:p w:rsidR="00127414" w:rsidRPr="00FB1B03" w:rsidRDefault="00127414" w:rsidP="00C46793">
      <w:pPr>
        <w:tabs>
          <w:tab w:val="left" w:pos="3405"/>
        </w:tabs>
        <w:ind w:left="-284" w:firstLine="284"/>
        <w:jc w:val="center"/>
        <w:rPr>
          <w:sz w:val="22"/>
          <w:szCs w:val="28"/>
          <w:lang w:val="uk-UA"/>
        </w:rPr>
      </w:pPr>
    </w:p>
    <w:p w:rsidR="00127414" w:rsidRPr="00C647A0" w:rsidRDefault="00127414" w:rsidP="00AA4751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Четвер, </w:t>
      </w:r>
      <w:r>
        <w:rPr>
          <w:sz w:val="28"/>
          <w:szCs w:val="28"/>
          <w:lang w:val="uk-UA"/>
        </w:rPr>
        <w:t>20 верес</w:t>
      </w:r>
      <w:r w:rsidRPr="00C647A0">
        <w:rPr>
          <w:sz w:val="28"/>
          <w:szCs w:val="28"/>
          <w:lang w:val="uk-UA"/>
        </w:rPr>
        <w:t>ня 2018 року</w:t>
      </w:r>
    </w:p>
    <w:tbl>
      <w:tblPr>
        <w:tblW w:w="9480" w:type="dxa"/>
        <w:tblInd w:w="108" w:type="dxa"/>
        <w:tblLayout w:type="fixed"/>
        <w:tblLook w:val="00A0"/>
      </w:tblPr>
      <w:tblGrid>
        <w:gridCol w:w="3240"/>
        <w:gridCol w:w="284"/>
        <w:gridCol w:w="5956"/>
      </w:tblGrid>
      <w:tr w:rsidR="00127414" w:rsidRPr="00C647A0" w:rsidTr="00FB1B03">
        <w:tc>
          <w:tcPr>
            <w:tcW w:w="3240" w:type="dxa"/>
          </w:tcPr>
          <w:p w:rsidR="00127414" w:rsidRDefault="00127414" w:rsidP="006E3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Наумова</w:t>
            </w:r>
          </w:p>
          <w:p w:rsidR="00127414" w:rsidRPr="00C647A0" w:rsidRDefault="00127414" w:rsidP="006E3D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127414" w:rsidRPr="00C647A0" w:rsidRDefault="00127414" w:rsidP="006E3DF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56" w:type="dxa"/>
          </w:tcPr>
          <w:p w:rsidR="00127414" w:rsidRPr="00C647A0" w:rsidRDefault="00127414" w:rsidP="006E3DF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</w:t>
            </w:r>
            <w:r w:rsidRPr="00C647A0">
              <w:rPr>
                <w:sz w:val="28"/>
                <w:szCs w:val="28"/>
                <w:lang w:val="uk-UA"/>
              </w:rPr>
              <w:t xml:space="preserve"> районної державної адміністрації, голова комісії</w:t>
            </w:r>
          </w:p>
        </w:tc>
      </w:tr>
      <w:tr w:rsidR="00127414" w:rsidRPr="00C647A0" w:rsidTr="00FB1B03">
        <w:tc>
          <w:tcPr>
            <w:tcW w:w="3240" w:type="dxa"/>
          </w:tcPr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Федько </w:t>
            </w:r>
          </w:p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284" w:type="dxa"/>
          </w:tcPr>
          <w:p w:rsidR="00127414" w:rsidRPr="00C647A0" w:rsidRDefault="00127414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56" w:type="dxa"/>
          </w:tcPr>
          <w:p w:rsidR="00127414" w:rsidRPr="00FB1B03" w:rsidRDefault="00127414" w:rsidP="000C7A9D">
            <w:pPr>
              <w:tabs>
                <w:tab w:val="left" w:pos="973"/>
              </w:tabs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FB1B03">
              <w:rPr>
                <w:spacing w:val="-6"/>
                <w:sz w:val="28"/>
                <w:szCs w:val="28"/>
                <w:lang w:val="uk-UA"/>
              </w:rPr>
              <w:t>начальник відділу організаційної роботи та комунікацій з громадськістю апарату районної державної адміністрації, заступник голови комісії</w:t>
            </w:r>
          </w:p>
        </w:tc>
      </w:tr>
      <w:tr w:rsidR="00127414" w:rsidRPr="00C647A0" w:rsidTr="00FB1B03">
        <w:tc>
          <w:tcPr>
            <w:tcW w:w="3240" w:type="dxa"/>
          </w:tcPr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Анісімова </w:t>
            </w:r>
          </w:p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Марина Вікторівна</w:t>
            </w:r>
            <w:r w:rsidRPr="00C647A0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127414" w:rsidRPr="00C647A0" w:rsidRDefault="00127414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56" w:type="dxa"/>
          </w:tcPr>
          <w:p w:rsidR="00127414" w:rsidRPr="00C647A0" w:rsidRDefault="00127414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начальник фінансового управління районної державної адміністрації</w:t>
            </w:r>
          </w:p>
        </w:tc>
      </w:tr>
      <w:tr w:rsidR="00127414" w:rsidRPr="00C647A0" w:rsidTr="00FB1B03">
        <w:tc>
          <w:tcPr>
            <w:tcW w:w="3240" w:type="dxa"/>
          </w:tcPr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Ведмідь</w:t>
            </w:r>
          </w:p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284" w:type="dxa"/>
          </w:tcPr>
          <w:p w:rsidR="00127414" w:rsidRPr="00C647A0" w:rsidRDefault="00127414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56" w:type="dxa"/>
          </w:tcPr>
          <w:p w:rsidR="00127414" w:rsidRPr="00C647A0" w:rsidRDefault="00127414" w:rsidP="008F1551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начальник відділу житлово-комунального господарства, будівництва та інфраструктури районної державної адміністрації</w:t>
            </w:r>
          </w:p>
        </w:tc>
      </w:tr>
      <w:tr w:rsidR="00127414" w:rsidRPr="00C647A0" w:rsidTr="00FB1B03">
        <w:tc>
          <w:tcPr>
            <w:tcW w:w="3240" w:type="dxa"/>
          </w:tcPr>
          <w:p w:rsidR="00127414" w:rsidRPr="00C647A0" w:rsidRDefault="00127414" w:rsidP="00B350B7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Воскобойнікова </w:t>
            </w:r>
          </w:p>
          <w:p w:rsidR="00127414" w:rsidRPr="00C647A0" w:rsidRDefault="00127414" w:rsidP="00B350B7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Марина Анатоліївна </w:t>
            </w:r>
          </w:p>
        </w:tc>
        <w:tc>
          <w:tcPr>
            <w:tcW w:w="284" w:type="dxa"/>
          </w:tcPr>
          <w:p w:rsidR="00127414" w:rsidRPr="00C647A0" w:rsidRDefault="00127414" w:rsidP="00B350B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56" w:type="dxa"/>
          </w:tcPr>
          <w:p w:rsidR="00127414" w:rsidRPr="00C647A0" w:rsidRDefault="00127414" w:rsidP="00B350B7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</w:tr>
      <w:tr w:rsidR="00127414" w:rsidRPr="00C647A0" w:rsidTr="00FB1B03">
        <w:tc>
          <w:tcPr>
            <w:tcW w:w="3240" w:type="dxa"/>
          </w:tcPr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Дяченко </w:t>
            </w:r>
          </w:p>
          <w:p w:rsidR="00127414" w:rsidRPr="00C647A0" w:rsidRDefault="00127414" w:rsidP="00FD6CA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84" w:type="dxa"/>
          </w:tcPr>
          <w:p w:rsidR="00127414" w:rsidRPr="00C647A0" w:rsidRDefault="00127414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56" w:type="dxa"/>
          </w:tcPr>
          <w:p w:rsidR="00127414" w:rsidRPr="00C647A0" w:rsidRDefault="00127414" w:rsidP="00E724A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начальник юридичного відділу апарату районної державної адміністрації</w:t>
            </w:r>
          </w:p>
        </w:tc>
      </w:tr>
      <w:tr w:rsidR="00127414" w:rsidRPr="00C647A0" w:rsidTr="00FB1B03">
        <w:tc>
          <w:tcPr>
            <w:tcW w:w="3240" w:type="dxa"/>
          </w:tcPr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Кишун </w:t>
            </w:r>
          </w:p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284" w:type="dxa"/>
          </w:tcPr>
          <w:p w:rsidR="00127414" w:rsidRPr="00C647A0" w:rsidRDefault="00127414" w:rsidP="00264C2E">
            <w:pPr>
              <w:jc w:val="both"/>
              <w:rPr>
                <w:b/>
                <w:bCs/>
                <w:sz w:val="28"/>
                <w:szCs w:val="28"/>
                <w:highlight w:val="green"/>
                <w:lang w:val="uk-UA"/>
              </w:rPr>
            </w:pPr>
          </w:p>
        </w:tc>
        <w:tc>
          <w:tcPr>
            <w:tcW w:w="5956" w:type="dxa"/>
          </w:tcPr>
          <w:p w:rsidR="00127414" w:rsidRPr="00C647A0" w:rsidRDefault="00127414" w:rsidP="00264C2E">
            <w:pPr>
              <w:jc w:val="both"/>
              <w:rPr>
                <w:sz w:val="28"/>
                <w:szCs w:val="28"/>
                <w:highlight w:val="green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заступник керівника апарату районної державної адміністрації</w:t>
            </w:r>
          </w:p>
        </w:tc>
      </w:tr>
      <w:tr w:rsidR="00127414" w:rsidRPr="00C647A0" w:rsidTr="00FB1B03">
        <w:tc>
          <w:tcPr>
            <w:tcW w:w="3240" w:type="dxa"/>
          </w:tcPr>
          <w:p w:rsidR="00127414" w:rsidRPr="00C647A0" w:rsidRDefault="00127414" w:rsidP="00FD6CA9">
            <w:pPr>
              <w:ind w:right="-108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Семко </w:t>
            </w:r>
          </w:p>
          <w:p w:rsidR="00127414" w:rsidRPr="00C647A0" w:rsidRDefault="00127414" w:rsidP="00FD6CA9">
            <w:pPr>
              <w:ind w:right="-108"/>
              <w:rPr>
                <w:b/>
                <w:bCs/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284" w:type="dxa"/>
          </w:tcPr>
          <w:p w:rsidR="00127414" w:rsidRPr="00C647A0" w:rsidRDefault="00127414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56" w:type="dxa"/>
          </w:tcPr>
          <w:p w:rsidR="00127414" w:rsidRPr="00C647A0" w:rsidRDefault="00127414" w:rsidP="00E52A9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начальник відділу агропромислового розвитку управління економічного, агропромислового розвитку та торгівлі районної державної адміністрації</w:t>
            </w:r>
          </w:p>
        </w:tc>
      </w:tr>
      <w:tr w:rsidR="00127414" w:rsidRPr="00C647A0" w:rsidTr="00FB1B03">
        <w:tc>
          <w:tcPr>
            <w:tcW w:w="3240" w:type="dxa"/>
          </w:tcPr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Тунік </w:t>
            </w:r>
          </w:p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284" w:type="dxa"/>
          </w:tcPr>
          <w:p w:rsidR="00127414" w:rsidRPr="00C647A0" w:rsidRDefault="00127414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56" w:type="dxa"/>
          </w:tcPr>
          <w:p w:rsidR="00127414" w:rsidRPr="00C647A0" w:rsidRDefault="00127414" w:rsidP="00225FCB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начальник служби у справах дітей районної державної адміністрації</w:t>
            </w:r>
          </w:p>
        </w:tc>
      </w:tr>
      <w:tr w:rsidR="00127414" w:rsidRPr="00C647A0" w:rsidTr="00FB1B03">
        <w:tc>
          <w:tcPr>
            <w:tcW w:w="3240" w:type="dxa"/>
          </w:tcPr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Щербина </w:t>
            </w:r>
          </w:p>
          <w:p w:rsidR="00127414" w:rsidRPr="00C647A0" w:rsidRDefault="00127414" w:rsidP="00FD6CA9">
            <w:pPr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284" w:type="dxa"/>
          </w:tcPr>
          <w:p w:rsidR="00127414" w:rsidRPr="00C647A0" w:rsidRDefault="00127414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56" w:type="dxa"/>
          </w:tcPr>
          <w:p w:rsidR="00127414" w:rsidRPr="00C647A0" w:rsidRDefault="00127414" w:rsidP="00BE17EE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начальник відділу документообігу апарату районної державної адміністрації</w:t>
            </w:r>
          </w:p>
        </w:tc>
      </w:tr>
    </w:tbl>
    <w:p w:rsidR="00127414" w:rsidRPr="00FB1B03" w:rsidRDefault="00127414" w:rsidP="00AA4751">
      <w:pPr>
        <w:rPr>
          <w:b/>
          <w:bCs/>
          <w:sz w:val="22"/>
          <w:szCs w:val="28"/>
          <w:lang w:val="uk-UA"/>
        </w:rPr>
      </w:pPr>
    </w:p>
    <w:p w:rsidR="00127414" w:rsidRPr="00C647A0" w:rsidRDefault="00127414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</w:tblGrid>
      <w:tr w:rsidR="00127414" w:rsidRPr="00834002" w:rsidTr="008871F0">
        <w:trPr>
          <w:trHeight w:val="163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127414" w:rsidRPr="00834002" w:rsidRDefault="00127414" w:rsidP="0083400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67426">
              <w:rPr>
                <w:b/>
                <w:sz w:val="28"/>
                <w:szCs w:val="28"/>
                <w:lang w:val="uk-UA"/>
              </w:rPr>
              <w:t>Начальник</w:t>
            </w:r>
            <w:r w:rsidRPr="00834002">
              <w:rPr>
                <w:b/>
                <w:sz w:val="28"/>
                <w:szCs w:val="28"/>
                <w:lang w:val="uk-UA"/>
              </w:rPr>
              <w:t xml:space="preserve"> відділу організаційної роботи та комунікацій з громадськістю апарату Роменської районної державної адміністрації </w:t>
            </w:r>
          </w:p>
        </w:tc>
      </w:tr>
    </w:tbl>
    <w:p w:rsidR="00127414" w:rsidRDefault="00127414" w:rsidP="00834002">
      <w:pPr>
        <w:rPr>
          <w:b/>
          <w:sz w:val="28"/>
          <w:szCs w:val="28"/>
          <w:lang w:val="uk-UA"/>
        </w:rPr>
      </w:pPr>
    </w:p>
    <w:p w:rsidR="00127414" w:rsidRPr="00834002" w:rsidRDefault="00127414" w:rsidP="00834002">
      <w:pPr>
        <w:rPr>
          <w:b/>
          <w:sz w:val="28"/>
          <w:szCs w:val="28"/>
          <w:lang w:val="uk-UA"/>
        </w:rPr>
      </w:pPr>
    </w:p>
    <w:p w:rsidR="00127414" w:rsidRPr="00834002" w:rsidRDefault="00127414" w:rsidP="00834002">
      <w:pPr>
        <w:rPr>
          <w:b/>
          <w:sz w:val="28"/>
          <w:szCs w:val="28"/>
          <w:lang w:val="uk-UA"/>
        </w:rPr>
      </w:pPr>
    </w:p>
    <w:p w:rsidR="00127414" w:rsidRPr="00834002" w:rsidRDefault="00127414" w:rsidP="00834002">
      <w:pPr>
        <w:rPr>
          <w:b/>
          <w:sz w:val="28"/>
          <w:szCs w:val="28"/>
          <w:lang w:val="uk-UA"/>
        </w:rPr>
      </w:pPr>
    </w:p>
    <w:p w:rsidR="00127414" w:rsidRDefault="00127414" w:rsidP="00834002">
      <w:pPr>
        <w:rPr>
          <w:b/>
          <w:bCs/>
          <w:sz w:val="28"/>
          <w:szCs w:val="28"/>
          <w:lang w:val="uk-UA"/>
        </w:rPr>
      </w:pPr>
      <w:r w:rsidRPr="00834002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</w:rPr>
        <w:t>Р.</w:t>
      </w:r>
      <w:r w:rsidRPr="00A40329">
        <w:rPr>
          <w:b/>
          <w:sz w:val="28"/>
          <w:szCs w:val="28"/>
        </w:rPr>
        <w:t>ФЕДЬКО</w:t>
      </w:r>
      <w:r w:rsidRPr="00C647A0">
        <w:rPr>
          <w:b/>
          <w:bCs/>
          <w:sz w:val="28"/>
          <w:szCs w:val="28"/>
          <w:lang w:val="uk-UA"/>
        </w:rPr>
        <w:t xml:space="preserve"> </w:t>
      </w:r>
    </w:p>
    <w:p w:rsidR="00127414" w:rsidRPr="00C647A0" w:rsidRDefault="00127414" w:rsidP="00834002">
      <w:pPr>
        <w:rPr>
          <w:b/>
          <w:bCs/>
          <w:sz w:val="28"/>
          <w:szCs w:val="28"/>
          <w:lang w:val="uk-UA"/>
        </w:rPr>
      </w:pPr>
    </w:p>
    <w:p w:rsidR="00127414" w:rsidRPr="00C647A0" w:rsidRDefault="00127414" w:rsidP="005C0B3B">
      <w:pPr>
        <w:tabs>
          <w:tab w:val="left" w:pos="7020"/>
        </w:tabs>
        <w:rPr>
          <w:b/>
          <w:bCs/>
          <w:sz w:val="16"/>
          <w:szCs w:val="16"/>
          <w:lang w:val="uk-UA"/>
        </w:rPr>
      </w:pPr>
    </w:p>
    <w:p w:rsidR="00127414" w:rsidRPr="00C647A0" w:rsidRDefault="00127414" w:rsidP="006F111B">
      <w:pPr>
        <w:tabs>
          <w:tab w:val="left" w:pos="9639"/>
        </w:tabs>
        <w:spacing w:line="360" w:lineRule="auto"/>
        <w:ind w:left="5897"/>
        <w:jc w:val="both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>ЗАТВЕРДЖЕНО</w:t>
      </w:r>
    </w:p>
    <w:p w:rsidR="00127414" w:rsidRPr="00C647A0" w:rsidRDefault="00127414" w:rsidP="005C0B3B">
      <w:pPr>
        <w:ind w:left="5940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Розпорядження голови Роменської районної </w:t>
      </w:r>
    </w:p>
    <w:p w:rsidR="00127414" w:rsidRPr="00C647A0" w:rsidRDefault="00127414" w:rsidP="006F111B">
      <w:pPr>
        <w:spacing w:line="360" w:lineRule="auto"/>
        <w:ind w:left="5940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державної адміністрації </w:t>
      </w:r>
    </w:p>
    <w:p w:rsidR="00127414" w:rsidRPr="00C647A0" w:rsidRDefault="00127414" w:rsidP="00E6533D">
      <w:pPr>
        <w:tabs>
          <w:tab w:val="left" w:pos="7380"/>
        </w:tabs>
        <w:ind w:left="5940" w:right="-1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 серпня 2018 року № 268-ОД</w:t>
      </w:r>
    </w:p>
    <w:p w:rsidR="00127414" w:rsidRDefault="00127414" w:rsidP="005C0B3B">
      <w:pPr>
        <w:jc w:val="center"/>
        <w:rPr>
          <w:b/>
          <w:sz w:val="28"/>
          <w:szCs w:val="28"/>
          <w:lang w:val="uk-UA"/>
        </w:rPr>
      </w:pPr>
    </w:p>
    <w:p w:rsidR="00127414" w:rsidRPr="00C647A0" w:rsidRDefault="00127414" w:rsidP="005C0B3B">
      <w:pPr>
        <w:jc w:val="center"/>
        <w:rPr>
          <w:b/>
          <w:sz w:val="28"/>
          <w:szCs w:val="28"/>
          <w:lang w:val="uk-UA"/>
        </w:rPr>
      </w:pPr>
      <w:r w:rsidRPr="00C647A0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клад</w:t>
      </w:r>
    </w:p>
    <w:p w:rsidR="00127414" w:rsidRPr="00C647A0" w:rsidRDefault="00127414" w:rsidP="005C0B3B">
      <w:pPr>
        <w:tabs>
          <w:tab w:val="left" w:pos="3405"/>
        </w:tabs>
        <w:jc w:val="center"/>
        <w:rPr>
          <w:b/>
          <w:sz w:val="28"/>
          <w:szCs w:val="28"/>
          <w:lang w:val="uk-UA"/>
        </w:rPr>
      </w:pPr>
      <w:r w:rsidRPr="00C647A0">
        <w:rPr>
          <w:b/>
          <w:sz w:val="28"/>
          <w:szCs w:val="28"/>
          <w:lang w:val="uk-UA"/>
        </w:rPr>
        <w:t>комісії по проведенню комплексної перевірки виконавчого</w:t>
      </w:r>
    </w:p>
    <w:p w:rsidR="00127414" w:rsidRPr="00C647A0" w:rsidRDefault="00127414" w:rsidP="005C0B3B">
      <w:pPr>
        <w:tabs>
          <w:tab w:val="left" w:pos="3405"/>
        </w:tabs>
        <w:jc w:val="center"/>
        <w:rPr>
          <w:b/>
          <w:sz w:val="28"/>
          <w:szCs w:val="28"/>
          <w:lang w:val="uk-UA"/>
        </w:rPr>
      </w:pPr>
      <w:r w:rsidRPr="00C647A0">
        <w:rPr>
          <w:b/>
          <w:sz w:val="28"/>
          <w:szCs w:val="28"/>
          <w:lang w:val="uk-UA"/>
        </w:rPr>
        <w:t>комітету</w:t>
      </w:r>
      <w:r w:rsidRPr="009C4B97">
        <w:rPr>
          <w:b/>
          <w:sz w:val="28"/>
          <w:szCs w:val="28"/>
          <w:lang w:val="uk-UA"/>
        </w:rPr>
        <w:t xml:space="preserve"> Довгополівської</w:t>
      </w:r>
      <w:r w:rsidRPr="009C4B97">
        <w:rPr>
          <w:sz w:val="28"/>
          <w:szCs w:val="28"/>
          <w:lang w:val="uk-UA"/>
        </w:rPr>
        <w:t xml:space="preserve"> </w:t>
      </w:r>
      <w:r w:rsidRPr="00C647A0">
        <w:rPr>
          <w:b/>
          <w:sz w:val="28"/>
          <w:szCs w:val="28"/>
          <w:lang w:val="uk-UA"/>
        </w:rPr>
        <w:t>сільської ради щодо здійснення делегованих повноважень органів виконавчої влади</w:t>
      </w:r>
    </w:p>
    <w:p w:rsidR="00127414" w:rsidRPr="00C647A0" w:rsidRDefault="00127414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p w:rsidR="00127414" w:rsidRPr="00C647A0" w:rsidRDefault="00127414" w:rsidP="00D60CB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П’ятниця, </w:t>
      </w:r>
      <w:r>
        <w:rPr>
          <w:sz w:val="28"/>
          <w:szCs w:val="28"/>
          <w:lang w:val="uk-UA"/>
        </w:rPr>
        <w:t>21 верес</w:t>
      </w:r>
      <w:r w:rsidRPr="00C647A0">
        <w:rPr>
          <w:sz w:val="28"/>
          <w:szCs w:val="28"/>
          <w:lang w:val="uk-UA"/>
        </w:rPr>
        <w:t>ня 2018 року</w:t>
      </w:r>
    </w:p>
    <w:tbl>
      <w:tblPr>
        <w:tblW w:w="9480" w:type="dxa"/>
        <w:tblInd w:w="108" w:type="dxa"/>
        <w:tblLayout w:type="fixed"/>
        <w:tblLook w:val="00A0"/>
      </w:tblPr>
      <w:tblGrid>
        <w:gridCol w:w="3260"/>
        <w:gridCol w:w="284"/>
        <w:gridCol w:w="5936"/>
      </w:tblGrid>
      <w:tr w:rsidR="00127414" w:rsidRPr="00C647A0" w:rsidTr="00FB1B03">
        <w:tc>
          <w:tcPr>
            <w:tcW w:w="3260" w:type="dxa"/>
          </w:tcPr>
          <w:p w:rsidR="00127414" w:rsidRDefault="00127414" w:rsidP="00AE48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Наумова</w:t>
            </w:r>
          </w:p>
          <w:p w:rsidR="00127414" w:rsidRPr="00C647A0" w:rsidRDefault="00127414" w:rsidP="007921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127414" w:rsidRPr="00C647A0" w:rsidRDefault="00127414" w:rsidP="000D1A9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36" w:type="dxa"/>
          </w:tcPr>
          <w:p w:rsidR="00127414" w:rsidRPr="00C647A0" w:rsidRDefault="00127414" w:rsidP="000D1A9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</w:t>
            </w:r>
            <w:r w:rsidRPr="00C647A0">
              <w:rPr>
                <w:sz w:val="28"/>
                <w:szCs w:val="28"/>
                <w:lang w:val="uk-UA"/>
              </w:rPr>
              <w:t xml:space="preserve"> районної державної адміністрації, голова комісії</w:t>
            </w:r>
          </w:p>
        </w:tc>
      </w:tr>
      <w:tr w:rsidR="00127414" w:rsidRPr="00C647A0" w:rsidTr="00FB1B03">
        <w:tc>
          <w:tcPr>
            <w:tcW w:w="3260" w:type="dxa"/>
          </w:tcPr>
          <w:p w:rsidR="00127414" w:rsidRPr="00C647A0" w:rsidRDefault="00127414" w:rsidP="00485A32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Федько </w:t>
            </w:r>
          </w:p>
          <w:p w:rsidR="00127414" w:rsidRPr="00C647A0" w:rsidRDefault="00127414" w:rsidP="00485A32">
            <w:pPr>
              <w:jc w:val="both"/>
              <w:rPr>
                <w:sz w:val="28"/>
                <w:szCs w:val="28"/>
                <w:highlight w:val="green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284" w:type="dxa"/>
          </w:tcPr>
          <w:p w:rsidR="00127414" w:rsidRPr="00C647A0" w:rsidRDefault="00127414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36" w:type="dxa"/>
          </w:tcPr>
          <w:p w:rsidR="00127414" w:rsidRPr="00C647A0" w:rsidRDefault="00127414" w:rsidP="000C7A9D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начальник відділу організаційної роботи</w:t>
            </w:r>
            <w:r>
              <w:rPr>
                <w:sz w:val="28"/>
                <w:szCs w:val="28"/>
                <w:lang w:val="uk-UA"/>
              </w:rPr>
              <w:t xml:space="preserve"> та комунікацій з громадськістю</w:t>
            </w:r>
            <w:r w:rsidRPr="00C647A0">
              <w:rPr>
                <w:sz w:val="28"/>
                <w:szCs w:val="28"/>
                <w:lang w:val="uk-UA"/>
              </w:rPr>
              <w:t xml:space="preserve"> апарату районної державної адміністрації, заступник голови комісії</w:t>
            </w:r>
          </w:p>
        </w:tc>
      </w:tr>
      <w:tr w:rsidR="00127414" w:rsidRPr="00C647A0" w:rsidTr="00FB1B03">
        <w:tc>
          <w:tcPr>
            <w:tcW w:w="3260" w:type="dxa"/>
          </w:tcPr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Гребенюк </w:t>
            </w:r>
          </w:p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284" w:type="dxa"/>
          </w:tcPr>
          <w:p w:rsidR="00127414" w:rsidRPr="00C647A0" w:rsidRDefault="00127414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36" w:type="dxa"/>
          </w:tcPr>
          <w:p w:rsidR="00127414" w:rsidRPr="00C647A0" w:rsidRDefault="00127414" w:rsidP="008F1551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начальник управління економічного, агропромислового розвитку та торгівлі районної державної адміністрації</w:t>
            </w:r>
          </w:p>
        </w:tc>
      </w:tr>
      <w:tr w:rsidR="00127414" w:rsidRPr="00C647A0" w:rsidTr="00FB1B03">
        <w:tc>
          <w:tcPr>
            <w:tcW w:w="3260" w:type="dxa"/>
          </w:tcPr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Даценко </w:t>
            </w:r>
          </w:p>
          <w:p w:rsidR="00127414" w:rsidRPr="00C647A0" w:rsidRDefault="00127414" w:rsidP="006F423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84" w:type="dxa"/>
          </w:tcPr>
          <w:p w:rsidR="00127414" w:rsidRPr="00C647A0" w:rsidRDefault="00127414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36" w:type="dxa"/>
          </w:tcPr>
          <w:p w:rsidR="00127414" w:rsidRPr="00C647A0" w:rsidRDefault="00127414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начальник управління соціального захисту населення районної державної адміністрації</w:t>
            </w:r>
          </w:p>
        </w:tc>
      </w:tr>
      <w:tr w:rsidR="00127414" w:rsidRPr="00C647A0" w:rsidTr="00FB1B03">
        <w:tc>
          <w:tcPr>
            <w:tcW w:w="3260" w:type="dxa"/>
          </w:tcPr>
          <w:p w:rsidR="00127414" w:rsidRPr="00C647A0" w:rsidRDefault="00127414" w:rsidP="00813983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</w:rPr>
              <w:t xml:space="preserve">Дмитренко </w:t>
            </w:r>
          </w:p>
          <w:p w:rsidR="00127414" w:rsidRPr="00C647A0" w:rsidRDefault="00127414" w:rsidP="00813983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Олександр Борисович</w:t>
            </w:r>
          </w:p>
        </w:tc>
        <w:tc>
          <w:tcPr>
            <w:tcW w:w="284" w:type="dxa"/>
          </w:tcPr>
          <w:p w:rsidR="00127414" w:rsidRPr="00C647A0" w:rsidRDefault="00127414" w:rsidP="0081398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36" w:type="dxa"/>
          </w:tcPr>
          <w:p w:rsidR="00127414" w:rsidRPr="00C647A0" w:rsidRDefault="00127414" w:rsidP="00654812">
            <w:pPr>
              <w:jc w:val="both"/>
              <w:rPr>
                <w:sz w:val="28"/>
                <w:szCs w:val="28"/>
              </w:rPr>
            </w:pPr>
            <w:r w:rsidRPr="00C647A0">
              <w:rPr>
                <w:sz w:val="28"/>
                <w:szCs w:val="28"/>
              </w:rPr>
              <w:t xml:space="preserve">начальник </w:t>
            </w:r>
            <w:r w:rsidRPr="00C647A0">
              <w:rPr>
                <w:sz w:val="28"/>
                <w:szCs w:val="28"/>
                <w:lang w:val="uk-UA"/>
              </w:rPr>
              <w:t xml:space="preserve">Роменського </w:t>
            </w:r>
            <w:r w:rsidRPr="00C647A0">
              <w:rPr>
                <w:sz w:val="28"/>
                <w:szCs w:val="28"/>
              </w:rPr>
              <w:t xml:space="preserve">міського відділу </w:t>
            </w:r>
            <w:r w:rsidRPr="00C647A0">
              <w:rPr>
                <w:sz w:val="28"/>
                <w:szCs w:val="28"/>
                <w:lang w:val="uk-UA"/>
              </w:rPr>
              <w:t>управління державної міграційної служби</w:t>
            </w:r>
            <w:r w:rsidRPr="00C647A0">
              <w:rPr>
                <w:sz w:val="28"/>
                <w:szCs w:val="28"/>
              </w:rPr>
              <w:t xml:space="preserve"> України в Сумській області</w:t>
            </w:r>
            <w:r w:rsidRPr="00C647A0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127414" w:rsidRPr="00C647A0" w:rsidTr="00FB1B03">
        <w:tc>
          <w:tcPr>
            <w:tcW w:w="3260" w:type="dxa"/>
          </w:tcPr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Левицький</w:t>
            </w:r>
          </w:p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284" w:type="dxa"/>
          </w:tcPr>
          <w:p w:rsidR="00127414" w:rsidRPr="00C647A0" w:rsidRDefault="00127414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36" w:type="dxa"/>
          </w:tcPr>
          <w:p w:rsidR="00127414" w:rsidRPr="00C647A0" w:rsidRDefault="00127414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</w:tr>
      <w:tr w:rsidR="00127414" w:rsidRPr="00C647A0" w:rsidTr="00FB1B03">
        <w:tc>
          <w:tcPr>
            <w:tcW w:w="3260" w:type="dxa"/>
          </w:tcPr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Момот </w:t>
            </w:r>
          </w:p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284" w:type="dxa"/>
          </w:tcPr>
          <w:p w:rsidR="00127414" w:rsidRPr="00C647A0" w:rsidRDefault="00127414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36" w:type="dxa"/>
          </w:tcPr>
          <w:p w:rsidR="00127414" w:rsidRPr="00C647A0" w:rsidRDefault="00127414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начальник відділу культури районної державної адміністрації</w:t>
            </w:r>
          </w:p>
        </w:tc>
      </w:tr>
      <w:tr w:rsidR="00127414" w:rsidRPr="00C647A0" w:rsidTr="00FB1B03">
        <w:tc>
          <w:tcPr>
            <w:tcW w:w="3260" w:type="dxa"/>
          </w:tcPr>
          <w:p w:rsidR="00127414" w:rsidRPr="00C647A0" w:rsidRDefault="00127414" w:rsidP="00E52A9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Федько </w:t>
            </w:r>
          </w:p>
          <w:p w:rsidR="00127414" w:rsidRPr="00C647A0" w:rsidRDefault="00127414" w:rsidP="00E52A9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Людмила Григоріївна</w:t>
            </w:r>
          </w:p>
        </w:tc>
        <w:tc>
          <w:tcPr>
            <w:tcW w:w="284" w:type="dxa"/>
          </w:tcPr>
          <w:p w:rsidR="00127414" w:rsidRPr="00C647A0" w:rsidRDefault="00127414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36" w:type="dxa"/>
          </w:tcPr>
          <w:p w:rsidR="00127414" w:rsidRPr="00C647A0" w:rsidRDefault="00127414" w:rsidP="008F1551">
            <w:pPr>
              <w:pStyle w:val="BodyTextIndent"/>
              <w:ind w:firstLine="0"/>
            </w:pPr>
            <w:r>
              <w:t>завідувач</w:t>
            </w:r>
            <w:r w:rsidRPr="00C647A0">
              <w:t xml:space="preserve"> сектору містобудування та архітектури районної державної адміністрації</w:t>
            </w:r>
          </w:p>
        </w:tc>
      </w:tr>
      <w:tr w:rsidR="00127414" w:rsidRPr="00C647A0" w:rsidTr="00FB1B03">
        <w:tc>
          <w:tcPr>
            <w:tcW w:w="3260" w:type="dxa"/>
          </w:tcPr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Шаповалова</w:t>
            </w:r>
          </w:p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Олена Петрівна </w:t>
            </w:r>
          </w:p>
        </w:tc>
        <w:tc>
          <w:tcPr>
            <w:tcW w:w="284" w:type="dxa"/>
          </w:tcPr>
          <w:p w:rsidR="00127414" w:rsidRPr="00C647A0" w:rsidRDefault="00127414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36" w:type="dxa"/>
          </w:tcPr>
          <w:p w:rsidR="00127414" w:rsidRPr="00C647A0" w:rsidRDefault="00127414" w:rsidP="00520A02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начальник відділу освіти, молоді та спорту  районної державної адміністрації </w:t>
            </w:r>
          </w:p>
        </w:tc>
      </w:tr>
    </w:tbl>
    <w:p w:rsidR="00127414" w:rsidRPr="00C647A0" w:rsidRDefault="00127414" w:rsidP="005C0B3B">
      <w:pPr>
        <w:rPr>
          <w:b/>
          <w:bCs/>
          <w:sz w:val="16"/>
          <w:szCs w:val="16"/>
          <w:lang w:val="uk-UA"/>
        </w:rPr>
      </w:pPr>
    </w:p>
    <w:p w:rsidR="00127414" w:rsidRPr="00274FE9" w:rsidRDefault="00127414" w:rsidP="00834002">
      <w:pPr>
        <w:tabs>
          <w:tab w:val="left" w:pos="7020"/>
        </w:tabs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</w:tblGrid>
      <w:tr w:rsidR="00127414" w:rsidRPr="00274FE9" w:rsidTr="008871F0">
        <w:trPr>
          <w:trHeight w:val="163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127414" w:rsidRPr="00274FE9" w:rsidRDefault="00127414" w:rsidP="008871F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67426">
              <w:rPr>
                <w:b/>
                <w:sz w:val="28"/>
                <w:szCs w:val="28"/>
                <w:lang w:val="uk-UA"/>
              </w:rPr>
              <w:t>Начальник</w:t>
            </w:r>
            <w:r w:rsidRPr="00274FE9">
              <w:rPr>
                <w:b/>
                <w:sz w:val="28"/>
                <w:szCs w:val="28"/>
                <w:lang w:val="uk-UA"/>
              </w:rPr>
              <w:t xml:space="preserve"> відділу організаційної роботи та комунікацій з громадськістю апарату Роменської районної державної адміністрації </w:t>
            </w:r>
          </w:p>
          <w:p w:rsidR="00127414" w:rsidRPr="00274FE9" w:rsidRDefault="00127414" w:rsidP="008871F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27414" w:rsidRDefault="00127414" w:rsidP="00834002">
      <w:pPr>
        <w:rPr>
          <w:b/>
          <w:sz w:val="28"/>
          <w:szCs w:val="28"/>
          <w:lang w:val="uk-UA"/>
        </w:rPr>
      </w:pPr>
    </w:p>
    <w:p w:rsidR="00127414" w:rsidRPr="00834002" w:rsidRDefault="00127414" w:rsidP="00834002">
      <w:pPr>
        <w:rPr>
          <w:b/>
          <w:sz w:val="28"/>
          <w:szCs w:val="28"/>
          <w:lang w:val="uk-UA"/>
        </w:rPr>
      </w:pPr>
    </w:p>
    <w:p w:rsidR="00127414" w:rsidRPr="00274FE9" w:rsidRDefault="00127414" w:rsidP="00834002">
      <w:pPr>
        <w:rPr>
          <w:b/>
          <w:sz w:val="28"/>
          <w:szCs w:val="28"/>
          <w:lang w:val="uk-UA"/>
        </w:rPr>
      </w:pPr>
    </w:p>
    <w:p w:rsidR="00127414" w:rsidRPr="00274FE9" w:rsidRDefault="00127414" w:rsidP="00834002">
      <w:pPr>
        <w:rPr>
          <w:b/>
          <w:sz w:val="28"/>
          <w:szCs w:val="28"/>
          <w:lang w:val="uk-UA"/>
        </w:rPr>
      </w:pPr>
    </w:p>
    <w:p w:rsidR="00127414" w:rsidRDefault="00127414" w:rsidP="00834002">
      <w:pPr>
        <w:rPr>
          <w:b/>
          <w:sz w:val="28"/>
          <w:szCs w:val="28"/>
          <w:lang w:val="uk-UA"/>
        </w:rPr>
      </w:pPr>
    </w:p>
    <w:p w:rsidR="00127414" w:rsidRDefault="00127414" w:rsidP="00834002">
      <w:pPr>
        <w:rPr>
          <w:b/>
          <w:bCs/>
          <w:sz w:val="28"/>
          <w:szCs w:val="28"/>
          <w:lang w:val="uk-UA"/>
        </w:rPr>
      </w:pPr>
      <w:r w:rsidRPr="00274FE9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</w:rPr>
        <w:t>Р.</w:t>
      </w:r>
      <w:r w:rsidRPr="00A40329">
        <w:rPr>
          <w:b/>
          <w:sz w:val="28"/>
          <w:szCs w:val="28"/>
        </w:rPr>
        <w:t>ФЕДЬКО</w:t>
      </w:r>
      <w:r w:rsidRPr="00C647A0">
        <w:rPr>
          <w:b/>
          <w:bCs/>
          <w:sz w:val="28"/>
          <w:szCs w:val="28"/>
          <w:lang w:val="uk-UA"/>
        </w:rPr>
        <w:t xml:space="preserve"> </w:t>
      </w:r>
    </w:p>
    <w:p w:rsidR="00127414" w:rsidRDefault="00127414" w:rsidP="00834002">
      <w:pPr>
        <w:rPr>
          <w:b/>
          <w:bCs/>
          <w:sz w:val="28"/>
          <w:szCs w:val="28"/>
          <w:lang w:val="uk-UA"/>
        </w:rPr>
      </w:pPr>
    </w:p>
    <w:p w:rsidR="00127414" w:rsidRDefault="00127414" w:rsidP="00834002">
      <w:pPr>
        <w:rPr>
          <w:b/>
          <w:bCs/>
          <w:sz w:val="28"/>
          <w:szCs w:val="28"/>
          <w:lang w:val="uk-UA"/>
        </w:rPr>
      </w:pPr>
    </w:p>
    <w:p w:rsidR="00127414" w:rsidRPr="00C647A0" w:rsidRDefault="00127414" w:rsidP="00834002">
      <w:pPr>
        <w:rPr>
          <w:b/>
          <w:bCs/>
          <w:sz w:val="28"/>
          <w:szCs w:val="28"/>
          <w:lang w:val="uk-UA"/>
        </w:rPr>
      </w:pPr>
    </w:p>
    <w:p w:rsidR="00127414" w:rsidRPr="00C647A0" w:rsidRDefault="00127414" w:rsidP="00197558">
      <w:pPr>
        <w:tabs>
          <w:tab w:val="left" w:pos="9639"/>
        </w:tabs>
        <w:spacing w:line="360" w:lineRule="auto"/>
        <w:ind w:left="5897"/>
        <w:jc w:val="both"/>
        <w:rPr>
          <w:sz w:val="28"/>
          <w:szCs w:val="28"/>
          <w:lang w:val="uk-UA"/>
        </w:rPr>
      </w:pPr>
      <w:r w:rsidRPr="00C647A0">
        <w:rPr>
          <w:b/>
          <w:bCs/>
          <w:sz w:val="28"/>
          <w:szCs w:val="28"/>
          <w:lang w:val="uk-UA"/>
        </w:rPr>
        <w:br w:type="page"/>
      </w:r>
      <w:r w:rsidRPr="00C647A0">
        <w:rPr>
          <w:sz w:val="28"/>
          <w:szCs w:val="28"/>
          <w:lang w:val="uk-UA"/>
        </w:rPr>
        <w:t>ЗАТВЕРДЖЕНО</w:t>
      </w:r>
    </w:p>
    <w:p w:rsidR="00127414" w:rsidRPr="00C647A0" w:rsidRDefault="00127414" w:rsidP="005C0B3B">
      <w:pPr>
        <w:ind w:left="5940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Розпорядження голови Роменської районної </w:t>
      </w:r>
    </w:p>
    <w:p w:rsidR="00127414" w:rsidRPr="00C647A0" w:rsidRDefault="00127414" w:rsidP="00197558">
      <w:pPr>
        <w:spacing w:line="360" w:lineRule="auto"/>
        <w:ind w:left="5940"/>
        <w:rPr>
          <w:sz w:val="28"/>
          <w:szCs w:val="28"/>
          <w:lang w:val="uk-UA"/>
        </w:rPr>
      </w:pPr>
      <w:r w:rsidRPr="00C647A0">
        <w:rPr>
          <w:sz w:val="28"/>
          <w:szCs w:val="28"/>
          <w:lang w:val="uk-UA"/>
        </w:rPr>
        <w:t xml:space="preserve">державної адміністрації </w:t>
      </w:r>
    </w:p>
    <w:p w:rsidR="00127414" w:rsidRPr="00C647A0" w:rsidRDefault="00127414" w:rsidP="00E6533D">
      <w:pPr>
        <w:tabs>
          <w:tab w:val="left" w:pos="7380"/>
        </w:tabs>
        <w:ind w:left="5940" w:right="-1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 серпня 2018 року № 268-ОД</w:t>
      </w:r>
    </w:p>
    <w:p w:rsidR="00127414" w:rsidRDefault="00127414" w:rsidP="005C0B3B">
      <w:pPr>
        <w:jc w:val="center"/>
        <w:rPr>
          <w:b/>
          <w:sz w:val="28"/>
          <w:szCs w:val="28"/>
          <w:lang w:val="uk-UA"/>
        </w:rPr>
      </w:pPr>
    </w:p>
    <w:p w:rsidR="00127414" w:rsidRPr="00C647A0" w:rsidRDefault="00127414" w:rsidP="005C0B3B">
      <w:pPr>
        <w:jc w:val="center"/>
        <w:rPr>
          <w:b/>
          <w:sz w:val="28"/>
          <w:szCs w:val="28"/>
          <w:lang w:val="uk-UA"/>
        </w:rPr>
      </w:pPr>
      <w:r w:rsidRPr="00C647A0">
        <w:rPr>
          <w:b/>
          <w:sz w:val="28"/>
          <w:szCs w:val="28"/>
          <w:lang w:val="uk-UA"/>
        </w:rPr>
        <w:t>Перелік</w:t>
      </w:r>
    </w:p>
    <w:p w:rsidR="00127414" w:rsidRPr="00C647A0" w:rsidRDefault="00127414" w:rsidP="005C0B3B">
      <w:pPr>
        <w:tabs>
          <w:tab w:val="left" w:pos="3405"/>
        </w:tabs>
        <w:jc w:val="center"/>
        <w:rPr>
          <w:b/>
          <w:sz w:val="28"/>
          <w:szCs w:val="28"/>
          <w:lang w:val="uk-UA"/>
        </w:rPr>
      </w:pPr>
      <w:r w:rsidRPr="00C647A0">
        <w:rPr>
          <w:b/>
          <w:sz w:val="28"/>
          <w:szCs w:val="28"/>
          <w:lang w:val="uk-UA"/>
        </w:rPr>
        <w:t>питань комплексної перевірки роботи виконавчого</w:t>
      </w:r>
    </w:p>
    <w:p w:rsidR="00127414" w:rsidRPr="00C647A0" w:rsidRDefault="00127414" w:rsidP="005C0B3B">
      <w:pPr>
        <w:ind w:right="98"/>
        <w:jc w:val="center"/>
        <w:rPr>
          <w:b/>
          <w:sz w:val="28"/>
          <w:szCs w:val="28"/>
          <w:lang w:val="uk-UA"/>
        </w:rPr>
      </w:pPr>
      <w:r w:rsidRPr="00C647A0">
        <w:rPr>
          <w:b/>
          <w:sz w:val="28"/>
          <w:szCs w:val="28"/>
          <w:lang w:val="uk-UA"/>
        </w:rPr>
        <w:t xml:space="preserve">комітету </w:t>
      </w:r>
      <w:r w:rsidRPr="009C4B97">
        <w:rPr>
          <w:b/>
          <w:sz w:val="28"/>
          <w:szCs w:val="28"/>
        </w:rPr>
        <w:t>Довгополівської</w:t>
      </w:r>
      <w:r w:rsidRPr="009C4B97">
        <w:rPr>
          <w:sz w:val="28"/>
          <w:szCs w:val="28"/>
          <w:lang w:val="uk-UA"/>
        </w:rPr>
        <w:t xml:space="preserve"> </w:t>
      </w:r>
      <w:r w:rsidRPr="00C647A0">
        <w:rPr>
          <w:b/>
          <w:sz w:val="28"/>
          <w:szCs w:val="28"/>
          <w:lang w:val="uk-UA"/>
        </w:rPr>
        <w:t>сільської ради по здійсненню делегованих повноважень органів виконавчої влади</w:t>
      </w:r>
    </w:p>
    <w:p w:rsidR="00127414" w:rsidRPr="00C647A0" w:rsidRDefault="00127414" w:rsidP="005C0B3B">
      <w:pPr>
        <w:ind w:right="98"/>
        <w:jc w:val="center"/>
        <w:rPr>
          <w:sz w:val="28"/>
          <w:szCs w:val="28"/>
          <w:lang w:val="uk-UA"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0"/>
        <w:gridCol w:w="4320"/>
        <w:gridCol w:w="4560"/>
      </w:tblGrid>
      <w:tr w:rsidR="00127414" w:rsidRPr="00C647A0" w:rsidTr="00FB1B03">
        <w:tc>
          <w:tcPr>
            <w:tcW w:w="600" w:type="dxa"/>
          </w:tcPr>
          <w:p w:rsidR="00127414" w:rsidRPr="00C647A0" w:rsidRDefault="00127414" w:rsidP="006F4236">
            <w:pPr>
              <w:jc w:val="center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№ </w:t>
            </w:r>
            <w:r w:rsidRPr="00C647A0">
              <w:rPr>
                <w:sz w:val="28"/>
                <w:szCs w:val="28"/>
                <w:vertAlign w:val="superscript"/>
                <w:lang w:val="uk-UA"/>
              </w:rPr>
              <w:t>п</w:t>
            </w:r>
            <w:r w:rsidRPr="00C647A0">
              <w:rPr>
                <w:sz w:val="28"/>
                <w:szCs w:val="28"/>
                <w:lang w:val="uk-UA"/>
              </w:rPr>
              <w:t>/</w:t>
            </w:r>
            <w:r w:rsidRPr="00C647A0">
              <w:rPr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4320" w:type="dxa"/>
          </w:tcPr>
          <w:p w:rsidR="00127414" w:rsidRPr="00C647A0" w:rsidRDefault="00127414" w:rsidP="006F4236">
            <w:pPr>
              <w:jc w:val="center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Структурний підрозділ райдержадміністрації, територіальний підрозділ центральних органів виконавчої влади в районі</w:t>
            </w:r>
          </w:p>
        </w:tc>
        <w:tc>
          <w:tcPr>
            <w:tcW w:w="4560" w:type="dxa"/>
          </w:tcPr>
          <w:p w:rsidR="00127414" w:rsidRPr="00C647A0" w:rsidRDefault="00127414" w:rsidP="006F4236">
            <w:pPr>
              <w:jc w:val="center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6F4236">
            <w:pPr>
              <w:jc w:val="center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20" w:type="dxa"/>
          </w:tcPr>
          <w:p w:rsidR="00127414" w:rsidRPr="00C647A0" w:rsidRDefault="00127414" w:rsidP="006F4236">
            <w:pPr>
              <w:jc w:val="center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60" w:type="dxa"/>
          </w:tcPr>
          <w:p w:rsidR="00127414" w:rsidRPr="00C647A0" w:rsidRDefault="00127414" w:rsidP="006F4236">
            <w:pPr>
              <w:jc w:val="center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3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127414" w:rsidRPr="00C647A0" w:rsidRDefault="00127414" w:rsidP="00887C5F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Відділ організаційної роботи та комунікацій з громадськістю апарату районної державної адміністрації</w:t>
            </w:r>
          </w:p>
        </w:tc>
        <w:tc>
          <w:tcPr>
            <w:tcW w:w="4560" w:type="dxa"/>
          </w:tcPr>
          <w:p w:rsidR="00127414" w:rsidRPr="00C647A0" w:rsidRDefault="00127414" w:rsidP="00887C5F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3, пункт б, частина 1 стаття 38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127414" w:rsidRPr="00C647A0" w:rsidRDefault="00127414" w:rsidP="00895D74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Відділ документообігу апарату районної державної адміністрації</w:t>
            </w:r>
          </w:p>
        </w:tc>
        <w:tc>
          <w:tcPr>
            <w:tcW w:w="4560" w:type="dxa"/>
          </w:tcPr>
          <w:p w:rsidR="00127414" w:rsidRPr="00C647A0" w:rsidRDefault="00127414" w:rsidP="00895D74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1, пункт б, частина 1 стаття 38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127414" w:rsidRPr="00C647A0" w:rsidRDefault="00127414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Юридичний відділ апарату районної державної адміністрації</w:t>
            </w:r>
          </w:p>
        </w:tc>
        <w:tc>
          <w:tcPr>
            <w:tcW w:w="4560" w:type="dxa"/>
          </w:tcPr>
          <w:p w:rsidR="00127414" w:rsidRPr="00C647A0" w:rsidRDefault="00127414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4, пункт б, частина 1 стаття 38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127414" w:rsidRPr="00C647A0" w:rsidRDefault="00127414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Фінансове управління районної державної адміністрації</w:t>
            </w:r>
          </w:p>
        </w:tc>
        <w:tc>
          <w:tcPr>
            <w:tcW w:w="4560" w:type="dxa"/>
          </w:tcPr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1, пункт б, стаття 28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127414" w:rsidRPr="00C647A0" w:rsidRDefault="00127414" w:rsidP="008F1551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Управління економічного, агропромислового розвитку та торгівлі районної державної адміністрації</w:t>
            </w:r>
          </w:p>
        </w:tc>
        <w:tc>
          <w:tcPr>
            <w:tcW w:w="4560" w:type="dxa"/>
          </w:tcPr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</w:t>
            </w:r>
            <w:r w:rsidRPr="00C647A0">
              <w:rPr>
                <w:sz w:val="28"/>
                <w:szCs w:val="28"/>
                <w:lang w:val="uk-UA"/>
              </w:rPr>
              <w:t xml:space="preserve"> 1 пункт б, стаття 27;</w:t>
            </w:r>
          </w:p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2, 3, пункт б, стаття 28;</w:t>
            </w:r>
          </w:p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пункти 1, 2, 3, 4 пункт б, стаття 30</w:t>
            </w:r>
          </w:p>
          <w:p w:rsidR="00127414" w:rsidRPr="00FB1B03" w:rsidRDefault="00127414" w:rsidP="006F4236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 w:rsidRPr="00FB1B03">
              <w:rPr>
                <w:spacing w:val="-4"/>
                <w:sz w:val="28"/>
                <w:szCs w:val="28"/>
                <w:lang w:val="uk-UA"/>
              </w:rPr>
              <w:t>пункт 5, пункт б, частина 1 стаття 33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127414" w:rsidRPr="00C647A0" w:rsidRDefault="00127414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Управління соціального захисту населення районної державної адміністрації</w:t>
            </w:r>
          </w:p>
        </w:tc>
        <w:tc>
          <w:tcPr>
            <w:tcW w:w="4560" w:type="dxa"/>
          </w:tcPr>
          <w:p w:rsidR="00127414" w:rsidRPr="00C647A0" w:rsidRDefault="00127414" w:rsidP="00632DA8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6, пункт б, стаття 30;</w:t>
            </w:r>
          </w:p>
          <w:p w:rsidR="00127414" w:rsidRPr="00C647A0" w:rsidRDefault="00127414" w:rsidP="00632DA8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пункти 1, 2, 3, 6, 8, 10, 14 пункт б, частина 1 стаття 34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127414" w:rsidRPr="00C647A0" w:rsidRDefault="00127414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Відділ культури районної державної адміністрації</w:t>
            </w:r>
          </w:p>
        </w:tc>
        <w:tc>
          <w:tcPr>
            <w:tcW w:w="4560" w:type="dxa"/>
          </w:tcPr>
          <w:p w:rsidR="00127414" w:rsidRPr="00C647A0" w:rsidRDefault="00127414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5 пункт б стаття 31;</w:t>
            </w:r>
          </w:p>
          <w:p w:rsidR="00127414" w:rsidRPr="00C647A0" w:rsidRDefault="00127414" w:rsidP="00BB1629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пункти 9, 10, пункт б, стаття 32; частина 2 стаття 34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127414" w:rsidRPr="00C647A0" w:rsidRDefault="00127414" w:rsidP="004408D2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Сектор містобудування та архітектури районної державної адміністрації</w:t>
            </w:r>
          </w:p>
        </w:tc>
        <w:tc>
          <w:tcPr>
            <w:tcW w:w="4560" w:type="dxa"/>
          </w:tcPr>
          <w:p w:rsidR="00127414" w:rsidRPr="00C647A0" w:rsidRDefault="00127414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пункти 1, 2, 3, 5, 6, пункт б, частина 1 стаття</w:t>
            </w:r>
            <w:r w:rsidRPr="00C647A0">
              <w:rPr>
                <w:sz w:val="28"/>
                <w:szCs w:val="28"/>
              </w:rPr>
              <w:t xml:space="preserve"> 31</w:t>
            </w:r>
          </w:p>
          <w:p w:rsidR="00127414" w:rsidRPr="00C647A0" w:rsidRDefault="00127414" w:rsidP="00A301F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127414" w:rsidRPr="00C647A0" w:rsidRDefault="00127414" w:rsidP="00B8200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Відділ житлово-комунального господарства, будівництва та інфраструктури районної державної адміністрації</w:t>
            </w:r>
          </w:p>
        </w:tc>
        <w:tc>
          <w:tcPr>
            <w:tcW w:w="4560" w:type="dxa"/>
          </w:tcPr>
          <w:p w:rsidR="00127414" w:rsidRPr="00C647A0" w:rsidRDefault="00127414" w:rsidP="00C24E21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пункти 1, 2, 5, 7, 8, 9, 10, 11, 12, пункт б, стаття 30; </w:t>
            </w:r>
          </w:p>
          <w:p w:rsidR="00127414" w:rsidRPr="00C647A0" w:rsidRDefault="00127414" w:rsidP="00B82006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6, 7, 7-1, 12, пункт б частина 1 стаття 33</w:t>
            </w:r>
          </w:p>
        </w:tc>
      </w:tr>
    </w:tbl>
    <w:p w:rsidR="00127414" w:rsidRDefault="00127414" w:rsidP="00D60CBB">
      <w:pPr>
        <w:jc w:val="center"/>
        <w:rPr>
          <w:lang w:val="uk-UA"/>
        </w:rPr>
      </w:pPr>
    </w:p>
    <w:p w:rsidR="00127414" w:rsidRPr="00C647A0" w:rsidRDefault="00127414" w:rsidP="00D60CBB">
      <w:pPr>
        <w:jc w:val="center"/>
        <w:rPr>
          <w:lang w:val="uk-UA"/>
        </w:rPr>
      </w:pPr>
      <w:r w:rsidRPr="00C647A0">
        <w:rPr>
          <w:lang w:val="uk-UA"/>
        </w:rPr>
        <w:t>2</w:t>
      </w:r>
    </w:p>
    <w:p w:rsidR="00127414" w:rsidRPr="00C647A0" w:rsidRDefault="00127414" w:rsidP="00D60CBB">
      <w:pPr>
        <w:rPr>
          <w:sz w:val="16"/>
          <w:szCs w:val="28"/>
          <w:lang w:val="uk-UA"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0"/>
        <w:gridCol w:w="4549"/>
        <w:gridCol w:w="4331"/>
      </w:tblGrid>
      <w:tr w:rsidR="00127414" w:rsidRPr="00C647A0" w:rsidTr="00FB1B03">
        <w:tc>
          <w:tcPr>
            <w:tcW w:w="9480" w:type="dxa"/>
            <w:gridSpan w:val="3"/>
          </w:tcPr>
          <w:p w:rsidR="00127414" w:rsidRPr="00C647A0" w:rsidRDefault="00127414" w:rsidP="000A09FF">
            <w:pPr>
              <w:tabs>
                <w:tab w:val="left" w:pos="939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Продовження таблиці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BB3B17">
            <w:pPr>
              <w:jc w:val="center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127414" w:rsidRPr="00C647A0" w:rsidRDefault="00127414" w:rsidP="00BB3B17">
            <w:pPr>
              <w:jc w:val="center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31" w:type="dxa"/>
          </w:tcPr>
          <w:p w:rsidR="00127414" w:rsidRPr="00C647A0" w:rsidRDefault="00127414" w:rsidP="00BB3B17">
            <w:pPr>
              <w:jc w:val="center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3</w:t>
            </w:r>
          </w:p>
        </w:tc>
      </w:tr>
      <w:tr w:rsidR="00127414" w:rsidRPr="00C647A0" w:rsidTr="00FB1B03">
        <w:tc>
          <w:tcPr>
            <w:tcW w:w="600" w:type="dxa"/>
            <w:tcBorders>
              <w:bottom w:val="nil"/>
            </w:tcBorders>
          </w:tcPr>
          <w:p w:rsidR="00127414" w:rsidRPr="00C647A0" w:rsidRDefault="00127414" w:rsidP="009B4D1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549" w:type="dxa"/>
            <w:tcBorders>
              <w:bottom w:val="nil"/>
            </w:tcBorders>
          </w:tcPr>
          <w:p w:rsidR="00127414" w:rsidRPr="00C647A0" w:rsidRDefault="00127414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Відділ освіти, молоді та спорту районної державної адміністрації</w:t>
            </w:r>
          </w:p>
        </w:tc>
        <w:tc>
          <w:tcPr>
            <w:tcW w:w="4331" w:type="dxa"/>
            <w:tcBorders>
              <w:bottom w:val="nil"/>
            </w:tcBorders>
          </w:tcPr>
          <w:p w:rsidR="00127414" w:rsidRPr="00C647A0" w:rsidRDefault="00127414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пункти 1, 2, 4, 5, 6, 7, 8, 9, пункт б, стаття 32;</w:t>
            </w:r>
          </w:p>
          <w:p w:rsidR="00127414" w:rsidRPr="00C647A0" w:rsidRDefault="00127414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7, пункт б, частина 1, частина 2 стаття 34;</w:t>
            </w:r>
          </w:p>
          <w:p w:rsidR="00127414" w:rsidRPr="00C647A0" w:rsidRDefault="00127414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8, пункт б стаття 36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3533A7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549" w:type="dxa"/>
          </w:tcPr>
          <w:p w:rsidR="00127414" w:rsidRPr="00C647A0" w:rsidRDefault="00127414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Служба у справах дітей районної державної адміністрації</w:t>
            </w:r>
          </w:p>
        </w:tc>
        <w:tc>
          <w:tcPr>
            <w:tcW w:w="4331" w:type="dxa"/>
          </w:tcPr>
          <w:p w:rsidR="00127414" w:rsidRPr="00C647A0" w:rsidRDefault="00127414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пункти 7, 8, пункт б, стаття 32;</w:t>
            </w:r>
          </w:p>
          <w:p w:rsidR="00127414" w:rsidRPr="00C647A0" w:rsidRDefault="00127414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A262B8">
              <w:rPr>
                <w:sz w:val="28"/>
                <w:szCs w:val="28"/>
                <w:lang w:val="uk-UA"/>
              </w:rPr>
              <w:t>пункти 2</w:t>
            </w:r>
            <w:r w:rsidRPr="00A262B8">
              <w:rPr>
                <w:sz w:val="28"/>
                <w:szCs w:val="28"/>
                <w:u w:val="single"/>
                <w:vertAlign w:val="superscript"/>
                <w:lang w:val="uk-UA"/>
              </w:rPr>
              <w:t>1</w:t>
            </w:r>
            <w:r w:rsidRPr="00C647A0">
              <w:rPr>
                <w:sz w:val="28"/>
                <w:szCs w:val="28"/>
                <w:lang w:val="uk-UA"/>
              </w:rPr>
              <w:t>, 4, пункт б, частина 1 стаття 34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3533A7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549" w:type="dxa"/>
          </w:tcPr>
          <w:p w:rsidR="00127414" w:rsidRPr="00C647A0" w:rsidRDefault="00127414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  <w:tc>
          <w:tcPr>
            <w:tcW w:w="4331" w:type="dxa"/>
          </w:tcPr>
          <w:p w:rsidR="00127414" w:rsidRPr="00C647A0" w:rsidRDefault="00127414" w:rsidP="00C0762B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пункт б, частина 1 стаття 34; </w:t>
            </w:r>
          </w:p>
          <w:p w:rsidR="00127414" w:rsidRPr="00C647A0" w:rsidRDefault="00127414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пункти 1, 2, 3, 5, 6 пункт б, частина 1 стаття 36;</w:t>
            </w:r>
          </w:p>
          <w:p w:rsidR="00127414" w:rsidRPr="00C647A0" w:rsidRDefault="00127414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пункти 2, 4 пункт б, частина 1 стаття 38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3533A7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4549" w:type="dxa"/>
          </w:tcPr>
          <w:p w:rsidR="00127414" w:rsidRPr="00C647A0" w:rsidRDefault="00127414" w:rsidP="008F1551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  <w:tc>
          <w:tcPr>
            <w:tcW w:w="4331" w:type="dxa"/>
          </w:tcPr>
          <w:p w:rsidR="00127414" w:rsidRPr="00C647A0" w:rsidRDefault="00127414" w:rsidP="0049104D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 xml:space="preserve">пункт 4, пункт б, частина 1 стаття 31; </w:t>
            </w:r>
          </w:p>
          <w:p w:rsidR="00127414" w:rsidRPr="00C647A0" w:rsidRDefault="00127414" w:rsidP="00C0762B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6, пункт б, частина 1 стаття 33;</w:t>
            </w:r>
          </w:p>
          <w:p w:rsidR="00127414" w:rsidRPr="00C647A0" w:rsidRDefault="00127414" w:rsidP="00C0762B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пункти 2, 3-1 пункт б, частина 1 стаття 38</w:t>
            </w:r>
          </w:p>
        </w:tc>
      </w:tr>
      <w:tr w:rsidR="00127414" w:rsidRPr="00C647A0" w:rsidTr="00FB1B03">
        <w:tc>
          <w:tcPr>
            <w:tcW w:w="600" w:type="dxa"/>
          </w:tcPr>
          <w:p w:rsidR="00127414" w:rsidRPr="00C647A0" w:rsidRDefault="00127414" w:rsidP="003533A7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4549" w:type="dxa"/>
          </w:tcPr>
          <w:p w:rsidR="00127414" w:rsidRPr="00C647A0" w:rsidRDefault="00127414" w:rsidP="008F1551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Роменський міський відділ управління державної міграційної служби України в Сумській області</w:t>
            </w:r>
          </w:p>
        </w:tc>
        <w:tc>
          <w:tcPr>
            <w:tcW w:w="4331" w:type="dxa"/>
          </w:tcPr>
          <w:p w:rsidR="00127414" w:rsidRPr="00C647A0" w:rsidRDefault="00127414" w:rsidP="00C0762B">
            <w:pPr>
              <w:jc w:val="both"/>
              <w:rPr>
                <w:sz w:val="28"/>
                <w:szCs w:val="28"/>
                <w:lang w:val="uk-UA"/>
              </w:rPr>
            </w:pPr>
            <w:r w:rsidRPr="00C647A0">
              <w:rPr>
                <w:sz w:val="28"/>
                <w:szCs w:val="28"/>
                <w:lang w:val="uk-UA"/>
              </w:rPr>
              <w:t>пункт 3, пункт б, стаття 27</w:t>
            </w:r>
          </w:p>
        </w:tc>
      </w:tr>
    </w:tbl>
    <w:p w:rsidR="00127414" w:rsidRPr="00C647A0" w:rsidRDefault="00127414" w:rsidP="00D60CBB">
      <w:pPr>
        <w:rPr>
          <w:b/>
          <w:bCs/>
          <w:sz w:val="28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</w:tblGrid>
      <w:tr w:rsidR="00127414" w:rsidRPr="0079219E" w:rsidTr="00B75E71">
        <w:trPr>
          <w:trHeight w:val="163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127414" w:rsidRPr="0079219E" w:rsidRDefault="00127414" w:rsidP="008871F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67426">
              <w:rPr>
                <w:b/>
                <w:sz w:val="28"/>
                <w:szCs w:val="28"/>
                <w:lang w:val="uk-UA"/>
              </w:rPr>
              <w:t>Начальник</w:t>
            </w:r>
            <w:r w:rsidRPr="0079219E">
              <w:rPr>
                <w:b/>
                <w:sz w:val="28"/>
                <w:szCs w:val="28"/>
                <w:lang w:val="uk-UA"/>
              </w:rPr>
              <w:t xml:space="preserve"> відділу організаційної роботи та комунікацій з громадськістю апарату Роменської районної державної адміністрації </w:t>
            </w:r>
          </w:p>
          <w:p w:rsidR="00127414" w:rsidRPr="0079219E" w:rsidRDefault="00127414" w:rsidP="008871F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27414" w:rsidRPr="0079219E" w:rsidRDefault="00127414" w:rsidP="00B75E71">
      <w:pPr>
        <w:rPr>
          <w:b/>
          <w:sz w:val="28"/>
          <w:szCs w:val="28"/>
          <w:lang w:val="uk-UA"/>
        </w:rPr>
      </w:pPr>
    </w:p>
    <w:p w:rsidR="00127414" w:rsidRPr="0079219E" w:rsidRDefault="00127414" w:rsidP="00B75E71">
      <w:pPr>
        <w:rPr>
          <w:b/>
          <w:sz w:val="28"/>
          <w:szCs w:val="28"/>
          <w:lang w:val="uk-UA"/>
        </w:rPr>
      </w:pPr>
    </w:p>
    <w:p w:rsidR="00127414" w:rsidRPr="0079219E" w:rsidRDefault="00127414" w:rsidP="00B75E71">
      <w:pPr>
        <w:rPr>
          <w:b/>
          <w:sz w:val="28"/>
          <w:szCs w:val="28"/>
          <w:lang w:val="uk-UA"/>
        </w:rPr>
      </w:pPr>
    </w:p>
    <w:p w:rsidR="00127414" w:rsidRDefault="00127414" w:rsidP="00B75E71">
      <w:pPr>
        <w:rPr>
          <w:b/>
          <w:sz w:val="28"/>
          <w:szCs w:val="28"/>
          <w:lang w:val="uk-UA"/>
        </w:rPr>
      </w:pPr>
    </w:p>
    <w:p w:rsidR="00127414" w:rsidRPr="00831DF1" w:rsidRDefault="00127414" w:rsidP="00B75E71">
      <w:pPr>
        <w:rPr>
          <w:color w:val="FF0000"/>
          <w:sz w:val="28"/>
          <w:lang w:val="uk-UA"/>
        </w:rPr>
      </w:pPr>
      <w:r w:rsidRPr="0079219E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</w:rPr>
        <w:t>Р.</w:t>
      </w:r>
      <w:r w:rsidRPr="00A40329">
        <w:rPr>
          <w:b/>
          <w:sz w:val="28"/>
          <w:szCs w:val="28"/>
        </w:rPr>
        <w:t>ФЕДЬКО</w:t>
      </w:r>
    </w:p>
    <w:p w:rsidR="00127414" w:rsidRPr="00C647A0" w:rsidRDefault="00127414" w:rsidP="00D60CBB">
      <w:pPr>
        <w:tabs>
          <w:tab w:val="left" w:pos="7020"/>
        </w:tabs>
        <w:rPr>
          <w:b/>
          <w:bCs/>
          <w:sz w:val="28"/>
          <w:szCs w:val="16"/>
          <w:lang w:val="uk-UA"/>
        </w:rPr>
      </w:pPr>
    </w:p>
    <w:sectPr w:rsidR="00127414" w:rsidRPr="00C647A0" w:rsidSect="00834002">
      <w:headerReference w:type="first" r:id="rId7"/>
      <w:pgSz w:w="11906" w:h="16838"/>
      <w:pgMar w:top="1134" w:right="624" w:bottom="709" w:left="1701" w:header="53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414" w:rsidRDefault="00127414">
      <w:r>
        <w:separator/>
      </w:r>
    </w:p>
  </w:endnote>
  <w:endnote w:type="continuationSeparator" w:id="0">
    <w:p w:rsidR="00127414" w:rsidRDefault="0012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414" w:rsidRDefault="00127414">
      <w:r>
        <w:separator/>
      </w:r>
    </w:p>
  </w:footnote>
  <w:footnote w:type="continuationSeparator" w:id="0">
    <w:p w:rsidR="00127414" w:rsidRDefault="0012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414" w:rsidRPr="000F78B4" w:rsidRDefault="00127414" w:rsidP="000F78B4">
    <w:pPr>
      <w:tabs>
        <w:tab w:val="left" w:pos="4200"/>
      </w:tabs>
      <w:jc w:val="center"/>
      <w:rPr>
        <w:lang w:val="uk-U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5.7pt;height:47.6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4F47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617FDC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9FB3071"/>
    <w:multiLevelType w:val="hybridMultilevel"/>
    <w:tmpl w:val="46CA18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A1E"/>
    <w:rsid w:val="000027DE"/>
    <w:rsid w:val="00007861"/>
    <w:rsid w:val="00013FAE"/>
    <w:rsid w:val="0001633C"/>
    <w:rsid w:val="00026B08"/>
    <w:rsid w:val="0004045D"/>
    <w:rsid w:val="0004383B"/>
    <w:rsid w:val="0004468C"/>
    <w:rsid w:val="00047B35"/>
    <w:rsid w:val="0005183B"/>
    <w:rsid w:val="000578A7"/>
    <w:rsid w:val="00062018"/>
    <w:rsid w:val="0006773B"/>
    <w:rsid w:val="00084184"/>
    <w:rsid w:val="0009006D"/>
    <w:rsid w:val="00092000"/>
    <w:rsid w:val="000A09FF"/>
    <w:rsid w:val="000A19F2"/>
    <w:rsid w:val="000A314D"/>
    <w:rsid w:val="000A6154"/>
    <w:rsid w:val="000B42FB"/>
    <w:rsid w:val="000C3D63"/>
    <w:rsid w:val="000C4FF3"/>
    <w:rsid w:val="000C5BE2"/>
    <w:rsid w:val="000C7A9D"/>
    <w:rsid w:val="000D074F"/>
    <w:rsid w:val="000D1A93"/>
    <w:rsid w:val="000D2FE4"/>
    <w:rsid w:val="000D40B4"/>
    <w:rsid w:val="000D540C"/>
    <w:rsid w:val="000D5BEF"/>
    <w:rsid w:val="000F25A4"/>
    <w:rsid w:val="000F3231"/>
    <w:rsid w:val="000F4257"/>
    <w:rsid w:val="000F5CD4"/>
    <w:rsid w:val="000F78B4"/>
    <w:rsid w:val="00110E6A"/>
    <w:rsid w:val="00114685"/>
    <w:rsid w:val="00124AAF"/>
    <w:rsid w:val="00127414"/>
    <w:rsid w:val="0013282B"/>
    <w:rsid w:val="00140D68"/>
    <w:rsid w:val="001428F6"/>
    <w:rsid w:val="00142A7C"/>
    <w:rsid w:val="001460CA"/>
    <w:rsid w:val="001732C9"/>
    <w:rsid w:val="00177376"/>
    <w:rsid w:val="001830C6"/>
    <w:rsid w:val="00183917"/>
    <w:rsid w:val="001865CF"/>
    <w:rsid w:val="00191571"/>
    <w:rsid w:val="0019564C"/>
    <w:rsid w:val="00195B51"/>
    <w:rsid w:val="00195E10"/>
    <w:rsid w:val="00197558"/>
    <w:rsid w:val="0019758C"/>
    <w:rsid w:val="001A1EC7"/>
    <w:rsid w:val="001A44F4"/>
    <w:rsid w:val="001A4F40"/>
    <w:rsid w:val="001B012A"/>
    <w:rsid w:val="001B189D"/>
    <w:rsid w:val="001B65C1"/>
    <w:rsid w:val="001B7B4B"/>
    <w:rsid w:val="001C24CF"/>
    <w:rsid w:val="001D3B4C"/>
    <w:rsid w:val="001D3E49"/>
    <w:rsid w:val="001D4667"/>
    <w:rsid w:val="001D6874"/>
    <w:rsid w:val="001E34DB"/>
    <w:rsid w:val="001E68D2"/>
    <w:rsid w:val="001F0456"/>
    <w:rsid w:val="001F3605"/>
    <w:rsid w:val="0020026F"/>
    <w:rsid w:val="002115C0"/>
    <w:rsid w:val="0021787A"/>
    <w:rsid w:val="00217AA8"/>
    <w:rsid w:val="00222309"/>
    <w:rsid w:val="00225FCB"/>
    <w:rsid w:val="0023124F"/>
    <w:rsid w:val="002332F3"/>
    <w:rsid w:val="0024208B"/>
    <w:rsid w:val="002461F2"/>
    <w:rsid w:val="00247FAD"/>
    <w:rsid w:val="00254C30"/>
    <w:rsid w:val="0025650E"/>
    <w:rsid w:val="00257F9C"/>
    <w:rsid w:val="002622B3"/>
    <w:rsid w:val="00264C2E"/>
    <w:rsid w:val="00270E2C"/>
    <w:rsid w:val="00271C03"/>
    <w:rsid w:val="0027230D"/>
    <w:rsid w:val="00274FE9"/>
    <w:rsid w:val="00276EBF"/>
    <w:rsid w:val="00277C22"/>
    <w:rsid w:val="0028269F"/>
    <w:rsid w:val="0028446E"/>
    <w:rsid w:val="00285DCF"/>
    <w:rsid w:val="002866F9"/>
    <w:rsid w:val="00295D04"/>
    <w:rsid w:val="002962F4"/>
    <w:rsid w:val="002A1A50"/>
    <w:rsid w:val="002A3967"/>
    <w:rsid w:val="002A49DE"/>
    <w:rsid w:val="002A53FB"/>
    <w:rsid w:val="002C1CED"/>
    <w:rsid w:val="002C509C"/>
    <w:rsid w:val="002D04BF"/>
    <w:rsid w:val="002D3510"/>
    <w:rsid w:val="002D4EE7"/>
    <w:rsid w:val="002F4BB0"/>
    <w:rsid w:val="002F61CF"/>
    <w:rsid w:val="0030523F"/>
    <w:rsid w:val="00317714"/>
    <w:rsid w:val="00317CD9"/>
    <w:rsid w:val="003201D7"/>
    <w:rsid w:val="00325547"/>
    <w:rsid w:val="00331512"/>
    <w:rsid w:val="003340BC"/>
    <w:rsid w:val="00334530"/>
    <w:rsid w:val="0033464B"/>
    <w:rsid w:val="00337F91"/>
    <w:rsid w:val="00341B4D"/>
    <w:rsid w:val="003533A7"/>
    <w:rsid w:val="003642C7"/>
    <w:rsid w:val="0036799E"/>
    <w:rsid w:val="003707DD"/>
    <w:rsid w:val="003718B5"/>
    <w:rsid w:val="00374403"/>
    <w:rsid w:val="00380E21"/>
    <w:rsid w:val="00381EB5"/>
    <w:rsid w:val="00385CF5"/>
    <w:rsid w:val="0038668A"/>
    <w:rsid w:val="00393888"/>
    <w:rsid w:val="00393EBF"/>
    <w:rsid w:val="00396B70"/>
    <w:rsid w:val="003A04A4"/>
    <w:rsid w:val="003A196C"/>
    <w:rsid w:val="003A4ED7"/>
    <w:rsid w:val="003A6227"/>
    <w:rsid w:val="003A69FD"/>
    <w:rsid w:val="003A6B9A"/>
    <w:rsid w:val="003B0967"/>
    <w:rsid w:val="003B6AB3"/>
    <w:rsid w:val="003B73F4"/>
    <w:rsid w:val="003B79B7"/>
    <w:rsid w:val="003C3C2D"/>
    <w:rsid w:val="003C4926"/>
    <w:rsid w:val="003C754E"/>
    <w:rsid w:val="003C782D"/>
    <w:rsid w:val="003E0129"/>
    <w:rsid w:val="003E0EEF"/>
    <w:rsid w:val="003E31C4"/>
    <w:rsid w:val="003E453E"/>
    <w:rsid w:val="003E7963"/>
    <w:rsid w:val="003F0FBB"/>
    <w:rsid w:val="003F2270"/>
    <w:rsid w:val="003F3EBF"/>
    <w:rsid w:val="00401A18"/>
    <w:rsid w:val="00401A9C"/>
    <w:rsid w:val="004158CF"/>
    <w:rsid w:val="004175DE"/>
    <w:rsid w:val="00421427"/>
    <w:rsid w:val="00421C45"/>
    <w:rsid w:val="004229AB"/>
    <w:rsid w:val="004230C7"/>
    <w:rsid w:val="00427EB0"/>
    <w:rsid w:val="00431283"/>
    <w:rsid w:val="00432D5B"/>
    <w:rsid w:val="00435422"/>
    <w:rsid w:val="00437322"/>
    <w:rsid w:val="00437EE5"/>
    <w:rsid w:val="00440606"/>
    <w:rsid w:val="004408D2"/>
    <w:rsid w:val="00440B1A"/>
    <w:rsid w:val="00443DD9"/>
    <w:rsid w:val="004441FD"/>
    <w:rsid w:val="0044542D"/>
    <w:rsid w:val="0044643E"/>
    <w:rsid w:val="00452051"/>
    <w:rsid w:val="004530E0"/>
    <w:rsid w:val="00455839"/>
    <w:rsid w:val="0046322E"/>
    <w:rsid w:val="00463395"/>
    <w:rsid w:val="0046496E"/>
    <w:rsid w:val="004655DC"/>
    <w:rsid w:val="00466ED1"/>
    <w:rsid w:val="004742B5"/>
    <w:rsid w:val="00482BAC"/>
    <w:rsid w:val="004849BC"/>
    <w:rsid w:val="00485A32"/>
    <w:rsid w:val="0049042D"/>
    <w:rsid w:val="00490AF8"/>
    <w:rsid w:val="0049104D"/>
    <w:rsid w:val="00494426"/>
    <w:rsid w:val="0049497A"/>
    <w:rsid w:val="00496F10"/>
    <w:rsid w:val="004B291D"/>
    <w:rsid w:val="004B60B3"/>
    <w:rsid w:val="004C10FA"/>
    <w:rsid w:val="004C7693"/>
    <w:rsid w:val="004C7751"/>
    <w:rsid w:val="004D5A8F"/>
    <w:rsid w:val="004E21FF"/>
    <w:rsid w:val="004E46CC"/>
    <w:rsid w:val="004F0B40"/>
    <w:rsid w:val="004F0EBD"/>
    <w:rsid w:val="004F43AF"/>
    <w:rsid w:val="004F5C67"/>
    <w:rsid w:val="004F7F1F"/>
    <w:rsid w:val="00500BB8"/>
    <w:rsid w:val="00520A02"/>
    <w:rsid w:val="005321CA"/>
    <w:rsid w:val="005373D9"/>
    <w:rsid w:val="005375D4"/>
    <w:rsid w:val="005406D5"/>
    <w:rsid w:val="005437AD"/>
    <w:rsid w:val="00544709"/>
    <w:rsid w:val="00550785"/>
    <w:rsid w:val="005513A3"/>
    <w:rsid w:val="0056036B"/>
    <w:rsid w:val="00565C34"/>
    <w:rsid w:val="00565F9B"/>
    <w:rsid w:val="00571146"/>
    <w:rsid w:val="00577972"/>
    <w:rsid w:val="005827FB"/>
    <w:rsid w:val="005859FE"/>
    <w:rsid w:val="0058682C"/>
    <w:rsid w:val="005913A1"/>
    <w:rsid w:val="00593732"/>
    <w:rsid w:val="005937B4"/>
    <w:rsid w:val="005954D1"/>
    <w:rsid w:val="005B3EA1"/>
    <w:rsid w:val="005B4826"/>
    <w:rsid w:val="005C0B3B"/>
    <w:rsid w:val="005C570A"/>
    <w:rsid w:val="005C640F"/>
    <w:rsid w:val="005C68AB"/>
    <w:rsid w:val="005D36D0"/>
    <w:rsid w:val="005D36FB"/>
    <w:rsid w:val="005D6007"/>
    <w:rsid w:val="005E256B"/>
    <w:rsid w:val="005E4645"/>
    <w:rsid w:val="005E4C14"/>
    <w:rsid w:val="005E5937"/>
    <w:rsid w:val="005F23CE"/>
    <w:rsid w:val="005F3AF9"/>
    <w:rsid w:val="005F474A"/>
    <w:rsid w:val="005F6077"/>
    <w:rsid w:val="00603C4E"/>
    <w:rsid w:val="0060567A"/>
    <w:rsid w:val="006116E2"/>
    <w:rsid w:val="00616CA9"/>
    <w:rsid w:val="00624B53"/>
    <w:rsid w:val="00626813"/>
    <w:rsid w:val="00627427"/>
    <w:rsid w:val="00632533"/>
    <w:rsid w:val="00632DA8"/>
    <w:rsid w:val="00636570"/>
    <w:rsid w:val="006368D8"/>
    <w:rsid w:val="006438F0"/>
    <w:rsid w:val="00643AA9"/>
    <w:rsid w:val="006442B7"/>
    <w:rsid w:val="00651C42"/>
    <w:rsid w:val="00654812"/>
    <w:rsid w:val="00654AE6"/>
    <w:rsid w:val="00655634"/>
    <w:rsid w:val="00656FBA"/>
    <w:rsid w:val="00662944"/>
    <w:rsid w:val="00664C15"/>
    <w:rsid w:val="00680880"/>
    <w:rsid w:val="00681E25"/>
    <w:rsid w:val="0068516C"/>
    <w:rsid w:val="00692654"/>
    <w:rsid w:val="00694516"/>
    <w:rsid w:val="0069752A"/>
    <w:rsid w:val="006A0C03"/>
    <w:rsid w:val="006A1647"/>
    <w:rsid w:val="006A3793"/>
    <w:rsid w:val="006A6259"/>
    <w:rsid w:val="006B7F49"/>
    <w:rsid w:val="006C088E"/>
    <w:rsid w:val="006C3176"/>
    <w:rsid w:val="006C57ED"/>
    <w:rsid w:val="006D06AC"/>
    <w:rsid w:val="006D0FFA"/>
    <w:rsid w:val="006E3DF9"/>
    <w:rsid w:val="006F111B"/>
    <w:rsid w:val="006F1C30"/>
    <w:rsid w:val="006F4236"/>
    <w:rsid w:val="006F7412"/>
    <w:rsid w:val="00703891"/>
    <w:rsid w:val="00705445"/>
    <w:rsid w:val="007063F4"/>
    <w:rsid w:val="007074F3"/>
    <w:rsid w:val="0071091C"/>
    <w:rsid w:val="00722C7F"/>
    <w:rsid w:val="007356E9"/>
    <w:rsid w:val="00735A47"/>
    <w:rsid w:val="00743384"/>
    <w:rsid w:val="00743566"/>
    <w:rsid w:val="00743D86"/>
    <w:rsid w:val="00745788"/>
    <w:rsid w:val="00750952"/>
    <w:rsid w:val="00752B96"/>
    <w:rsid w:val="00753391"/>
    <w:rsid w:val="00753DBE"/>
    <w:rsid w:val="00763068"/>
    <w:rsid w:val="00766496"/>
    <w:rsid w:val="00766E6A"/>
    <w:rsid w:val="00767426"/>
    <w:rsid w:val="00770EF4"/>
    <w:rsid w:val="00773013"/>
    <w:rsid w:val="00775B76"/>
    <w:rsid w:val="007761A8"/>
    <w:rsid w:val="00784484"/>
    <w:rsid w:val="0079014C"/>
    <w:rsid w:val="0079219E"/>
    <w:rsid w:val="00795EA3"/>
    <w:rsid w:val="007A704C"/>
    <w:rsid w:val="007B4FF2"/>
    <w:rsid w:val="007C4239"/>
    <w:rsid w:val="007C54BC"/>
    <w:rsid w:val="007D2001"/>
    <w:rsid w:val="007D4D28"/>
    <w:rsid w:val="007E35D1"/>
    <w:rsid w:val="007E3A5E"/>
    <w:rsid w:val="007E71B9"/>
    <w:rsid w:val="007F053F"/>
    <w:rsid w:val="007F36A0"/>
    <w:rsid w:val="007F77D4"/>
    <w:rsid w:val="008017F3"/>
    <w:rsid w:val="00802D92"/>
    <w:rsid w:val="00804CEC"/>
    <w:rsid w:val="00811AD3"/>
    <w:rsid w:val="0081274E"/>
    <w:rsid w:val="00813983"/>
    <w:rsid w:val="008154A1"/>
    <w:rsid w:val="0082790A"/>
    <w:rsid w:val="00831073"/>
    <w:rsid w:val="00831DF1"/>
    <w:rsid w:val="00834002"/>
    <w:rsid w:val="0083494C"/>
    <w:rsid w:val="0083671A"/>
    <w:rsid w:val="00837608"/>
    <w:rsid w:val="00837C26"/>
    <w:rsid w:val="00842093"/>
    <w:rsid w:val="00844045"/>
    <w:rsid w:val="00844653"/>
    <w:rsid w:val="00844F4C"/>
    <w:rsid w:val="00845596"/>
    <w:rsid w:val="00847A41"/>
    <w:rsid w:val="00864591"/>
    <w:rsid w:val="008650F6"/>
    <w:rsid w:val="00866DDC"/>
    <w:rsid w:val="00867AAC"/>
    <w:rsid w:val="0087403E"/>
    <w:rsid w:val="0087473F"/>
    <w:rsid w:val="00880C2D"/>
    <w:rsid w:val="008871F0"/>
    <w:rsid w:val="00887C5F"/>
    <w:rsid w:val="00890891"/>
    <w:rsid w:val="00890C4D"/>
    <w:rsid w:val="00890E5F"/>
    <w:rsid w:val="008920D6"/>
    <w:rsid w:val="00895D74"/>
    <w:rsid w:val="00897D0C"/>
    <w:rsid w:val="008A56BE"/>
    <w:rsid w:val="008A6112"/>
    <w:rsid w:val="008B5D4E"/>
    <w:rsid w:val="008B612C"/>
    <w:rsid w:val="008D2467"/>
    <w:rsid w:val="008D4193"/>
    <w:rsid w:val="008E1DD3"/>
    <w:rsid w:val="008E3692"/>
    <w:rsid w:val="008E7167"/>
    <w:rsid w:val="008F1551"/>
    <w:rsid w:val="008F1F46"/>
    <w:rsid w:val="00900807"/>
    <w:rsid w:val="0091551F"/>
    <w:rsid w:val="00917285"/>
    <w:rsid w:val="00921359"/>
    <w:rsid w:val="009241AA"/>
    <w:rsid w:val="00924373"/>
    <w:rsid w:val="00931191"/>
    <w:rsid w:val="00932B42"/>
    <w:rsid w:val="00933F3E"/>
    <w:rsid w:val="00936F80"/>
    <w:rsid w:val="009405A5"/>
    <w:rsid w:val="0094562A"/>
    <w:rsid w:val="009513B0"/>
    <w:rsid w:val="0095175B"/>
    <w:rsid w:val="009540DF"/>
    <w:rsid w:val="00955A35"/>
    <w:rsid w:val="009621E5"/>
    <w:rsid w:val="00965425"/>
    <w:rsid w:val="00980BF5"/>
    <w:rsid w:val="00983DDA"/>
    <w:rsid w:val="0099401E"/>
    <w:rsid w:val="0099443F"/>
    <w:rsid w:val="009A2EF1"/>
    <w:rsid w:val="009B119A"/>
    <w:rsid w:val="009B2318"/>
    <w:rsid w:val="009B4723"/>
    <w:rsid w:val="009B4D10"/>
    <w:rsid w:val="009C044E"/>
    <w:rsid w:val="009C15DD"/>
    <w:rsid w:val="009C4B97"/>
    <w:rsid w:val="009C56C7"/>
    <w:rsid w:val="009D4A57"/>
    <w:rsid w:val="009E018B"/>
    <w:rsid w:val="009E1980"/>
    <w:rsid w:val="009E7BF5"/>
    <w:rsid w:val="009F4752"/>
    <w:rsid w:val="009F47E4"/>
    <w:rsid w:val="00A0028C"/>
    <w:rsid w:val="00A1107B"/>
    <w:rsid w:val="00A15362"/>
    <w:rsid w:val="00A262B8"/>
    <w:rsid w:val="00A301FB"/>
    <w:rsid w:val="00A3028D"/>
    <w:rsid w:val="00A33429"/>
    <w:rsid w:val="00A3574A"/>
    <w:rsid w:val="00A371A2"/>
    <w:rsid w:val="00A376CC"/>
    <w:rsid w:val="00A40329"/>
    <w:rsid w:val="00A40849"/>
    <w:rsid w:val="00A44CA8"/>
    <w:rsid w:val="00A511AB"/>
    <w:rsid w:val="00A53D45"/>
    <w:rsid w:val="00A554BC"/>
    <w:rsid w:val="00A7110F"/>
    <w:rsid w:val="00A725D3"/>
    <w:rsid w:val="00A73E91"/>
    <w:rsid w:val="00A7552A"/>
    <w:rsid w:val="00A758D5"/>
    <w:rsid w:val="00A77D01"/>
    <w:rsid w:val="00A80DD7"/>
    <w:rsid w:val="00A901CF"/>
    <w:rsid w:val="00A90E0E"/>
    <w:rsid w:val="00A92988"/>
    <w:rsid w:val="00A93E8D"/>
    <w:rsid w:val="00A96F40"/>
    <w:rsid w:val="00AA12B4"/>
    <w:rsid w:val="00AA430E"/>
    <w:rsid w:val="00AA4751"/>
    <w:rsid w:val="00AA7F39"/>
    <w:rsid w:val="00AB359D"/>
    <w:rsid w:val="00AB3A7B"/>
    <w:rsid w:val="00AC107D"/>
    <w:rsid w:val="00AC3001"/>
    <w:rsid w:val="00AC560F"/>
    <w:rsid w:val="00AE48D4"/>
    <w:rsid w:val="00AE755A"/>
    <w:rsid w:val="00AF2136"/>
    <w:rsid w:val="00AF641C"/>
    <w:rsid w:val="00B07D16"/>
    <w:rsid w:val="00B145F4"/>
    <w:rsid w:val="00B15ECB"/>
    <w:rsid w:val="00B2433C"/>
    <w:rsid w:val="00B2609F"/>
    <w:rsid w:val="00B350B7"/>
    <w:rsid w:val="00B42DDD"/>
    <w:rsid w:val="00B446E6"/>
    <w:rsid w:val="00B47413"/>
    <w:rsid w:val="00B61755"/>
    <w:rsid w:val="00B646C0"/>
    <w:rsid w:val="00B669B8"/>
    <w:rsid w:val="00B701F1"/>
    <w:rsid w:val="00B71E1F"/>
    <w:rsid w:val="00B7209A"/>
    <w:rsid w:val="00B75E71"/>
    <w:rsid w:val="00B8175E"/>
    <w:rsid w:val="00B82006"/>
    <w:rsid w:val="00B878FA"/>
    <w:rsid w:val="00B9587D"/>
    <w:rsid w:val="00B97796"/>
    <w:rsid w:val="00B97BB0"/>
    <w:rsid w:val="00BA63C1"/>
    <w:rsid w:val="00BB050B"/>
    <w:rsid w:val="00BB1629"/>
    <w:rsid w:val="00BB3B17"/>
    <w:rsid w:val="00BB4618"/>
    <w:rsid w:val="00BC00C0"/>
    <w:rsid w:val="00BC4D06"/>
    <w:rsid w:val="00BD36BD"/>
    <w:rsid w:val="00BE17EE"/>
    <w:rsid w:val="00BE2FCE"/>
    <w:rsid w:val="00BE3C12"/>
    <w:rsid w:val="00BF0E1E"/>
    <w:rsid w:val="00BF0FA2"/>
    <w:rsid w:val="00BF5594"/>
    <w:rsid w:val="00BF6AAF"/>
    <w:rsid w:val="00C02EC7"/>
    <w:rsid w:val="00C0762B"/>
    <w:rsid w:val="00C15390"/>
    <w:rsid w:val="00C2061B"/>
    <w:rsid w:val="00C2113C"/>
    <w:rsid w:val="00C23EF9"/>
    <w:rsid w:val="00C24E21"/>
    <w:rsid w:val="00C32F88"/>
    <w:rsid w:val="00C3327A"/>
    <w:rsid w:val="00C37976"/>
    <w:rsid w:val="00C40253"/>
    <w:rsid w:val="00C41430"/>
    <w:rsid w:val="00C437FE"/>
    <w:rsid w:val="00C444DE"/>
    <w:rsid w:val="00C46793"/>
    <w:rsid w:val="00C473AE"/>
    <w:rsid w:val="00C50987"/>
    <w:rsid w:val="00C510A9"/>
    <w:rsid w:val="00C632B6"/>
    <w:rsid w:val="00C647A0"/>
    <w:rsid w:val="00C71639"/>
    <w:rsid w:val="00C7545F"/>
    <w:rsid w:val="00C80A08"/>
    <w:rsid w:val="00C80AF0"/>
    <w:rsid w:val="00C840B8"/>
    <w:rsid w:val="00C8603A"/>
    <w:rsid w:val="00C94690"/>
    <w:rsid w:val="00C94FE0"/>
    <w:rsid w:val="00CA0598"/>
    <w:rsid w:val="00CA1725"/>
    <w:rsid w:val="00CC0EC6"/>
    <w:rsid w:val="00CC32FE"/>
    <w:rsid w:val="00CE5E2C"/>
    <w:rsid w:val="00CF0BDA"/>
    <w:rsid w:val="00CF55A7"/>
    <w:rsid w:val="00D02E68"/>
    <w:rsid w:val="00D07A9D"/>
    <w:rsid w:val="00D12AF1"/>
    <w:rsid w:val="00D1358A"/>
    <w:rsid w:val="00D21ACB"/>
    <w:rsid w:val="00D42DFD"/>
    <w:rsid w:val="00D45ADD"/>
    <w:rsid w:val="00D46991"/>
    <w:rsid w:val="00D5291D"/>
    <w:rsid w:val="00D60726"/>
    <w:rsid w:val="00D60CBB"/>
    <w:rsid w:val="00D60ED2"/>
    <w:rsid w:val="00D666D2"/>
    <w:rsid w:val="00D752E7"/>
    <w:rsid w:val="00D778F7"/>
    <w:rsid w:val="00D80130"/>
    <w:rsid w:val="00D80A6E"/>
    <w:rsid w:val="00D82C3B"/>
    <w:rsid w:val="00D84AEF"/>
    <w:rsid w:val="00D855ED"/>
    <w:rsid w:val="00D864EC"/>
    <w:rsid w:val="00D86BC2"/>
    <w:rsid w:val="00DA2099"/>
    <w:rsid w:val="00DA5E89"/>
    <w:rsid w:val="00DA6BE4"/>
    <w:rsid w:val="00DA6D7B"/>
    <w:rsid w:val="00DB3C14"/>
    <w:rsid w:val="00DB3D27"/>
    <w:rsid w:val="00DB4DEB"/>
    <w:rsid w:val="00DB5872"/>
    <w:rsid w:val="00DC2FB9"/>
    <w:rsid w:val="00DC73D9"/>
    <w:rsid w:val="00DE058C"/>
    <w:rsid w:val="00DE20D3"/>
    <w:rsid w:val="00DF5122"/>
    <w:rsid w:val="00E157B8"/>
    <w:rsid w:val="00E164A2"/>
    <w:rsid w:val="00E2141A"/>
    <w:rsid w:val="00E250F8"/>
    <w:rsid w:val="00E36960"/>
    <w:rsid w:val="00E36BF1"/>
    <w:rsid w:val="00E41EBF"/>
    <w:rsid w:val="00E43876"/>
    <w:rsid w:val="00E4619F"/>
    <w:rsid w:val="00E50508"/>
    <w:rsid w:val="00E51BED"/>
    <w:rsid w:val="00E5217F"/>
    <w:rsid w:val="00E52A96"/>
    <w:rsid w:val="00E53E4E"/>
    <w:rsid w:val="00E5475A"/>
    <w:rsid w:val="00E549EB"/>
    <w:rsid w:val="00E610C4"/>
    <w:rsid w:val="00E61C5D"/>
    <w:rsid w:val="00E651D8"/>
    <w:rsid w:val="00E6533D"/>
    <w:rsid w:val="00E66705"/>
    <w:rsid w:val="00E66915"/>
    <w:rsid w:val="00E66F06"/>
    <w:rsid w:val="00E724A7"/>
    <w:rsid w:val="00E72A52"/>
    <w:rsid w:val="00E74157"/>
    <w:rsid w:val="00E746A9"/>
    <w:rsid w:val="00E82F23"/>
    <w:rsid w:val="00E9066A"/>
    <w:rsid w:val="00E94834"/>
    <w:rsid w:val="00E958BF"/>
    <w:rsid w:val="00EA0B39"/>
    <w:rsid w:val="00EA1CC7"/>
    <w:rsid w:val="00EA757D"/>
    <w:rsid w:val="00EB1433"/>
    <w:rsid w:val="00EB48E8"/>
    <w:rsid w:val="00EC2D0B"/>
    <w:rsid w:val="00EC370B"/>
    <w:rsid w:val="00EC5153"/>
    <w:rsid w:val="00EF2836"/>
    <w:rsid w:val="00EF29F7"/>
    <w:rsid w:val="00EF3325"/>
    <w:rsid w:val="00EF54A7"/>
    <w:rsid w:val="00EF6923"/>
    <w:rsid w:val="00EF6D41"/>
    <w:rsid w:val="00F01EB7"/>
    <w:rsid w:val="00F02713"/>
    <w:rsid w:val="00F12114"/>
    <w:rsid w:val="00F12D4D"/>
    <w:rsid w:val="00F204CD"/>
    <w:rsid w:val="00F2169C"/>
    <w:rsid w:val="00F250E4"/>
    <w:rsid w:val="00F25697"/>
    <w:rsid w:val="00F25874"/>
    <w:rsid w:val="00F25D8A"/>
    <w:rsid w:val="00F30157"/>
    <w:rsid w:val="00F33A1E"/>
    <w:rsid w:val="00F36393"/>
    <w:rsid w:val="00F36864"/>
    <w:rsid w:val="00F37995"/>
    <w:rsid w:val="00F44ACE"/>
    <w:rsid w:val="00F523BF"/>
    <w:rsid w:val="00F52610"/>
    <w:rsid w:val="00F53765"/>
    <w:rsid w:val="00F55FC4"/>
    <w:rsid w:val="00F567C4"/>
    <w:rsid w:val="00F632AD"/>
    <w:rsid w:val="00F646BA"/>
    <w:rsid w:val="00F83694"/>
    <w:rsid w:val="00F921CB"/>
    <w:rsid w:val="00F968BD"/>
    <w:rsid w:val="00FA5913"/>
    <w:rsid w:val="00FA6A82"/>
    <w:rsid w:val="00FB1B03"/>
    <w:rsid w:val="00FB7B05"/>
    <w:rsid w:val="00FC06FF"/>
    <w:rsid w:val="00FC1B4D"/>
    <w:rsid w:val="00FC1C44"/>
    <w:rsid w:val="00FC5EF1"/>
    <w:rsid w:val="00FC6B88"/>
    <w:rsid w:val="00FD0428"/>
    <w:rsid w:val="00FD4E3A"/>
    <w:rsid w:val="00FD691F"/>
    <w:rsid w:val="00FD6CA9"/>
    <w:rsid w:val="00FE3867"/>
    <w:rsid w:val="00FE679B"/>
    <w:rsid w:val="00FF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362"/>
    <w:rPr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15362"/>
    <w:pPr>
      <w:keepNext/>
      <w:ind w:firstLine="708"/>
      <w:outlineLvl w:val="0"/>
    </w:pPr>
    <w:rPr>
      <w:b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A15362"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F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F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A1536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A15362"/>
    <w:rPr>
      <w:rFonts w:ascii="Cambria" w:hAnsi="Cambria" w:cs="Cambria"/>
      <w:b/>
      <w:bCs/>
      <w:sz w:val="26"/>
      <w:szCs w:val="26"/>
    </w:rPr>
  </w:style>
  <w:style w:type="paragraph" w:styleId="BodyTextIndent">
    <w:name w:val="Body Text Indent"/>
    <w:basedOn w:val="Normal"/>
    <w:link w:val="BodyTextIndentChar1"/>
    <w:uiPriority w:val="99"/>
    <w:semiHidden/>
    <w:rsid w:val="00A15362"/>
    <w:pPr>
      <w:ind w:firstLine="708"/>
      <w:jc w:val="both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D7F6F"/>
    <w:rPr>
      <w:sz w:val="24"/>
      <w:szCs w:val="24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A15362"/>
    <w:rPr>
      <w:rFonts w:cs="Times New Roman"/>
      <w:sz w:val="24"/>
      <w:szCs w:val="24"/>
    </w:rPr>
  </w:style>
  <w:style w:type="paragraph" w:styleId="Title">
    <w:name w:val="Title"/>
    <w:basedOn w:val="Normal"/>
    <w:link w:val="TitleChar1"/>
    <w:uiPriority w:val="99"/>
    <w:qFormat/>
    <w:rsid w:val="00A15362"/>
    <w:pPr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10"/>
    <w:rsid w:val="004D7F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1">
    <w:name w:val="Title Char1"/>
    <w:basedOn w:val="DefaultParagraphFont"/>
    <w:link w:val="Title"/>
    <w:uiPriority w:val="99"/>
    <w:locked/>
    <w:rsid w:val="00A15362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1"/>
    <w:uiPriority w:val="99"/>
    <w:semiHidden/>
    <w:rsid w:val="00A153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7F6F"/>
    <w:rPr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A15362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1"/>
    <w:uiPriority w:val="99"/>
    <w:semiHidden/>
    <w:rsid w:val="00A15362"/>
    <w:pPr>
      <w:ind w:right="4778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D7F6F"/>
    <w:rPr>
      <w:sz w:val="24"/>
      <w:szCs w:val="24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A15362"/>
    <w:rPr>
      <w:rFonts w:cs="Times New Roman"/>
      <w:sz w:val="24"/>
      <w:szCs w:val="24"/>
    </w:rPr>
  </w:style>
  <w:style w:type="paragraph" w:styleId="Header">
    <w:name w:val="header"/>
    <w:basedOn w:val="Normal"/>
    <w:link w:val="HeaderChar1"/>
    <w:uiPriority w:val="99"/>
    <w:rsid w:val="005E2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7F6F"/>
    <w:rPr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5E256B"/>
    <w:rPr>
      <w:rFonts w:cs="Times New Roman"/>
      <w:sz w:val="24"/>
      <w:szCs w:val="24"/>
    </w:rPr>
  </w:style>
  <w:style w:type="paragraph" w:styleId="Footer">
    <w:name w:val="footer"/>
    <w:basedOn w:val="Normal"/>
    <w:link w:val="FooterChar1"/>
    <w:uiPriority w:val="99"/>
    <w:semiHidden/>
    <w:rsid w:val="005E25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7F6F"/>
    <w:rPr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5E256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C54BC"/>
    <w:rPr>
      <w:rFonts w:cs="Times New Roman"/>
    </w:rPr>
  </w:style>
  <w:style w:type="table" w:styleId="TableGrid">
    <w:name w:val="Table Grid"/>
    <w:basedOn w:val="TableNormal"/>
    <w:uiPriority w:val="99"/>
    <w:locked/>
    <w:rsid w:val="000D5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Знак Знак7"/>
    <w:basedOn w:val="DefaultParagraphFont"/>
    <w:uiPriority w:val="99"/>
    <w:locked/>
    <w:rsid w:val="00AF2136"/>
    <w:rPr>
      <w:rFonts w:ascii="Cambria" w:hAnsi="Cambria" w:cs="Cambria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1"/>
    <w:uiPriority w:val="99"/>
    <w:semiHidden/>
    <w:rsid w:val="00636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F6F"/>
    <w:rPr>
      <w:sz w:val="0"/>
      <w:szCs w:val="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NoSpacing1">
    <w:name w:val="No Spacing1"/>
    <w:uiPriority w:val="99"/>
    <w:rsid w:val="008E3692"/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6;&#1072;&#1073;&#1086;&#1095;&#1080;&#1081;%20&#1089;&#1090;&#1086;&#1083;\&#1071;&#1088;&#1084;&#1072;&#1082;%20&#1030;.&#1052;\&#1055;&#1077;&#1088;&#1077;&#1074;&#1110;&#1088;&#1082;&#1072;%20&#1076;&#1077;&#1083;&#1077;&#1075;.%20&#1087;&#1086;&#1074;&#1085;&#1086;&#1074;&#1072;&#1078;&#1077;&#1085;&#1100;\&#1061;&#1084;&#1077;&#1083;&#1110;&#1074;%202014\&#1056;&#1086;&#1079;&#1087;&#1086;&#1088;&#1103;&#1076;&#1078;&#1077;&#1085;&#1085;&#1103;%20&#1087;&#1088;&#1086;%20&#1087;&#1077;&#1088;&#1077;&#1074;&#1110;&#1088;&#1082;&#1091;%20&#1074;&#1080;&#1082;&#1086;&#1085;&#1082;&#1086;&#1084;&#1091;%20&#1061;&#1084;&#1077;&#1083;&#1110;&#1074;&#1089;&#1100;&#1082;&#1086;&#1111;%20&#1089;&#1110;&#1083;&#1100;&#1089;&#1100;&#1082;&#1086;&#1111;%20&#1088;&#1072;&#1076;&#108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Розпорядження про перевірку виконкому Хмелівської сільської ради.dotx</Template>
  <TotalTime>0</TotalTime>
  <Pages>5</Pages>
  <Words>1277</Words>
  <Characters>7283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Лариса</cp:lastModifiedBy>
  <cp:revision>2</cp:revision>
  <cp:lastPrinted>2018-08-09T06:24:00Z</cp:lastPrinted>
  <dcterms:created xsi:type="dcterms:W3CDTF">2018-08-13T10:19:00Z</dcterms:created>
  <dcterms:modified xsi:type="dcterms:W3CDTF">2018-08-13T10:19:00Z</dcterms:modified>
</cp:coreProperties>
</file>