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</w:rPr>
      </w:pPr>
      <w:r w:rsidRPr="008C606F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>СУМСЬКОЇ ОБЛАСТІ</w:t>
      </w: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373">
        <w:rPr>
          <w:rFonts w:ascii="Times New Roman" w:hAnsi="Times New Roman"/>
          <w:b/>
          <w:bCs/>
          <w:sz w:val="28"/>
        </w:rPr>
        <w:t xml:space="preserve">РОЗПОРЯДЖЕННЯ </w:t>
      </w: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434373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A231CB" w:rsidRPr="00434373" w:rsidRDefault="00A231CB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231CB" w:rsidRPr="00434373" w:rsidRDefault="00A231CB" w:rsidP="008B425D">
      <w:pPr>
        <w:pStyle w:val="Header"/>
        <w:rPr>
          <w:b/>
          <w:bCs/>
        </w:rPr>
      </w:pPr>
      <w:r>
        <w:rPr>
          <w:b/>
          <w:bCs/>
        </w:rPr>
        <w:t>12.12.2017</w:t>
      </w:r>
      <w:r w:rsidRPr="00434373">
        <w:rPr>
          <w:b/>
          <w:bCs/>
        </w:rPr>
        <w:t xml:space="preserve">                                               </w:t>
      </w:r>
      <w:r>
        <w:rPr>
          <w:b/>
          <w:bCs/>
        </w:rPr>
        <w:t xml:space="preserve">  </w:t>
      </w:r>
      <w:r w:rsidRPr="00434373">
        <w:rPr>
          <w:b/>
          <w:bCs/>
        </w:rPr>
        <w:t xml:space="preserve"> м. Ромни                                               </w:t>
      </w:r>
      <w:r>
        <w:rPr>
          <w:b/>
          <w:bCs/>
        </w:rPr>
        <w:t xml:space="preserve"> </w:t>
      </w:r>
      <w:r w:rsidRPr="00434373">
        <w:rPr>
          <w:b/>
          <w:bCs/>
        </w:rPr>
        <w:t xml:space="preserve"> №</w:t>
      </w:r>
      <w:r>
        <w:rPr>
          <w:b/>
          <w:bCs/>
        </w:rPr>
        <w:t xml:space="preserve"> 346-ОД</w:t>
      </w:r>
    </w:p>
    <w:p w:rsidR="00A231CB" w:rsidRPr="00663FDE" w:rsidRDefault="00A231CB" w:rsidP="008B425D">
      <w:pPr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Look w:val="00A0"/>
      </w:tblPr>
      <w:tblGrid>
        <w:gridCol w:w="4361"/>
      </w:tblGrid>
      <w:tr w:rsidR="00A231CB" w:rsidRPr="00B1166A" w:rsidTr="00806C15">
        <w:trPr>
          <w:trHeight w:val="1348"/>
        </w:trPr>
        <w:tc>
          <w:tcPr>
            <w:tcW w:w="4361" w:type="dxa"/>
          </w:tcPr>
          <w:p w:rsidR="00A231CB" w:rsidRPr="00B1166A" w:rsidRDefault="00A231CB" w:rsidP="008B42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розпоряд-ження голови Роменської районної державної адміністрації від 27.07.2016 № 215-ОД </w:t>
            </w:r>
          </w:p>
        </w:tc>
      </w:tr>
    </w:tbl>
    <w:p w:rsidR="00A231CB" w:rsidRDefault="00A231CB"/>
    <w:p w:rsidR="00A231CB" w:rsidRDefault="00A231CB" w:rsidP="008B425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13, 16, 22, 28, 39 Закону України «Про місцеві державні адміністрації», </w:t>
      </w:r>
      <w:r>
        <w:rPr>
          <w:rFonts w:ascii="Times New Roman" w:hAnsi="Times New Roman"/>
          <w:noProof/>
          <w:sz w:val="28"/>
        </w:rPr>
        <w:t>у</w:t>
      </w:r>
      <w:r w:rsidRPr="00136C70">
        <w:rPr>
          <w:rFonts w:ascii="Times New Roman" w:hAnsi="Times New Roman"/>
          <w:noProof/>
          <w:sz w:val="28"/>
        </w:rPr>
        <w:t xml:space="preserve"> зв’язку з кадровими змінами </w:t>
      </w:r>
      <w:r>
        <w:rPr>
          <w:rFonts w:ascii="Times New Roman" w:hAnsi="Times New Roman"/>
          <w:noProof/>
          <w:sz w:val="28"/>
        </w:rPr>
        <w:t>у відділі освіти, молоді та спорту Роменської районної державної адміністрації:</w:t>
      </w:r>
    </w:p>
    <w:p w:rsidR="00A231CB" w:rsidRDefault="00A231CB" w:rsidP="00145BC9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C0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зміни до складу колегії відділу освіти, молоді та спорту Роменської районної державної адміністрації, затвердженого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, затвердивши його в новій редакції, що додається.</w:t>
      </w:r>
    </w:p>
    <w:p w:rsidR="00A231CB" w:rsidRDefault="00A231CB" w:rsidP="001C08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Визнати таким, що втратив чинність, склад колегії відділу освіти, молоді та спорту Роменської районної державної адміністрації, затверджений розпорядженням голови районної державної адміністрації від 09.10.2017 № 284-ОД «Про </w:t>
      </w:r>
      <w:r>
        <w:rPr>
          <w:rFonts w:ascii="Times New Roman" w:hAnsi="Times New Roman"/>
          <w:bCs/>
          <w:sz w:val="28"/>
          <w:szCs w:val="28"/>
          <w:lang w:eastAsia="ru-RU"/>
        </w:rPr>
        <w:t>внесення змін до розпорядження голови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 xml:space="preserve"> Роменської районної державної адміністрації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від 27.07.2016 № 215-ОД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231CB" w:rsidRDefault="00A231CB" w:rsidP="001C084A">
      <w:pPr>
        <w:tabs>
          <w:tab w:val="left" w:pos="7088"/>
        </w:tabs>
        <w:spacing w:after="0" w:line="240" w:lineRule="auto"/>
        <w:ind w:firstLine="709"/>
        <w:jc w:val="both"/>
      </w:pPr>
    </w:p>
    <w:p w:rsidR="00A231CB" w:rsidRPr="00A93410" w:rsidRDefault="00A231CB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  <w:r w:rsidRPr="00A93410">
        <w:rPr>
          <w:b/>
          <w:bCs/>
        </w:rPr>
        <w:t>Голова Роменської районної</w:t>
      </w:r>
    </w:p>
    <w:p w:rsidR="00A231CB" w:rsidRPr="00A93410" w:rsidRDefault="00A231CB" w:rsidP="00145BC9">
      <w:pPr>
        <w:pStyle w:val="BodyTextIndent"/>
        <w:tabs>
          <w:tab w:val="left" w:pos="2160"/>
          <w:tab w:val="left" w:pos="7088"/>
          <w:tab w:val="left" w:pos="7230"/>
        </w:tabs>
        <w:ind w:firstLine="0"/>
        <w:rPr>
          <w:b/>
          <w:bCs/>
        </w:rPr>
      </w:pPr>
      <w:r w:rsidRPr="00A93410">
        <w:rPr>
          <w:b/>
          <w:bCs/>
        </w:rPr>
        <w:t>державної адміністрації</w:t>
      </w:r>
      <w:r>
        <w:rPr>
          <w:b/>
          <w:bCs/>
        </w:rPr>
        <w:t xml:space="preserve">                                                          В.О.Білоха</w:t>
      </w:r>
    </w:p>
    <w:p w:rsidR="00A231CB" w:rsidRPr="00A93410" w:rsidRDefault="00A231CB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</w:p>
    <w:p w:rsidR="00A231CB" w:rsidRPr="003D0DEE" w:rsidRDefault="00A231CB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A231CB" w:rsidRPr="003D0DEE" w:rsidRDefault="00A231CB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A231CB" w:rsidRDefault="00A231CB"/>
    <w:p w:rsidR="00A231CB" w:rsidRDefault="00A231CB"/>
    <w:p w:rsidR="00A231CB" w:rsidRDefault="00A231CB"/>
    <w:p w:rsidR="00A231CB" w:rsidRDefault="00A231CB"/>
    <w:p w:rsidR="00A231CB" w:rsidRDefault="00A231CB"/>
    <w:p w:rsidR="00A231CB" w:rsidRDefault="00A231CB"/>
    <w:p w:rsidR="00A231CB" w:rsidRDefault="00A231CB"/>
    <w:p w:rsidR="00A231CB" w:rsidRDefault="00A231CB"/>
    <w:p w:rsidR="00A231CB" w:rsidRDefault="00A231CB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A231CB" w:rsidRDefault="00A231CB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A231CB" w:rsidRDefault="00A231CB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Роменської районної державної  адміністрації</w:t>
      </w:r>
    </w:p>
    <w:p w:rsidR="00A231CB" w:rsidRDefault="00A231CB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12.12.2017 № 346-ОД</w:t>
      </w:r>
    </w:p>
    <w:p w:rsidR="00A231CB" w:rsidRDefault="00A231CB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A231CB" w:rsidRDefault="00A231CB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колегії відділу освіти, молоді та спорту</w:t>
      </w:r>
    </w:p>
    <w:p w:rsidR="00A231CB" w:rsidRDefault="00A231CB" w:rsidP="00B550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районної державної адміністрації</w:t>
      </w:r>
    </w:p>
    <w:tbl>
      <w:tblPr>
        <w:tblW w:w="0" w:type="auto"/>
        <w:tblLook w:val="00A0"/>
      </w:tblPr>
      <w:tblGrid>
        <w:gridCol w:w="2988"/>
        <w:gridCol w:w="6840"/>
      </w:tblGrid>
      <w:tr w:rsidR="00A231CB" w:rsidRPr="00B1166A" w:rsidTr="00B550AE">
        <w:tc>
          <w:tcPr>
            <w:tcW w:w="2988" w:type="dxa"/>
          </w:tcPr>
          <w:p w:rsidR="00A231CB" w:rsidRPr="00B1166A" w:rsidRDefault="00A23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A231CB" w:rsidRPr="00B1166A" w:rsidRDefault="00A231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начальник відділу освіти, молоді та спорту Роменської районної державної адміністрації, голова колегії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молоді та спорту Роменської районної державної адміністрації, секретар колегії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Андрєєва 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Юлія Володимирівна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районного центру дитячої та юнацької творчості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Баскакова 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Лідія Михайлівна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Анастасівської загальноосвітньої школи І-ІІІ ступенів Роменської районної ради Сумської області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Василенко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Юрій Валентинович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Глинської загальноосвітньої школи І-ІІІ ступенів Роменської районної ради Сумської області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Величко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Василь Андрійович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Великобубнівської загальноосвітньої школи І-ІІІ ступенів Роменської районної ради Сумської області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Ніна Миколаївна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Завадько 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  <w:lang w:eastAsia="en-US"/>
              </w:rPr>
              <w:t>Матвієнко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  <w:lang w:eastAsia="en-US"/>
              </w:rPr>
              <w:t>Сергій Григорович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головний спеціаліст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A231CB" w:rsidRPr="00B1166A" w:rsidTr="00B550AE">
        <w:tc>
          <w:tcPr>
            <w:tcW w:w="2988" w:type="dxa"/>
          </w:tcPr>
          <w:p w:rsidR="00A231CB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Тарала </w:t>
            </w:r>
          </w:p>
          <w:p w:rsidR="00A231CB" w:rsidRPr="00B1166A" w:rsidRDefault="00A231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6840" w:type="dxa"/>
          </w:tcPr>
          <w:p w:rsidR="00A231CB" w:rsidRPr="00B1166A" w:rsidRDefault="00A231C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голова Роменської міськрайонної організації профспілки працівників освіти і науки України (за згодою)</w:t>
            </w:r>
          </w:p>
        </w:tc>
      </w:tr>
    </w:tbl>
    <w:p w:rsidR="00A231CB" w:rsidRDefault="00A231CB" w:rsidP="00B550AE">
      <w:pPr>
        <w:tabs>
          <w:tab w:val="left" w:pos="3402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Look w:val="00A0"/>
      </w:tblPr>
      <w:tblGrid>
        <w:gridCol w:w="4219"/>
        <w:gridCol w:w="5635"/>
      </w:tblGrid>
      <w:tr w:rsidR="00A231CB" w:rsidRPr="00B1166A" w:rsidTr="00B1166A">
        <w:tc>
          <w:tcPr>
            <w:tcW w:w="4219" w:type="dxa"/>
          </w:tcPr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>Керівник апарату Роменської районної державної адміністрації</w:t>
            </w:r>
          </w:p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1CB" w:rsidRPr="00B1166A" w:rsidRDefault="00A231CB" w:rsidP="00B1166A">
            <w:pPr>
              <w:tabs>
                <w:tab w:val="left" w:pos="2864"/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М.О.Ломко</w:t>
            </w:r>
          </w:p>
        </w:tc>
      </w:tr>
      <w:tr w:rsidR="00A231CB" w:rsidRPr="00B1166A" w:rsidTr="00B1166A">
        <w:tc>
          <w:tcPr>
            <w:tcW w:w="4219" w:type="dxa"/>
          </w:tcPr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>Начальник відділу освіти, молоді та спорту Роменської районної державної адміністрації</w:t>
            </w:r>
          </w:p>
        </w:tc>
        <w:tc>
          <w:tcPr>
            <w:tcW w:w="5636" w:type="dxa"/>
          </w:tcPr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1CB" w:rsidRPr="00B1166A" w:rsidRDefault="00A231CB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31CB" w:rsidRPr="00B1166A" w:rsidRDefault="00A231CB" w:rsidP="00B1166A">
            <w:pPr>
              <w:tabs>
                <w:tab w:val="left" w:pos="2881"/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О.П.Шаповалова</w:t>
            </w:r>
          </w:p>
        </w:tc>
      </w:tr>
    </w:tbl>
    <w:p w:rsidR="00A231CB" w:rsidRDefault="00A231CB" w:rsidP="001C084A">
      <w:pPr>
        <w:tabs>
          <w:tab w:val="left" w:pos="1134"/>
          <w:tab w:val="left" w:pos="27216"/>
        </w:tabs>
        <w:spacing w:before="120" w:line="240" w:lineRule="auto"/>
        <w:ind w:left="5954"/>
      </w:pPr>
    </w:p>
    <w:sectPr w:rsidR="00A231CB" w:rsidSect="008B425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25D"/>
    <w:rsid w:val="00002972"/>
    <w:rsid w:val="000D4523"/>
    <w:rsid w:val="0012173C"/>
    <w:rsid w:val="00136C70"/>
    <w:rsid w:val="00145BC9"/>
    <w:rsid w:val="001C084A"/>
    <w:rsid w:val="001C3BBD"/>
    <w:rsid w:val="001F6881"/>
    <w:rsid w:val="00285039"/>
    <w:rsid w:val="002B2336"/>
    <w:rsid w:val="002F79E3"/>
    <w:rsid w:val="003D0DEE"/>
    <w:rsid w:val="00434373"/>
    <w:rsid w:val="004429D5"/>
    <w:rsid w:val="004A0238"/>
    <w:rsid w:val="004B3B46"/>
    <w:rsid w:val="0056409B"/>
    <w:rsid w:val="00663FDE"/>
    <w:rsid w:val="006B6A7E"/>
    <w:rsid w:val="0072065F"/>
    <w:rsid w:val="00731CA1"/>
    <w:rsid w:val="00806C15"/>
    <w:rsid w:val="00854042"/>
    <w:rsid w:val="008B425D"/>
    <w:rsid w:val="008C606F"/>
    <w:rsid w:val="008D57F8"/>
    <w:rsid w:val="00917701"/>
    <w:rsid w:val="00A0370F"/>
    <w:rsid w:val="00A231CB"/>
    <w:rsid w:val="00A93410"/>
    <w:rsid w:val="00AC197F"/>
    <w:rsid w:val="00AE56FC"/>
    <w:rsid w:val="00AE738C"/>
    <w:rsid w:val="00B1166A"/>
    <w:rsid w:val="00B178F8"/>
    <w:rsid w:val="00B550AE"/>
    <w:rsid w:val="00B851F1"/>
    <w:rsid w:val="00BA7943"/>
    <w:rsid w:val="00C358FA"/>
    <w:rsid w:val="00C65BC0"/>
    <w:rsid w:val="00C8548C"/>
    <w:rsid w:val="00CB36E5"/>
    <w:rsid w:val="00CD79DB"/>
    <w:rsid w:val="00E75ECC"/>
    <w:rsid w:val="00E80139"/>
    <w:rsid w:val="00F5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8B425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425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8B4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425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2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50A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8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475</Words>
  <Characters>2714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44444</dc:creator>
  <cp:keywords/>
  <dc:description/>
  <cp:lastModifiedBy>Лариса</cp:lastModifiedBy>
  <cp:revision>2</cp:revision>
  <cp:lastPrinted>2017-12-11T14:57:00Z</cp:lastPrinted>
  <dcterms:created xsi:type="dcterms:W3CDTF">2018-03-12T11:02:00Z</dcterms:created>
  <dcterms:modified xsi:type="dcterms:W3CDTF">2018-03-12T11:02:00Z</dcterms:modified>
</cp:coreProperties>
</file>