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EC0" w:rsidRDefault="00A53EC0" w:rsidP="009E157F">
      <w:pPr>
        <w:tabs>
          <w:tab w:val="left" w:pos="7088"/>
        </w:tabs>
        <w:jc w:val="center"/>
      </w:pPr>
      <w:r w:rsidRPr="00E152FD">
        <w:rPr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7" o:title=""/>
          </v:shape>
        </w:pict>
      </w:r>
    </w:p>
    <w:p w:rsidR="00A53EC0" w:rsidRDefault="00A53EC0" w:rsidP="00641F16">
      <w:pPr>
        <w:jc w:val="center"/>
        <w:rPr>
          <w:b/>
          <w:bCs/>
        </w:rPr>
      </w:pPr>
      <w:r w:rsidRPr="007F053F">
        <w:rPr>
          <w:b/>
          <w:bCs/>
        </w:rPr>
        <w:t>РОМЕНСЬКА РАЙОННА ДЕРЖАВНА АДМІНІСТРАЦІЯ</w:t>
      </w:r>
      <w:r>
        <w:rPr>
          <w:b/>
          <w:bCs/>
        </w:rPr>
        <w:t xml:space="preserve"> </w:t>
      </w:r>
    </w:p>
    <w:p w:rsidR="00A53EC0" w:rsidRPr="007F053F" w:rsidRDefault="00A53EC0" w:rsidP="00641F16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A53EC0" w:rsidRPr="00AC3001" w:rsidRDefault="00A53EC0" w:rsidP="00641F16">
      <w:pPr>
        <w:jc w:val="center"/>
        <w:rPr>
          <w:b/>
          <w:bCs/>
          <w:sz w:val="16"/>
          <w:szCs w:val="16"/>
        </w:rPr>
      </w:pPr>
    </w:p>
    <w:p w:rsidR="00A53EC0" w:rsidRPr="003B79B7" w:rsidRDefault="00A53EC0" w:rsidP="00641F16">
      <w:pPr>
        <w:jc w:val="center"/>
        <w:rPr>
          <w:b/>
          <w:bCs/>
          <w:sz w:val="28"/>
          <w:szCs w:val="28"/>
        </w:rPr>
      </w:pPr>
      <w:r w:rsidRPr="003B79B7">
        <w:rPr>
          <w:b/>
          <w:bCs/>
          <w:sz w:val="28"/>
          <w:szCs w:val="28"/>
        </w:rPr>
        <w:t xml:space="preserve">РОЗПОРЯДЖЕННЯ </w:t>
      </w:r>
    </w:p>
    <w:p w:rsidR="00A53EC0" w:rsidRDefault="00A53EC0" w:rsidP="00641F16">
      <w:pPr>
        <w:jc w:val="center"/>
        <w:rPr>
          <w:b/>
          <w:bCs/>
        </w:rPr>
      </w:pPr>
      <w:r w:rsidRPr="007F053F">
        <w:rPr>
          <w:b/>
          <w:bCs/>
        </w:rPr>
        <w:t>ГОЛОВИ РАЙОННОЇ ДЕРЖАВНОЇ АДМІНІСТРАЦІЇ</w:t>
      </w:r>
    </w:p>
    <w:p w:rsidR="00A53EC0" w:rsidRPr="007F053F" w:rsidRDefault="00A53EC0" w:rsidP="00641F16">
      <w:pPr>
        <w:jc w:val="center"/>
        <w:rPr>
          <w:b/>
          <w:bCs/>
        </w:rPr>
      </w:pPr>
    </w:p>
    <w:p w:rsidR="00A53EC0" w:rsidRDefault="00A53EC0" w:rsidP="00641F16">
      <w:pPr>
        <w:pStyle w:val="Header"/>
      </w:pPr>
      <w:r>
        <w:rPr>
          <w:b/>
          <w:bCs/>
        </w:rPr>
        <w:t>14.11.2017                                                  м. Ромни                                                        № 321-ОД</w:t>
      </w:r>
    </w:p>
    <w:p w:rsidR="00A53EC0" w:rsidRDefault="00A53EC0" w:rsidP="00D80715">
      <w:pPr>
        <w:spacing w:line="360" w:lineRule="auto"/>
        <w:rPr>
          <w:b/>
          <w:sz w:val="28"/>
          <w:szCs w:val="28"/>
        </w:rPr>
      </w:pPr>
    </w:p>
    <w:p w:rsidR="00A53EC0" w:rsidRDefault="00A53EC0" w:rsidP="00D80715">
      <w:pPr>
        <w:jc w:val="both"/>
        <w:rPr>
          <w:b/>
          <w:noProof w:val="0"/>
          <w:sz w:val="28"/>
          <w:szCs w:val="28"/>
        </w:rPr>
      </w:pPr>
      <w:r>
        <w:rPr>
          <w:b/>
          <w:noProof w:val="0"/>
          <w:sz w:val="28"/>
          <w:szCs w:val="28"/>
        </w:rPr>
        <w:t xml:space="preserve">Про комісію з питань </w:t>
      </w:r>
    </w:p>
    <w:p w:rsidR="00A53EC0" w:rsidRDefault="00A53EC0" w:rsidP="00D80715">
      <w:pPr>
        <w:jc w:val="both"/>
        <w:rPr>
          <w:b/>
          <w:noProof w:val="0"/>
          <w:sz w:val="28"/>
          <w:szCs w:val="28"/>
        </w:rPr>
      </w:pPr>
      <w:r>
        <w:rPr>
          <w:b/>
          <w:noProof w:val="0"/>
          <w:sz w:val="28"/>
          <w:szCs w:val="28"/>
        </w:rPr>
        <w:t>захисту прав дитини</w:t>
      </w:r>
    </w:p>
    <w:p w:rsidR="00A53EC0" w:rsidRDefault="00A53EC0" w:rsidP="00D80715">
      <w:pPr>
        <w:spacing w:line="360" w:lineRule="auto"/>
        <w:jc w:val="both"/>
        <w:rPr>
          <w:b/>
          <w:noProof w:val="0"/>
          <w:sz w:val="28"/>
          <w:szCs w:val="28"/>
        </w:rPr>
      </w:pPr>
    </w:p>
    <w:p w:rsidR="00A53EC0" w:rsidRDefault="00A53EC0" w:rsidP="00641F16">
      <w:pPr>
        <w:ind w:firstLine="720"/>
        <w:jc w:val="both"/>
        <w:rPr>
          <w:sz w:val="28"/>
          <w:szCs w:val="28"/>
        </w:rPr>
      </w:pPr>
      <w:r>
        <w:rPr>
          <w:noProof w:val="0"/>
          <w:sz w:val="28"/>
          <w:szCs w:val="28"/>
        </w:rPr>
        <w:t>Відповідно до статей 6, 13, 23, 39 Закону України «Про місцеві державні адміністрації»</w:t>
      </w:r>
      <w:r>
        <w:rPr>
          <w:sz w:val="28"/>
          <w:szCs w:val="28"/>
        </w:rPr>
        <w:t>, Закону України «Про органи і служби у справах дітей та спеціальні установи для дітей», постанови Кабінету Міністрів України від 30 серпня 2007 р. № 1068 «Про затвердження типових положень про служби у справах дітей»</w:t>
      </w:r>
      <w:r w:rsidRPr="004C7DEF">
        <w:rPr>
          <w:sz w:val="28"/>
          <w:szCs w:val="28"/>
        </w:rPr>
        <w:t xml:space="preserve"> </w:t>
      </w:r>
      <w:r>
        <w:rPr>
          <w:sz w:val="28"/>
          <w:szCs w:val="28"/>
        </w:rPr>
        <w:t>(зі змінами</w:t>
      </w:r>
      <w:r w:rsidRPr="00480353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480353">
        <w:t xml:space="preserve"> </w:t>
      </w:r>
      <w:r>
        <w:rPr>
          <w:bCs/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р. № 866 (зі змінами)</w:t>
      </w:r>
      <w:r>
        <w:rPr>
          <w:sz w:val="28"/>
          <w:szCs w:val="28"/>
        </w:rPr>
        <w:t>, з метою забезпечення реалізації державної політики у сфері охорони дитинства, створення правових, соціальних і економічних та інших умов, спрямованих на поліпшення становища дітей, активізації діяльності органів влади щодо вирішення зазначених питань</w:t>
      </w:r>
      <w:r>
        <w:rPr>
          <w:bCs/>
          <w:noProof w:val="0"/>
          <w:sz w:val="28"/>
          <w:szCs w:val="28"/>
        </w:rPr>
        <w:t>:</w:t>
      </w:r>
    </w:p>
    <w:p w:rsidR="00A53EC0" w:rsidRDefault="00A53EC0" w:rsidP="0090460C">
      <w:pPr>
        <w:tabs>
          <w:tab w:val="left" w:pos="4140"/>
        </w:tabs>
        <w:ind w:firstLine="900"/>
        <w:jc w:val="both"/>
        <w:rPr>
          <w:noProof w:val="0"/>
          <w:sz w:val="28"/>
          <w:szCs w:val="28"/>
        </w:rPr>
      </w:pPr>
      <w:r>
        <w:rPr>
          <w:noProof w:val="0"/>
          <w:sz w:val="28"/>
          <w:szCs w:val="28"/>
        </w:rPr>
        <w:t>1. Утворити комісію з питань захисту прав дитини при Роменській районній державній адміністрації та затвердити її склад (додається).</w:t>
      </w:r>
    </w:p>
    <w:p w:rsidR="00A53EC0" w:rsidRDefault="00A53EC0" w:rsidP="0090460C">
      <w:pPr>
        <w:tabs>
          <w:tab w:val="left" w:pos="4140"/>
        </w:tabs>
        <w:ind w:firstLine="900"/>
        <w:jc w:val="both"/>
        <w:rPr>
          <w:noProof w:val="0"/>
          <w:sz w:val="28"/>
          <w:szCs w:val="28"/>
        </w:rPr>
      </w:pPr>
      <w:r>
        <w:rPr>
          <w:noProof w:val="0"/>
          <w:sz w:val="28"/>
          <w:szCs w:val="28"/>
        </w:rPr>
        <w:t>2. Комісії з питань захисту прав дитини при Роменській районній державній адміністрації у своїй роботі</w:t>
      </w:r>
      <w:r w:rsidRPr="00084F01">
        <w:rPr>
          <w:noProof w:val="0"/>
          <w:sz w:val="28"/>
          <w:szCs w:val="28"/>
        </w:rPr>
        <w:t xml:space="preserve"> </w:t>
      </w:r>
      <w:r>
        <w:rPr>
          <w:noProof w:val="0"/>
          <w:sz w:val="28"/>
          <w:szCs w:val="28"/>
        </w:rPr>
        <w:t xml:space="preserve">керуватись </w:t>
      </w:r>
      <w:r>
        <w:rPr>
          <w:sz w:val="28"/>
          <w:szCs w:val="28"/>
        </w:rPr>
        <w:t>Типовим положенням про комісію з питань захисту прав дитини, затвердженим постановою</w:t>
      </w:r>
      <w:r>
        <w:rPr>
          <w:noProof w:val="0"/>
          <w:sz w:val="28"/>
          <w:szCs w:val="28"/>
        </w:rPr>
        <w:t xml:space="preserve"> </w:t>
      </w:r>
      <w:r>
        <w:rPr>
          <w:bCs/>
          <w:sz w:val="28"/>
          <w:szCs w:val="28"/>
        </w:rPr>
        <w:t>Кабінету Міністрів України від 24 вересня 2008 р. № 866 (зі змінами).</w:t>
      </w:r>
    </w:p>
    <w:p w:rsidR="00A53EC0" w:rsidRDefault="00A53EC0" w:rsidP="0090460C">
      <w:pPr>
        <w:ind w:firstLine="900"/>
        <w:jc w:val="both"/>
        <w:rPr>
          <w:noProof w:val="0"/>
          <w:sz w:val="28"/>
          <w:szCs w:val="28"/>
        </w:rPr>
      </w:pPr>
      <w:r>
        <w:rPr>
          <w:noProof w:val="0"/>
          <w:sz w:val="28"/>
          <w:szCs w:val="28"/>
        </w:rPr>
        <w:t>3. Визнати таким, що втратило чинність розпорядження голови Роменської районної державної адміністрації від 03.12.2008 № 902 «Про комісію з питань захисту прав дитини».</w:t>
      </w:r>
    </w:p>
    <w:p w:rsidR="00A53EC0" w:rsidRPr="00141C6D" w:rsidRDefault="00A53EC0" w:rsidP="00274D0E">
      <w:pPr>
        <w:ind w:firstLine="851"/>
        <w:jc w:val="both"/>
        <w:rPr>
          <w:spacing w:val="-14"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141C6D">
        <w:rPr>
          <w:bCs/>
          <w:spacing w:val="-14"/>
          <w:sz w:val="28"/>
          <w:szCs w:val="28"/>
        </w:rPr>
        <w:t xml:space="preserve">4. </w:t>
      </w:r>
      <w:r w:rsidRPr="00141C6D">
        <w:rPr>
          <w:spacing w:val="-14"/>
          <w:sz w:val="28"/>
          <w:szCs w:val="28"/>
        </w:rPr>
        <w:t>Контроль за виконанням цього розпорядження покласти на першого заступника голови Роменської районної державної адміністрації Татарінова В.М.</w:t>
      </w:r>
    </w:p>
    <w:p w:rsidR="00A53EC0" w:rsidRDefault="00A53EC0" w:rsidP="00D80715">
      <w:pPr>
        <w:spacing w:line="360" w:lineRule="auto"/>
        <w:ind w:firstLine="902"/>
        <w:jc w:val="both"/>
        <w:rPr>
          <w:noProof w:val="0"/>
          <w:sz w:val="28"/>
          <w:szCs w:val="28"/>
        </w:rPr>
      </w:pPr>
    </w:p>
    <w:p w:rsidR="00A53EC0" w:rsidRDefault="00A53EC0" w:rsidP="00641F16">
      <w:pPr>
        <w:tabs>
          <w:tab w:val="left" w:pos="4140"/>
          <w:tab w:val="left" w:pos="7020"/>
        </w:tabs>
        <w:jc w:val="both"/>
        <w:rPr>
          <w:b/>
          <w:noProof w:val="0"/>
          <w:sz w:val="28"/>
          <w:szCs w:val="28"/>
        </w:rPr>
      </w:pPr>
      <w:r>
        <w:rPr>
          <w:b/>
          <w:noProof w:val="0"/>
          <w:sz w:val="28"/>
          <w:szCs w:val="28"/>
        </w:rPr>
        <w:t xml:space="preserve">Голова Роменської районної </w:t>
      </w:r>
    </w:p>
    <w:p w:rsidR="00A53EC0" w:rsidRPr="00BD0470" w:rsidRDefault="00A53EC0" w:rsidP="00641F16">
      <w:pPr>
        <w:tabs>
          <w:tab w:val="left" w:pos="7020"/>
          <w:tab w:val="left" w:pos="7200"/>
          <w:tab w:val="left" w:pos="7560"/>
          <w:tab w:val="left" w:pos="8100"/>
          <w:tab w:val="left" w:pos="8280"/>
          <w:tab w:val="left" w:pos="8640"/>
          <w:tab w:val="left" w:pos="8820"/>
          <w:tab w:val="left" w:pos="9000"/>
          <w:tab w:val="left" w:pos="9360"/>
        </w:tabs>
        <w:rPr>
          <w:b/>
          <w:noProof w:val="0"/>
          <w:sz w:val="28"/>
          <w:szCs w:val="28"/>
        </w:rPr>
        <w:sectPr w:rsidR="00A53EC0" w:rsidRPr="00BD0470" w:rsidSect="00274D0E">
          <w:headerReference w:type="even" r:id="rId8"/>
          <w:headerReference w:type="default" r:id="rId9"/>
          <w:pgSz w:w="11906" w:h="16838"/>
          <w:pgMar w:top="284" w:right="567" w:bottom="567" w:left="1701" w:header="164" w:footer="709" w:gutter="0"/>
          <w:cols w:space="708"/>
          <w:titlePg/>
          <w:docGrid w:linePitch="360"/>
        </w:sectPr>
      </w:pPr>
      <w:r>
        <w:rPr>
          <w:b/>
          <w:noProof w:val="0"/>
          <w:sz w:val="28"/>
          <w:szCs w:val="28"/>
        </w:rPr>
        <w:t>державної адміністрації</w:t>
      </w:r>
      <w:r w:rsidRPr="000A496F">
        <w:rPr>
          <w:b/>
          <w:noProof w:val="0"/>
          <w:sz w:val="28"/>
          <w:szCs w:val="28"/>
        </w:rPr>
        <w:tab/>
      </w:r>
      <w:r w:rsidRPr="00BD0470">
        <w:rPr>
          <w:b/>
          <w:noProof w:val="0"/>
          <w:sz w:val="28"/>
          <w:szCs w:val="28"/>
        </w:rPr>
        <w:t>В.О. Білоха</w:t>
      </w:r>
    </w:p>
    <w:p w:rsidR="00A53EC0" w:rsidRPr="006F1086" w:rsidRDefault="00A53EC0" w:rsidP="00641F16">
      <w:pPr>
        <w:shd w:val="clear" w:color="auto" w:fill="FFFFFF"/>
        <w:tabs>
          <w:tab w:val="left" w:leader="hyphen" w:pos="3202"/>
          <w:tab w:val="left" w:pos="3780"/>
          <w:tab w:val="left" w:leader="hyphen" w:pos="4373"/>
          <w:tab w:val="left" w:pos="4680"/>
          <w:tab w:val="left" w:pos="5220"/>
          <w:tab w:val="left" w:pos="5362"/>
          <w:tab w:val="left" w:pos="5580"/>
          <w:tab w:val="left" w:pos="5940"/>
          <w:tab w:val="left" w:pos="6269"/>
          <w:tab w:val="left" w:pos="7020"/>
        </w:tabs>
        <w:spacing w:line="360" w:lineRule="auto"/>
        <w:jc w:val="center"/>
        <w:rPr>
          <w:bCs/>
          <w:noProof w:val="0"/>
          <w:sz w:val="28"/>
          <w:szCs w:val="28"/>
        </w:rPr>
      </w:pPr>
      <w:r>
        <w:rPr>
          <w:b/>
          <w:bCs/>
          <w:noProof w:val="0"/>
          <w:sz w:val="28"/>
          <w:szCs w:val="28"/>
        </w:rPr>
        <w:t xml:space="preserve">                                                             </w:t>
      </w:r>
      <w:r>
        <w:rPr>
          <w:bCs/>
          <w:noProof w:val="0"/>
          <w:sz w:val="28"/>
          <w:szCs w:val="28"/>
        </w:rPr>
        <w:t>ЗАТВЕРДЖЕНО</w:t>
      </w:r>
    </w:p>
    <w:p w:rsidR="00A53EC0" w:rsidRDefault="00A53EC0" w:rsidP="00641F16">
      <w:pPr>
        <w:shd w:val="clear" w:color="auto" w:fill="FFFFFF"/>
        <w:tabs>
          <w:tab w:val="left" w:leader="hyphen" w:pos="3202"/>
          <w:tab w:val="left" w:leader="hyphen" w:pos="4373"/>
          <w:tab w:val="left" w:pos="4680"/>
          <w:tab w:val="left" w:pos="5220"/>
          <w:tab w:val="left" w:pos="5362"/>
          <w:tab w:val="left" w:pos="5940"/>
          <w:tab w:val="left" w:pos="6096"/>
          <w:tab w:val="left" w:pos="6269"/>
        </w:tabs>
        <w:jc w:val="center"/>
        <w:rPr>
          <w:bCs/>
          <w:noProof w:val="0"/>
          <w:sz w:val="28"/>
          <w:szCs w:val="28"/>
        </w:rPr>
      </w:pPr>
      <w:r>
        <w:rPr>
          <w:bCs/>
          <w:noProof w:val="0"/>
          <w:sz w:val="28"/>
          <w:szCs w:val="28"/>
        </w:rPr>
        <w:t xml:space="preserve">                                                                       Розпорядження голови </w:t>
      </w:r>
    </w:p>
    <w:p w:rsidR="00A53EC0" w:rsidRDefault="00A53EC0" w:rsidP="00641F16">
      <w:pPr>
        <w:shd w:val="clear" w:color="auto" w:fill="FFFFFF"/>
        <w:tabs>
          <w:tab w:val="left" w:leader="hyphen" w:pos="3202"/>
          <w:tab w:val="left" w:leader="hyphen" w:pos="4373"/>
          <w:tab w:val="left" w:pos="4680"/>
          <w:tab w:val="left" w:pos="5220"/>
          <w:tab w:val="left" w:pos="5362"/>
          <w:tab w:val="left" w:pos="5940"/>
          <w:tab w:val="left" w:pos="6269"/>
        </w:tabs>
        <w:jc w:val="center"/>
        <w:rPr>
          <w:bCs/>
          <w:noProof w:val="0"/>
          <w:sz w:val="28"/>
          <w:szCs w:val="28"/>
        </w:rPr>
      </w:pPr>
      <w:r>
        <w:rPr>
          <w:bCs/>
          <w:noProof w:val="0"/>
          <w:sz w:val="28"/>
          <w:szCs w:val="28"/>
        </w:rPr>
        <w:t xml:space="preserve">                                                                   Роменської районної </w:t>
      </w:r>
    </w:p>
    <w:p w:rsidR="00A53EC0" w:rsidRDefault="00A53EC0" w:rsidP="00641F16">
      <w:pPr>
        <w:shd w:val="clear" w:color="auto" w:fill="FFFFFF"/>
        <w:tabs>
          <w:tab w:val="left" w:leader="hyphen" w:pos="3202"/>
          <w:tab w:val="left" w:leader="hyphen" w:pos="4373"/>
          <w:tab w:val="left" w:pos="4680"/>
          <w:tab w:val="left" w:pos="5220"/>
          <w:tab w:val="left" w:pos="5362"/>
          <w:tab w:val="left" w:pos="5940"/>
          <w:tab w:val="left" w:pos="6120"/>
          <w:tab w:val="left" w:pos="6269"/>
        </w:tabs>
        <w:spacing w:line="360" w:lineRule="auto"/>
        <w:jc w:val="center"/>
        <w:rPr>
          <w:bCs/>
          <w:noProof w:val="0"/>
          <w:sz w:val="28"/>
          <w:szCs w:val="28"/>
        </w:rPr>
      </w:pPr>
      <w:r>
        <w:rPr>
          <w:bCs/>
          <w:noProof w:val="0"/>
          <w:sz w:val="28"/>
          <w:szCs w:val="28"/>
        </w:rPr>
        <w:t xml:space="preserve">                                                                        державної адміністрації</w:t>
      </w:r>
    </w:p>
    <w:p w:rsidR="00A53EC0" w:rsidRPr="00681505" w:rsidRDefault="00A53EC0" w:rsidP="00641F16">
      <w:pPr>
        <w:shd w:val="clear" w:color="auto" w:fill="FFFFFF"/>
        <w:tabs>
          <w:tab w:val="left" w:leader="hyphen" w:pos="3202"/>
          <w:tab w:val="left" w:pos="3280"/>
          <w:tab w:val="left" w:leader="hyphen" w:pos="4373"/>
          <w:tab w:val="left" w:pos="5362"/>
          <w:tab w:val="left" w:pos="5940"/>
          <w:tab w:val="left" w:pos="6269"/>
        </w:tabs>
        <w:spacing w:line="360" w:lineRule="auto"/>
        <w:jc w:val="center"/>
        <w:rPr>
          <w:bCs/>
          <w:noProof w:val="0"/>
          <w:sz w:val="28"/>
          <w:szCs w:val="28"/>
        </w:rPr>
      </w:pPr>
      <w:r>
        <w:rPr>
          <w:b/>
          <w:bCs/>
          <w:noProof w:val="0"/>
          <w:sz w:val="28"/>
          <w:szCs w:val="28"/>
        </w:rPr>
        <w:t xml:space="preserve">                                                                     </w:t>
      </w:r>
      <w:r w:rsidRPr="00681505">
        <w:rPr>
          <w:bCs/>
          <w:noProof w:val="0"/>
          <w:sz w:val="28"/>
          <w:szCs w:val="28"/>
        </w:rPr>
        <w:t xml:space="preserve">14.11.2017  № 321-ОД              </w:t>
      </w:r>
    </w:p>
    <w:p w:rsidR="00A53EC0" w:rsidRDefault="00A53EC0" w:rsidP="00641F16">
      <w:pPr>
        <w:shd w:val="clear" w:color="auto" w:fill="FFFFFF"/>
        <w:tabs>
          <w:tab w:val="left" w:leader="hyphen" w:pos="3202"/>
          <w:tab w:val="left" w:pos="3280"/>
          <w:tab w:val="left" w:leader="hyphen" w:pos="4373"/>
          <w:tab w:val="left" w:pos="5362"/>
          <w:tab w:val="left" w:pos="6269"/>
        </w:tabs>
        <w:jc w:val="center"/>
        <w:rPr>
          <w:b/>
          <w:bCs/>
          <w:noProof w:val="0"/>
          <w:sz w:val="28"/>
          <w:szCs w:val="28"/>
        </w:rPr>
      </w:pPr>
      <w:r>
        <w:rPr>
          <w:b/>
          <w:bCs/>
          <w:noProof w:val="0"/>
          <w:sz w:val="28"/>
          <w:szCs w:val="28"/>
        </w:rPr>
        <w:t>Склад</w:t>
      </w:r>
    </w:p>
    <w:p w:rsidR="00A53EC0" w:rsidRPr="000F61D8" w:rsidRDefault="00A53EC0" w:rsidP="00641F16">
      <w:pPr>
        <w:shd w:val="clear" w:color="auto" w:fill="FFFFFF"/>
        <w:tabs>
          <w:tab w:val="left" w:pos="1420"/>
          <w:tab w:val="left" w:leader="hyphen" w:pos="3202"/>
          <w:tab w:val="left" w:pos="3960"/>
          <w:tab w:val="left" w:leader="hyphen" w:pos="4373"/>
          <w:tab w:val="left" w:pos="5362"/>
          <w:tab w:val="left" w:pos="6269"/>
        </w:tabs>
        <w:jc w:val="center"/>
        <w:rPr>
          <w:b/>
          <w:bCs/>
          <w:noProof w:val="0"/>
          <w:sz w:val="28"/>
          <w:szCs w:val="28"/>
          <w:lang w:val="en-US"/>
        </w:rPr>
      </w:pPr>
      <w:r>
        <w:rPr>
          <w:b/>
          <w:bCs/>
          <w:noProof w:val="0"/>
          <w:sz w:val="28"/>
          <w:szCs w:val="28"/>
        </w:rPr>
        <w:t>комісії з питань захисту прав дитини при Роменській районній державній адміністрації</w:t>
      </w:r>
    </w:p>
    <w:tbl>
      <w:tblPr>
        <w:tblW w:w="0" w:type="auto"/>
        <w:tblInd w:w="192" w:type="dxa"/>
        <w:tblLayout w:type="fixed"/>
        <w:tblLook w:val="0000"/>
      </w:tblPr>
      <w:tblGrid>
        <w:gridCol w:w="4452"/>
        <w:gridCol w:w="5210"/>
      </w:tblGrid>
      <w:tr w:rsidR="00A53EC0" w:rsidTr="00141C6D">
        <w:trPr>
          <w:trHeight w:val="4984"/>
        </w:trPr>
        <w:tc>
          <w:tcPr>
            <w:tcW w:w="4452" w:type="dxa"/>
          </w:tcPr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/>
                <w:bCs/>
                <w:noProof w:val="0"/>
                <w:sz w:val="28"/>
                <w:szCs w:val="28"/>
              </w:rPr>
            </w:pP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Білоха </w:t>
            </w: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Валерій Олександрович</w:t>
            </w: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Татарінов </w:t>
            </w: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Володимир Миколайович</w:t>
            </w: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Маркова </w:t>
            </w:r>
          </w:p>
          <w:p w:rsidR="00A53EC0" w:rsidRPr="00A659CD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Оксана Миколаївна</w:t>
            </w: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/>
                <w:bCs/>
                <w:noProof w:val="0"/>
                <w:sz w:val="28"/>
                <w:szCs w:val="28"/>
              </w:rPr>
            </w:pP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/>
                <w:bCs/>
                <w:noProof w:val="0"/>
                <w:sz w:val="28"/>
                <w:szCs w:val="28"/>
              </w:rPr>
            </w:pP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E81B46">
              <w:rPr>
                <w:bCs/>
                <w:noProof w:val="0"/>
                <w:sz w:val="28"/>
                <w:szCs w:val="28"/>
              </w:rPr>
              <w:t xml:space="preserve">Анісімова </w:t>
            </w:r>
          </w:p>
          <w:p w:rsidR="00A53EC0" w:rsidRPr="00E81B46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E81B46">
              <w:rPr>
                <w:bCs/>
                <w:noProof w:val="0"/>
                <w:sz w:val="28"/>
                <w:szCs w:val="28"/>
              </w:rPr>
              <w:t>Марина Вікторівна</w:t>
            </w: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/>
                <w:bCs/>
                <w:noProof w:val="0"/>
                <w:sz w:val="28"/>
                <w:szCs w:val="28"/>
              </w:rPr>
            </w:pP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Ведмідь </w:t>
            </w:r>
          </w:p>
          <w:p w:rsidR="00A53EC0" w:rsidRPr="0088292D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Віталіна Олексіївна</w:t>
            </w: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E81B46">
              <w:rPr>
                <w:bCs/>
                <w:noProof w:val="0"/>
                <w:sz w:val="28"/>
                <w:szCs w:val="28"/>
              </w:rPr>
              <w:t xml:space="preserve">Гребенюк </w:t>
            </w:r>
          </w:p>
          <w:p w:rsidR="00A53EC0" w:rsidRPr="00E81B46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E81B46">
              <w:rPr>
                <w:bCs/>
                <w:noProof w:val="0"/>
                <w:sz w:val="28"/>
                <w:szCs w:val="28"/>
              </w:rPr>
              <w:t>Олена Петрівна</w:t>
            </w:r>
          </w:p>
          <w:p w:rsidR="00A53EC0" w:rsidRPr="00E81B46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Даценко </w:t>
            </w:r>
          </w:p>
          <w:p w:rsidR="00A53EC0" w:rsidRPr="00E81B46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Олександр Михайлович</w:t>
            </w: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/>
                <w:bCs/>
                <w:noProof w:val="0"/>
                <w:sz w:val="28"/>
                <w:szCs w:val="28"/>
              </w:rPr>
            </w:pP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88292D">
              <w:rPr>
                <w:bCs/>
                <w:noProof w:val="0"/>
                <w:sz w:val="28"/>
                <w:szCs w:val="28"/>
              </w:rPr>
              <w:t xml:space="preserve">Дяченко </w:t>
            </w:r>
          </w:p>
          <w:p w:rsidR="00A53EC0" w:rsidRPr="0088292D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Олена Анатоліївна</w:t>
            </w: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Єрньєй </w:t>
            </w: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Алла Анатоліївна</w:t>
            </w: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Козаченко </w:t>
            </w: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Микола Іванович</w:t>
            </w: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Момот </w:t>
            </w: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Світлана Вікторівна</w:t>
            </w: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Сергієнко </w:t>
            </w: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Юлія Сергіївна</w:t>
            </w: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Сушко </w:t>
            </w: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Марина Миколаївна</w:t>
            </w: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Тунік </w:t>
            </w: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Тетяна Олександрівна</w:t>
            </w: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A53EC0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Шаповалова </w:t>
            </w:r>
          </w:p>
          <w:p w:rsidR="00A53EC0" w:rsidRPr="00141C6D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Олена Петрівна</w:t>
            </w:r>
          </w:p>
          <w:p w:rsidR="00A53EC0" w:rsidRDefault="00A53EC0" w:rsidP="007A7306">
            <w:pPr>
              <w:tabs>
                <w:tab w:val="left" w:leader="hyphen" w:pos="-142"/>
                <w:tab w:val="left" w:pos="6675"/>
                <w:tab w:val="left" w:pos="7088"/>
              </w:tabs>
              <w:ind w:right="170"/>
              <w:jc w:val="both"/>
              <w:rPr>
                <w:b/>
                <w:sz w:val="28"/>
                <w:szCs w:val="28"/>
              </w:rPr>
            </w:pPr>
            <w:r w:rsidRPr="005D486F">
              <w:rPr>
                <w:b/>
                <w:sz w:val="28"/>
                <w:szCs w:val="28"/>
              </w:rPr>
              <w:tab/>
              <w:t xml:space="preserve">      М.О.Ломк</w:t>
            </w:r>
          </w:p>
          <w:p w:rsidR="00A53EC0" w:rsidRDefault="00A53EC0" w:rsidP="007A7306">
            <w:pPr>
              <w:tabs>
                <w:tab w:val="left" w:pos="1530"/>
              </w:tabs>
              <w:jc w:val="both"/>
              <w:rPr>
                <w:sz w:val="28"/>
                <w:szCs w:val="28"/>
              </w:rPr>
            </w:pPr>
          </w:p>
          <w:p w:rsidR="00A53EC0" w:rsidRPr="00141C6D" w:rsidRDefault="00A53EC0" w:rsidP="007A7306">
            <w:pPr>
              <w:jc w:val="both"/>
              <w:rPr>
                <w:sz w:val="28"/>
                <w:szCs w:val="28"/>
              </w:rPr>
            </w:pPr>
          </w:p>
          <w:p w:rsidR="00A53EC0" w:rsidRPr="00141C6D" w:rsidRDefault="00A53EC0" w:rsidP="007A730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10" w:type="dxa"/>
          </w:tcPr>
          <w:p w:rsidR="00A53EC0" w:rsidRDefault="00A53EC0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  <w:lang w:val="ru-RU"/>
              </w:rPr>
            </w:pPr>
          </w:p>
          <w:p w:rsidR="00A53EC0" w:rsidRPr="00FE7F42" w:rsidRDefault="00A53EC0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-голова Роменської районної державної адміністрації, голова комісії</w:t>
            </w:r>
          </w:p>
          <w:p w:rsidR="00A53EC0" w:rsidRPr="00FE7F42" w:rsidRDefault="00A53EC0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-перший заступник голови Роменської районної державної адміністрації, заступник голови комісії</w:t>
            </w:r>
          </w:p>
          <w:p w:rsidR="00A53EC0" w:rsidRPr="00FE7F42" w:rsidRDefault="00A53EC0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-провідний спеціаліст сектору опіки та піклування служби у справах дітей Роменської районної державної адміністрації, секретар комісії</w:t>
            </w:r>
          </w:p>
          <w:p w:rsidR="00A53EC0" w:rsidRPr="00FE7F42" w:rsidRDefault="00A53EC0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-начальник фінансового управління Роменської районної державної адміністрації</w:t>
            </w:r>
          </w:p>
          <w:p w:rsidR="00A53EC0" w:rsidRPr="00FE7F42" w:rsidRDefault="00A53EC0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-начальник відділу житлово-комунального господарства, будівництва та інфраструктури Роменської районної державної адміністрації</w:t>
            </w:r>
          </w:p>
          <w:p w:rsidR="00A53EC0" w:rsidRPr="00FE7F42" w:rsidRDefault="00A53EC0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-начальник управління економічного, агропромислового розвитку та торгівлі Роменської районної державної адміністрації</w:t>
            </w:r>
          </w:p>
          <w:p w:rsidR="00A53EC0" w:rsidRPr="00FE7F42" w:rsidRDefault="00A53EC0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-начальник управління соціального захисту населення Роменської районної державної адміністрації</w:t>
            </w:r>
          </w:p>
          <w:p w:rsidR="00A53EC0" w:rsidRDefault="00A53EC0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-начальник юридичного відділу апарату Роменської районної державної адміністрації</w:t>
            </w:r>
          </w:p>
          <w:p w:rsidR="00A53EC0" w:rsidRPr="00FE7F42" w:rsidRDefault="00A53EC0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-начальник відділу «Роменське бюро правової допомоги» Конотопського місцевого центру з надання безоплатної вторинної правової допомоги</w:t>
            </w:r>
            <w:r>
              <w:rPr>
                <w:bCs/>
                <w:noProof w:val="0"/>
                <w:sz w:val="28"/>
                <w:szCs w:val="28"/>
              </w:rPr>
              <w:t xml:space="preserve"> (за згодою)</w:t>
            </w:r>
          </w:p>
          <w:p w:rsidR="00A53EC0" w:rsidRDefault="00A53EC0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-головний лікар комунального закладу «Центр первинної медико-санітарної допомоги Роменського району Сумської області»</w:t>
            </w:r>
            <w:r w:rsidRPr="00FE7F42">
              <w:rPr>
                <w:bCs/>
                <w:noProof w:val="0"/>
                <w:sz w:val="28"/>
                <w:szCs w:val="28"/>
                <w:lang w:val="ru-RU"/>
              </w:rPr>
              <w:t xml:space="preserve"> </w:t>
            </w:r>
            <w:r w:rsidRPr="00FE7F42">
              <w:rPr>
                <w:bCs/>
                <w:noProof w:val="0"/>
                <w:sz w:val="28"/>
                <w:szCs w:val="28"/>
              </w:rPr>
              <w:t>(за згодою)</w:t>
            </w:r>
          </w:p>
          <w:p w:rsidR="00A53EC0" w:rsidRDefault="00A53EC0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-начальник відділу культури Роменської районної державної адміністрації</w:t>
            </w:r>
          </w:p>
          <w:p w:rsidR="00A53EC0" w:rsidRDefault="00A53EC0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</w:t>
            </w:r>
            <w:r>
              <w:rPr>
                <w:bCs/>
                <w:noProof w:val="0"/>
                <w:sz w:val="28"/>
                <w:szCs w:val="28"/>
              </w:rPr>
              <w:t xml:space="preserve">заступник </w:t>
            </w:r>
            <w:r w:rsidRPr="00FE7F42">
              <w:rPr>
                <w:bCs/>
                <w:noProof w:val="0"/>
                <w:sz w:val="28"/>
                <w:szCs w:val="28"/>
              </w:rPr>
              <w:t>начальник</w:t>
            </w:r>
            <w:r>
              <w:rPr>
                <w:bCs/>
                <w:noProof w:val="0"/>
                <w:sz w:val="28"/>
                <w:szCs w:val="28"/>
              </w:rPr>
              <w:t>а</w:t>
            </w:r>
            <w:r w:rsidRPr="00FE7F42">
              <w:rPr>
                <w:bCs/>
                <w:noProof w:val="0"/>
                <w:sz w:val="28"/>
                <w:szCs w:val="28"/>
              </w:rPr>
              <w:t xml:space="preserve"> Роменського ВП ГУНП в Сумській області (за згодою)</w:t>
            </w:r>
          </w:p>
          <w:p w:rsidR="00A53EC0" w:rsidRPr="00141C6D" w:rsidRDefault="00A53EC0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color w:val="00000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 xml:space="preserve">-директор Роменського районного центру соціальних служб для сім’ї, дітей та молоді </w:t>
            </w:r>
            <w:r w:rsidRPr="00FE7F42">
              <w:rPr>
                <w:bCs/>
                <w:noProof w:val="0"/>
                <w:color w:val="000000"/>
                <w:sz w:val="28"/>
                <w:szCs w:val="28"/>
              </w:rPr>
              <w:t>(за згодою)</w:t>
            </w:r>
          </w:p>
          <w:p w:rsidR="00A53EC0" w:rsidRPr="00FE7F42" w:rsidRDefault="00A53EC0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-начальник служби у справах дітей Роменської районної державної адміністрації</w:t>
            </w:r>
          </w:p>
          <w:p w:rsidR="00A53EC0" w:rsidRPr="00572842" w:rsidRDefault="00A53EC0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</w:t>
            </w:r>
            <w:r>
              <w:rPr>
                <w:bCs/>
                <w:noProof w:val="0"/>
                <w:sz w:val="28"/>
                <w:szCs w:val="28"/>
              </w:rPr>
              <w:t xml:space="preserve">тимчасово виконуючий обов’язки </w:t>
            </w:r>
            <w:r w:rsidRPr="00FE7F42">
              <w:rPr>
                <w:bCs/>
                <w:noProof w:val="0"/>
                <w:sz w:val="28"/>
                <w:szCs w:val="28"/>
              </w:rPr>
              <w:t>начальник</w:t>
            </w:r>
            <w:r>
              <w:rPr>
                <w:bCs/>
                <w:noProof w:val="0"/>
                <w:sz w:val="28"/>
                <w:szCs w:val="28"/>
              </w:rPr>
              <w:t>а</w:t>
            </w:r>
            <w:r w:rsidRPr="00FE7F42">
              <w:rPr>
                <w:bCs/>
                <w:noProof w:val="0"/>
                <w:sz w:val="28"/>
                <w:szCs w:val="28"/>
              </w:rPr>
              <w:t xml:space="preserve"> відділу освіти, молоді та спорту Роменської районної державної адміністрації</w:t>
            </w:r>
          </w:p>
        </w:tc>
      </w:tr>
    </w:tbl>
    <w:p w:rsidR="00A53EC0" w:rsidRPr="005D486F" w:rsidRDefault="00A53EC0" w:rsidP="00287F7C">
      <w:pPr>
        <w:tabs>
          <w:tab w:val="left" w:leader="hyphen" w:pos="-142"/>
          <w:tab w:val="left" w:pos="4260"/>
        </w:tabs>
        <w:ind w:right="17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5D486F">
        <w:rPr>
          <w:b/>
          <w:sz w:val="28"/>
          <w:szCs w:val="28"/>
        </w:rPr>
        <w:t>Керівник апарату Роменської</w:t>
      </w:r>
    </w:p>
    <w:p w:rsidR="00A53EC0" w:rsidRPr="00FE7F42" w:rsidRDefault="00A53EC0" w:rsidP="009E157F">
      <w:pPr>
        <w:tabs>
          <w:tab w:val="left" w:leader="hyphen" w:pos="-142"/>
          <w:tab w:val="left" w:pos="2914"/>
          <w:tab w:val="left" w:pos="7088"/>
        </w:tabs>
        <w:ind w:right="170"/>
        <w:rPr>
          <w:noProof w:val="0"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</w:t>
      </w:r>
      <w:r w:rsidRPr="005D486F">
        <w:rPr>
          <w:b/>
          <w:sz w:val="28"/>
          <w:szCs w:val="28"/>
        </w:rPr>
        <w:t>районної державної адміністрації</w:t>
      </w:r>
      <w:r w:rsidRPr="00FE7F42">
        <w:rPr>
          <w:bCs/>
          <w:noProof w:val="0"/>
          <w:sz w:val="28"/>
          <w:szCs w:val="28"/>
        </w:rPr>
        <w:t xml:space="preserve"> </w:t>
      </w:r>
      <w:r>
        <w:rPr>
          <w:bCs/>
          <w:noProof w:val="0"/>
          <w:sz w:val="28"/>
          <w:szCs w:val="28"/>
        </w:rPr>
        <w:t xml:space="preserve">                                     </w:t>
      </w:r>
      <w:r w:rsidRPr="003E2AB7">
        <w:rPr>
          <w:b/>
          <w:noProof w:val="0"/>
          <w:sz w:val="28"/>
          <w:szCs w:val="28"/>
        </w:rPr>
        <w:t>М.О. Ломко</w:t>
      </w:r>
    </w:p>
    <w:p w:rsidR="00A53EC0" w:rsidRDefault="00A53EC0" w:rsidP="003812A9">
      <w:pPr>
        <w:shd w:val="clear" w:color="auto" w:fill="FFFFFF"/>
        <w:tabs>
          <w:tab w:val="left" w:leader="hyphen" w:pos="-142"/>
          <w:tab w:val="left" w:pos="5362"/>
        </w:tabs>
        <w:ind w:left="170" w:right="170"/>
        <w:rPr>
          <w:b/>
          <w:noProof w:val="0"/>
          <w:sz w:val="28"/>
          <w:szCs w:val="28"/>
        </w:rPr>
      </w:pPr>
    </w:p>
    <w:p w:rsidR="00A53EC0" w:rsidRDefault="00A53EC0" w:rsidP="003812A9">
      <w:pPr>
        <w:tabs>
          <w:tab w:val="left" w:leader="hyphen" w:pos="-142"/>
          <w:tab w:val="left" w:pos="2884"/>
          <w:tab w:val="left" w:pos="3202"/>
        </w:tabs>
        <w:ind w:left="170" w:right="170"/>
        <w:rPr>
          <w:b/>
          <w:noProof w:val="0"/>
          <w:sz w:val="28"/>
          <w:szCs w:val="28"/>
        </w:rPr>
      </w:pPr>
      <w:r>
        <w:rPr>
          <w:b/>
          <w:noProof w:val="0"/>
          <w:sz w:val="28"/>
          <w:szCs w:val="28"/>
        </w:rPr>
        <w:t>Начальник</w:t>
      </w:r>
      <w:r w:rsidRPr="00385168">
        <w:rPr>
          <w:b/>
          <w:noProof w:val="0"/>
          <w:sz w:val="28"/>
          <w:szCs w:val="28"/>
        </w:rPr>
        <w:t xml:space="preserve"> служби у справах </w:t>
      </w:r>
    </w:p>
    <w:p w:rsidR="00A53EC0" w:rsidRDefault="00A53EC0" w:rsidP="003812A9">
      <w:pPr>
        <w:tabs>
          <w:tab w:val="left" w:leader="hyphen" w:pos="-142"/>
          <w:tab w:val="left" w:pos="2884"/>
          <w:tab w:val="left" w:pos="3202"/>
        </w:tabs>
        <w:ind w:left="170" w:right="170"/>
        <w:rPr>
          <w:b/>
          <w:noProof w:val="0"/>
          <w:sz w:val="28"/>
          <w:szCs w:val="28"/>
        </w:rPr>
      </w:pPr>
      <w:r w:rsidRPr="00385168">
        <w:rPr>
          <w:b/>
          <w:noProof w:val="0"/>
          <w:sz w:val="28"/>
          <w:szCs w:val="28"/>
        </w:rPr>
        <w:t xml:space="preserve">дітей Роменської районної </w:t>
      </w:r>
    </w:p>
    <w:p w:rsidR="00A53EC0" w:rsidRPr="00CC595A" w:rsidRDefault="00A53EC0" w:rsidP="009E157F">
      <w:pPr>
        <w:tabs>
          <w:tab w:val="left" w:leader="hyphen" w:pos="-142"/>
          <w:tab w:val="left" w:pos="2884"/>
          <w:tab w:val="left" w:pos="3202"/>
          <w:tab w:val="left" w:pos="7088"/>
        </w:tabs>
        <w:ind w:left="170" w:right="170"/>
        <w:rPr>
          <w:sz w:val="28"/>
          <w:szCs w:val="28"/>
        </w:rPr>
      </w:pPr>
      <w:r w:rsidRPr="00385168">
        <w:rPr>
          <w:b/>
          <w:noProof w:val="0"/>
          <w:sz w:val="28"/>
          <w:szCs w:val="28"/>
        </w:rPr>
        <w:t>державної адміністрації</w:t>
      </w:r>
      <w:r>
        <w:rPr>
          <w:b/>
          <w:noProof w:val="0"/>
          <w:sz w:val="28"/>
          <w:szCs w:val="28"/>
        </w:rPr>
        <w:t xml:space="preserve">                                                       </w:t>
      </w:r>
      <w:r w:rsidRPr="003E2AB7">
        <w:rPr>
          <w:b/>
          <w:sz w:val="28"/>
          <w:szCs w:val="28"/>
        </w:rPr>
        <w:t>Т.О. Туні</w:t>
      </w:r>
      <w:r w:rsidRPr="00FE7F42">
        <w:rPr>
          <w:sz w:val="28"/>
          <w:szCs w:val="28"/>
        </w:rPr>
        <w:t>к</w:t>
      </w:r>
      <w:r>
        <w:rPr>
          <w:bCs/>
          <w:noProof w:val="0"/>
          <w:sz w:val="28"/>
          <w:szCs w:val="28"/>
        </w:rPr>
        <w:t xml:space="preserve">                                                              </w:t>
      </w:r>
    </w:p>
    <w:p w:rsidR="00A53EC0" w:rsidRDefault="00A53EC0" w:rsidP="00274D0E">
      <w:pPr>
        <w:shd w:val="clear" w:color="auto" w:fill="FFFFFF"/>
        <w:tabs>
          <w:tab w:val="left" w:leader="hyphen" w:pos="-142"/>
          <w:tab w:val="left" w:leader="hyphen" w:pos="3202"/>
          <w:tab w:val="left" w:pos="3780"/>
          <w:tab w:val="left" w:pos="4680"/>
          <w:tab w:val="left" w:pos="5220"/>
          <w:tab w:val="left" w:pos="5362"/>
          <w:tab w:val="left" w:pos="5580"/>
          <w:tab w:val="left" w:pos="5940"/>
          <w:tab w:val="left" w:pos="6269"/>
          <w:tab w:val="left" w:pos="7020"/>
        </w:tabs>
        <w:ind w:left="170" w:right="170"/>
        <w:jc w:val="center"/>
        <w:rPr>
          <w:bCs/>
          <w:noProof w:val="0"/>
          <w:sz w:val="28"/>
          <w:szCs w:val="28"/>
        </w:rPr>
      </w:pPr>
      <w:r>
        <w:rPr>
          <w:bCs/>
          <w:noProof w:val="0"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A53EC0" w:rsidRDefault="00A53EC0" w:rsidP="001E7F4D">
      <w:pPr>
        <w:shd w:val="clear" w:color="auto" w:fill="FFFFFF"/>
        <w:tabs>
          <w:tab w:val="left" w:leader="hyphen" w:pos="-142"/>
          <w:tab w:val="left" w:leader="hyphen" w:pos="3202"/>
          <w:tab w:val="left" w:pos="3780"/>
          <w:tab w:val="left" w:pos="4680"/>
          <w:tab w:val="left" w:pos="5220"/>
          <w:tab w:val="left" w:pos="5362"/>
          <w:tab w:val="left" w:pos="5580"/>
          <w:tab w:val="left" w:pos="5940"/>
          <w:tab w:val="left" w:pos="6269"/>
          <w:tab w:val="left" w:pos="7020"/>
        </w:tabs>
        <w:spacing w:line="360" w:lineRule="auto"/>
        <w:ind w:left="170" w:right="170"/>
        <w:jc w:val="center"/>
        <w:rPr>
          <w:bCs/>
          <w:noProof w:val="0"/>
          <w:sz w:val="28"/>
          <w:szCs w:val="28"/>
        </w:rPr>
      </w:pPr>
      <w:r>
        <w:rPr>
          <w:bCs/>
          <w:noProof w:val="0"/>
          <w:sz w:val="28"/>
          <w:szCs w:val="28"/>
        </w:rPr>
        <w:t xml:space="preserve">                                                                          </w:t>
      </w:r>
    </w:p>
    <w:p w:rsidR="00A53EC0" w:rsidRDefault="00A53EC0" w:rsidP="001E7F4D">
      <w:pPr>
        <w:shd w:val="clear" w:color="auto" w:fill="FFFFFF"/>
        <w:tabs>
          <w:tab w:val="left" w:leader="hyphen" w:pos="-142"/>
          <w:tab w:val="left" w:leader="hyphen" w:pos="3202"/>
          <w:tab w:val="left" w:pos="3780"/>
          <w:tab w:val="left" w:pos="4680"/>
          <w:tab w:val="left" w:pos="5220"/>
          <w:tab w:val="left" w:pos="5362"/>
          <w:tab w:val="left" w:pos="5580"/>
          <w:tab w:val="left" w:pos="5940"/>
          <w:tab w:val="left" w:pos="6269"/>
          <w:tab w:val="left" w:pos="7020"/>
        </w:tabs>
        <w:spacing w:line="360" w:lineRule="auto"/>
        <w:ind w:left="170" w:right="170"/>
        <w:jc w:val="center"/>
        <w:rPr>
          <w:bCs/>
          <w:noProof w:val="0"/>
          <w:sz w:val="28"/>
          <w:szCs w:val="28"/>
        </w:rPr>
      </w:pPr>
    </w:p>
    <w:p w:rsidR="00A53EC0" w:rsidRDefault="00A53EC0" w:rsidP="001E7F4D">
      <w:pPr>
        <w:shd w:val="clear" w:color="auto" w:fill="FFFFFF"/>
        <w:tabs>
          <w:tab w:val="left" w:leader="hyphen" w:pos="-142"/>
          <w:tab w:val="left" w:leader="hyphen" w:pos="3202"/>
          <w:tab w:val="left" w:pos="3780"/>
          <w:tab w:val="left" w:pos="4680"/>
          <w:tab w:val="left" w:pos="5220"/>
          <w:tab w:val="left" w:pos="5362"/>
          <w:tab w:val="left" w:pos="5580"/>
          <w:tab w:val="left" w:pos="5940"/>
          <w:tab w:val="left" w:pos="6269"/>
          <w:tab w:val="left" w:pos="7020"/>
        </w:tabs>
        <w:spacing w:line="360" w:lineRule="auto"/>
        <w:ind w:left="170" w:right="170"/>
        <w:jc w:val="center"/>
        <w:rPr>
          <w:bCs/>
          <w:noProof w:val="0"/>
          <w:sz w:val="28"/>
          <w:szCs w:val="28"/>
        </w:rPr>
      </w:pPr>
    </w:p>
    <w:p w:rsidR="00A53EC0" w:rsidRPr="0008389A" w:rsidRDefault="00A53EC0" w:rsidP="0008389A">
      <w:pPr>
        <w:shd w:val="clear" w:color="auto" w:fill="FFFFFF"/>
        <w:tabs>
          <w:tab w:val="left" w:leader="hyphen" w:pos="-142"/>
          <w:tab w:val="left" w:leader="hyphen" w:pos="3202"/>
          <w:tab w:val="left" w:pos="3780"/>
          <w:tab w:val="left" w:pos="4680"/>
          <w:tab w:val="left" w:pos="5220"/>
          <w:tab w:val="left" w:pos="5362"/>
          <w:tab w:val="left" w:pos="5580"/>
          <w:tab w:val="left" w:pos="5940"/>
          <w:tab w:val="left" w:pos="6269"/>
          <w:tab w:val="left" w:pos="7020"/>
        </w:tabs>
        <w:spacing w:line="360" w:lineRule="auto"/>
        <w:ind w:left="170" w:right="170"/>
        <w:jc w:val="center"/>
        <w:rPr>
          <w:bCs/>
          <w:noProof w:val="0"/>
          <w:sz w:val="28"/>
          <w:szCs w:val="28"/>
        </w:rPr>
      </w:pPr>
      <w:r>
        <w:rPr>
          <w:bCs/>
          <w:noProof w:val="0"/>
          <w:sz w:val="28"/>
          <w:szCs w:val="28"/>
        </w:rPr>
        <w:t xml:space="preserve">                                                                            </w:t>
      </w:r>
    </w:p>
    <w:sectPr w:rsidR="00A53EC0" w:rsidRPr="0008389A" w:rsidSect="00274D0E">
      <w:pgSz w:w="11906" w:h="16838" w:code="9"/>
      <w:pgMar w:top="851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EC0" w:rsidRDefault="00A53EC0" w:rsidP="00D80715">
      <w:r>
        <w:separator/>
      </w:r>
    </w:p>
  </w:endnote>
  <w:endnote w:type="continuationSeparator" w:id="0">
    <w:p w:rsidR="00A53EC0" w:rsidRDefault="00A53EC0" w:rsidP="00D80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EC0" w:rsidRDefault="00A53EC0" w:rsidP="00D80715">
      <w:r>
        <w:separator/>
      </w:r>
    </w:p>
  </w:footnote>
  <w:footnote w:type="continuationSeparator" w:id="0">
    <w:p w:rsidR="00A53EC0" w:rsidRDefault="00A53EC0" w:rsidP="00D807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EC0" w:rsidRDefault="00A53EC0" w:rsidP="009F1AA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:rsidR="00A53EC0" w:rsidRDefault="00A53EC0" w:rsidP="00CF5ED6">
    <w:pPr>
      <w:pStyle w:val="Header"/>
      <w:jc w:val="center"/>
    </w:pPr>
    <w:r>
      <w:t>2</w:t>
    </w:r>
  </w:p>
  <w:p w:rsidR="00A53EC0" w:rsidRDefault="00A53EC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EC0" w:rsidRDefault="00A53EC0" w:rsidP="009F1AA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3EC0" w:rsidRDefault="00A53EC0" w:rsidP="00206331">
    <w:pPr>
      <w:pStyle w:val="Header"/>
      <w:jc w:val="center"/>
    </w:pPr>
  </w:p>
  <w:p w:rsidR="00A53EC0" w:rsidRDefault="00A53EC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36BED"/>
    <w:multiLevelType w:val="hybridMultilevel"/>
    <w:tmpl w:val="52AC1D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3D4A1A"/>
    <w:multiLevelType w:val="hybridMultilevel"/>
    <w:tmpl w:val="E35CD2E8"/>
    <w:lvl w:ilvl="0" w:tplc="2C5C096C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6F766303"/>
    <w:multiLevelType w:val="hybridMultilevel"/>
    <w:tmpl w:val="8FEE11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5BB"/>
    <w:rsid w:val="000002B5"/>
    <w:rsid w:val="00000739"/>
    <w:rsid w:val="000009BC"/>
    <w:rsid w:val="00001BE5"/>
    <w:rsid w:val="00001C1C"/>
    <w:rsid w:val="00001E56"/>
    <w:rsid w:val="00002268"/>
    <w:rsid w:val="00002806"/>
    <w:rsid w:val="000028D5"/>
    <w:rsid w:val="000032E1"/>
    <w:rsid w:val="000033B0"/>
    <w:rsid w:val="000034A8"/>
    <w:rsid w:val="00003749"/>
    <w:rsid w:val="00003BDD"/>
    <w:rsid w:val="00003EE5"/>
    <w:rsid w:val="00004406"/>
    <w:rsid w:val="0000485F"/>
    <w:rsid w:val="00004C7D"/>
    <w:rsid w:val="00004CBE"/>
    <w:rsid w:val="00004FD8"/>
    <w:rsid w:val="00005236"/>
    <w:rsid w:val="000055E8"/>
    <w:rsid w:val="000056B3"/>
    <w:rsid w:val="00005ECB"/>
    <w:rsid w:val="00006AF8"/>
    <w:rsid w:val="00006E50"/>
    <w:rsid w:val="00010D63"/>
    <w:rsid w:val="00010F08"/>
    <w:rsid w:val="00011551"/>
    <w:rsid w:val="00011DF2"/>
    <w:rsid w:val="00012201"/>
    <w:rsid w:val="000126DF"/>
    <w:rsid w:val="00012948"/>
    <w:rsid w:val="00012D6D"/>
    <w:rsid w:val="00012E1D"/>
    <w:rsid w:val="00012F77"/>
    <w:rsid w:val="00013217"/>
    <w:rsid w:val="000133B0"/>
    <w:rsid w:val="0001343B"/>
    <w:rsid w:val="00013C33"/>
    <w:rsid w:val="00013DFE"/>
    <w:rsid w:val="000141C2"/>
    <w:rsid w:val="00014206"/>
    <w:rsid w:val="00014248"/>
    <w:rsid w:val="000148A8"/>
    <w:rsid w:val="000148CD"/>
    <w:rsid w:val="00015136"/>
    <w:rsid w:val="000156C4"/>
    <w:rsid w:val="00015913"/>
    <w:rsid w:val="0001610F"/>
    <w:rsid w:val="00016688"/>
    <w:rsid w:val="00016D62"/>
    <w:rsid w:val="000170E2"/>
    <w:rsid w:val="0001734B"/>
    <w:rsid w:val="000177CB"/>
    <w:rsid w:val="00017CDE"/>
    <w:rsid w:val="00020998"/>
    <w:rsid w:val="00021209"/>
    <w:rsid w:val="00021308"/>
    <w:rsid w:val="000214AE"/>
    <w:rsid w:val="0002152B"/>
    <w:rsid w:val="00021A39"/>
    <w:rsid w:val="00021A47"/>
    <w:rsid w:val="00021D0D"/>
    <w:rsid w:val="00021EA7"/>
    <w:rsid w:val="000220AA"/>
    <w:rsid w:val="0002283C"/>
    <w:rsid w:val="00022DAF"/>
    <w:rsid w:val="00023044"/>
    <w:rsid w:val="000235D7"/>
    <w:rsid w:val="00023F3F"/>
    <w:rsid w:val="0002422C"/>
    <w:rsid w:val="000243D6"/>
    <w:rsid w:val="000244FE"/>
    <w:rsid w:val="00024D9E"/>
    <w:rsid w:val="000251A8"/>
    <w:rsid w:val="000255D6"/>
    <w:rsid w:val="00025823"/>
    <w:rsid w:val="00025FFC"/>
    <w:rsid w:val="00026033"/>
    <w:rsid w:val="000260F5"/>
    <w:rsid w:val="000261AB"/>
    <w:rsid w:val="00026270"/>
    <w:rsid w:val="0002628C"/>
    <w:rsid w:val="00026406"/>
    <w:rsid w:val="00027DF6"/>
    <w:rsid w:val="000301AE"/>
    <w:rsid w:val="000302F1"/>
    <w:rsid w:val="0003046A"/>
    <w:rsid w:val="0003051F"/>
    <w:rsid w:val="00030732"/>
    <w:rsid w:val="000307D1"/>
    <w:rsid w:val="00030B4F"/>
    <w:rsid w:val="00030D6C"/>
    <w:rsid w:val="00030E63"/>
    <w:rsid w:val="000317D9"/>
    <w:rsid w:val="00031D3D"/>
    <w:rsid w:val="000321CE"/>
    <w:rsid w:val="00032BC1"/>
    <w:rsid w:val="00033178"/>
    <w:rsid w:val="00033494"/>
    <w:rsid w:val="0003380A"/>
    <w:rsid w:val="00034057"/>
    <w:rsid w:val="00034A12"/>
    <w:rsid w:val="00034AB0"/>
    <w:rsid w:val="00034C1C"/>
    <w:rsid w:val="00035055"/>
    <w:rsid w:val="000350C2"/>
    <w:rsid w:val="000355B4"/>
    <w:rsid w:val="00035A31"/>
    <w:rsid w:val="00035CAD"/>
    <w:rsid w:val="00035E9A"/>
    <w:rsid w:val="0003638C"/>
    <w:rsid w:val="00036604"/>
    <w:rsid w:val="00036A48"/>
    <w:rsid w:val="00036CDC"/>
    <w:rsid w:val="00036E25"/>
    <w:rsid w:val="00036FD3"/>
    <w:rsid w:val="0003709C"/>
    <w:rsid w:val="00037222"/>
    <w:rsid w:val="000374DE"/>
    <w:rsid w:val="00037792"/>
    <w:rsid w:val="0003788D"/>
    <w:rsid w:val="00040339"/>
    <w:rsid w:val="0004041A"/>
    <w:rsid w:val="000407E2"/>
    <w:rsid w:val="00040BE9"/>
    <w:rsid w:val="00040D48"/>
    <w:rsid w:val="0004108F"/>
    <w:rsid w:val="000411EE"/>
    <w:rsid w:val="00041260"/>
    <w:rsid w:val="0004129D"/>
    <w:rsid w:val="00041812"/>
    <w:rsid w:val="00041AF8"/>
    <w:rsid w:val="0004276B"/>
    <w:rsid w:val="00042C3A"/>
    <w:rsid w:val="000434BA"/>
    <w:rsid w:val="000435E8"/>
    <w:rsid w:val="0004366F"/>
    <w:rsid w:val="000437DC"/>
    <w:rsid w:val="00043CFE"/>
    <w:rsid w:val="0004436B"/>
    <w:rsid w:val="00044EB7"/>
    <w:rsid w:val="00044FC1"/>
    <w:rsid w:val="00045088"/>
    <w:rsid w:val="000458E3"/>
    <w:rsid w:val="00045AA4"/>
    <w:rsid w:val="00045CB1"/>
    <w:rsid w:val="00045E66"/>
    <w:rsid w:val="00046168"/>
    <w:rsid w:val="00046635"/>
    <w:rsid w:val="000467CC"/>
    <w:rsid w:val="00046859"/>
    <w:rsid w:val="00046C4F"/>
    <w:rsid w:val="000470F4"/>
    <w:rsid w:val="0004724F"/>
    <w:rsid w:val="00047615"/>
    <w:rsid w:val="000505CE"/>
    <w:rsid w:val="00050739"/>
    <w:rsid w:val="0005109E"/>
    <w:rsid w:val="000511C8"/>
    <w:rsid w:val="000514DF"/>
    <w:rsid w:val="00051AFC"/>
    <w:rsid w:val="00051C48"/>
    <w:rsid w:val="00051F14"/>
    <w:rsid w:val="000520AF"/>
    <w:rsid w:val="0005228F"/>
    <w:rsid w:val="000527C0"/>
    <w:rsid w:val="00052F8A"/>
    <w:rsid w:val="00053F09"/>
    <w:rsid w:val="00054893"/>
    <w:rsid w:val="00054AE6"/>
    <w:rsid w:val="00054B6A"/>
    <w:rsid w:val="000553B2"/>
    <w:rsid w:val="00055F94"/>
    <w:rsid w:val="00056706"/>
    <w:rsid w:val="00056D03"/>
    <w:rsid w:val="000576FD"/>
    <w:rsid w:val="00057782"/>
    <w:rsid w:val="00057A1C"/>
    <w:rsid w:val="00057C8D"/>
    <w:rsid w:val="000607B0"/>
    <w:rsid w:val="00060993"/>
    <w:rsid w:val="00060B38"/>
    <w:rsid w:val="00061412"/>
    <w:rsid w:val="0006148C"/>
    <w:rsid w:val="00061AF0"/>
    <w:rsid w:val="00062031"/>
    <w:rsid w:val="00062040"/>
    <w:rsid w:val="00062097"/>
    <w:rsid w:val="00062424"/>
    <w:rsid w:val="00062DDB"/>
    <w:rsid w:val="000633D6"/>
    <w:rsid w:val="00063A44"/>
    <w:rsid w:val="000648E3"/>
    <w:rsid w:val="00064F78"/>
    <w:rsid w:val="00065C11"/>
    <w:rsid w:val="000661A3"/>
    <w:rsid w:val="00066494"/>
    <w:rsid w:val="00066DD6"/>
    <w:rsid w:val="0006700E"/>
    <w:rsid w:val="00067546"/>
    <w:rsid w:val="0006758E"/>
    <w:rsid w:val="00067787"/>
    <w:rsid w:val="00067DB1"/>
    <w:rsid w:val="00067FEF"/>
    <w:rsid w:val="0007086A"/>
    <w:rsid w:val="00070D14"/>
    <w:rsid w:val="00070EBA"/>
    <w:rsid w:val="00071242"/>
    <w:rsid w:val="00071277"/>
    <w:rsid w:val="00071298"/>
    <w:rsid w:val="00071794"/>
    <w:rsid w:val="00072531"/>
    <w:rsid w:val="000729F2"/>
    <w:rsid w:val="000735E5"/>
    <w:rsid w:val="00073BFF"/>
    <w:rsid w:val="00074185"/>
    <w:rsid w:val="000742CB"/>
    <w:rsid w:val="00074476"/>
    <w:rsid w:val="0007457C"/>
    <w:rsid w:val="00074867"/>
    <w:rsid w:val="0007493F"/>
    <w:rsid w:val="00075034"/>
    <w:rsid w:val="0007535D"/>
    <w:rsid w:val="000756D5"/>
    <w:rsid w:val="00075966"/>
    <w:rsid w:val="00075DE5"/>
    <w:rsid w:val="00075E61"/>
    <w:rsid w:val="00076534"/>
    <w:rsid w:val="00076ABC"/>
    <w:rsid w:val="00076FE4"/>
    <w:rsid w:val="00077BBB"/>
    <w:rsid w:val="00077EA7"/>
    <w:rsid w:val="000800ED"/>
    <w:rsid w:val="0008026C"/>
    <w:rsid w:val="000805BE"/>
    <w:rsid w:val="0008077D"/>
    <w:rsid w:val="00080A1E"/>
    <w:rsid w:val="0008176E"/>
    <w:rsid w:val="000817FD"/>
    <w:rsid w:val="00081DCB"/>
    <w:rsid w:val="00081E59"/>
    <w:rsid w:val="00082613"/>
    <w:rsid w:val="00082718"/>
    <w:rsid w:val="00082EAA"/>
    <w:rsid w:val="00083237"/>
    <w:rsid w:val="000834B7"/>
    <w:rsid w:val="000835D8"/>
    <w:rsid w:val="00083780"/>
    <w:rsid w:val="0008389A"/>
    <w:rsid w:val="0008414C"/>
    <w:rsid w:val="00084460"/>
    <w:rsid w:val="00084F01"/>
    <w:rsid w:val="00084F81"/>
    <w:rsid w:val="000857B1"/>
    <w:rsid w:val="00086108"/>
    <w:rsid w:val="0008681E"/>
    <w:rsid w:val="00086A04"/>
    <w:rsid w:val="000874B2"/>
    <w:rsid w:val="0008798A"/>
    <w:rsid w:val="00087A7D"/>
    <w:rsid w:val="00087C19"/>
    <w:rsid w:val="000900E7"/>
    <w:rsid w:val="00090117"/>
    <w:rsid w:val="00090219"/>
    <w:rsid w:val="00090909"/>
    <w:rsid w:val="00091010"/>
    <w:rsid w:val="00091AB1"/>
    <w:rsid w:val="00091CBC"/>
    <w:rsid w:val="00092A4D"/>
    <w:rsid w:val="0009344C"/>
    <w:rsid w:val="00093906"/>
    <w:rsid w:val="000939A2"/>
    <w:rsid w:val="00093C5B"/>
    <w:rsid w:val="00093D7A"/>
    <w:rsid w:val="00094106"/>
    <w:rsid w:val="00094A84"/>
    <w:rsid w:val="00094B6B"/>
    <w:rsid w:val="00094EFD"/>
    <w:rsid w:val="00094F1E"/>
    <w:rsid w:val="00096635"/>
    <w:rsid w:val="000970F6"/>
    <w:rsid w:val="000977DC"/>
    <w:rsid w:val="0009799D"/>
    <w:rsid w:val="00097CEA"/>
    <w:rsid w:val="00097D90"/>
    <w:rsid w:val="00097FA2"/>
    <w:rsid w:val="00097FC6"/>
    <w:rsid w:val="000A04EC"/>
    <w:rsid w:val="000A0F74"/>
    <w:rsid w:val="000A1AF1"/>
    <w:rsid w:val="000A1E33"/>
    <w:rsid w:val="000A1FBE"/>
    <w:rsid w:val="000A2171"/>
    <w:rsid w:val="000A227B"/>
    <w:rsid w:val="000A2992"/>
    <w:rsid w:val="000A2C2D"/>
    <w:rsid w:val="000A32BD"/>
    <w:rsid w:val="000A3BB0"/>
    <w:rsid w:val="000A3F94"/>
    <w:rsid w:val="000A4404"/>
    <w:rsid w:val="000A45EF"/>
    <w:rsid w:val="000A491F"/>
    <w:rsid w:val="000A496F"/>
    <w:rsid w:val="000A5282"/>
    <w:rsid w:val="000A555E"/>
    <w:rsid w:val="000A5837"/>
    <w:rsid w:val="000A5B34"/>
    <w:rsid w:val="000A70A9"/>
    <w:rsid w:val="000A7111"/>
    <w:rsid w:val="000A712D"/>
    <w:rsid w:val="000A7201"/>
    <w:rsid w:val="000A7633"/>
    <w:rsid w:val="000A7AA2"/>
    <w:rsid w:val="000A7E60"/>
    <w:rsid w:val="000B0044"/>
    <w:rsid w:val="000B020A"/>
    <w:rsid w:val="000B0345"/>
    <w:rsid w:val="000B0801"/>
    <w:rsid w:val="000B09E1"/>
    <w:rsid w:val="000B0F0D"/>
    <w:rsid w:val="000B1545"/>
    <w:rsid w:val="000B1986"/>
    <w:rsid w:val="000B2006"/>
    <w:rsid w:val="000B2024"/>
    <w:rsid w:val="000B2FA3"/>
    <w:rsid w:val="000B3247"/>
    <w:rsid w:val="000B331A"/>
    <w:rsid w:val="000B336E"/>
    <w:rsid w:val="000B357E"/>
    <w:rsid w:val="000B3854"/>
    <w:rsid w:val="000B3941"/>
    <w:rsid w:val="000B3BCD"/>
    <w:rsid w:val="000B43E2"/>
    <w:rsid w:val="000B441D"/>
    <w:rsid w:val="000B46B3"/>
    <w:rsid w:val="000B47AF"/>
    <w:rsid w:val="000B494A"/>
    <w:rsid w:val="000B4FFD"/>
    <w:rsid w:val="000B56C9"/>
    <w:rsid w:val="000B6862"/>
    <w:rsid w:val="000B6949"/>
    <w:rsid w:val="000B697F"/>
    <w:rsid w:val="000B6FCF"/>
    <w:rsid w:val="000C05E4"/>
    <w:rsid w:val="000C07C6"/>
    <w:rsid w:val="000C09E1"/>
    <w:rsid w:val="000C0E40"/>
    <w:rsid w:val="000C0FC1"/>
    <w:rsid w:val="000C127A"/>
    <w:rsid w:val="000C1664"/>
    <w:rsid w:val="000C1F4D"/>
    <w:rsid w:val="000C22D2"/>
    <w:rsid w:val="000C2AAE"/>
    <w:rsid w:val="000C306B"/>
    <w:rsid w:val="000C309A"/>
    <w:rsid w:val="000C3252"/>
    <w:rsid w:val="000C36D9"/>
    <w:rsid w:val="000C4642"/>
    <w:rsid w:val="000C485B"/>
    <w:rsid w:val="000C4E29"/>
    <w:rsid w:val="000C5E52"/>
    <w:rsid w:val="000C6001"/>
    <w:rsid w:val="000C6D03"/>
    <w:rsid w:val="000C6E79"/>
    <w:rsid w:val="000C6E9E"/>
    <w:rsid w:val="000C70E9"/>
    <w:rsid w:val="000C74CD"/>
    <w:rsid w:val="000C7659"/>
    <w:rsid w:val="000C7871"/>
    <w:rsid w:val="000C7F60"/>
    <w:rsid w:val="000D0296"/>
    <w:rsid w:val="000D084F"/>
    <w:rsid w:val="000D09D0"/>
    <w:rsid w:val="000D1B03"/>
    <w:rsid w:val="000D1C5C"/>
    <w:rsid w:val="000D1EEC"/>
    <w:rsid w:val="000D206E"/>
    <w:rsid w:val="000D209E"/>
    <w:rsid w:val="000D2948"/>
    <w:rsid w:val="000D31F2"/>
    <w:rsid w:val="000D3358"/>
    <w:rsid w:val="000D33B4"/>
    <w:rsid w:val="000D3803"/>
    <w:rsid w:val="000D3C21"/>
    <w:rsid w:val="000D4631"/>
    <w:rsid w:val="000D4761"/>
    <w:rsid w:val="000D4D2C"/>
    <w:rsid w:val="000D577F"/>
    <w:rsid w:val="000D651C"/>
    <w:rsid w:val="000D6757"/>
    <w:rsid w:val="000D6800"/>
    <w:rsid w:val="000D6D1C"/>
    <w:rsid w:val="000D78DF"/>
    <w:rsid w:val="000D7C34"/>
    <w:rsid w:val="000D7D25"/>
    <w:rsid w:val="000E00AC"/>
    <w:rsid w:val="000E00AD"/>
    <w:rsid w:val="000E101D"/>
    <w:rsid w:val="000E132F"/>
    <w:rsid w:val="000E16AB"/>
    <w:rsid w:val="000E1AFA"/>
    <w:rsid w:val="000E1B2F"/>
    <w:rsid w:val="000E2027"/>
    <w:rsid w:val="000E20F5"/>
    <w:rsid w:val="000E21D3"/>
    <w:rsid w:val="000E232A"/>
    <w:rsid w:val="000E2385"/>
    <w:rsid w:val="000E242E"/>
    <w:rsid w:val="000E27E6"/>
    <w:rsid w:val="000E28F1"/>
    <w:rsid w:val="000E29A7"/>
    <w:rsid w:val="000E2D3A"/>
    <w:rsid w:val="000E2FD6"/>
    <w:rsid w:val="000E319D"/>
    <w:rsid w:val="000E38CF"/>
    <w:rsid w:val="000E3997"/>
    <w:rsid w:val="000E39DE"/>
    <w:rsid w:val="000E3E28"/>
    <w:rsid w:val="000E45D3"/>
    <w:rsid w:val="000E4988"/>
    <w:rsid w:val="000E4F89"/>
    <w:rsid w:val="000E5464"/>
    <w:rsid w:val="000E55FD"/>
    <w:rsid w:val="000E5698"/>
    <w:rsid w:val="000E59FB"/>
    <w:rsid w:val="000E5B70"/>
    <w:rsid w:val="000E5C27"/>
    <w:rsid w:val="000E6136"/>
    <w:rsid w:val="000E642E"/>
    <w:rsid w:val="000E673F"/>
    <w:rsid w:val="000E69E6"/>
    <w:rsid w:val="000E7197"/>
    <w:rsid w:val="000E7704"/>
    <w:rsid w:val="000E7D05"/>
    <w:rsid w:val="000E7D25"/>
    <w:rsid w:val="000E7EEA"/>
    <w:rsid w:val="000E7F7E"/>
    <w:rsid w:val="000F082F"/>
    <w:rsid w:val="000F0AB5"/>
    <w:rsid w:val="000F0B35"/>
    <w:rsid w:val="000F0D7D"/>
    <w:rsid w:val="000F1024"/>
    <w:rsid w:val="000F2335"/>
    <w:rsid w:val="000F29E1"/>
    <w:rsid w:val="000F2B64"/>
    <w:rsid w:val="000F2DD0"/>
    <w:rsid w:val="000F3364"/>
    <w:rsid w:val="000F3AAD"/>
    <w:rsid w:val="000F3E23"/>
    <w:rsid w:val="000F3ECF"/>
    <w:rsid w:val="000F46A9"/>
    <w:rsid w:val="000F4A29"/>
    <w:rsid w:val="000F523F"/>
    <w:rsid w:val="000F58B0"/>
    <w:rsid w:val="000F59B7"/>
    <w:rsid w:val="000F61D8"/>
    <w:rsid w:val="000F6492"/>
    <w:rsid w:val="000F6950"/>
    <w:rsid w:val="000F7783"/>
    <w:rsid w:val="000F794A"/>
    <w:rsid w:val="000F79F8"/>
    <w:rsid w:val="000F7ADD"/>
    <w:rsid w:val="000F7C13"/>
    <w:rsid w:val="001000AE"/>
    <w:rsid w:val="001001E6"/>
    <w:rsid w:val="00100346"/>
    <w:rsid w:val="00100436"/>
    <w:rsid w:val="00100618"/>
    <w:rsid w:val="00100C46"/>
    <w:rsid w:val="001011AE"/>
    <w:rsid w:val="00101753"/>
    <w:rsid w:val="00101D64"/>
    <w:rsid w:val="00101F95"/>
    <w:rsid w:val="0010205B"/>
    <w:rsid w:val="0010306C"/>
    <w:rsid w:val="001033EF"/>
    <w:rsid w:val="00103405"/>
    <w:rsid w:val="00103441"/>
    <w:rsid w:val="0010346C"/>
    <w:rsid w:val="00103776"/>
    <w:rsid w:val="00103F14"/>
    <w:rsid w:val="00104AF6"/>
    <w:rsid w:val="00105189"/>
    <w:rsid w:val="00105726"/>
    <w:rsid w:val="0010587E"/>
    <w:rsid w:val="001068C4"/>
    <w:rsid w:val="0010697A"/>
    <w:rsid w:val="00106F59"/>
    <w:rsid w:val="0010785D"/>
    <w:rsid w:val="00107872"/>
    <w:rsid w:val="00107F6B"/>
    <w:rsid w:val="001105C7"/>
    <w:rsid w:val="0011088A"/>
    <w:rsid w:val="00110FD2"/>
    <w:rsid w:val="00111196"/>
    <w:rsid w:val="001112C6"/>
    <w:rsid w:val="00111B4B"/>
    <w:rsid w:val="00112338"/>
    <w:rsid w:val="0011234F"/>
    <w:rsid w:val="001129C5"/>
    <w:rsid w:val="00112C1E"/>
    <w:rsid w:val="00113404"/>
    <w:rsid w:val="00113B47"/>
    <w:rsid w:val="00113EC3"/>
    <w:rsid w:val="00113FD8"/>
    <w:rsid w:val="00114E0F"/>
    <w:rsid w:val="0011502D"/>
    <w:rsid w:val="00115132"/>
    <w:rsid w:val="0011525C"/>
    <w:rsid w:val="0011525E"/>
    <w:rsid w:val="00115C07"/>
    <w:rsid w:val="00115DA9"/>
    <w:rsid w:val="00115E34"/>
    <w:rsid w:val="001162A6"/>
    <w:rsid w:val="001166BD"/>
    <w:rsid w:val="00116721"/>
    <w:rsid w:val="00116B24"/>
    <w:rsid w:val="00116C70"/>
    <w:rsid w:val="00116E5E"/>
    <w:rsid w:val="001172E5"/>
    <w:rsid w:val="001176F8"/>
    <w:rsid w:val="001178A3"/>
    <w:rsid w:val="00117C51"/>
    <w:rsid w:val="0012032F"/>
    <w:rsid w:val="00120776"/>
    <w:rsid w:val="00120885"/>
    <w:rsid w:val="00120BAD"/>
    <w:rsid w:val="00120E46"/>
    <w:rsid w:val="00120F4A"/>
    <w:rsid w:val="00120FC5"/>
    <w:rsid w:val="001211B9"/>
    <w:rsid w:val="001216D7"/>
    <w:rsid w:val="001217F5"/>
    <w:rsid w:val="001219ED"/>
    <w:rsid w:val="00122088"/>
    <w:rsid w:val="00122A02"/>
    <w:rsid w:val="00122ACD"/>
    <w:rsid w:val="00122F76"/>
    <w:rsid w:val="0012337F"/>
    <w:rsid w:val="00123647"/>
    <w:rsid w:val="00123652"/>
    <w:rsid w:val="001246E6"/>
    <w:rsid w:val="00124709"/>
    <w:rsid w:val="00124AC3"/>
    <w:rsid w:val="00124B09"/>
    <w:rsid w:val="00124F43"/>
    <w:rsid w:val="00125138"/>
    <w:rsid w:val="001255F3"/>
    <w:rsid w:val="0012575B"/>
    <w:rsid w:val="00125A5F"/>
    <w:rsid w:val="00125B97"/>
    <w:rsid w:val="001268A1"/>
    <w:rsid w:val="001268FB"/>
    <w:rsid w:val="001275CB"/>
    <w:rsid w:val="00127C8A"/>
    <w:rsid w:val="00127E7D"/>
    <w:rsid w:val="00127E8F"/>
    <w:rsid w:val="00130001"/>
    <w:rsid w:val="00130176"/>
    <w:rsid w:val="001307FB"/>
    <w:rsid w:val="001308B1"/>
    <w:rsid w:val="001314D0"/>
    <w:rsid w:val="00131B55"/>
    <w:rsid w:val="00131E79"/>
    <w:rsid w:val="00132117"/>
    <w:rsid w:val="00132625"/>
    <w:rsid w:val="00132C0A"/>
    <w:rsid w:val="00132C8D"/>
    <w:rsid w:val="00132D36"/>
    <w:rsid w:val="00132EF7"/>
    <w:rsid w:val="00132FBA"/>
    <w:rsid w:val="0013317E"/>
    <w:rsid w:val="001332E8"/>
    <w:rsid w:val="0013392E"/>
    <w:rsid w:val="00133A7D"/>
    <w:rsid w:val="00133B1D"/>
    <w:rsid w:val="00134710"/>
    <w:rsid w:val="001348D4"/>
    <w:rsid w:val="00134F43"/>
    <w:rsid w:val="00135659"/>
    <w:rsid w:val="00135821"/>
    <w:rsid w:val="00135DE9"/>
    <w:rsid w:val="00135EF1"/>
    <w:rsid w:val="00136326"/>
    <w:rsid w:val="0013634C"/>
    <w:rsid w:val="00136469"/>
    <w:rsid w:val="00136C4A"/>
    <w:rsid w:val="001372BD"/>
    <w:rsid w:val="001376C9"/>
    <w:rsid w:val="00137928"/>
    <w:rsid w:val="00137A25"/>
    <w:rsid w:val="00137E30"/>
    <w:rsid w:val="00140199"/>
    <w:rsid w:val="00140A9A"/>
    <w:rsid w:val="00140AB9"/>
    <w:rsid w:val="00140F31"/>
    <w:rsid w:val="00141279"/>
    <w:rsid w:val="001417E4"/>
    <w:rsid w:val="00141C6D"/>
    <w:rsid w:val="00141D7A"/>
    <w:rsid w:val="00141DC2"/>
    <w:rsid w:val="00141F0B"/>
    <w:rsid w:val="00142AE4"/>
    <w:rsid w:val="0014344C"/>
    <w:rsid w:val="001435D1"/>
    <w:rsid w:val="00143A0E"/>
    <w:rsid w:val="00144230"/>
    <w:rsid w:val="001442B3"/>
    <w:rsid w:val="0014489D"/>
    <w:rsid w:val="00144BB8"/>
    <w:rsid w:val="00144C4C"/>
    <w:rsid w:val="00145024"/>
    <w:rsid w:val="00145352"/>
    <w:rsid w:val="00146098"/>
    <w:rsid w:val="00146B6E"/>
    <w:rsid w:val="00146C76"/>
    <w:rsid w:val="00146D25"/>
    <w:rsid w:val="00146E2D"/>
    <w:rsid w:val="00147213"/>
    <w:rsid w:val="001475C8"/>
    <w:rsid w:val="0014771A"/>
    <w:rsid w:val="00147CB5"/>
    <w:rsid w:val="00147DD7"/>
    <w:rsid w:val="00147EBD"/>
    <w:rsid w:val="00147FA4"/>
    <w:rsid w:val="0015012E"/>
    <w:rsid w:val="00150179"/>
    <w:rsid w:val="00150323"/>
    <w:rsid w:val="00150772"/>
    <w:rsid w:val="00150A18"/>
    <w:rsid w:val="00150BBB"/>
    <w:rsid w:val="001510B6"/>
    <w:rsid w:val="0015176B"/>
    <w:rsid w:val="00151CFB"/>
    <w:rsid w:val="00152185"/>
    <w:rsid w:val="00152297"/>
    <w:rsid w:val="0015290E"/>
    <w:rsid w:val="00152D75"/>
    <w:rsid w:val="00153001"/>
    <w:rsid w:val="0015308E"/>
    <w:rsid w:val="00153331"/>
    <w:rsid w:val="001533B7"/>
    <w:rsid w:val="00153833"/>
    <w:rsid w:val="00153B31"/>
    <w:rsid w:val="00153B83"/>
    <w:rsid w:val="00153B9E"/>
    <w:rsid w:val="001542D4"/>
    <w:rsid w:val="0015490C"/>
    <w:rsid w:val="00155530"/>
    <w:rsid w:val="00155585"/>
    <w:rsid w:val="001556B1"/>
    <w:rsid w:val="001558EF"/>
    <w:rsid w:val="00155DE0"/>
    <w:rsid w:val="0015615F"/>
    <w:rsid w:val="0015690E"/>
    <w:rsid w:val="0015698B"/>
    <w:rsid w:val="00156A91"/>
    <w:rsid w:val="00156B3D"/>
    <w:rsid w:val="001571AD"/>
    <w:rsid w:val="001573D2"/>
    <w:rsid w:val="00157862"/>
    <w:rsid w:val="00157A35"/>
    <w:rsid w:val="001603C9"/>
    <w:rsid w:val="001607A6"/>
    <w:rsid w:val="00161103"/>
    <w:rsid w:val="0016186B"/>
    <w:rsid w:val="001618A4"/>
    <w:rsid w:val="00161D97"/>
    <w:rsid w:val="00161E57"/>
    <w:rsid w:val="00162590"/>
    <w:rsid w:val="001626F7"/>
    <w:rsid w:val="00162896"/>
    <w:rsid w:val="001630F9"/>
    <w:rsid w:val="00163138"/>
    <w:rsid w:val="00163FD8"/>
    <w:rsid w:val="001648D2"/>
    <w:rsid w:val="00164AA0"/>
    <w:rsid w:val="00164D5E"/>
    <w:rsid w:val="00165017"/>
    <w:rsid w:val="00165B4C"/>
    <w:rsid w:val="001662FA"/>
    <w:rsid w:val="001663A3"/>
    <w:rsid w:val="001663B4"/>
    <w:rsid w:val="00166834"/>
    <w:rsid w:val="00166880"/>
    <w:rsid w:val="001669C4"/>
    <w:rsid w:val="00167035"/>
    <w:rsid w:val="00167109"/>
    <w:rsid w:val="00167174"/>
    <w:rsid w:val="0016717D"/>
    <w:rsid w:val="001679C3"/>
    <w:rsid w:val="00167D82"/>
    <w:rsid w:val="00170186"/>
    <w:rsid w:val="00170546"/>
    <w:rsid w:val="00170D22"/>
    <w:rsid w:val="00171190"/>
    <w:rsid w:val="0017163C"/>
    <w:rsid w:val="00171B5A"/>
    <w:rsid w:val="00171BF2"/>
    <w:rsid w:val="00171F16"/>
    <w:rsid w:val="00172372"/>
    <w:rsid w:val="0017264F"/>
    <w:rsid w:val="001729BA"/>
    <w:rsid w:val="00172A28"/>
    <w:rsid w:val="001733C7"/>
    <w:rsid w:val="00173481"/>
    <w:rsid w:val="001736CE"/>
    <w:rsid w:val="0017393E"/>
    <w:rsid w:val="00173B61"/>
    <w:rsid w:val="00173DCD"/>
    <w:rsid w:val="00174221"/>
    <w:rsid w:val="00174422"/>
    <w:rsid w:val="00174556"/>
    <w:rsid w:val="00174561"/>
    <w:rsid w:val="00174631"/>
    <w:rsid w:val="001748D8"/>
    <w:rsid w:val="001750D1"/>
    <w:rsid w:val="0017520B"/>
    <w:rsid w:val="00176030"/>
    <w:rsid w:val="001762D7"/>
    <w:rsid w:val="0017643F"/>
    <w:rsid w:val="001765F4"/>
    <w:rsid w:val="00176675"/>
    <w:rsid w:val="00176D88"/>
    <w:rsid w:val="00177634"/>
    <w:rsid w:val="001776DA"/>
    <w:rsid w:val="00177949"/>
    <w:rsid w:val="00177F9E"/>
    <w:rsid w:val="0018002A"/>
    <w:rsid w:val="0018015E"/>
    <w:rsid w:val="00180D29"/>
    <w:rsid w:val="00180FAB"/>
    <w:rsid w:val="001810A8"/>
    <w:rsid w:val="0018144D"/>
    <w:rsid w:val="001823E6"/>
    <w:rsid w:val="00182BA7"/>
    <w:rsid w:val="00182CAE"/>
    <w:rsid w:val="00183157"/>
    <w:rsid w:val="001834A6"/>
    <w:rsid w:val="00183D3C"/>
    <w:rsid w:val="00183E56"/>
    <w:rsid w:val="0018492E"/>
    <w:rsid w:val="001849AA"/>
    <w:rsid w:val="00184D5E"/>
    <w:rsid w:val="00185D7C"/>
    <w:rsid w:val="00186747"/>
    <w:rsid w:val="0018738D"/>
    <w:rsid w:val="0018786E"/>
    <w:rsid w:val="00187B50"/>
    <w:rsid w:val="00187E4B"/>
    <w:rsid w:val="001908A6"/>
    <w:rsid w:val="00190D5C"/>
    <w:rsid w:val="00190D69"/>
    <w:rsid w:val="00191176"/>
    <w:rsid w:val="0019136B"/>
    <w:rsid w:val="00192317"/>
    <w:rsid w:val="001923C7"/>
    <w:rsid w:val="00192D11"/>
    <w:rsid w:val="00192E4A"/>
    <w:rsid w:val="001934A4"/>
    <w:rsid w:val="001937EE"/>
    <w:rsid w:val="001938E4"/>
    <w:rsid w:val="00193969"/>
    <w:rsid w:val="001943C5"/>
    <w:rsid w:val="00194476"/>
    <w:rsid w:val="0019448C"/>
    <w:rsid w:val="001944F9"/>
    <w:rsid w:val="00194B87"/>
    <w:rsid w:val="001950B4"/>
    <w:rsid w:val="00195138"/>
    <w:rsid w:val="00195392"/>
    <w:rsid w:val="001957DC"/>
    <w:rsid w:val="0019588E"/>
    <w:rsid w:val="00195C63"/>
    <w:rsid w:val="00195DDA"/>
    <w:rsid w:val="00196090"/>
    <w:rsid w:val="00196522"/>
    <w:rsid w:val="0019658C"/>
    <w:rsid w:val="00196C74"/>
    <w:rsid w:val="00196E52"/>
    <w:rsid w:val="00196EB4"/>
    <w:rsid w:val="00196F40"/>
    <w:rsid w:val="00197ABB"/>
    <w:rsid w:val="00197B0A"/>
    <w:rsid w:val="00197F98"/>
    <w:rsid w:val="001A01C0"/>
    <w:rsid w:val="001A02F5"/>
    <w:rsid w:val="001A0451"/>
    <w:rsid w:val="001A0660"/>
    <w:rsid w:val="001A0AD9"/>
    <w:rsid w:val="001A0BCA"/>
    <w:rsid w:val="001A12EE"/>
    <w:rsid w:val="001A142F"/>
    <w:rsid w:val="001A14EA"/>
    <w:rsid w:val="001A1B1D"/>
    <w:rsid w:val="001A1D75"/>
    <w:rsid w:val="001A20A5"/>
    <w:rsid w:val="001A2971"/>
    <w:rsid w:val="001A36B1"/>
    <w:rsid w:val="001A3F20"/>
    <w:rsid w:val="001A47BD"/>
    <w:rsid w:val="001A4A9D"/>
    <w:rsid w:val="001A4AAE"/>
    <w:rsid w:val="001A4BAB"/>
    <w:rsid w:val="001A500D"/>
    <w:rsid w:val="001A5441"/>
    <w:rsid w:val="001A54F0"/>
    <w:rsid w:val="001A5523"/>
    <w:rsid w:val="001A6BF2"/>
    <w:rsid w:val="001A6DD7"/>
    <w:rsid w:val="001A76D4"/>
    <w:rsid w:val="001A772A"/>
    <w:rsid w:val="001A7E77"/>
    <w:rsid w:val="001B00EB"/>
    <w:rsid w:val="001B0C5E"/>
    <w:rsid w:val="001B1127"/>
    <w:rsid w:val="001B1243"/>
    <w:rsid w:val="001B1C92"/>
    <w:rsid w:val="001B1CF2"/>
    <w:rsid w:val="001B1E1A"/>
    <w:rsid w:val="001B26AE"/>
    <w:rsid w:val="001B28D4"/>
    <w:rsid w:val="001B2E9B"/>
    <w:rsid w:val="001B30DB"/>
    <w:rsid w:val="001B3AC7"/>
    <w:rsid w:val="001B48A7"/>
    <w:rsid w:val="001B4955"/>
    <w:rsid w:val="001B4A04"/>
    <w:rsid w:val="001B4A62"/>
    <w:rsid w:val="001B4CD1"/>
    <w:rsid w:val="001B4F1A"/>
    <w:rsid w:val="001B4F73"/>
    <w:rsid w:val="001B4F9C"/>
    <w:rsid w:val="001B6398"/>
    <w:rsid w:val="001B6400"/>
    <w:rsid w:val="001B64CC"/>
    <w:rsid w:val="001B761D"/>
    <w:rsid w:val="001B7903"/>
    <w:rsid w:val="001B7DBE"/>
    <w:rsid w:val="001C00A1"/>
    <w:rsid w:val="001C0198"/>
    <w:rsid w:val="001C06A9"/>
    <w:rsid w:val="001C076F"/>
    <w:rsid w:val="001C0836"/>
    <w:rsid w:val="001C1CB7"/>
    <w:rsid w:val="001C1F4D"/>
    <w:rsid w:val="001C240C"/>
    <w:rsid w:val="001C24B1"/>
    <w:rsid w:val="001C2B1E"/>
    <w:rsid w:val="001C2CEE"/>
    <w:rsid w:val="001C35C4"/>
    <w:rsid w:val="001C4963"/>
    <w:rsid w:val="001C4AC6"/>
    <w:rsid w:val="001C4C00"/>
    <w:rsid w:val="001C4CEB"/>
    <w:rsid w:val="001C4D79"/>
    <w:rsid w:val="001C4D9A"/>
    <w:rsid w:val="001C587A"/>
    <w:rsid w:val="001C5905"/>
    <w:rsid w:val="001C5D4E"/>
    <w:rsid w:val="001C616A"/>
    <w:rsid w:val="001C61B1"/>
    <w:rsid w:val="001C6413"/>
    <w:rsid w:val="001C6D9D"/>
    <w:rsid w:val="001C7509"/>
    <w:rsid w:val="001C75A7"/>
    <w:rsid w:val="001C7770"/>
    <w:rsid w:val="001C7D48"/>
    <w:rsid w:val="001D04D1"/>
    <w:rsid w:val="001D0A0A"/>
    <w:rsid w:val="001D0F84"/>
    <w:rsid w:val="001D12D2"/>
    <w:rsid w:val="001D2086"/>
    <w:rsid w:val="001D20F5"/>
    <w:rsid w:val="001D306E"/>
    <w:rsid w:val="001D358E"/>
    <w:rsid w:val="001D381D"/>
    <w:rsid w:val="001D3E3C"/>
    <w:rsid w:val="001D4042"/>
    <w:rsid w:val="001D4866"/>
    <w:rsid w:val="001D49D4"/>
    <w:rsid w:val="001D4A58"/>
    <w:rsid w:val="001D4ACE"/>
    <w:rsid w:val="001D4FEE"/>
    <w:rsid w:val="001D529B"/>
    <w:rsid w:val="001D626A"/>
    <w:rsid w:val="001D6C81"/>
    <w:rsid w:val="001D6D53"/>
    <w:rsid w:val="001D7001"/>
    <w:rsid w:val="001D7A7D"/>
    <w:rsid w:val="001D7B9A"/>
    <w:rsid w:val="001E044C"/>
    <w:rsid w:val="001E0906"/>
    <w:rsid w:val="001E0BB8"/>
    <w:rsid w:val="001E0EEB"/>
    <w:rsid w:val="001E1076"/>
    <w:rsid w:val="001E182C"/>
    <w:rsid w:val="001E1CEB"/>
    <w:rsid w:val="001E2313"/>
    <w:rsid w:val="001E286C"/>
    <w:rsid w:val="001E289E"/>
    <w:rsid w:val="001E2D0B"/>
    <w:rsid w:val="001E2E3C"/>
    <w:rsid w:val="001E3017"/>
    <w:rsid w:val="001E32D3"/>
    <w:rsid w:val="001E33DE"/>
    <w:rsid w:val="001E3EE8"/>
    <w:rsid w:val="001E4321"/>
    <w:rsid w:val="001E4981"/>
    <w:rsid w:val="001E4C8E"/>
    <w:rsid w:val="001E4CD6"/>
    <w:rsid w:val="001E4CFE"/>
    <w:rsid w:val="001E5098"/>
    <w:rsid w:val="001E5774"/>
    <w:rsid w:val="001E5A1B"/>
    <w:rsid w:val="001E6266"/>
    <w:rsid w:val="001E6289"/>
    <w:rsid w:val="001E6386"/>
    <w:rsid w:val="001E686D"/>
    <w:rsid w:val="001E71B5"/>
    <w:rsid w:val="001E7400"/>
    <w:rsid w:val="001E75A5"/>
    <w:rsid w:val="001E7994"/>
    <w:rsid w:val="001E7AEF"/>
    <w:rsid w:val="001E7CC9"/>
    <w:rsid w:val="001E7F4D"/>
    <w:rsid w:val="001F0220"/>
    <w:rsid w:val="001F029C"/>
    <w:rsid w:val="001F08FD"/>
    <w:rsid w:val="001F09A0"/>
    <w:rsid w:val="001F0C9B"/>
    <w:rsid w:val="001F113B"/>
    <w:rsid w:val="001F11D8"/>
    <w:rsid w:val="001F12C4"/>
    <w:rsid w:val="001F1384"/>
    <w:rsid w:val="001F18D6"/>
    <w:rsid w:val="001F1E4C"/>
    <w:rsid w:val="001F2454"/>
    <w:rsid w:val="001F24B5"/>
    <w:rsid w:val="001F2531"/>
    <w:rsid w:val="001F272A"/>
    <w:rsid w:val="001F2CEF"/>
    <w:rsid w:val="001F2F97"/>
    <w:rsid w:val="001F3105"/>
    <w:rsid w:val="001F3797"/>
    <w:rsid w:val="001F3A4B"/>
    <w:rsid w:val="001F3CD8"/>
    <w:rsid w:val="001F3D9B"/>
    <w:rsid w:val="001F40B1"/>
    <w:rsid w:val="001F43B5"/>
    <w:rsid w:val="001F452C"/>
    <w:rsid w:val="001F4D06"/>
    <w:rsid w:val="001F4DFD"/>
    <w:rsid w:val="001F520B"/>
    <w:rsid w:val="001F563A"/>
    <w:rsid w:val="001F5ACE"/>
    <w:rsid w:val="001F5C92"/>
    <w:rsid w:val="001F61A8"/>
    <w:rsid w:val="001F6CBE"/>
    <w:rsid w:val="001F6FF2"/>
    <w:rsid w:val="001F7092"/>
    <w:rsid w:val="001F7171"/>
    <w:rsid w:val="001F7369"/>
    <w:rsid w:val="001F7A00"/>
    <w:rsid w:val="001F7A55"/>
    <w:rsid w:val="00200002"/>
    <w:rsid w:val="00200885"/>
    <w:rsid w:val="00200A89"/>
    <w:rsid w:val="00200ABE"/>
    <w:rsid w:val="00201639"/>
    <w:rsid w:val="00201942"/>
    <w:rsid w:val="00201C2B"/>
    <w:rsid w:val="00201C4F"/>
    <w:rsid w:val="00201F63"/>
    <w:rsid w:val="002024E6"/>
    <w:rsid w:val="00202A60"/>
    <w:rsid w:val="00202AFB"/>
    <w:rsid w:val="00202BF9"/>
    <w:rsid w:val="00202E36"/>
    <w:rsid w:val="0020313E"/>
    <w:rsid w:val="002033EE"/>
    <w:rsid w:val="002033F2"/>
    <w:rsid w:val="00203924"/>
    <w:rsid w:val="00203BB2"/>
    <w:rsid w:val="00203EAA"/>
    <w:rsid w:val="002042B9"/>
    <w:rsid w:val="002046C9"/>
    <w:rsid w:val="00204A27"/>
    <w:rsid w:val="00204AF9"/>
    <w:rsid w:val="00204E4A"/>
    <w:rsid w:val="00206331"/>
    <w:rsid w:val="0020689C"/>
    <w:rsid w:val="002070CB"/>
    <w:rsid w:val="002071B7"/>
    <w:rsid w:val="002075F8"/>
    <w:rsid w:val="00210FA5"/>
    <w:rsid w:val="002115E3"/>
    <w:rsid w:val="00211A28"/>
    <w:rsid w:val="002121BC"/>
    <w:rsid w:val="002121BE"/>
    <w:rsid w:val="00212305"/>
    <w:rsid w:val="00212516"/>
    <w:rsid w:val="00212646"/>
    <w:rsid w:val="00212A8A"/>
    <w:rsid w:val="00213096"/>
    <w:rsid w:val="0021320D"/>
    <w:rsid w:val="0021322D"/>
    <w:rsid w:val="002137A6"/>
    <w:rsid w:val="002139E0"/>
    <w:rsid w:val="00214751"/>
    <w:rsid w:val="00214DC9"/>
    <w:rsid w:val="00215157"/>
    <w:rsid w:val="002151C6"/>
    <w:rsid w:val="002158D7"/>
    <w:rsid w:val="00215BAF"/>
    <w:rsid w:val="00216277"/>
    <w:rsid w:val="002168F6"/>
    <w:rsid w:val="00216FBD"/>
    <w:rsid w:val="00217721"/>
    <w:rsid w:val="00217B5E"/>
    <w:rsid w:val="00217BD9"/>
    <w:rsid w:val="00220096"/>
    <w:rsid w:val="00220C0B"/>
    <w:rsid w:val="0022101D"/>
    <w:rsid w:val="002212C5"/>
    <w:rsid w:val="002219E6"/>
    <w:rsid w:val="00221C25"/>
    <w:rsid w:val="00221D13"/>
    <w:rsid w:val="00221E33"/>
    <w:rsid w:val="002221F7"/>
    <w:rsid w:val="0022220F"/>
    <w:rsid w:val="00222459"/>
    <w:rsid w:val="00222B55"/>
    <w:rsid w:val="00222CD4"/>
    <w:rsid w:val="00222EED"/>
    <w:rsid w:val="0022328C"/>
    <w:rsid w:val="002241C0"/>
    <w:rsid w:val="00224DAA"/>
    <w:rsid w:val="00224F9B"/>
    <w:rsid w:val="002250F9"/>
    <w:rsid w:val="00225F69"/>
    <w:rsid w:val="002261F1"/>
    <w:rsid w:val="002262E5"/>
    <w:rsid w:val="00226658"/>
    <w:rsid w:val="00226BA4"/>
    <w:rsid w:val="00226C98"/>
    <w:rsid w:val="00226CB2"/>
    <w:rsid w:val="00226DB8"/>
    <w:rsid w:val="00227067"/>
    <w:rsid w:val="00227269"/>
    <w:rsid w:val="002272F9"/>
    <w:rsid w:val="00227571"/>
    <w:rsid w:val="00227655"/>
    <w:rsid w:val="00227779"/>
    <w:rsid w:val="00227BE8"/>
    <w:rsid w:val="00227E62"/>
    <w:rsid w:val="00227ED5"/>
    <w:rsid w:val="0023018B"/>
    <w:rsid w:val="0023099E"/>
    <w:rsid w:val="00231234"/>
    <w:rsid w:val="00231361"/>
    <w:rsid w:val="00231C85"/>
    <w:rsid w:val="00231EE4"/>
    <w:rsid w:val="00231F60"/>
    <w:rsid w:val="00232BBF"/>
    <w:rsid w:val="00232D28"/>
    <w:rsid w:val="00232F6E"/>
    <w:rsid w:val="0023364E"/>
    <w:rsid w:val="00233AD8"/>
    <w:rsid w:val="002344AD"/>
    <w:rsid w:val="002344AF"/>
    <w:rsid w:val="00234640"/>
    <w:rsid w:val="00234A73"/>
    <w:rsid w:val="00234ADE"/>
    <w:rsid w:val="00234B21"/>
    <w:rsid w:val="002351E7"/>
    <w:rsid w:val="002353F7"/>
    <w:rsid w:val="002354B4"/>
    <w:rsid w:val="00235EE0"/>
    <w:rsid w:val="0023621B"/>
    <w:rsid w:val="00236990"/>
    <w:rsid w:val="002369B6"/>
    <w:rsid w:val="002369BA"/>
    <w:rsid w:val="00236BCA"/>
    <w:rsid w:val="00241212"/>
    <w:rsid w:val="0024132C"/>
    <w:rsid w:val="00242490"/>
    <w:rsid w:val="00242527"/>
    <w:rsid w:val="002426C0"/>
    <w:rsid w:val="00242743"/>
    <w:rsid w:val="00242A03"/>
    <w:rsid w:val="00243003"/>
    <w:rsid w:val="00243220"/>
    <w:rsid w:val="002436CE"/>
    <w:rsid w:val="0024393C"/>
    <w:rsid w:val="00243AAB"/>
    <w:rsid w:val="00243B2F"/>
    <w:rsid w:val="002443F3"/>
    <w:rsid w:val="00244822"/>
    <w:rsid w:val="00244C46"/>
    <w:rsid w:val="00244F10"/>
    <w:rsid w:val="00245103"/>
    <w:rsid w:val="002451C1"/>
    <w:rsid w:val="00245741"/>
    <w:rsid w:val="00245B12"/>
    <w:rsid w:val="00245CEA"/>
    <w:rsid w:val="002462BD"/>
    <w:rsid w:val="00246337"/>
    <w:rsid w:val="00247AF2"/>
    <w:rsid w:val="00247C23"/>
    <w:rsid w:val="002505D5"/>
    <w:rsid w:val="00250D5C"/>
    <w:rsid w:val="002514C4"/>
    <w:rsid w:val="00251C3E"/>
    <w:rsid w:val="00251E86"/>
    <w:rsid w:val="0025268D"/>
    <w:rsid w:val="00252A36"/>
    <w:rsid w:val="00252A9B"/>
    <w:rsid w:val="00252CC4"/>
    <w:rsid w:val="002530DF"/>
    <w:rsid w:val="002533D7"/>
    <w:rsid w:val="0025401A"/>
    <w:rsid w:val="002540C8"/>
    <w:rsid w:val="0025422F"/>
    <w:rsid w:val="00254461"/>
    <w:rsid w:val="0025451C"/>
    <w:rsid w:val="002547D1"/>
    <w:rsid w:val="0025495A"/>
    <w:rsid w:val="002558E7"/>
    <w:rsid w:val="002558FD"/>
    <w:rsid w:val="0025599A"/>
    <w:rsid w:val="00255E3E"/>
    <w:rsid w:val="00256014"/>
    <w:rsid w:val="002564B8"/>
    <w:rsid w:val="00256900"/>
    <w:rsid w:val="00257AC9"/>
    <w:rsid w:val="00257F10"/>
    <w:rsid w:val="0026059D"/>
    <w:rsid w:val="00260AAD"/>
    <w:rsid w:val="002616A5"/>
    <w:rsid w:val="00261889"/>
    <w:rsid w:val="00261A1E"/>
    <w:rsid w:val="00261B68"/>
    <w:rsid w:val="00261E87"/>
    <w:rsid w:val="00261EDD"/>
    <w:rsid w:val="002628AA"/>
    <w:rsid w:val="00262BCD"/>
    <w:rsid w:val="00263024"/>
    <w:rsid w:val="00264468"/>
    <w:rsid w:val="002649C3"/>
    <w:rsid w:val="00264AE0"/>
    <w:rsid w:val="00264B40"/>
    <w:rsid w:val="00264DA1"/>
    <w:rsid w:val="00265017"/>
    <w:rsid w:val="002650B9"/>
    <w:rsid w:val="0026587D"/>
    <w:rsid w:val="00266011"/>
    <w:rsid w:val="002664AF"/>
    <w:rsid w:val="0026650F"/>
    <w:rsid w:val="002665FE"/>
    <w:rsid w:val="00266F83"/>
    <w:rsid w:val="00266FE1"/>
    <w:rsid w:val="00267C78"/>
    <w:rsid w:val="0027005D"/>
    <w:rsid w:val="0027024E"/>
    <w:rsid w:val="002703EE"/>
    <w:rsid w:val="00270D26"/>
    <w:rsid w:val="00270EAA"/>
    <w:rsid w:val="00270FD2"/>
    <w:rsid w:val="00272272"/>
    <w:rsid w:val="002725E5"/>
    <w:rsid w:val="00272990"/>
    <w:rsid w:val="00273281"/>
    <w:rsid w:val="00273760"/>
    <w:rsid w:val="00273847"/>
    <w:rsid w:val="00273CEB"/>
    <w:rsid w:val="00273D70"/>
    <w:rsid w:val="00273D9B"/>
    <w:rsid w:val="002743BE"/>
    <w:rsid w:val="002744F5"/>
    <w:rsid w:val="00274D0E"/>
    <w:rsid w:val="00275356"/>
    <w:rsid w:val="00275B02"/>
    <w:rsid w:val="002763E2"/>
    <w:rsid w:val="00276BBF"/>
    <w:rsid w:val="00277299"/>
    <w:rsid w:val="002774B2"/>
    <w:rsid w:val="002777E0"/>
    <w:rsid w:val="0027781B"/>
    <w:rsid w:val="00277BD4"/>
    <w:rsid w:val="00277C08"/>
    <w:rsid w:val="002806A1"/>
    <w:rsid w:val="00280716"/>
    <w:rsid w:val="00280CDF"/>
    <w:rsid w:val="00282052"/>
    <w:rsid w:val="002821B1"/>
    <w:rsid w:val="00282904"/>
    <w:rsid w:val="00282BBD"/>
    <w:rsid w:val="00282CF4"/>
    <w:rsid w:val="00282DEA"/>
    <w:rsid w:val="002832AC"/>
    <w:rsid w:val="00283DE1"/>
    <w:rsid w:val="00283FB7"/>
    <w:rsid w:val="002848CC"/>
    <w:rsid w:val="002849BA"/>
    <w:rsid w:val="00285487"/>
    <w:rsid w:val="002859ED"/>
    <w:rsid w:val="00285A6E"/>
    <w:rsid w:val="00285B0C"/>
    <w:rsid w:val="00285B21"/>
    <w:rsid w:val="00285CD8"/>
    <w:rsid w:val="002862A3"/>
    <w:rsid w:val="002863BA"/>
    <w:rsid w:val="002867D8"/>
    <w:rsid w:val="00286A29"/>
    <w:rsid w:val="00286C14"/>
    <w:rsid w:val="0028715F"/>
    <w:rsid w:val="0028723A"/>
    <w:rsid w:val="00287810"/>
    <w:rsid w:val="00287969"/>
    <w:rsid w:val="00287C7F"/>
    <w:rsid w:val="00287F7C"/>
    <w:rsid w:val="00290089"/>
    <w:rsid w:val="002901AE"/>
    <w:rsid w:val="002903D3"/>
    <w:rsid w:val="00290F3E"/>
    <w:rsid w:val="002915BA"/>
    <w:rsid w:val="00291E6F"/>
    <w:rsid w:val="00291EB7"/>
    <w:rsid w:val="002920C3"/>
    <w:rsid w:val="00292674"/>
    <w:rsid w:val="00292736"/>
    <w:rsid w:val="00292E87"/>
    <w:rsid w:val="00293089"/>
    <w:rsid w:val="00293358"/>
    <w:rsid w:val="0029398D"/>
    <w:rsid w:val="00293A9C"/>
    <w:rsid w:val="00293F7A"/>
    <w:rsid w:val="00294061"/>
    <w:rsid w:val="0029430B"/>
    <w:rsid w:val="002947A8"/>
    <w:rsid w:val="00294862"/>
    <w:rsid w:val="00294E78"/>
    <w:rsid w:val="00294F8A"/>
    <w:rsid w:val="00295462"/>
    <w:rsid w:val="002956C8"/>
    <w:rsid w:val="0029571D"/>
    <w:rsid w:val="0029597B"/>
    <w:rsid w:val="00295AA1"/>
    <w:rsid w:val="00295C18"/>
    <w:rsid w:val="00295D7E"/>
    <w:rsid w:val="002964FE"/>
    <w:rsid w:val="00296657"/>
    <w:rsid w:val="002968C0"/>
    <w:rsid w:val="00296C78"/>
    <w:rsid w:val="0029710C"/>
    <w:rsid w:val="002971F0"/>
    <w:rsid w:val="002A04C2"/>
    <w:rsid w:val="002A06AB"/>
    <w:rsid w:val="002A0829"/>
    <w:rsid w:val="002A1241"/>
    <w:rsid w:val="002A19EE"/>
    <w:rsid w:val="002A1A3B"/>
    <w:rsid w:val="002A1C76"/>
    <w:rsid w:val="002A1DD5"/>
    <w:rsid w:val="002A2108"/>
    <w:rsid w:val="002A249F"/>
    <w:rsid w:val="002A24CB"/>
    <w:rsid w:val="002A25EE"/>
    <w:rsid w:val="002A27D4"/>
    <w:rsid w:val="002A2874"/>
    <w:rsid w:val="002A2895"/>
    <w:rsid w:val="002A2BC7"/>
    <w:rsid w:val="002A2F77"/>
    <w:rsid w:val="002A3385"/>
    <w:rsid w:val="002A3B90"/>
    <w:rsid w:val="002A3ECD"/>
    <w:rsid w:val="002A3FDB"/>
    <w:rsid w:val="002A436F"/>
    <w:rsid w:val="002A4384"/>
    <w:rsid w:val="002A4746"/>
    <w:rsid w:val="002A4762"/>
    <w:rsid w:val="002A489F"/>
    <w:rsid w:val="002A48FB"/>
    <w:rsid w:val="002A4A79"/>
    <w:rsid w:val="002A4BCE"/>
    <w:rsid w:val="002A4E84"/>
    <w:rsid w:val="002A565B"/>
    <w:rsid w:val="002A6E63"/>
    <w:rsid w:val="002A72A3"/>
    <w:rsid w:val="002A7EE9"/>
    <w:rsid w:val="002A7EEC"/>
    <w:rsid w:val="002B0B86"/>
    <w:rsid w:val="002B0FB7"/>
    <w:rsid w:val="002B149C"/>
    <w:rsid w:val="002B16AB"/>
    <w:rsid w:val="002B196F"/>
    <w:rsid w:val="002B2A62"/>
    <w:rsid w:val="002B3D94"/>
    <w:rsid w:val="002B3EAE"/>
    <w:rsid w:val="002B41C3"/>
    <w:rsid w:val="002B41F5"/>
    <w:rsid w:val="002B509D"/>
    <w:rsid w:val="002B553A"/>
    <w:rsid w:val="002B56B7"/>
    <w:rsid w:val="002B58E7"/>
    <w:rsid w:val="002B5C8A"/>
    <w:rsid w:val="002B5CB0"/>
    <w:rsid w:val="002B5CD9"/>
    <w:rsid w:val="002B5DEC"/>
    <w:rsid w:val="002B5E66"/>
    <w:rsid w:val="002B6106"/>
    <w:rsid w:val="002B61D8"/>
    <w:rsid w:val="002B6338"/>
    <w:rsid w:val="002B6FFA"/>
    <w:rsid w:val="002B753A"/>
    <w:rsid w:val="002B76DD"/>
    <w:rsid w:val="002B7D0C"/>
    <w:rsid w:val="002B7DB0"/>
    <w:rsid w:val="002C0715"/>
    <w:rsid w:val="002C0B79"/>
    <w:rsid w:val="002C0F45"/>
    <w:rsid w:val="002C112D"/>
    <w:rsid w:val="002C1973"/>
    <w:rsid w:val="002C1EC6"/>
    <w:rsid w:val="002C20A5"/>
    <w:rsid w:val="002C22B1"/>
    <w:rsid w:val="002C278C"/>
    <w:rsid w:val="002C2854"/>
    <w:rsid w:val="002C353E"/>
    <w:rsid w:val="002C364F"/>
    <w:rsid w:val="002C3A74"/>
    <w:rsid w:val="002C413D"/>
    <w:rsid w:val="002C4665"/>
    <w:rsid w:val="002C4EAD"/>
    <w:rsid w:val="002C513C"/>
    <w:rsid w:val="002C58E9"/>
    <w:rsid w:val="002C5CC0"/>
    <w:rsid w:val="002C5F9F"/>
    <w:rsid w:val="002C62D4"/>
    <w:rsid w:val="002C64CB"/>
    <w:rsid w:val="002C65CC"/>
    <w:rsid w:val="002C69A7"/>
    <w:rsid w:val="002C6B31"/>
    <w:rsid w:val="002C6D8E"/>
    <w:rsid w:val="002C739A"/>
    <w:rsid w:val="002C7B1B"/>
    <w:rsid w:val="002C7F23"/>
    <w:rsid w:val="002D046F"/>
    <w:rsid w:val="002D0510"/>
    <w:rsid w:val="002D09AA"/>
    <w:rsid w:val="002D0BE3"/>
    <w:rsid w:val="002D0D95"/>
    <w:rsid w:val="002D15B0"/>
    <w:rsid w:val="002D1928"/>
    <w:rsid w:val="002D19B5"/>
    <w:rsid w:val="002D207C"/>
    <w:rsid w:val="002D2644"/>
    <w:rsid w:val="002D26B4"/>
    <w:rsid w:val="002D29BD"/>
    <w:rsid w:val="002D29E1"/>
    <w:rsid w:val="002D2B05"/>
    <w:rsid w:val="002D3405"/>
    <w:rsid w:val="002D3503"/>
    <w:rsid w:val="002D3DB5"/>
    <w:rsid w:val="002D4425"/>
    <w:rsid w:val="002D4E9E"/>
    <w:rsid w:val="002D4EF5"/>
    <w:rsid w:val="002D520C"/>
    <w:rsid w:val="002D55FD"/>
    <w:rsid w:val="002D5603"/>
    <w:rsid w:val="002D5AE1"/>
    <w:rsid w:val="002D6954"/>
    <w:rsid w:val="002D6ACC"/>
    <w:rsid w:val="002D6C79"/>
    <w:rsid w:val="002D6CF8"/>
    <w:rsid w:val="002D7206"/>
    <w:rsid w:val="002D7A74"/>
    <w:rsid w:val="002E00C5"/>
    <w:rsid w:val="002E0793"/>
    <w:rsid w:val="002E082D"/>
    <w:rsid w:val="002E0902"/>
    <w:rsid w:val="002E15AD"/>
    <w:rsid w:val="002E19E7"/>
    <w:rsid w:val="002E1B44"/>
    <w:rsid w:val="002E1E51"/>
    <w:rsid w:val="002E20AA"/>
    <w:rsid w:val="002E2129"/>
    <w:rsid w:val="002E27DE"/>
    <w:rsid w:val="002E32CF"/>
    <w:rsid w:val="002E3D79"/>
    <w:rsid w:val="002E4E65"/>
    <w:rsid w:val="002E60FE"/>
    <w:rsid w:val="002E668B"/>
    <w:rsid w:val="002E6C97"/>
    <w:rsid w:val="002E6E53"/>
    <w:rsid w:val="002E7EEF"/>
    <w:rsid w:val="002F0237"/>
    <w:rsid w:val="002F14BA"/>
    <w:rsid w:val="002F1840"/>
    <w:rsid w:val="002F1950"/>
    <w:rsid w:val="002F2B06"/>
    <w:rsid w:val="002F2EAE"/>
    <w:rsid w:val="002F353E"/>
    <w:rsid w:val="002F35BF"/>
    <w:rsid w:val="002F3DEC"/>
    <w:rsid w:val="002F45BD"/>
    <w:rsid w:val="002F496E"/>
    <w:rsid w:val="002F4DCD"/>
    <w:rsid w:val="002F5194"/>
    <w:rsid w:val="002F5951"/>
    <w:rsid w:val="002F5A11"/>
    <w:rsid w:val="002F61F5"/>
    <w:rsid w:val="002F63FE"/>
    <w:rsid w:val="002F64C4"/>
    <w:rsid w:val="002F669F"/>
    <w:rsid w:val="002F67FC"/>
    <w:rsid w:val="002F6B14"/>
    <w:rsid w:val="002F6B83"/>
    <w:rsid w:val="002F71C1"/>
    <w:rsid w:val="002F73BE"/>
    <w:rsid w:val="002F788D"/>
    <w:rsid w:val="002F7923"/>
    <w:rsid w:val="003004EE"/>
    <w:rsid w:val="00300736"/>
    <w:rsid w:val="003007CA"/>
    <w:rsid w:val="0030124B"/>
    <w:rsid w:val="003013C4"/>
    <w:rsid w:val="00301A26"/>
    <w:rsid w:val="00301B3C"/>
    <w:rsid w:val="00302409"/>
    <w:rsid w:val="0030265E"/>
    <w:rsid w:val="0030292A"/>
    <w:rsid w:val="00302932"/>
    <w:rsid w:val="00302A47"/>
    <w:rsid w:val="00303656"/>
    <w:rsid w:val="003045C8"/>
    <w:rsid w:val="003045F6"/>
    <w:rsid w:val="0030506B"/>
    <w:rsid w:val="0030555C"/>
    <w:rsid w:val="00305DB7"/>
    <w:rsid w:val="00305FD8"/>
    <w:rsid w:val="003060EC"/>
    <w:rsid w:val="00306647"/>
    <w:rsid w:val="00306777"/>
    <w:rsid w:val="00306CA4"/>
    <w:rsid w:val="003075BE"/>
    <w:rsid w:val="00307674"/>
    <w:rsid w:val="003076E2"/>
    <w:rsid w:val="00307D2E"/>
    <w:rsid w:val="0031048D"/>
    <w:rsid w:val="00310732"/>
    <w:rsid w:val="00310BFE"/>
    <w:rsid w:val="00310DEC"/>
    <w:rsid w:val="00310E06"/>
    <w:rsid w:val="00310FD0"/>
    <w:rsid w:val="00312008"/>
    <w:rsid w:val="0031286E"/>
    <w:rsid w:val="00312DA5"/>
    <w:rsid w:val="00313735"/>
    <w:rsid w:val="003144D3"/>
    <w:rsid w:val="00314991"/>
    <w:rsid w:val="00314AD0"/>
    <w:rsid w:val="00314C9C"/>
    <w:rsid w:val="00315387"/>
    <w:rsid w:val="00315845"/>
    <w:rsid w:val="003163A3"/>
    <w:rsid w:val="00316D0F"/>
    <w:rsid w:val="00317130"/>
    <w:rsid w:val="00317536"/>
    <w:rsid w:val="00317926"/>
    <w:rsid w:val="00317D83"/>
    <w:rsid w:val="0032067F"/>
    <w:rsid w:val="00320FA7"/>
    <w:rsid w:val="003216DA"/>
    <w:rsid w:val="003225A0"/>
    <w:rsid w:val="003227F5"/>
    <w:rsid w:val="003228CF"/>
    <w:rsid w:val="00322AB2"/>
    <w:rsid w:val="0032319E"/>
    <w:rsid w:val="003234B2"/>
    <w:rsid w:val="00323B9C"/>
    <w:rsid w:val="00323D93"/>
    <w:rsid w:val="0032412B"/>
    <w:rsid w:val="00324271"/>
    <w:rsid w:val="0032442C"/>
    <w:rsid w:val="003246C7"/>
    <w:rsid w:val="00324918"/>
    <w:rsid w:val="0032498A"/>
    <w:rsid w:val="00324E98"/>
    <w:rsid w:val="00325063"/>
    <w:rsid w:val="00325346"/>
    <w:rsid w:val="003255C7"/>
    <w:rsid w:val="003263E5"/>
    <w:rsid w:val="003264A0"/>
    <w:rsid w:val="00326533"/>
    <w:rsid w:val="003267AD"/>
    <w:rsid w:val="00326DC0"/>
    <w:rsid w:val="00327543"/>
    <w:rsid w:val="00330873"/>
    <w:rsid w:val="00330C42"/>
    <w:rsid w:val="00330C76"/>
    <w:rsid w:val="00330D14"/>
    <w:rsid w:val="00330DC2"/>
    <w:rsid w:val="00331678"/>
    <w:rsid w:val="003317BD"/>
    <w:rsid w:val="00331926"/>
    <w:rsid w:val="00332040"/>
    <w:rsid w:val="00332278"/>
    <w:rsid w:val="003327D1"/>
    <w:rsid w:val="00332926"/>
    <w:rsid w:val="00332A9F"/>
    <w:rsid w:val="00332B6A"/>
    <w:rsid w:val="00332C9D"/>
    <w:rsid w:val="00333648"/>
    <w:rsid w:val="0033369C"/>
    <w:rsid w:val="00333B04"/>
    <w:rsid w:val="00333F1C"/>
    <w:rsid w:val="0033413E"/>
    <w:rsid w:val="00334334"/>
    <w:rsid w:val="00334448"/>
    <w:rsid w:val="00334801"/>
    <w:rsid w:val="00334AF2"/>
    <w:rsid w:val="00334F1D"/>
    <w:rsid w:val="00335370"/>
    <w:rsid w:val="003354C4"/>
    <w:rsid w:val="00335702"/>
    <w:rsid w:val="0033595B"/>
    <w:rsid w:val="00335D01"/>
    <w:rsid w:val="00335FDE"/>
    <w:rsid w:val="00336014"/>
    <w:rsid w:val="00336176"/>
    <w:rsid w:val="00336351"/>
    <w:rsid w:val="00336B05"/>
    <w:rsid w:val="003376C3"/>
    <w:rsid w:val="00340312"/>
    <w:rsid w:val="003409E2"/>
    <w:rsid w:val="00340AB1"/>
    <w:rsid w:val="00340FB1"/>
    <w:rsid w:val="003410E5"/>
    <w:rsid w:val="00341317"/>
    <w:rsid w:val="00342660"/>
    <w:rsid w:val="003427FD"/>
    <w:rsid w:val="00342909"/>
    <w:rsid w:val="00342921"/>
    <w:rsid w:val="003430DC"/>
    <w:rsid w:val="003433A6"/>
    <w:rsid w:val="00343A78"/>
    <w:rsid w:val="00343D35"/>
    <w:rsid w:val="00343E91"/>
    <w:rsid w:val="0034415A"/>
    <w:rsid w:val="00344213"/>
    <w:rsid w:val="00344646"/>
    <w:rsid w:val="003448B0"/>
    <w:rsid w:val="00344B75"/>
    <w:rsid w:val="00345A50"/>
    <w:rsid w:val="003468F5"/>
    <w:rsid w:val="00347145"/>
    <w:rsid w:val="0034736A"/>
    <w:rsid w:val="003476B6"/>
    <w:rsid w:val="003478F2"/>
    <w:rsid w:val="003479B4"/>
    <w:rsid w:val="00347B29"/>
    <w:rsid w:val="00347F02"/>
    <w:rsid w:val="00347F9E"/>
    <w:rsid w:val="0035037B"/>
    <w:rsid w:val="003504B5"/>
    <w:rsid w:val="00350527"/>
    <w:rsid w:val="00350543"/>
    <w:rsid w:val="003505EB"/>
    <w:rsid w:val="00350AAC"/>
    <w:rsid w:val="00351A01"/>
    <w:rsid w:val="00352011"/>
    <w:rsid w:val="00352191"/>
    <w:rsid w:val="00352961"/>
    <w:rsid w:val="003534D5"/>
    <w:rsid w:val="00353B1B"/>
    <w:rsid w:val="00354992"/>
    <w:rsid w:val="00354ACD"/>
    <w:rsid w:val="00354CFF"/>
    <w:rsid w:val="00354EDD"/>
    <w:rsid w:val="00354F50"/>
    <w:rsid w:val="00354FA7"/>
    <w:rsid w:val="003553A8"/>
    <w:rsid w:val="00355497"/>
    <w:rsid w:val="00355E02"/>
    <w:rsid w:val="00355FF8"/>
    <w:rsid w:val="0035619C"/>
    <w:rsid w:val="003563FB"/>
    <w:rsid w:val="00357D54"/>
    <w:rsid w:val="00357FAA"/>
    <w:rsid w:val="0036037F"/>
    <w:rsid w:val="003608C9"/>
    <w:rsid w:val="003609A2"/>
    <w:rsid w:val="00360C84"/>
    <w:rsid w:val="00360D2D"/>
    <w:rsid w:val="003615D9"/>
    <w:rsid w:val="00361B25"/>
    <w:rsid w:val="00361FB1"/>
    <w:rsid w:val="003622EC"/>
    <w:rsid w:val="0036234C"/>
    <w:rsid w:val="0036242F"/>
    <w:rsid w:val="003624B2"/>
    <w:rsid w:val="00362634"/>
    <w:rsid w:val="00362C2B"/>
    <w:rsid w:val="00362C5E"/>
    <w:rsid w:val="003630E0"/>
    <w:rsid w:val="003632C7"/>
    <w:rsid w:val="0036372F"/>
    <w:rsid w:val="003639AA"/>
    <w:rsid w:val="00363A77"/>
    <w:rsid w:val="00363FCC"/>
    <w:rsid w:val="0036452C"/>
    <w:rsid w:val="0036492C"/>
    <w:rsid w:val="00364EED"/>
    <w:rsid w:val="00365725"/>
    <w:rsid w:val="00365BCD"/>
    <w:rsid w:val="00365D69"/>
    <w:rsid w:val="00366477"/>
    <w:rsid w:val="003668B4"/>
    <w:rsid w:val="00366A07"/>
    <w:rsid w:val="00366DAB"/>
    <w:rsid w:val="00367205"/>
    <w:rsid w:val="00367505"/>
    <w:rsid w:val="00367F56"/>
    <w:rsid w:val="00370033"/>
    <w:rsid w:val="003706D3"/>
    <w:rsid w:val="00370BB2"/>
    <w:rsid w:val="0037129D"/>
    <w:rsid w:val="0037159B"/>
    <w:rsid w:val="00371D45"/>
    <w:rsid w:val="00371FF5"/>
    <w:rsid w:val="0037226A"/>
    <w:rsid w:val="003725D3"/>
    <w:rsid w:val="00372BC4"/>
    <w:rsid w:val="00372BF4"/>
    <w:rsid w:val="00373084"/>
    <w:rsid w:val="0037348C"/>
    <w:rsid w:val="00373846"/>
    <w:rsid w:val="00374328"/>
    <w:rsid w:val="0037447B"/>
    <w:rsid w:val="00375363"/>
    <w:rsid w:val="00375C45"/>
    <w:rsid w:val="0037636A"/>
    <w:rsid w:val="003764D2"/>
    <w:rsid w:val="0037677E"/>
    <w:rsid w:val="0037684D"/>
    <w:rsid w:val="0037687C"/>
    <w:rsid w:val="003769B5"/>
    <w:rsid w:val="00376D84"/>
    <w:rsid w:val="00376ECC"/>
    <w:rsid w:val="0037728A"/>
    <w:rsid w:val="00377EEB"/>
    <w:rsid w:val="003800C0"/>
    <w:rsid w:val="00380516"/>
    <w:rsid w:val="00380709"/>
    <w:rsid w:val="00380E7D"/>
    <w:rsid w:val="00380EFD"/>
    <w:rsid w:val="0038103F"/>
    <w:rsid w:val="003810F8"/>
    <w:rsid w:val="003812A9"/>
    <w:rsid w:val="003814EF"/>
    <w:rsid w:val="00382F95"/>
    <w:rsid w:val="003838F7"/>
    <w:rsid w:val="003842C3"/>
    <w:rsid w:val="003845C1"/>
    <w:rsid w:val="00384B13"/>
    <w:rsid w:val="00384C01"/>
    <w:rsid w:val="00385023"/>
    <w:rsid w:val="00385168"/>
    <w:rsid w:val="003851DF"/>
    <w:rsid w:val="003857EE"/>
    <w:rsid w:val="00385CA7"/>
    <w:rsid w:val="00385E9C"/>
    <w:rsid w:val="00386B6B"/>
    <w:rsid w:val="00386F82"/>
    <w:rsid w:val="00387B22"/>
    <w:rsid w:val="00387DA3"/>
    <w:rsid w:val="00387E53"/>
    <w:rsid w:val="0039021F"/>
    <w:rsid w:val="0039080F"/>
    <w:rsid w:val="00390EE8"/>
    <w:rsid w:val="00390FE6"/>
    <w:rsid w:val="003910DF"/>
    <w:rsid w:val="00391345"/>
    <w:rsid w:val="00391C2D"/>
    <w:rsid w:val="00391ED7"/>
    <w:rsid w:val="00392732"/>
    <w:rsid w:val="003927BF"/>
    <w:rsid w:val="0039290E"/>
    <w:rsid w:val="00392B7B"/>
    <w:rsid w:val="00392BE9"/>
    <w:rsid w:val="00392DB3"/>
    <w:rsid w:val="003930A3"/>
    <w:rsid w:val="00393596"/>
    <w:rsid w:val="00394306"/>
    <w:rsid w:val="003953AE"/>
    <w:rsid w:val="0039545F"/>
    <w:rsid w:val="003957F8"/>
    <w:rsid w:val="0039599C"/>
    <w:rsid w:val="00395A23"/>
    <w:rsid w:val="00395A2F"/>
    <w:rsid w:val="00395BD2"/>
    <w:rsid w:val="00395C9F"/>
    <w:rsid w:val="00395E3D"/>
    <w:rsid w:val="00395E9F"/>
    <w:rsid w:val="003960AA"/>
    <w:rsid w:val="00397787"/>
    <w:rsid w:val="003978BC"/>
    <w:rsid w:val="00397B64"/>
    <w:rsid w:val="003A012B"/>
    <w:rsid w:val="003A0350"/>
    <w:rsid w:val="003A09E8"/>
    <w:rsid w:val="003A1349"/>
    <w:rsid w:val="003A18A0"/>
    <w:rsid w:val="003A1A8A"/>
    <w:rsid w:val="003A1E87"/>
    <w:rsid w:val="003A20E2"/>
    <w:rsid w:val="003A267C"/>
    <w:rsid w:val="003A29E1"/>
    <w:rsid w:val="003A2BEC"/>
    <w:rsid w:val="003A2CEF"/>
    <w:rsid w:val="003A329C"/>
    <w:rsid w:val="003A3928"/>
    <w:rsid w:val="003A3962"/>
    <w:rsid w:val="003A4243"/>
    <w:rsid w:val="003A4628"/>
    <w:rsid w:val="003A4C46"/>
    <w:rsid w:val="003A508D"/>
    <w:rsid w:val="003A528F"/>
    <w:rsid w:val="003A538F"/>
    <w:rsid w:val="003A53C1"/>
    <w:rsid w:val="003A5662"/>
    <w:rsid w:val="003A5683"/>
    <w:rsid w:val="003A56BC"/>
    <w:rsid w:val="003A5774"/>
    <w:rsid w:val="003A5B21"/>
    <w:rsid w:val="003A5BCA"/>
    <w:rsid w:val="003A5DDB"/>
    <w:rsid w:val="003A5E3E"/>
    <w:rsid w:val="003A6A6A"/>
    <w:rsid w:val="003A6DED"/>
    <w:rsid w:val="003A7382"/>
    <w:rsid w:val="003A7B34"/>
    <w:rsid w:val="003A7C4F"/>
    <w:rsid w:val="003B01C5"/>
    <w:rsid w:val="003B03EA"/>
    <w:rsid w:val="003B0591"/>
    <w:rsid w:val="003B0802"/>
    <w:rsid w:val="003B187D"/>
    <w:rsid w:val="003B1942"/>
    <w:rsid w:val="003B229D"/>
    <w:rsid w:val="003B2318"/>
    <w:rsid w:val="003B286B"/>
    <w:rsid w:val="003B35B3"/>
    <w:rsid w:val="003B37A9"/>
    <w:rsid w:val="003B393D"/>
    <w:rsid w:val="003B3D56"/>
    <w:rsid w:val="003B4205"/>
    <w:rsid w:val="003B45D6"/>
    <w:rsid w:val="003B4824"/>
    <w:rsid w:val="003B4EBB"/>
    <w:rsid w:val="003B54BA"/>
    <w:rsid w:val="003B59D8"/>
    <w:rsid w:val="003B5BE6"/>
    <w:rsid w:val="003B67E7"/>
    <w:rsid w:val="003B6D71"/>
    <w:rsid w:val="003B70FF"/>
    <w:rsid w:val="003B754C"/>
    <w:rsid w:val="003B755D"/>
    <w:rsid w:val="003B77B7"/>
    <w:rsid w:val="003B78C9"/>
    <w:rsid w:val="003B79B7"/>
    <w:rsid w:val="003B7E1A"/>
    <w:rsid w:val="003C0498"/>
    <w:rsid w:val="003C0799"/>
    <w:rsid w:val="003C0BC7"/>
    <w:rsid w:val="003C1268"/>
    <w:rsid w:val="003C141B"/>
    <w:rsid w:val="003C1907"/>
    <w:rsid w:val="003C1969"/>
    <w:rsid w:val="003C1A46"/>
    <w:rsid w:val="003C1B90"/>
    <w:rsid w:val="003C1CE9"/>
    <w:rsid w:val="003C1E17"/>
    <w:rsid w:val="003C1F9B"/>
    <w:rsid w:val="003C2516"/>
    <w:rsid w:val="003C2B72"/>
    <w:rsid w:val="003C2D69"/>
    <w:rsid w:val="003C342E"/>
    <w:rsid w:val="003C3775"/>
    <w:rsid w:val="003C3B37"/>
    <w:rsid w:val="003C3CA2"/>
    <w:rsid w:val="003C3F3B"/>
    <w:rsid w:val="003C4E9C"/>
    <w:rsid w:val="003C4ECD"/>
    <w:rsid w:val="003C52F7"/>
    <w:rsid w:val="003C54F0"/>
    <w:rsid w:val="003C562D"/>
    <w:rsid w:val="003C5896"/>
    <w:rsid w:val="003C5D8E"/>
    <w:rsid w:val="003C5DC0"/>
    <w:rsid w:val="003C6464"/>
    <w:rsid w:val="003C69AB"/>
    <w:rsid w:val="003C721C"/>
    <w:rsid w:val="003C72C5"/>
    <w:rsid w:val="003C73CC"/>
    <w:rsid w:val="003C77BD"/>
    <w:rsid w:val="003D0B9E"/>
    <w:rsid w:val="003D0F68"/>
    <w:rsid w:val="003D1BAA"/>
    <w:rsid w:val="003D1BC5"/>
    <w:rsid w:val="003D2416"/>
    <w:rsid w:val="003D2611"/>
    <w:rsid w:val="003D2AE7"/>
    <w:rsid w:val="003D2BB4"/>
    <w:rsid w:val="003D2E36"/>
    <w:rsid w:val="003D39A1"/>
    <w:rsid w:val="003D443F"/>
    <w:rsid w:val="003D46DE"/>
    <w:rsid w:val="003D4861"/>
    <w:rsid w:val="003D4D6A"/>
    <w:rsid w:val="003D538E"/>
    <w:rsid w:val="003D5674"/>
    <w:rsid w:val="003D597E"/>
    <w:rsid w:val="003D5C9E"/>
    <w:rsid w:val="003D6CED"/>
    <w:rsid w:val="003D7062"/>
    <w:rsid w:val="003D7137"/>
    <w:rsid w:val="003D7A25"/>
    <w:rsid w:val="003E030D"/>
    <w:rsid w:val="003E04A0"/>
    <w:rsid w:val="003E0539"/>
    <w:rsid w:val="003E1123"/>
    <w:rsid w:val="003E1947"/>
    <w:rsid w:val="003E1D44"/>
    <w:rsid w:val="003E27D1"/>
    <w:rsid w:val="003E2AB7"/>
    <w:rsid w:val="003E2D9C"/>
    <w:rsid w:val="003E2E8F"/>
    <w:rsid w:val="003E32DF"/>
    <w:rsid w:val="003E3688"/>
    <w:rsid w:val="003E36A8"/>
    <w:rsid w:val="003E3B30"/>
    <w:rsid w:val="003E3F8D"/>
    <w:rsid w:val="003E4694"/>
    <w:rsid w:val="003E4CFC"/>
    <w:rsid w:val="003E570D"/>
    <w:rsid w:val="003E5A4D"/>
    <w:rsid w:val="003E5BD1"/>
    <w:rsid w:val="003E6034"/>
    <w:rsid w:val="003E6C11"/>
    <w:rsid w:val="003E7A38"/>
    <w:rsid w:val="003E7CB7"/>
    <w:rsid w:val="003F02F6"/>
    <w:rsid w:val="003F0498"/>
    <w:rsid w:val="003F08A5"/>
    <w:rsid w:val="003F0BD6"/>
    <w:rsid w:val="003F0EDC"/>
    <w:rsid w:val="003F0EFE"/>
    <w:rsid w:val="003F104F"/>
    <w:rsid w:val="003F1121"/>
    <w:rsid w:val="003F156A"/>
    <w:rsid w:val="003F16C8"/>
    <w:rsid w:val="003F1D24"/>
    <w:rsid w:val="003F1FBC"/>
    <w:rsid w:val="003F2005"/>
    <w:rsid w:val="003F277F"/>
    <w:rsid w:val="003F2DC6"/>
    <w:rsid w:val="003F2E93"/>
    <w:rsid w:val="003F3071"/>
    <w:rsid w:val="003F36CD"/>
    <w:rsid w:val="003F37EB"/>
    <w:rsid w:val="003F3CF9"/>
    <w:rsid w:val="003F3D0A"/>
    <w:rsid w:val="003F407F"/>
    <w:rsid w:val="003F41B3"/>
    <w:rsid w:val="003F41EB"/>
    <w:rsid w:val="003F484A"/>
    <w:rsid w:val="003F4A68"/>
    <w:rsid w:val="003F4DD3"/>
    <w:rsid w:val="003F6A0D"/>
    <w:rsid w:val="003F6D5D"/>
    <w:rsid w:val="003F7F6F"/>
    <w:rsid w:val="003F7FDB"/>
    <w:rsid w:val="00400245"/>
    <w:rsid w:val="0040078C"/>
    <w:rsid w:val="00400D37"/>
    <w:rsid w:val="00401009"/>
    <w:rsid w:val="004010F6"/>
    <w:rsid w:val="00401636"/>
    <w:rsid w:val="00401790"/>
    <w:rsid w:val="004022EE"/>
    <w:rsid w:val="004024B4"/>
    <w:rsid w:val="00402BA6"/>
    <w:rsid w:val="00402E07"/>
    <w:rsid w:val="00402F00"/>
    <w:rsid w:val="0040338E"/>
    <w:rsid w:val="00403C86"/>
    <w:rsid w:val="0040470F"/>
    <w:rsid w:val="004050A6"/>
    <w:rsid w:val="004051B7"/>
    <w:rsid w:val="004058FB"/>
    <w:rsid w:val="004059C4"/>
    <w:rsid w:val="00405C1E"/>
    <w:rsid w:val="00405DCE"/>
    <w:rsid w:val="00406130"/>
    <w:rsid w:val="00406439"/>
    <w:rsid w:val="00406933"/>
    <w:rsid w:val="00406FF9"/>
    <w:rsid w:val="0040708A"/>
    <w:rsid w:val="00407277"/>
    <w:rsid w:val="00410BBD"/>
    <w:rsid w:val="004111EC"/>
    <w:rsid w:val="00411AEC"/>
    <w:rsid w:val="00412066"/>
    <w:rsid w:val="00412655"/>
    <w:rsid w:val="00412CE8"/>
    <w:rsid w:val="00413597"/>
    <w:rsid w:val="00413E16"/>
    <w:rsid w:val="00413F79"/>
    <w:rsid w:val="00414145"/>
    <w:rsid w:val="00414353"/>
    <w:rsid w:val="00414383"/>
    <w:rsid w:val="00414546"/>
    <w:rsid w:val="0041546A"/>
    <w:rsid w:val="00415480"/>
    <w:rsid w:val="0041597A"/>
    <w:rsid w:val="00415A1F"/>
    <w:rsid w:val="00415CCC"/>
    <w:rsid w:val="00416031"/>
    <w:rsid w:val="004160D4"/>
    <w:rsid w:val="00416485"/>
    <w:rsid w:val="00416924"/>
    <w:rsid w:val="00416956"/>
    <w:rsid w:val="00416B5D"/>
    <w:rsid w:val="00416E45"/>
    <w:rsid w:val="00416EC6"/>
    <w:rsid w:val="00417115"/>
    <w:rsid w:val="00417411"/>
    <w:rsid w:val="0041770F"/>
    <w:rsid w:val="004178B7"/>
    <w:rsid w:val="004205BB"/>
    <w:rsid w:val="00420639"/>
    <w:rsid w:val="0042075F"/>
    <w:rsid w:val="00420831"/>
    <w:rsid w:val="00420D0C"/>
    <w:rsid w:val="00420DE0"/>
    <w:rsid w:val="0042132B"/>
    <w:rsid w:val="00421C11"/>
    <w:rsid w:val="00421DDE"/>
    <w:rsid w:val="004225B1"/>
    <w:rsid w:val="004225F0"/>
    <w:rsid w:val="00422613"/>
    <w:rsid w:val="00422B03"/>
    <w:rsid w:val="00422E54"/>
    <w:rsid w:val="0042309E"/>
    <w:rsid w:val="004232E6"/>
    <w:rsid w:val="00423E3E"/>
    <w:rsid w:val="00424980"/>
    <w:rsid w:val="0042663A"/>
    <w:rsid w:val="00426781"/>
    <w:rsid w:val="00426C54"/>
    <w:rsid w:val="00426C9B"/>
    <w:rsid w:val="00427616"/>
    <w:rsid w:val="00427C2D"/>
    <w:rsid w:val="004305BF"/>
    <w:rsid w:val="0043101E"/>
    <w:rsid w:val="004314B9"/>
    <w:rsid w:val="00431C8C"/>
    <w:rsid w:val="004320A4"/>
    <w:rsid w:val="00432898"/>
    <w:rsid w:val="0043299E"/>
    <w:rsid w:val="00432A85"/>
    <w:rsid w:val="0043307B"/>
    <w:rsid w:val="004340C5"/>
    <w:rsid w:val="00434A36"/>
    <w:rsid w:val="00434A94"/>
    <w:rsid w:val="00434C56"/>
    <w:rsid w:val="00434DE1"/>
    <w:rsid w:val="004351CC"/>
    <w:rsid w:val="00435458"/>
    <w:rsid w:val="00435626"/>
    <w:rsid w:val="00435667"/>
    <w:rsid w:val="00435ABD"/>
    <w:rsid w:val="00435CEA"/>
    <w:rsid w:val="00435D14"/>
    <w:rsid w:val="00435F2A"/>
    <w:rsid w:val="00435FE5"/>
    <w:rsid w:val="0043620D"/>
    <w:rsid w:val="00436698"/>
    <w:rsid w:val="0043689E"/>
    <w:rsid w:val="00436C91"/>
    <w:rsid w:val="004371EA"/>
    <w:rsid w:val="00441A78"/>
    <w:rsid w:val="00442804"/>
    <w:rsid w:val="004428AF"/>
    <w:rsid w:val="00442F38"/>
    <w:rsid w:val="0044304C"/>
    <w:rsid w:val="00443587"/>
    <w:rsid w:val="00443A67"/>
    <w:rsid w:val="00444056"/>
    <w:rsid w:val="0044431E"/>
    <w:rsid w:val="0044494D"/>
    <w:rsid w:val="00444C47"/>
    <w:rsid w:val="004457EF"/>
    <w:rsid w:val="0044580B"/>
    <w:rsid w:val="00446217"/>
    <w:rsid w:val="0044665D"/>
    <w:rsid w:val="004469C8"/>
    <w:rsid w:val="00447478"/>
    <w:rsid w:val="00447CF5"/>
    <w:rsid w:val="00447DA1"/>
    <w:rsid w:val="0045082C"/>
    <w:rsid w:val="00450C22"/>
    <w:rsid w:val="00450CE7"/>
    <w:rsid w:val="00450CFC"/>
    <w:rsid w:val="00450DCB"/>
    <w:rsid w:val="0045123A"/>
    <w:rsid w:val="00451B60"/>
    <w:rsid w:val="004524B4"/>
    <w:rsid w:val="004531E5"/>
    <w:rsid w:val="00453AC4"/>
    <w:rsid w:val="00454134"/>
    <w:rsid w:val="00454614"/>
    <w:rsid w:val="00454659"/>
    <w:rsid w:val="004547A4"/>
    <w:rsid w:val="00454C4C"/>
    <w:rsid w:val="0045551D"/>
    <w:rsid w:val="0045569B"/>
    <w:rsid w:val="0045626D"/>
    <w:rsid w:val="00456309"/>
    <w:rsid w:val="0045654F"/>
    <w:rsid w:val="00456850"/>
    <w:rsid w:val="00457595"/>
    <w:rsid w:val="0045794C"/>
    <w:rsid w:val="00457A47"/>
    <w:rsid w:val="00457AFC"/>
    <w:rsid w:val="004601EE"/>
    <w:rsid w:val="00460403"/>
    <w:rsid w:val="004608C4"/>
    <w:rsid w:val="00460CF8"/>
    <w:rsid w:val="00460FA9"/>
    <w:rsid w:val="00461D6F"/>
    <w:rsid w:val="00461FEA"/>
    <w:rsid w:val="00462493"/>
    <w:rsid w:val="004625F3"/>
    <w:rsid w:val="00463405"/>
    <w:rsid w:val="00463548"/>
    <w:rsid w:val="0046388A"/>
    <w:rsid w:val="00464398"/>
    <w:rsid w:val="004648CE"/>
    <w:rsid w:val="00464A1C"/>
    <w:rsid w:val="00465A8B"/>
    <w:rsid w:val="00465C1C"/>
    <w:rsid w:val="00465C24"/>
    <w:rsid w:val="004668D0"/>
    <w:rsid w:val="004677E2"/>
    <w:rsid w:val="004678B2"/>
    <w:rsid w:val="00467EDD"/>
    <w:rsid w:val="0047023B"/>
    <w:rsid w:val="004710A4"/>
    <w:rsid w:val="00471393"/>
    <w:rsid w:val="00471C6B"/>
    <w:rsid w:val="0047203F"/>
    <w:rsid w:val="00472333"/>
    <w:rsid w:val="0047296F"/>
    <w:rsid w:val="00472ED3"/>
    <w:rsid w:val="00473812"/>
    <w:rsid w:val="00473A2E"/>
    <w:rsid w:val="00473B40"/>
    <w:rsid w:val="00474387"/>
    <w:rsid w:val="0047454A"/>
    <w:rsid w:val="004749D4"/>
    <w:rsid w:val="00474C48"/>
    <w:rsid w:val="00474D67"/>
    <w:rsid w:val="0047584D"/>
    <w:rsid w:val="00475A1D"/>
    <w:rsid w:val="004761E5"/>
    <w:rsid w:val="00476640"/>
    <w:rsid w:val="00476762"/>
    <w:rsid w:val="00476940"/>
    <w:rsid w:val="00476B82"/>
    <w:rsid w:val="00477703"/>
    <w:rsid w:val="00477BDC"/>
    <w:rsid w:val="00477DEA"/>
    <w:rsid w:val="00480353"/>
    <w:rsid w:val="004814BE"/>
    <w:rsid w:val="00481BBB"/>
    <w:rsid w:val="0048221A"/>
    <w:rsid w:val="004822B3"/>
    <w:rsid w:val="004825AA"/>
    <w:rsid w:val="004826E8"/>
    <w:rsid w:val="00482799"/>
    <w:rsid w:val="004829D4"/>
    <w:rsid w:val="004829DB"/>
    <w:rsid w:val="00482C17"/>
    <w:rsid w:val="004834AA"/>
    <w:rsid w:val="004840BA"/>
    <w:rsid w:val="004843E8"/>
    <w:rsid w:val="00484452"/>
    <w:rsid w:val="00484DCA"/>
    <w:rsid w:val="00484F88"/>
    <w:rsid w:val="0048556B"/>
    <w:rsid w:val="00485675"/>
    <w:rsid w:val="0048598F"/>
    <w:rsid w:val="00485DBA"/>
    <w:rsid w:val="0048612D"/>
    <w:rsid w:val="0048616F"/>
    <w:rsid w:val="004866FA"/>
    <w:rsid w:val="0048738B"/>
    <w:rsid w:val="00487790"/>
    <w:rsid w:val="00487D6D"/>
    <w:rsid w:val="00487EF6"/>
    <w:rsid w:val="00490629"/>
    <w:rsid w:val="004908DA"/>
    <w:rsid w:val="00490D17"/>
    <w:rsid w:val="00490E6D"/>
    <w:rsid w:val="004917EA"/>
    <w:rsid w:val="00491813"/>
    <w:rsid w:val="00492330"/>
    <w:rsid w:val="004923B9"/>
    <w:rsid w:val="00492442"/>
    <w:rsid w:val="004927BD"/>
    <w:rsid w:val="004928E2"/>
    <w:rsid w:val="00492B05"/>
    <w:rsid w:val="00492B65"/>
    <w:rsid w:val="00492DA1"/>
    <w:rsid w:val="004931F4"/>
    <w:rsid w:val="00493252"/>
    <w:rsid w:val="004933CD"/>
    <w:rsid w:val="004933F6"/>
    <w:rsid w:val="00493688"/>
    <w:rsid w:val="00493879"/>
    <w:rsid w:val="004939AC"/>
    <w:rsid w:val="00493F7D"/>
    <w:rsid w:val="0049438C"/>
    <w:rsid w:val="00494615"/>
    <w:rsid w:val="0049492C"/>
    <w:rsid w:val="00494949"/>
    <w:rsid w:val="00494969"/>
    <w:rsid w:val="004955A8"/>
    <w:rsid w:val="004955CF"/>
    <w:rsid w:val="00496063"/>
    <w:rsid w:val="00496BDA"/>
    <w:rsid w:val="00496DF1"/>
    <w:rsid w:val="004971B8"/>
    <w:rsid w:val="00497B00"/>
    <w:rsid w:val="00497F22"/>
    <w:rsid w:val="004A02C1"/>
    <w:rsid w:val="004A02E0"/>
    <w:rsid w:val="004A0BCD"/>
    <w:rsid w:val="004A0CD9"/>
    <w:rsid w:val="004A1688"/>
    <w:rsid w:val="004A1E14"/>
    <w:rsid w:val="004A2BE7"/>
    <w:rsid w:val="004A2BFA"/>
    <w:rsid w:val="004A2D4A"/>
    <w:rsid w:val="004A304F"/>
    <w:rsid w:val="004A379B"/>
    <w:rsid w:val="004A3E25"/>
    <w:rsid w:val="004A3EA1"/>
    <w:rsid w:val="004A4D3F"/>
    <w:rsid w:val="004A5715"/>
    <w:rsid w:val="004A5B4B"/>
    <w:rsid w:val="004A607F"/>
    <w:rsid w:val="004A6097"/>
    <w:rsid w:val="004A6347"/>
    <w:rsid w:val="004A65DE"/>
    <w:rsid w:val="004A6608"/>
    <w:rsid w:val="004A719D"/>
    <w:rsid w:val="004A743A"/>
    <w:rsid w:val="004B0D5D"/>
    <w:rsid w:val="004B0EF4"/>
    <w:rsid w:val="004B1214"/>
    <w:rsid w:val="004B1AE8"/>
    <w:rsid w:val="004B1BA0"/>
    <w:rsid w:val="004B2FFA"/>
    <w:rsid w:val="004B3563"/>
    <w:rsid w:val="004B37B8"/>
    <w:rsid w:val="004B3CBD"/>
    <w:rsid w:val="004B3F06"/>
    <w:rsid w:val="004B3F68"/>
    <w:rsid w:val="004B413B"/>
    <w:rsid w:val="004B42D7"/>
    <w:rsid w:val="004B45D1"/>
    <w:rsid w:val="004B4653"/>
    <w:rsid w:val="004B503C"/>
    <w:rsid w:val="004B52F1"/>
    <w:rsid w:val="004B54A4"/>
    <w:rsid w:val="004B5911"/>
    <w:rsid w:val="004B5CC5"/>
    <w:rsid w:val="004B5FCA"/>
    <w:rsid w:val="004B6F0F"/>
    <w:rsid w:val="004B7335"/>
    <w:rsid w:val="004B763D"/>
    <w:rsid w:val="004B7799"/>
    <w:rsid w:val="004B7ADA"/>
    <w:rsid w:val="004B7CB2"/>
    <w:rsid w:val="004C00EA"/>
    <w:rsid w:val="004C01BD"/>
    <w:rsid w:val="004C04A0"/>
    <w:rsid w:val="004C0C34"/>
    <w:rsid w:val="004C0FFC"/>
    <w:rsid w:val="004C11E5"/>
    <w:rsid w:val="004C1873"/>
    <w:rsid w:val="004C191F"/>
    <w:rsid w:val="004C2D56"/>
    <w:rsid w:val="004C31B1"/>
    <w:rsid w:val="004C3202"/>
    <w:rsid w:val="004C321E"/>
    <w:rsid w:val="004C33F3"/>
    <w:rsid w:val="004C3989"/>
    <w:rsid w:val="004C3C4A"/>
    <w:rsid w:val="004C3DC7"/>
    <w:rsid w:val="004C4050"/>
    <w:rsid w:val="004C411D"/>
    <w:rsid w:val="004C46CA"/>
    <w:rsid w:val="004C497A"/>
    <w:rsid w:val="004C4B7F"/>
    <w:rsid w:val="004C4EF5"/>
    <w:rsid w:val="004C5598"/>
    <w:rsid w:val="004C5D0A"/>
    <w:rsid w:val="004C5EA7"/>
    <w:rsid w:val="004C5F74"/>
    <w:rsid w:val="004C5FD4"/>
    <w:rsid w:val="004C6197"/>
    <w:rsid w:val="004C6EF3"/>
    <w:rsid w:val="004C79F7"/>
    <w:rsid w:val="004C7DEF"/>
    <w:rsid w:val="004C7EB4"/>
    <w:rsid w:val="004C7EB9"/>
    <w:rsid w:val="004C7F38"/>
    <w:rsid w:val="004D0337"/>
    <w:rsid w:val="004D0506"/>
    <w:rsid w:val="004D090B"/>
    <w:rsid w:val="004D09C9"/>
    <w:rsid w:val="004D0DA1"/>
    <w:rsid w:val="004D225B"/>
    <w:rsid w:val="004D23DA"/>
    <w:rsid w:val="004D335C"/>
    <w:rsid w:val="004D33B6"/>
    <w:rsid w:val="004D3C6D"/>
    <w:rsid w:val="004D3D2D"/>
    <w:rsid w:val="004D4431"/>
    <w:rsid w:val="004D45C2"/>
    <w:rsid w:val="004D4F66"/>
    <w:rsid w:val="004D5140"/>
    <w:rsid w:val="004D5A33"/>
    <w:rsid w:val="004D5E92"/>
    <w:rsid w:val="004D67F2"/>
    <w:rsid w:val="004D6DCD"/>
    <w:rsid w:val="004D6E7A"/>
    <w:rsid w:val="004D70E8"/>
    <w:rsid w:val="004D73B3"/>
    <w:rsid w:val="004D743A"/>
    <w:rsid w:val="004D783D"/>
    <w:rsid w:val="004D78BE"/>
    <w:rsid w:val="004E08F3"/>
    <w:rsid w:val="004E0B07"/>
    <w:rsid w:val="004E0D0D"/>
    <w:rsid w:val="004E14B0"/>
    <w:rsid w:val="004E1658"/>
    <w:rsid w:val="004E16AE"/>
    <w:rsid w:val="004E1D86"/>
    <w:rsid w:val="004E1E64"/>
    <w:rsid w:val="004E21E2"/>
    <w:rsid w:val="004E2419"/>
    <w:rsid w:val="004E2598"/>
    <w:rsid w:val="004E2992"/>
    <w:rsid w:val="004E2C26"/>
    <w:rsid w:val="004E2C5C"/>
    <w:rsid w:val="004E2E0A"/>
    <w:rsid w:val="004E34EE"/>
    <w:rsid w:val="004E3A95"/>
    <w:rsid w:val="004E3BCA"/>
    <w:rsid w:val="004E446C"/>
    <w:rsid w:val="004E4F3F"/>
    <w:rsid w:val="004E5769"/>
    <w:rsid w:val="004E5E80"/>
    <w:rsid w:val="004E669E"/>
    <w:rsid w:val="004E6903"/>
    <w:rsid w:val="004E6BB1"/>
    <w:rsid w:val="004E6BE0"/>
    <w:rsid w:val="004E6CFF"/>
    <w:rsid w:val="004E6FE4"/>
    <w:rsid w:val="004E7662"/>
    <w:rsid w:val="004E7ABA"/>
    <w:rsid w:val="004F01A4"/>
    <w:rsid w:val="004F0686"/>
    <w:rsid w:val="004F0764"/>
    <w:rsid w:val="004F07E9"/>
    <w:rsid w:val="004F10A3"/>
    <w:rsid w:val="004F1E26"/>
    <w:rsid w:val="004F2587"/>
    <w:rsid w:val="004F2A56"/>
    <w:rsid w:val="004F30FA"/>
    <w:rsid w:val="004F3554"/>
    <w:rsid w:val="004F3F6E"/>
    <w:rsid w:val="004F426E"/>
    <w:rsid w:val="004F4631"/>
    <w:rsid w:val="004F4873"/>
    <w:rsid w:val="004F48D4"/>
    <w:rsid w:val="004F4ADD"/>
    <w:rsid w:val="004F4D1C"/>
    <w:rsid w:val="004F559E"/>
    <w:rsid w:val="004F5807"/>
    <w:rsid w:val="004F6918"/>
    <w:rsid w:val="004F7043"/>
    <w:rsid w:val="004F7635"/>
    <w:rsid w:val="00500263"/>
    <w:rsid w:val="00500E7A"/>
    <w:rsid w:val="005010D5"/>
    <w:rsid w:val="00501E32"/>
    <w:rsid w:val="00502AC4"/>
    <w:rsid w:val="00502E27"/>
    <w:rsid w:val="0050365B"/>
    <w:rsid w:val="00503B89"/>
    <w:rsid w:val="00503BF2"/>
    <w:rsid w:val="0050400C"/>
    <w:rsid w:val="005045B6"/>
    <w:rsid w:val="005049C3"/>
    <w:rsid w:val="00504CD8"/>
    <w:rsid w:val="00504CFA"/>
    <w:rsid w:val="00505236"/>
    <w:rsid w:val="005053C3"/>
    <w:rsid w:val="00505C8D"/>
    <w:rsid w:val="0050607A"/>
    <w:rsid w:val="00506199"/>
    <w:rsid w:val="005063F9"/>
    <w:rsid w:val="0050640A"/>
    <w:rsid w:val="00506498"/>
    <w:rsid w:val="00506E33"/>
    <w:rsid w:val="00507926"/>
    <w:rsid w:val="00507A26"/>
    <w:rsid w:val="00507CC7"/>
    <w:rsid w:val="0051011D"/>
    <w:rsid w:val="005103AC"/>
    <w:rsid w:val="005103B8"/>
    <w:rsid w:val="00510455"/>
    <w:rsid w:val="005107B9"/>
    <w:rsid w:val="0051138F"/>
    <w:rsid w:val="00511499"/>
    <w:rsid w:val="005117EB"/>
    <w:rsid w:val="00511905"/>
    <w:rsid w:val="00511A1E"/>
    <w:rsid w:val="00511DFF"/>
    <w:rsid w:val="00511EA0"/>
    <w:rsid w:val="00512295"/>
    <w:rsid w:val="0051259B"/>
    <w:rsid w:val="005125C7"/>
    <w:rsid w:val="0051275C"/>
    <w:rsid w:val="00512997"/>
    <w:rsid w:val="00512BDD"/>
    <w:rsid w:val="005138F6"/>
    <w:rsid w:val="00513F0E"/>
    <w:rsid w:val="005140BA"/>
    <w:rsid w:val="005143CD"/>
    <w:rsid w:val="0051454B"/>
    <w:rsid w:val="00514B5F"/>
    <w:rsid w:val="005152DE"/>
    <w:rsid w:val="00515342"/>
    <w:rsid w:val="005162AE"/>
    <w:rsid w:val="005162CF"/>
    <w:rsid w:val="0051648E"/>
    <w:rsid w:val="0051728E"/>
    <w:rsid w:val="00517767"/>
    <w:rsid w:val="00517CB0"/>
    <w:rsid w:val="00517DF1"/>
    <w:rsid w:val="00517F1B"/>
    <w:rsid w:val="00520614"/>
    <w:rsid w:val="00520726"/>
    <w:rsid w:val="00521153"/>
    <w:rsid w:val="005214D2"/>
    <w:rsid w:val="005222E7"/>
    <w:rsid w:val="0052248E"/>
    <w:rsid w:val="0052411E"/>
    <w:rsid w:val="00524302"/>
    <w:rsid w:val="00525252"/>
    <w:rsid w:val="00525263"/>
    <w:rsid w:val="00525782"/>
    <w:rsid w:val="005258BA"/>
    <w:rsid w:val="00525990"/>
    <w:rsid w:val="005259AC"/>
    <w:rsid w:val="00527203"/>
    <w:rsid w:val="00527640"/>
    <w:rsid w:val="00527765"/>
    <w:rsid w:val="00527F80"/>
    <w:rsid w:val="0053000A"/>
    <w:rsid w:val="005301AA"/>
    <w:rsid w:val="005306AC"/>
    <w:rsid w:val="00530B28"/>
    <w:rsid w:val="0053138B"/>
    <w:rsid w:val="00531B1C"/>
    <w:rsid w:val="005321AB"/>
    <w:rsid w:val="0053229F"/>
    <w:rsid w:val="005324A6"/>
    <w:rsid w:val="005334B0"/>
    <w:rsid w:val="00533502"/>
    <w:rsid w:val="0053353D"/>
    <w:rsid w:val="00533F30"/>
    <w:rsid w:val="005340DC"/>
    <w:rsid w:val="00534552"/>
    <w:rsid w:val="005345B0"/>
    <w:rsid w:val="00534841"/>
    <w:rsid w:val="005350E1"/>
    <w:rsid w:val="005352BA"/>
    <w:rsid w:val="005359EC"/>
    <w:rsid w:val="00536067"/>
    <w:rsid w:val="00536526"/>
    <w:rsid w:val="005366C9"/>
    <w:rsid w:val="00536926"/>
    <w:rsid w:val="00536CE1"/>
    <w:rsid w:val="00537449"/>
    <w:rsid w:val="00537622"/>
    <w:rsid w:val="00537A82"/>
    <w:rsid w:val="00537FE7"/>
    <w:rsid w:val="00540351"/>
    <w:rsid w:val="00540462"/>
    <w:rsid w:val="005404A2"/>
    <w:rsid w:val="0054093F"/>
    <w:rsid w:val="00540CBA"/>
    <w:rsid w:val="00541400"/>
    <w:rsid w:val="005414D3"/>
    <w:rsid w:val="0054180F"/>
    <w:rsid w:val="005423E4"/>
    <w:rsid w:val="00542CB2"/>
    <w:rsid w:val="00543028"/>
    <w:rsid w:val="00543104"/>
    <w:rsid w:val="00543181"/>
    <w:rsid w:val="00543237"/>
    <w:rsid w:val="005432C0"/>
    <w:rsid w:val="005438E4"/>
    <w:rsid w:val="00543CD8"/>
    <w:rsid w:val="00543E10"/>
    <w:rsid w:val="00543F28"/>
    <w:rsid w:val="00544659"/>
    <w:rsid w:val="00544EA9"/>
    <w:rsid w:val="00545872"/>
    <w:rsid w:val="00546127"/>
    <w:rsid w:val="00546371"/>
    <w:rsid w:val="00546476"/>
    <w:rsid w:val="0054689F"/>
    <w:rsid w:val="00546CF9"/>
    <w:rsid w:val="00546F2B"/>
    <w:rsid w:val="00547054"/>
    <w:rsid w:val="00547D9F"/>
    <w:rsid w:val="005501DE"/>
    <w:rsid w:val="005509D4"/>
    <w:rsid w:val="00550C9B"/>
    <w:rsid w:val="00551810"/>
    <w:rsid w:val="005518DD"/>
    <w:rsid w:val="005518FD"/>
    <w:rsid w:val="005526AC"/>
    <w:rsid w:val="005529AB"/>
    <w:rsid w:val="00552BE3"/>
    <w:rsid w:val="00553112"/>
    <w:rsid w:val="0055399A"/>
    <w:rsid w:val="005539A9"/>
    <w:rsid w:val="00553B1F"/>
    <w:rsid w:val="00553B89"/>
    <w:rsid w:val="0055426A"/>
    <w:rsid w:val="005544E4"/>
    <w:rsid w:val="0055487E"/>
    <w:rsid w:val="00554918"/>
    <w:rsid w:val="00554E15"/>
    <w:rsid w:val="005554BF"/>
    <w:rsid w:val="005555BB"/>
    <w:rsid w:val="0055579E"/>
    <w:rsid w:val="00556626"/>
    <w:rsid w:val="005566DB"/>
    <w:rsid w:val="005566FA"/>
    <w:rsid w:val="00556821"/>
    <w:rsid w:val="00556F07"/>
    <w:rsid w:val="0055796D"/>
    <w:rsid w:val="00557FB2"/>
    <w:rsid w:val="005603B9"/>
    <w:rsid w:val="00560936"/>
    <w:rsid w:val="00560E63"/>
    <w:rsid w:val="0056100E"/>
    <w:rsid w:val="005612A5"/>
    <w:rsid w:val="00561872"/>
    <w:rsid w:val="00561C02"/>
    <w:rsid w:val="005620B0"/>
    <w:rsid w:val="00562826"/>
    <w:rsid w:val="00562FA1"/>
    <w:rsid w:val="005632E3"/>
    <w:rsid w:val="00563526"/>
    <w:rsid w:val="00563547"/>
    <w:rsid w:val="00566363"/>
    <w:rsid w:val="005667ED"/>
    <w:rsid w:val="005668A8"/>
    <w:rsid w:val="00566A0C"/>
    <w:rsid w:val="00566BA6"/>
    <w:rsid w:val="00567116"/>
    <w:rsid w:val="0056736D"/>
    <w:rsid w:val="005673FB"/>
    <w:rsid w:val="00567518"/>
    <w:rsid w:val="005677A2"/>
    <w:rsid w:val="00567990"/>
    <w:rsid w:val="00567BEF"/>
    <w:rsid w:val="00570120"/>
    <w:rsid w:val="005709C7"/>
    <w:rsid w:val="00570A49"/>
    <w:rsid w:val="00570B0C"/>
    <w:rsid w:val="0057115B"/>
    <w:rsid w:val="00571F6E"/>
    <w:rsid w:val="00572599"/>
    <w:rsid w:val="00572842"/>
    <w:rsid w:val="00572916"/>
    <w:rsid w:val="005733B7"/>
    <w:rsid w:val="00573513"/>
    <w:rsid w:val="005737D6"/>
    <w:rsid w:val="00573AE6"/>
    <w:rsid w:val="00573B68"/>
    <w:rsid w:val="00573BDE"/>
    <w:rsid w:val="00573D01"/>
    <w:rsid w:val="00573F3B"/>
    <w:rsid w:val="00573F61"/>
    <w:rsid w:val="0057471A"/>
    <w:rsid w:val="00574736"/>
    <w:rsid w:val="00574CBD"/>
    <w:rsid w:val="00574E41"/>
    <w:rsid w:val="0057604E"/>
    <w:rsid w:val="005766D1"/>
    <w:rsid w:val="005768B9"/>
    <w:rsid w:val="00576DC5"/>
    <w:rsid w:val="00576F98"/>
    <w:rsid w:val="0057735C"/>
    <w:rsid w:val="00577501"/>
    <w:rsid w:val="00577EB9"/>
    <w:rsid w:val="00580006"/>
    <w:rsid w:val="005802C7"/>
    <w:rsid w:val="00580765"/>
    <w:rsid w:val="00580A70"/>
    <w:rsid w:val="00581612"/>
    <w:rsid w:val="00581D2A"/>
    <w:rsid w:val="005820D3"/>
    <w:rsid w:val="005821E9"/>
    <w:rsid w:val="005830EF"/>
    <w:rsid w:val="00583105"/>
    <w:rsid w:val="005833B8"/>
    <w:rsid w:val="00583ABF"/>
    <w:rsid w:val="00584576"/>
    <w:rsid w:val="0058469A"/>
    <w:rsid w:val="00584888"/>
    <w:rsid w:val="005848BD"/>
    <w:rsid w:val="00584AEF"/>
    <w:rsid w:val="00584D17"/>
    <w:rsid w:val="00585035"/>
    <w:rsid w:val="005851CF"/>
    <w:rsid w:val="005861FE"/>
    <w:rsid w:val="00586CC4"/>
    <w:rsid w:val="00586F7E"/>
    <w:rsid w:val="0058725A"/>
    <w:rsid w:val="0058772C"/>
    <w:rsid w:val="00587972"/>
    <w:rsid w:val="00587B88"/>
    <w:rsid w:val="005900A5"/>
    <w:rsid w:val="005903BF"/>
    <w:rsid w:val="00590C63"/>
    <w:rsid w:val="0059143B"/>
    <w:rsid w:val="00591476"/>
    <w:rsid w:val="0059160E"/>
    <w:rsid w:val="005918B4"/>
    <w:rsid w:val="00591AE6"/>
    <w:rsid w:val="005920C4"/>
    <w:rsid w:val="00592616"/>
    <w:rsid w:val="00592629"/>
    <w:rsid w:val="005929BD"/>
    <w:rsid w:val="00592AD3"/>
    <w:rsid w:val="00592E3E"/>
    <w:rsid w:val="00593D01"/>
    <w:rsid w:val="00593F5F"/>
    <w:rsid w:val="0059403E"/>
    <w:rsid w:val="0059429C"/>
    <w:rsid w:val="00594913"/>
    <w:rsid w:val="00594A5D"/>
    <w:rsid w:val="0059592B"/>
    <w:rsid w:val="00595C7B"/>
    <w:rsid w:val="00596861"/>
    <w:rsid w:val="00596C09"/>
    <w:rsid w:val="00596E56"/>
    <w:rsid w:val="00596FC2"/>
    <w:rsid w:val="005970C9"/>
    <w:rsid w:val="00597D8B"/>
    <w:rsid w:val="005A00AF"/>
    <w:rsid w:val="005A05C7"/>
    <w:rsid w:val="005A0954"/>
    <w:rsid w:val="005A0CA0"/>
    <w:rsid w:val="005A1013"/>
    <w:rsid w:val="005A1578"/>
    <w:rsid w:val="005A158C"/>
    <w:rsid w:val="005A15D9"/>
    <w:rsid w:val="005A18C9"/>
    <w:rsid w:val="005A1D63"/>
    <w:rsid w:val="005A26E1"/>
    <w:rsid w:val="005A2C20"/>
    <w:rsid w:val="005A2D84"/>
    <w:rsid w:val="005A3181"/>
    <w:rsid w:val="005A344D"/>
    <w:rsid w:val="005A43DC"/>
    <w:rsid w:val="005A4A7E"/>
    <w:rsid w:val="005A4D21"/>
    <w:rsid w:val="005A4F88"/>
    <w:rsid w:val="005A511E"/>
    <w:rsid w:val="005A59A9"/>
    <w:rsid w:val="005A66D4"/>
    <w:rsid w:val="005A6B7A"/>
    <w:rsid w:val="005A6BD9"/>
    <w:rsid w:val="005B05CF"/>
    <w:rsid w:val="005B095A"/>
    <w:rsid w:val="005B0FB1"/>
    <w:rsid w:val="005B1A09"/>
    <w:rsid w:val="005B1F9B"/>
    <w:rsid w:val="005B20F8"/>
    <w:rsid w:val="005B2218"/>
    <w:rsid w:val="005B240D"/>
    <w:rsid w:val="005B3B8E"/>
    <w:rsid w:val="005B43CA"/>
    <w:rsid w:val="005B4824"/>
    <w:rsid w:val="005B4F5C"/>
    <w:rsid w:val="005B518F"/>
    <w:rsid w:val="005B5503"/>
    <w:rsid w:val="005B56A0"/>
    <w:rsid w:val="005B588F"/>
    <w:rsid w:val="005B58BB"/>
    <w:rsid w:val="005B5CF3"/>
    <w:rsid w:val="005B5DAB"/>
    <w:rsid w:val="005B63DA"/>
    <w:rsid w:val="005B6933"/>
    <w:rsid w:val="005B6B16"/>
    <w:rsid w:val="005B6F3D"/>
    <w:rsid w:val="005B7466"/>
    <w:rsid w:val="005B7E83"/>
    <w:rsid w:val="005C0019"/>
    <w:rsid w:val="005C007A"/>
    <w:rsid w:val="005C01BC"/>
    <w:rsid w:val="005C16F7"/>
    <w:rsid w:val="005C1738"/>
    <w:rsid w:val="005C189B"/>
    <w:rsid w:val="005C2088"/>
    <w:rsid w:val="005C20E7"/>
    <w:rsid w:val="005C2DD8"/>
    <w:rsid w:val="005C36EA"/>
    <w:rsid w:val="005C45E6"/>
    <w:rsid w:val="005C4F98"/>
    <w:rsid w:val="005C5000"/>
    <w:rsid w:val="005C5094"/>
    <w:rsid w:val="005C53AC"/>
    <w:rsid w:val="005C545B"/>
    <w:rsid w:val="005C5B94"/>
    <w:rsid w:val="005C5C7D"/>
    <w:rsid w:val="005C6C6C"/>
    <w:rsid w:val="005C7492"/>
    <w:rsid w:val="005C7D37"/>
    <w:rsid w:val="005D0AF9"/>
    <w:rsid w:val="005D117B"/>
    <w:rsid w:val="005D12F0"/>
    <w:rsid w:val="005D1481"/>
    <w:rsid w:val="005D1506"/>
    <w:rsid w:val="005D1EA1"/>
    <w:rsid w:val="005D1F5F"/>
    <w:rsid w:val="005D2384"/>
    <w:rsid w:val="005D25C8"/>
    <w:rsid w:val="005D26BA"/>
    <w:rsid w:val="005D2A1C"/>
    <w:rsid w:val="005D3217"/>
    <w:rsid w:val="005D37A7"/>
    <w:rsid w:val="005D3B5B"/>
    <w:rsid w:val="005D3D82"/>
    <w:rsid w:val="005D437C"/>
    <w:rsid w:val="005D483C"/>
    <w:rsid w:val="005D486F"/>
    <w:rsid w:val="005D4C22"/>
    <w:rsid w:val="005D4CFA"/>
    <w:rsid w:val="005D4E08"/>
    <w:rsid w:val="005D4E7A"/>
    <w:rsid w:val="005D52DD"/>
    <w:rsid w:val="005D5898"/>
    <w:rsid w:val="005D62F1"/>
    <w:rsid w:val="005D63B2"/>
    <w:rsid w:val="005D6792"/>
    <w:rsid w:val="005D67AD"/>
    <w:rsid w:val="005D6974"/>
    <w:rsid w:val="005D6A8C"/>
    <w:rsid w:val="005D7EC3"/>
    <w:rsid w:val="005E04B2"/>
    <w:rsid w:val="005E0C22"/>
    <w:rsid w:val="005E101C"/>
    <w:rsid w:val="005E12D8"/>
    <w:rsid w:val="005E1580"/>
    <w:rsid w:val="005E1EF3"/>
    <w:rsid w:val="005E29B1"/>
    <w:rsid w:val="005E2A4F"/>
    <w:rsid w:val="005E2EC5"/>
    <w:rsid w:val="005E3942"/>
    <w:rsid w:val="005E3BA7"/>
    <w:rsid w:val="005E403E"/>
    <w:rsid w:val="005E4297"/>
    <w:rsid w:val="005E4765"/>
    <w:rsid w:val="005E4B7D"/>
    <w:rsid w:val="005E4E66"/>
    <w:rsid w:val="005E57A8"/>
    <w:rsid w:val="005E651E"/>
    <w:rsid w:val="005E6D60"/>
    <w:rsid w:val="005E6D8D"/>
    <w:rsid w:val="005E7474"/>
    <w:rsid w:val="005E751C"/>
    <w:rsid w:val="005E75FC"/>
    <w:rsid w:val="005F00E9"/>
    <w:rsid w:val="005F0827"/>
    <w:rsid w:val="005F0C2C"/>
    <w:rsid w:val="005F0C58"/>
    <w:rsid w:val="005F102A"/>
    <w:rsid w:val="005F10E2"/>
    <w:rsid w:val="005F114A"/>
    <w:rsid w:val="005F125A"/>
    <w:rsid w:val="005F1A8F"/>
    <w:rsid w:val="005F1B02"/>
    <w:rsid w:val="005F1D76"/>
    <w:rsid w:val="005F30EA"/>
    <w:rsid w:val="005F3265"/>
    <w:rsid w:val="005F353A"/>
    <w:rsid w:val="005F3F5B"/>
    <w:rsid w:val="005F3FCC"/>
    <w:rsid w:val="005F41FA"/>
    <w:rsid w:val="005F4440"/>
    <w:rsid w:val="005F47D8"/>
    <w:rsid w:val="005F4C04"/>
    <w:rsid w:val="005F4CFF"/>
    <w:rsid w:val="005F4D27"/>
    <w:rsid w:val="005F56C1"/>
    <w:rsid w:val="005F5D1C"/>
    <w:rsid w:val="005F60A1"/>
    <w:rsid w:val="005F72F3"/>
    <w:rsid w:val="005F7629"/>
    <w:rsid w:val="005F7983"/>
    <w:rsid w:val="00600363"/>
    <w:rsid w:val="00600BF6"/>
    <w:rsid w:val="0060109A"/>
    <w:rsid w:val="006011A9"/>
    <w:rsid w:val="006013B8"/>
    <w:rsid w:val="00601585"/>
    <w:rsid w:val="00601A56"/>
    <w:rsid w:val="00601AF8"/>
    <w:rsid w:val="00601EFE"/>
    <w:rsid w:val="00602A20"/>
    <w:rsid w:val="00602CD7"/>
    <w:rsid w:val="0060375A"/>
    <w:rsid w:val="00603C99"/>
    <w:rsid w:val="006041CD"/>
    <w:rsid w:val="00604570"/>
    <w:rsid w:val="006045AC"/>
    <w:rsid w:val="006050AB"/>
    <w:rsid w:val="0060531F"/>
    <w:rsid w:val="006055D7"/>
    <w:rsid w:val="00605A31"/>
    <w:rsid w:val="00605F06"/>
    <w:rsid w:val="006063DD"/>
    <w:rsid w:val="00606830"/>
    <w:rsid w:val="00607227"/>
    <w:rsid w:val="0060778B"/>
    <w:rsid w:val="006077DA"/>
    <w:rsid w:val="006079CC"/>
    <w:rsid w:val="006100B3"/>
    <w:rsid w:val="00610445"/>
    <w:rsid w:val="00610D50"/>
    <w:rsid w:val="00610F70"/>
    <w:rsid w:val="00612489"/>
    <w:rsid w:val="0061296D"/>
    <w:rsid w:val="006129EC"/>
    <w:rsid w:val="00613A0A"/>
    <w:rsid w:val="00614357"/>
    <w:rsid w:val="00614389"/>
    <w:rsid w:val="006145C3"/>
    <w:rsid w:val="00615223"/>
    <w:rsid w:val="006154D7"/>
    <w:rsid w:val="00615992"/>
    <w:rsid w:val="0061687E"/>
    <w:rsid w:val="00616981"/>
    <w:rsid w:val="00616D7A"/>
    <w:rsid w:val="00616E48"/>
    <w:rsid w:val="00617573"/>
    <w:rsid w:val="006207E8"/>
    <w:rsid w:val="0062089A"/>
    <w:rsid w:val="0062099E"/>
    <w:rsid w:val="00620B13"/>
    <w:rsid w:val="00620D88"/>
    <w:rsid w:val="006221EA"/>
    <w:rsid w:val="006226EA"/>
    <w:rsid w:val="006228CD"/>
    <w:rsid w:val="00622904"/>
    <w:rsid w:val="00622A59"/>
    <w:rsid w:val="00622DDF"/>
    <w:rsid w:val="006236CB"/>
    <w:rsid w:val="00623B99"/>
    <w:rsid w:val="00623EA2"/>
    <w:rsid w:val="00623FE4"/>
    <w:rsid w:val="00624874"/>
    <w:rsid w:val="00625EA3"/>
    <w:rsid w:val="00626BB2"/>
    <w:rsid w:val="00626FE7"/>
    <w:rsid w:val="00627206"/>
    <w:rsid w:val="0062787A"/>
    <w:rsid w:val="00630133"/>
    <w:rsid w:val="0063022D"/>
    <w:rsid w:val="006308DC"/>
    <w:rsid w:val="00630BF4"/>
    <w:rsid w:val="00631011"/>
    <w:rsid w:val="00631406"/>
    <w:rsid w:val="00631783"/>
    <w:rsid w:val="00631EF1"/>
    <w:rsid w:val="006321B5"/>
    <w:rsid w:val="00632369"/>
    <w:rsid w:val="00632F2F"/>
    <w:rsid w:val="006331E9"/>
    <w:rsid w:val="00633594"/>
    <w:rsid w:val="006335F4"/>
    <w:rsid w:val="0063418E"/>
    <w:rsid w:val="0063449E"/>
    <w:rsid w:val="00634890"/>
    <w:rsid w:val="00634905"/>
    <w:rsid w:val="00635E19"/>
    <w:rsid w:val="00635FBF"/>
    <w:rsid w:val="00636003"/>
    <w:rsid w:val="006360B0"/>
    <w:rsid w:val="006361B1"/>
    <w:rsid w:val="00636D21"/>
    <w:rsid w:val="006374AF"/>
    <w:rsid w:val="0063790D"/>
    <w:rsid w:val="00640236"/>
    <w:rsid w:val="00640482"/>
    <w:rsid w:val="006405A2"/>
    <w:rsid w:val="00640729"/>
    <w:rsid w:val="006407CB"/>
    <w:rsid w:val="00640E53"/>
    <w:rsid w:val="006410E6"/>
    <w:rsid w:val="0064115D"/>
    <w:rsid w:val="00641764"/>
    <w:rsid w:val="00641CF4"/>
    <w:rsid w:val="00641F16"/>
    <w:rsid w:val="006422C4"/>
    <w:rsid w:val="006428D7"/>
    <w:rsid w:val="00642933"/>
    <w:rsid w:val="006430CA"/>
    <w:rsid w:val="0064335B"/>
    <w:rsid w:val="0064352D"/>
    <w:rsid w:val="0064385E"/>
    <w:rsid w:val="00643FF6"/>
    <w:rsid w:val="00644DDE"/>
    <w:rsid w:val="00644E94"/>
    <w:rsid w:val="00645143"/>
    <w:rsid w:val="006451FB"/>
    <w:rsid w:val="0064529A"/>
    <w:rsid w:val="00645B8B"/>
    <w:rsid w:val="00645D3C"/>
    <w:rsid w:val="006460F0"/>
    <w:rsid w:val="0064617A"/>
    <w:rsid w:val="00646D53"/>
    <w:rsid w:val="00646F7D"/>
    <w:rsid w:val="0064798B"/>
    <w:rsid w:val="00647C9E"/>
    <w:rsid w:val="00650454"/>
    <w:rsid w:val="00650654"/>
    <w:rsid w:val="0065093B"/>
    <w:rsid w:val="0065098A"/>
    <w:rsid w:val="00650E48"/>
    <w:rsid w:val="00650F1F"/>
    <w:rsid w:val="006522A6"/>
    <w:rsid w:val="00652517"/>
    <w:rsid w:val="00652D10"/>
    <w:rsid w:val="00653BCD"/>
    <w:rsid w:val="00653F4B"/>
    <w:rsid w:val="00654192"/>
    <w:rsid w:val="006542BB"/>
    <w:rsid w:val="006545B1"/>
    <w:rsid w:val="006548B9"/>
    <w:rsid w:val="006548D9"/>
    <w:rsid w:val="00654A4E"/>
    <w:rsid w:val="00654FC6"/>
    <w:rsid w:val="0065525F"/>
    <w:rsid w:val="00655B8B"/>
    <w:rsid w:val="00656010"/>
    <w:rsid w:val="00656823"/>
    <w:rsid w:val="006568AB"/>
    <w:rsid w:val="0065696F"/>
    <w:rsid w:val="00656A9B"/>
    <w:rsid w:val="00656F12"/>
    <w:rsid w:val="0065727E"/>
    <w:rsid w:val="006572A1"/>
    <w:rsid w:val="006577AB"/>
    <w:rsid w:val="00657C71"/>
    <w:rsid w:val="00660258"/>
    <w:rsid w:val="006603A2"/>
    <w:rsid w:val="006604DD"/>
    <w:rsid w:val="00660B29"/>
    <w:rsid w:val="00660C1A"/>
    <w:rsid w:val="00660D5B"/>
    <w:rsid w:val="006611DA"/>
    <w:rsid w:val="006612BE"/>
    <w:rsid w:val="00661A4E"/>
    <w:rsid w:val="00661F52"/>
    <w:rsid w:val="006626BA"/>
    <w:rsid w:val="006639A4"/>
    <w:rsid w:val="00664A72"/>
    <w:rsid w:val="00664D2F"/>
    <w:rsid w:val="00664E43"/>
    <w:rsid w:val="006650D6"/>
    <w:rsid w:val="00665EB2"/>
    <w:rsid w:val="00665FC9"/>
    <w:rsid w:val="00666461"/>
    <w:rsid w:val="00666C68"/>
    <w:rsid w:val="00666E01"/>
    <w:rsid w:val="006670C4"/>
    <w:rsid w:val="00667AEE"/>
    <w:rsid w:val="0067031A"/>
    <w:rsid w:val="006707BB"/>
    <w:rsid w:val="006707D5"/>
    <w:rsid w:val="00670946"/>
    <w:rsid w:val="00670FF7"/>
    <w:rsid w:val="006711B3"/>
    <w:rsid w:val="0067132D"/>
    <w:rsid w:val="00671EA4"/>
    <w:rsid w:val="00672234"/>
    <w:rsid w:val="006722FF"/>
    <w:rsid w:val="00672A14"/>
    <w:rsid w:val="0067342D"/>
    <w:rsid w:val="00673A38"/>
    <w:rsid w:val="00673AB0"/>
    <w:rsid w:val="0067432C"/>
    <w:rsid w:val="0067485A"/>
    <w:rsid w:val="00674976"/>
    <w:rsid w:val="00675494"/>
    <w:rsid w:val="006754B7"/>
    <w:rsid w:val="00675707"/>
    <w:rsid w:val="006757EB"/>
    <w:rsid w:val="0067643E"/>
    <w:rsid w:val="006767C9"/>
    <w:rsid w:val="00676A43"/>
    <w:rsid w:val="00676CBA"/>
    <w:rsid w:val="00677B23"/>
    <w:rsid w:val="00677BB8"/>
    <w:rsid w:val="00680E15"/>
    <w:rsid w:val="00681295"/>
    <w:rsid w:val="0068129E"/>
    <w:rsid w:val="00681505"/>
    <w:rsid w:val="006816B8"/>
    <w:rsid w:val="006819D7"/>
    <w:rsid w:val="00681DE0"/>
    <w:rsid w:val="006822E4"/>
    <w:rsid w:val="0068270C"/>
    <w:rsid w:val="0068272B"/>
    <w:rsid w:val="00682995"/>
    <w:rsid w:val="00682B55"/>
    <w:rsid w:val="00682B59"/>
    <w:rsid w:val="00683084"/>
    <w:rsid w:val="006839B8"/>
    <w:rsid w:val="006841E2"/>
    <w:rsid w:val="00684276"/>
    <w:rsid w:val="00684B51"/>
    <w:rsid w:val="0068510E"/>
    <w:rsid w:val="00685554"/>
    <w:rsid w:val="00685849"/>
    <w:rsid w:val="00685A1D"/>
    <w:rsid w:val="00685CE4"/>
    <w:rsid w:val="00685D45"/>
    <w:rsid w:val="0068626E"/>
    <w:rsid w:val="00686C5C"/>
    <w:rsid w:val="00687849"/>
    <w:rsid w:val="00687A3D"/>
    <w:rsid w:val="00687CDC"/>
    <w:rsid w:val="00687F84"/>
    <w:rsid w:val="006902E7"/>
    <w:rsid w:val="00690698"/>
    <w:rsid w:val="0069074D"/>
    <w:rsid w:val="00690A8E"/>
    <w:rsid w:val="006913D7"/>
    <w:rsid w:val="00691418"/>
    <w:rsid w:val="006914BC"/>
    <w:rsid w:val="006917F8"/>
    <w:rsid w:val="00691A69"/>
    <w:rsid w:val="00691D7F"/>
    <w:rsid w:val="00692270"/>
    <w:rsid w:val="006924B7"/>
    <w:rsid w:val="00692A81"/>
    <w:rsid w:val="00692E8A"/>
    <w:rsid w:val="00692F2B"/>
    <w:rsid w:val="00693125"/>
    <w:rsid w:val="0069322A"/>
    <w:rsid w:val="00693BC9"/>
    <w:rsid w:val="006940E1"/>
    <w:rsid w:val="00694411"/>
    <w:rsid w:val="006948FF"/>
    <w:rsid w:val="00694F01"/>
    <w:rsid w:val="00695BF4"/>
    <w:rsid w:val="00696B8E"/>
    <w:rsid w:val="0069750A"/>
    <w:rsid w:val="00697658"/>
    <w:rsid w:val="00697CB9"/>
    <w:rsid w:val="006A0063"/>
    <w:rsid w:val="006A0318"/>
    <w:rsid w:val="006A04BE"/>
    <w:rsid w:val="006A04ED"/>
    <w:rsid w:val="006A0654"/>
    <w:rsid w:val="006A0A36"/>
    <w:rsid w:val="006A0AE9"/>
    <w:rsid w:val="006A0B12"/>
    <w:rsid w:val="006A0D00"/>
    <w:rsid w:val="006A137B"/>
    <w:rsid w:val="006A1844"/>
    <w:rsid w:val="006A204C"/>
    <w:rsid w:val="006A2069"/>
    <w:rsid w:val="006A251E"/>
    <w:rsid w:val="006A29CD"/>
    <w:rsid w:val="006A2B17"/>
    <w:rsid w:val="006A2E6F"/>
    <w:rsid w:val="006A33F4"/>
    <w:rsid w:val="006A350A"/>
    <w:rsid w:val="006A38F1"/>
    <w:rsid w:val="006A39E3"/>
    <w:rsid w:val="006A3A5D"/>
    <w:rsid w:val="006A3F21"/>
    <w:rsid w:val="006A41C5"/>
    <w:rsid w:val="006A522B"/>
    <w:rsid w:val="006A5C93"/>
    <w:rsid w:val="006A5E62"/>
    <w:rsid w:val="006A6525"/>
    <w:rsid w:val="006A697D"/>
    <w:rsid w:val="006A6D23"/>
    <w:rsid w:val="006A6FE5"/>
    <w:rsid w:val="006A7122"/>
    <w:rsid w:val="006A7325"/>
    <w:rsid w:val="006A776E"/>
    <w:rsid w:val="006A7883"/>
    <w:rsid w:val="006A7A30"/>
    <w:rsid w:val="006A7A58"/>
    <w:rsid w:val="006A7A80"/>
    <w:rsid w:val="006A7AD9"/>
    <w:rsid w:val="006B00FF"/>
    <w:rsid w:val="006B02DA"/>
    <w:rsid w:val="006B05EB"/>
    <w:rsid w:val="006B0633"/>
    <w:rsid w:val="006B08DE"/>
    <w:rsid w:val="006B0A96"/>
    <w:rsid w:val="006B1A49"/>
    <w:rsid w:val="006B25D8"/>
    <w:rsid w:val="006B2785"/>
    <w:rsid w:val="006B2BC5"/>
    <w:rsid w:val="006B2EF0"/>
    <w:rsid w:val="006B3177"/>
    <w:rsid w:val="006B33AD"/>
    <w:rsid w:val="006B3C5E"/>
    <w:rsid w:val="006B43AA"/>
    <w:rsid w:val="006B453D"/>
    <w:rsid w:val="006B4590"/>
    <w:rsid w:val="006B476E"/>
    <w:rsid w:val="006B4B8F"/>
    <w:rsid w:val="006B4BAA"/>
    <w:rsid w:val="006B509B"/>
    <w:rsid w:val="006B562E"/>
    <w:rsid w:val="006B56F9"/>
    <w:rsid w:val="006B5912"/>
    <w:rsid w:val="006B5965"/>
    <w:rsid w:val="006B5DD3"/>
    <w:rsid w:val="006B5EF3"/>
    <w:rsid w:val="006B6111"/>
    <w:rsid w:val="006B663E"/>
    <w:rsid w:val="006B66D4"/>
    <w:rsid w:val="006B6DDD"/>
    <w:rsid w:val="006B7610"/>
    <w:rsid w:val="006B761F"/>
    <w:rsid w:val="006B7C6B"/>
    <w:rsid w:val="006B7EDA"/>
    <w:rsid w:val="006B7F76"/>
    <w:rsid w:val="006C0087"/>
    <w:rsid w:val="006C08A7"/>
    <w:rsid w:val="006C0EA2"/>
    <w:rsid w:val="006C0FCD"/>
    <w:rsid w:val="006C1787"/>
    <w:rsid w:val="006C2417"/>
    <w:rsid w:val="006C29A7"/>
    <w:rsid w:val="006C2E2F"/>
    <w:rsid w:val="006C3050"/>
    <w:rsid w:val="006C30C8"/>
    <w:rsid w:val="006C3B54"/>
    <w:rsid w:val="006C3F3E"/>
    <w:rsid w:val="006C4E26"/>
    <w:rsid w:val="006C58DD"/>
    <w:rsid w:val="006C5961"/>
    <w:rsid w:val="006C5C6F"/>
    <w:rsid w:val="006C5E8B"/>
    <w:rsid w:val="006C6DF5"/>
    <w:rsid w:val="006C6F30"/>
    <w:rsid w:val="006C6F5C"/>
    <w:rsid w:val="006C7148"/>
    <w:rsid w:val="006C7200"/>
    <w:rsid w:val="006C72B7"/>
    <w:rsid w:val="006C7849"/>
    <w:rsid w:val="006C7BFF"/>
    <w:rsid w:val="006C7C61"/>
    <w:rsid w:val="006D0AA0"/>
    <w:rsid w:val="006D0B15"/>
    <w:rsid w:val="006D0DFF"/>
    <w:rsid w:val="006D172A"/>
    <w:rsid w:val="006D187E"/>
    <w:rsid w:val="006D1A4D"/>
    <w:rsid w:val="006D1DA9"/>
    <w:rsid w:val="006D1DFC"/>
    <w:rsid w:val="006D2687"/>
    <w:rsid w:val="006D27F7"/>
    <w:rsid w:val="006D35CE"/>
    <w:rsid w:val="006D376F"/>
    <w:rsid w:val="006D4211"/>
    <w:rsid w:val="006D4938"/>
    <w:rsid w:val="006D4B39"/>
    <w:rsid w:val="006D4B3F"/>
    <w:rsid w:val="006D4CC9"/>
    <w:rsid w:val="006D528C"/>
    <w:rsid w:val="006D6214"/>
    <w:rsid w:val="006D66FD"/>
    <w:rsid w:val="006D6748"/>
    <w:rsid w:val="006D6DF9"/>
    <w:rsid w:val="006D6E61"/>
    <w:rsid w:val="006D7056"/>
    <w:rsid w:val="006D74F5"/>
    <w:rsid w:val="006D786E"/>
    <w:rsid w:val="006D7AD6"/>
    <w:rsid w:val="006E0483"/>
    <w:rsid w:val="006E07F4"/>
    <w:rsid w:val="006E11C1"/>
    <w:rsid w:val="006E1AB7"/>
    <w:rsid w:val="006E1F85"/>
    <w:rsid w:val="006E1F87"/>
    <w:rsid w:val="006E219D"/>
    <w:rsid w:val="006E2955"/>
    <w:rsid w:val="006E2DB9"/>
    <w:rsid w:val="006E35BD"/>
    <w:rsid w:val="006E3AF4"/>
    <w:rsid w:val="006E3DBA"/>
    <w:rsid w:val="006E4128"/>
    <w:rsid w:val="006E4302"/>
    <w:rsid w:val="006E47BF"/>
    <w:rsid w:val="006E48FA"/>
    <w:rsid w:val="006E4E23"/>
    <w:rsid w:val="006E506B"/>
    <w:rsid w:val="006E5119"/>
    <w:rsid w:val="006E59F5"/>
    <w:rsid w:val="006E5A4D"/>
    <w:rsid w:val="006E5F58"/>
    <w:rsid w:val="006E6373"/>
    <w:rsid w:val="006E65C8"/>
    <w:rsid w:val="006E6A7D"/>
    <w:rsid w:val="006E6EAE"/>
    <w:rsid w:val="006E7650"/>
    <w:rsid w:val="006F02FC"/>
    <w:rsid w:val="006F055E"/>
    <w:rsid w:val="006F067D"/>
    <w:rsid w:val="006F09BD"/>
    <w:rsid w:val="006F1086"/>
    <w:rsid w:val="006F13A9"/>
    <w:rsid w:val="006F1625"/>
    <w:rsid w:val="006F172C"/>
    <w:rsid w:val="006F1BC3"/>
    <w:rsid w:val="006F1E7F"/>
    <w:rsid w:val="006F216B"/>
    <w:rsid w:val="006F227C"/>
    <w:rsid w:val="006F22B8"/>
    <w:rsid w:val="006F24FB"/>
    <w:rsid w:val="006F2733"/>
    <w:rsid w:val="006F2DD5"/>
    <w:rsid w:val="006F370E"/>
    <w:rsid w:val="006F392B"/>
    <w:rsid w:val="006F4EFC"/>
    <w:rsid w:val="006F5301"/>
    <w:rsid w:val="006F555B"/>
    <w:rsid w:val="006F5972"/>
    <w:rsid w:val="006F5D25"/>
    <w:rsid w:val="006F5EE0"/>
    <w:rsid w:val="006F616B"/>
    <w:rsid w:val="006F6C41"/>
    <w:rsid w:val="006F7661"/>
    <w:rsid w:val="00700B96"/>
    <w:rsid w:val="00700FD6"/>
    <w:rsid w:val="007011DF"/>
    <w:rsid w:val="00701211"/>
    <w:rsid w:val="007015B7"/>
    <w:rsid w:val="0070164B"/>
    <w:rsid w:val="0070168B"/>
    <w:rsid w:val="00701797"/>
    <w:rsid w:val="00701838"/>
    <w:rsid w:val="00701E5A"/>
    <w:rsid w:val="00701EB3"/>
    <w:rsid w:val="00702091"/>
    <w:rsid w:val="00702AA2"/>
    <w:rsid w:val="00702E64"/>
    <w:rsid w:val="00703104"/>
    <w:rsid w:val="0070339E"/>
    <w:rsid w:val="007038CD"/>
    <w:rsid w:val="00703A63"/>
    <w:rsid w:val="00703C8F"/>
    <w:rsid w:val="007054B4"/>
    <w:rsid w:val="0070567F"/>
    <w:rsid w:val="00705A22"/>
    <w:rsid w:val="00705DED"/>
    <w:rsid w:val="007063C6"/>
    <w:rsid w:val="00706938"/>
    <w:rsid w:val="00706EDF"/>
    <w:rsid w:val="00707F32"/>
    <w:rsid w:val="007100D6"/>
    <w:rsid w:val="00710399"/>
    <w:rsid w:val="00710810"/>
    <w:rsid w:val="00710C24"/>
    <w:rsid w:val="00710CBF"/>
    <w:rsid w:val="00710E20"/>
    <w:rsid w:val="00711C75"/>
    <w:rsid w:val="00712783"/>
    <w:rsid w:val="007129DE"/>
    <w:rsid w:val="007130F3"/>
    <w:rsid w:val="00713249"/>
    <w:rsid w:val="00713466"/>
    <w:rsid w:val="00713726"/>
    <w:rsid w:val="00713965"/>
    <w:rsid w:val="00713AD7"/>
    <w:rsid w:val="00713CDF"/>
    <w:rsid w:val="00713EF4"/>
    <w:rsid w:val="007141E1"/>
    <w:rsid w:val="0071540D"/>
    <w:rsid w:val="00715A72"/>
    <w:rsid w:val="00715C0C"/>
    <w:rsid w:val="007163DF"/>
    <w:rsid w:val="00716741"/>
    <w:rsid w:val="00716C5C"/>
    <w:rsid w:val="00717446"/>
    <w:rsid w:val="00717686"/>
    <w:rsid w:val="00717AB7"/>
    <w:rsid w:val="00717B58"/>
    <w:rsid w:val="00717D60"/>
    <w:rsid w:val="0072080A"/>
    <w:rsid w:val="00720AF9"/>
    <w:rsid w:val="00722223"/>
    <w:rsid w:val="007227DD"/>
    <w:rsid w:val="00722E71"/>
    <w:rsid w:val="00722FEB"/>
    <w:rsid w:val="0072355B"/>
    <w:rsid w:val="00723826"/>
    <w:rsid w:val="00723C5C"/>
    <w:rsid w:val="00723E52"/>
    <w:rsid w:val="00723E66"/>
    <w:rsid w:val="0072465B"/>
    <w:rsid w:val="007247E7"/>
    <w:rsid w:val="007249C1"/>
    <w:rsid w:val="00725216"/>
    <w:rsid w:val="007252A4"/>
    <w:rsid w:val="0072612C"/>
    <w:rsid w:val="007263FE"/>
    <w:rsid w:val="0072679D"/>
    <w:rsid w:val="00726984"/>
    <w:rsid w:val="00726C13"/>
    <w:rsid w:val="007272A0"/>
    <w:rsid w:val="00727608"/>
    <w:rsid w:val="0072796A"/>
    <w:rsid w:val="00727CE3"/>
    <w:rsid w:val="00727D05"/>
    <w:rsid w:val="007307E7"/>
    <w:rsid w:val="007308A0"/>
    <w:rsid w:val="00730D45"/>
    <w:rsid w:val="0073121A"/>
    <w:rsid w:val="00732153"/>
    <w:rsid w:val="007324E1"/>
    <w:rsid w:val="00732944"/>
    <w:rsid w:val="00732EF6"/>
    <w:rsid w:val="00732EFF"/>
    <w:rsid w:val="007332F6"/>
    <w:rsid w:val="0073355D"/>
    <w:rsid w:val="00733684"/>
    <w:rsid w:val="00733AD3"/>
    <w:rsid w:val="00734DF8"/>
    <w:rsid w:val="00734F04"/>
    <w:rsid w:val="007351CE"/>
    <w:rsid w:val="00737660"/>
    <w:rsid w:val="00737844"/>
    <w:rsid w:val="00737B3D"/>
    <w:rsid w:val="00737B3F"/>
    <w:rsid w:val="007404A8"/>
    <w:rsid w:val="007404D0"/>
    <w:rsid w:val="00740970"/>
    <w:rsid w:val="00740CA0"/>
    <w:rsid w:val="00740D88"/>
    <w:rsid w:val="00740E31"/>
    <w:rsid w:val="00740E8E"/>
    <w:rsid w:val="00740FF3"/>
    <w:rsid w:val="007414F5"/>
    <w:rsid w:val="00741964"/>
    <w:rsid w:val="00741ACC"/>
    <w:rsid w:val="00742A64"/>
    <w:rsid w:val="00742A81"/>
    <w:rsid w:val="00743BC1"/>
    <w:rsid w:val="007448CF"/>
    <w:rsid w:val="00744E7A"/>
    <w:rsid w:val="00744FC5"/>
    <w:rsid w:val="00745294"/>
    <w:rsid w:val="00745927"/>
    <w:rsid w:val="00745A7A"/>
    <w:rsid w:val="00745B67"/>
    <w:rsid w:val="0074615D"/>
    <w:rsid w:val="0074650C"/>
    <w:rsid w:val="007465F6"/>
    <w:rsid w:val="0074708D"/>
    <w:rsid w:val="007470EC"/>
    <w:rsid w:val="00747AEF"/>
    <w:rsid w:val="0075076B"/>
    <w:rsid w:val="00750EE3"/>
    <w:rsid w:val="00751130"/>
    <w:rsid w:val="00751894"/>
    <w:rsid w:val="00751A1C"/>
    <w:rsid w:val="007528EE"/>
    <w:rsid w:val="0075292E"/>
    <w:rsid w:val="00753268"/>
    <w:rsid w:val="007532EE"/>
    <w:rsid w:val="007536FB"/>
    <w:rsid w:val="007538AF"/>
    <w:rsid w:val="00753E5C"/>
    <w:rsid w:val="00753F6F"/>
    <w:rsid w:val="00755409"/>
    <w:rsid w:val="0075554D"/>
    <w:rsid w:val="00755729"/>
    <w:rsid w:val="00755A50"/>
    <w:rsid w:val="007563E4"/>
    <w:rsid w:val="0075679E"/>
    <w:rsid w:val="00756EA9"/>
    <w:rsid w:val="00756EDE"/>
    <w:rsid w:val="007571D8"/>
    <w:rsid w:val="00757298"/>
    <w:rsid w:val="00757509"/>
    <w:rsid w:val="007579C2"/>
    <w:rsid w:val="007605E3"/>
    <w:rsid w:val="00760AE3"/>
    <w:rsid w:val="00760D00"/>
    <w:rsid w:val="0076179D"/>
    <w:rsid w:val="007618D9"/>
    <w:rsid w:val="00761E98"/>
    <w:rsid w:val="00762294"/>
    <w:rsid w:val="0076239D"/>
    <w:rsid w:val="00762B52"/>
    <w:rsid w:val="0076336D"/>
    <w:rsid w:val="00763718"/>
    <w:rsid w:val="0076395A"/>
    <w:rsid w:val="00763FBD"/>
    <w:rsid w:val="00764262"/>
    <w:rsid w:val="0076483F"/>
    <w:rsid w:val="00764B3C"/>
    <w:rsid w:val="00764BD1"/>
    <w:rsid w:val="007650B1"/>
    <w:rsid w:val="0076540B"/>
    <w:rsid w:val="0076579C"/>
    <w:rsid w:val="00766245"/>
    <w:rsid w:val="0076661B"/>
    <w:rsid w:val="0076772E"/>
    <w:rsid w:val="0076794F"/>
    <w:rsid w:val="00767987"/>
    <w:rsid w:val="00770128"/>
    <w:rsid w:val="007702AB"/>
    <w:rsid w:val="00770318"/>
    <w:rsid w:val="00770331"/>
    <w:rsid w:val="007708D0"/>
    <w:rsid w:val="00770BC4"/>
    <w:rsid w:val="00771026"/>
    <w:rsid w:val="007713A1"/>
    <w:rsid w:val="00771C41"/>
    <w:rsid w:val="00772D13"/>
    <w:rsid w:val="00773169"/>
    <w:rsid w:val="00773AAD"/>
    <w:rsid w:val="00773FA0"/>
    <w:rsid w:val="0077453E"/>
    <w:rsid w:val="00774B96"/>
    <w:rsid w:val="0077549C"/>
    <w:rsid w:val="007756CF"/>
    <w:rsid w:val="007757A9"/>
    <w:rsid w:val="0077586A"/>
    <w:rsid w:val="0077597F"/>
    <w:rsid w:val="00775A1E"/>
    <w:rsid w:val="00775A42"/>
    <w:rsid w:val="00775A7D"/>
    <w:rsid w:val="00775D6C"/>
    <w:rsid w:val="00776266"/>
    <w:rsid w:val="00776A80"/>
    <w:rsid w:val="007778E6"/>
    <w:rsid w:val="00777927"/>
    <w:rsid w:val="00780375"/>
    <w:rsid w:val="00780717"/>
    <w:rsid w:val="007808AF"/>
    <w:rsid w:val="007808EC"/>
    <w:rsid w:val="00780C4A"/>
    <w:rsid w:val="00780DC7"/>
    <w:rsid w:val="00781301"/>
    <w:rsid w:val="0078170F"/>
    <w:rsid w:val="007819D2"/>
    <w:rsid w:val="00781D83"/>
    <w:rsid w:val="00781F00"/>
    <w:rsid w:val="00782FCF"/>
    <w:rsid w:val="00783487"/>
    <w:rsid w:val="0078380B"/>
    <w:rsid w:val="00783881"/>
    <w:rsid w:val="00784641"/>
    <w:rsid w:val="00784836"/>
    <w:rsid w:val="007854FC"/>
    <w:rsid w:val="007856D0"/>
    <w:rsid w:val="00785BA7"/>
    <w:rsid w:val="00785C28"/>
    <w:rsid w:val="00786280"/>
    <w:rsid w:val="007866D1"/>
    <w:rsid w:val="00786D23"/>
    <w:rsid w:val="00787571"/>
    <w:rsid w:val="00787831"/>
    <w:rsid w:val="00787BD1"/>
    <w:rsid w:val="007910ED"/>
    <w:rsid w:val="007913AA"/>
    <w:rsid w:val="007927BD"/>
    <w:rsid w:val="00792940"/>
    <w:rsid w:val="00792D21"/>
    <w:rsid w:val="00793B38"/>
    <w:rsid w:val="00794118"/>
    <w:rsid w:val="00794495"/>
    <w:rsid w:val="00794A31"/>
    <w:rsid w:val="00794C0F"/>
    <w:rsid w:val="00794FA2"/>
    <w:rsid w:val="007951C8"/>
    <w:rsid w:val="007958F2"/>
    <w:rsid w:val="00795C62"/>
    <w:rsid w:val="00795CC9"/>
    <w:rsid w:val="007968E7"/>
    <w:rsid w:val="00796AF9"/>
    <w:rsid w:val="0079738F"/>
    <w:rsid w:val="00797472"/>
    <w:rsid w:val="007976C9"/>
    <w:rsid w:val="007A0527"/>
    <w:rsid w:val="007A0EE4"/>
    <w:rsid w:val="007A17D4"/>
    <w:rsid w:val="007A1ADF"/>
    <w:rsid w:val="007A1B5E"/>
    <w:rsid w:val="007A1F6B"/>
    <w:rsid w:val="007A2403"/>
    <w:rsid w:val="007A2AFF"/>
    <w:rsid w:val="007A3365"/>
    <w:rsid w:val="007A3538"/>
    <w:rsid w:val="007A3592"/>
    <w:rsid w:val="007A3666"/>
    <w:rsid w:val="007A3AF5"/>
    <w:rsid w:val="007A3B39"/>
    <w:rsid w:val="007A4241"/>
    <w:rsid w:val="007A5657"/>
    <w:rsid w:val="007A5C6C"/>
    <w:rsid w:val="007A621F"/>
    <w:rsid w:val="007A65B5"/>
    <w:rsid w:val="007A6D1B"/>
    <w:rsid w:val="007A6D5F"/>
    <w:rsid w:val="007A7210"/>
    <w:rsid w:val="007A72BF"/>
    <w:rsid w:val="007A7306"/>
    <w:rsid w:val="007A73D9"/>
    <w:rsid w:val="007A772E"/>
    <w:rsid w:val="007A7A26"/>
    <w:rsid w:val="007A7FF4"/>
    <w:rsid w:val="007B139F"/>
    <w:rsid w:val="007B1CC4"/>
    <w:rsid w:val="007B1E6B"/>
    <w:rsid w:val="007B2364"/>
    <w:rsid w:val="007B250F"/>
    <w:rsid w:val="007B2ED2"/>
    <w:rsid w:val="007B402A"/>
    <w:rsid w:val="007B4BE2"/>
    <w:rsid w:val="007B5355"/>
    <w:rsid w:val="007B5556"/>
    <w:rsid w:val="007B5C5D"/>
    <w:rsid w:val="007B6B96"/>
    <w:rsid w:val="007B6EE7"/>
    <w:rsid w:val="007B789B"/>
    <w:rsid w:val="007B7C42"/>
    <w:rsid w:val="007C0D94"/>
    <w:rsid w:val="007C0E20"/>
    <w:rsid w:val="007C112F"/>
    <w:rsid w:val="007C181C"/>
    <w:rsid w:val="007C1A1B"/>
    <w:rsid w:val="007C2B77"/>
    <w:rsid w:val="007C2BCF"/>
    <w:rsid w:val="007C2F3B"/>
    <w:rsid w:val="007C2FFD"/>
    <w:rsid w:val="007C30E5"/>
    <w:rsid w:val="007C35CE"/>
    <w:rsid w:val="007C3830"/>
    <w:rsid w:val="007C3BFF"/>
    <w:rsid w:val="007C3D63"/>
    <w:rsid w:val="007C4BA5"/>
    <w:rsid w:val="007C4C07"/>
    <w:rsid w:val="007C4D3F"/>
    <w:rsid w:val="007C50BA"/>
    <w:rsid w:val="007C5146"/>
    <w:rsid w:val="007C5212"/>
    <w:rsid w:val="007C574D"/>
    <w:rsid w:val="007C5E7B"/>
    <w:rsid w:val="007C6863"/>
    <w:rsid w:val="007C688D"/>
    <w:rsid w:val="007C6F24"/>
    <w:rsid w:val="007C7232"/>
    <w:rsid w:val="007C7310"/>
    <w:rsid w:val="007C74E6"/>
    <w:rsid w:val="007C78C3"/>
    <w:rsid w:val="007C7962"/>
    <w:rsid w:val="007C7CB1"/>
    <w:rsid w:val="007C7E0F"/>
    <w:rsid w:val="007D0155"/>
    <w:rsid w:val="007D015D"/>
    <w:rsid w:val="007D06A4"/>
    <w:rsid w:val="007D13A4"/>
    <w:rsid w:val="007D1E33"/>
    <w:rsid w:val="007D1ED4"/>
    <w:rsid w:val="007D2081"/>
    <w:rsid w:val="007D21A0"/>
    <w:rsid w:val="007D2F06"/>
    <w:rsid w:val="007D315B"/>
    <w:rsid w:val="007D385B"/>
    <w:rsid w:val="007D40E7"/>
    <w:rsid w:val="007D4319"/>
    <w:rsid w:val="007D43EE"/>
    <w:rsid w:val="007D4906"/>
    <w:rsid w:val="007D4B21"/>
    <w:rsid w:val="007D5227"/>
    <w:rsid w:val="007D52FA"/>
    <w:rsid w:val="007D5890"/>
    <w:rsid w:val="007D5CDF"/>
    <w:rsid w:val="007D6567"/>
    <w:rsid w:val="007D6815"/>
    <w:rsid w:val="007D6A7A"/>
    <w:rsid w:val="007D6CCB"/>
    <w:rsid w:val="007D7203"/>
    <w:rsid w:val="007D7FB5"/>
    <w:rsid w:val="007E01F6"/>
    <w:rsid w:val="007E07E1"/>
    <w:rsid w:val="007E09BC"/>
    <w:rsid w:val="007E0C2A"/>
    <w:rsid w:val="007E0D9E"/>
    <w:rsid w:val="007E0DA8"/>
    <w:rsid w:val="007E13F2"/>
    <w:rsid w:val="007E15C5"/>
    <w:rsid w:val="007E1965"/>
    <w:rsid w:val="007E1F27"/>
    <w:rsid w:val="007E22A0"/>
    <w:rsid w:val="007E2427"/>
    <w:rsid w:val="007E25A6"/>
    <w:rsid w:val="007E313E"/>
    <w:rsid w:val="007E3256"/>
    <w:rsid w:val="007E32F4"/>
    <w:rsid w:val="007E3CD4"/>
    <w:rsid w:val="007E44B3"/>
    <w:rsid w:val="007E45CF"/>
    <w:rsid w:val="007E483C"/>
    <w:rsid w:val="007E48C5"/>
    <w:rsid w:val="007E4965"/>
    <w:rsid w:val="007E4FD7"/>
    <w:rsid w:val="007E541A"/>
    <w:rsid w:val="007E5880"/>
    <w:rsid w:val="007E5DF1"/>
    <w:rsid w:val="007E5E9C"/>
    <w:rsid w:val="007E5F5D"/>
    <w:rsid w:val="007E5F88"/>
    <w:rsid w:val="007E6206"/>
    <w:rsid w:val="007E624F"/>
    <w:rsid w:val="007E641D"/>
    <w:rsid w:val="007E6905"/>
    <w:rsid w:val="007E750C"/>
    <w:rsid w:val="007F033E"/>
    <w:rsid w:val="007F053F"/>
    <w:rsid w:val="007F080B"/>
    <w:rsid w:val="007F0D5E"/>
    <w:rsid w:val="007F1599"/>
    <w:rsid w:val="007F1818"/>
    <w:rsid w:val="007F292C"/>
    <w:rsid w:val="007F2A91"/>
    <w:rsid w:val="007F3157"/>
    <w:rsid w:val="007F361A"/>
    <w:rsid w:val="007F3668"/>
    <w:rsid w:val="007F3D02"/>
    <w:rsid w:val="007F3F18"/>
    <w:rsid w:val="007F40E4"/>
    <w:rsid w:val="007F44B8"/>
    <w:rsid w:val="007F476B"/>
    <w:rsid w:val="007F4891"/>
    <w:rsid w:val="007F4D55"/>
    <w:rsid w:val="007F4EE0"/>
    <w:rsid w:val="007F4FB6"/>
    <w:rsid w:val="007F51BB"/>
    <w:rsid w:val="007F63EA"/>
    <w:rsid w:val="007F6474"/>
    <w:rsid w:val="007F651B"/>
    <w:rsid w:val="007F70E0"/>
    <w:rsid w:val="007F720A"/>
    <w:rsid w:val="007F757E"/>
    <w:rsid w:val="007F7793"/>
    <w:rsid w:val="007F7C41"/>
    <w:rsid w:val="007F7FD7"/>
    <w:rsid w:val="00800338"/>
    <w:rsid w:val="008009ED"/>
    <w:rsid w:val="00800DA3"/>
    <w:rsid w:val="00800F8A"/>
    <w:rsid w:val="0080116F"/>
    <w:rsid w:val="00801A85"/>
    <w:rsid w:val="00801AAA"/>
    <w:rsid w:val="00801B3F"/>
    <w:rsid w:val="00801C8A"/>
    <w:rsid w:val="00801CE7"/>
    <w:rsid w:val="00801D53"/>
    <w:rsid w:val="00801FE0"/>
    <w:rsid w:val="00802E8B"/>
    <w:rsid w:val="0080365C"/>
    <w:rsid w:val="00805327"/>
    <w:rsid w:val="0080554B"/>
    <w:rsid w:val="00805DBE"/>
    <w:rsid w:val="00806BB4"/>
    <w:rsid w:val="00807163"/>
    <w:rsid w:val="008073BA"/>
    <w:rsid w:val="008074D5"/>
    <w:rsid w:val="008076FF"/>
    <w:rsid w:val="00807917"/>
    <w:rsid w:val="00807E8A"/>
    <w:rsid w:val="00810003"/>
    <w:rsid w:val="008105F9"/>
    <w:rsid w:val="00810D76"/>
    <w:rsid w:val="008112F6"/>
    <w:rsid w:val="00811841"/>
    <w:rsid w:val="00811A74"/>
    <w:rsid w:val="00811F0C"/>
    <w:rsid w:val="008123D5"/>
    <w:rsid w:val="008125FD"/>
    <w:rsid w:val="0081386C"/>
    <w:rsid w:val="00813ABE"/>
    <w:rsid w:val="00813BE4"/>
    <w:rsid w:val="00813FB0"/>
    <w:rsid w:val="00814265"/>
    <w:rsid w:val="008144FC"/>
    <w:rsid w:val="008145B6"/>
    <w:rsid w:val="00814790"/>
    <w:rsid w:val="0081499F"/>
    <w:rsid w:val="008149CB"/>
    <w:rsid w:val="008157A8"/>
    <w:rsid w:val="00815D52"/>
    <w:rsid w:val="00816254"/>
    <w:rsid w:val="00816436"/>
    <w:rsid w:val="0081690D"/>
    <w:rsid w:val="00816B22"/>
    <w:rsid w:val="00816B5E"/>
    <w:rsid w:val="00816BB4"/>
    <w:rsid w:val="00817085"/>
    <w:rsid w:val="00817317"/>
    <w:rsid w:val="0081744F"/>
    <w:rsid w:val="00817D77"/>
    <w:rsid w:val="0082063E"/>
    <w:rsid w:val="00820787"/>
    <w:rsid w:val="0082085B"/>
    <w:rsid w:val="0082097F"/>
    <w:rsid w:val="008209F8"/>
    <w:rsid w:val="00820BD6"/>
    <w:rsid w:val="00821450"/>
    <w:rsid w:val="008216F8"/>
    <w:rsid w:val="00821704"/>
    <w:rsid w:val="00821B3B"/>
    <w:rsid w:val="00821CE8"/>
    <w:rsid w:val="00821E7F"/>
    <w:rsid w:val="008230B1"/>
    <w:rsid w:val="0082341E"/>
    <w:rsid w:val="00823549"/>
    <w:rsid w:val="00823924"/>
    <w:rsid w:val="00824053"/>
    <w:rsid w:val="00824AD7"/>
    <w:rsid w:val="00825241"/>
    <w:rsid w:val="00825372"/>
    <w:rsid w:val="00825902"/>
    <w:rsid w:val="00825AE9"/>
    <w:rsid w:val="0082653F"/>
    <w:rsid w:val="00826845"/>
    <w:rsid w:val="00826A54"/>
    <w:rsid w:val="00826C46"/>
    <w:rsid w:val="00826D0A"/>
    <w:rsid w:val="0082774D"/>
    <w:rsid w:val="00827BD4"/>
    <w:rsid w:val="00827EAB"/>
    <w:rsid w:val="00830426"/>
    <w:rsid w:val="00830539"/>
    <w:rsid w:val="0083070D"/>
    <w:rsid w:val="00830A90"/>
    <w:rsid w:val="00830C14"/>
    <w:rsid w:val="0083178C"/>
    <w:rsid w:val="00831C6E"/>
    <w:rsid w:val="00831D40"/>
    <w:rsid w:val="00831FFF"/>
    <w:rsid w:val="00832478"/>
    <w:rsid w:val="00832E36"/>
    <w:rsid w:val="008330A3"/>
    <w:rsid w:val="00833406"/>
    <w:rsid w:val="008334C5"/>
    <w:rsid w:val="0083370C"/>
    <w:rsid w:val="00833DD9"/>
    <w:rsid w:val="00833E24"/>
    <w:rsid w:val="00834857"/>
    <w:rsid w:val="00834B0D"/>
    <w:rsid w:val="00834CDB"/>
    <w:rsid w:val="00834D09"/>
    <w:rsid w:val="00834DB3"/>
    <w:rsid w:val="008351B0"/>
    <w:rsid w:val="008358D7"/>
    <w:rsid w:val="0083593D"/>
    <w:rsid w:val="00835A36"/>
    <w:rsid w:val="00835C28"/>
    <w:rsid w:val="00835E26"/>
    <w:rsid w:val="008360E0"/>
    <w:rsid w:val="0083628E"/>
    <w:rsid w:val="00836D44"/>
    <w:rsid w:val="00837653"/>
    <w:rsid w:val="008376D3"/>
    <w:rsid w:val="00837EBE"/>
    <w:rsid w:val="00840334"/>
    <w:rsid w:val="00840C62"/>
    <w:rsid w:val="008417F8"/>
    <w:rsid w:val="00841D72"/>
    <w:rsid w:val="0084222E"/>
    <w:rsid w:val="00842254"/>
    <w:rsid w:val="0084292F"/>
    <w:rsid w:val="00842A3A"/>
    <w:rsid w:val="008436F6"/>
    <w:rsid w:val="008439E4"/>
    <w:rsid w:val="00843C51"/>
    <w:rsid w:val="00844925"/>
    <w:rsid w:val="0084499B"/>
    <w:rsid w:val="00844DC4"/>
    <w:rsid w:val="00845689"/>
    <w:rsid w:val="008456E3"/>
    <w:rsid w:val="00845B79"/>
    <w:rsid w:val="00845B8B"/>
    <w:rsid w:val="0084603C"/>
    <w:rsid w:val="0084629B"/>
    <w:rsid w:val="0084635C"/>
    <w:rsid w:val="008463C3"/>
    <w:rsid w:val="00846429"/>
    <w:rsid w:val="0084658A"/>
    <w:rsid w:val="008466BB"/>
    <w:rsid w:val="00846DC1"/>
    <w:rsid w:val="00846FF7"/>
    <w:rsid w:val="008477FB"/>
    <w:rsid w:val="00847C14"/>
    <w:rsid w:val="00847D0B"/>
    <w:rsid w:val="0085050B"/>
    <w:rsid w:val="00850BA7"/>
    <w:rsid w:val="00850EC3"/>
    <w:rsid w:val="00851271"/>
    <w:rsid w:val="00851670"/>
    <w:rsid w:val="00851928"/>
    <w:rsid w:val="00851E33"/>
    <w:rsid w:val="008524CE"/>
    <w:rsid w:val="00852F4E"/>
    <w:rsid w:val="008531EC"/>
    <w:rsid w:val="0085336D"/>
    <w:rsid w:val="008538C2"/>
    <w:rsid w:val="008538F6"/>
    <w:rsid w:val="00853A72"/>
    <w:rsid w:val="00853DD1"/>
    <w:rsid w:val="00853E05"/>
    <w:rsid w:val="008542EA"/>
    <w:rsid w:val="008542FC"/>
    <w:rsid w:val="00854653"/>
    <w:rsid w:val="0085465B"/>
    <w:rsid w:val="0085467B"/>
    <w:rsid w:val="00854B89"/>
    <w:rsid w:val="00854D4C"/>
    <w:rsid w:val="00854DE3"/>
    <w:rsid w:val="00854F97"/>
    <w:rsid w:val="00855250"/>
    <w:rsid w:val="0085571D"/>
    <w:rsid w:val="008557EA"/>
    <w:rsid w:val="00855E44"/>
    <w:rsid w:val="00855E8C"/>
    <w:rsid w:val="0085607B"/>
    <w:rsid w:val="00856362"/>
    <w:rsid w:val="00856432"/>
    <w:rsid w:val="008564B4"/>
    <w:rsid w:val="00856939"/>
    <w:rsid w:val="00856C81"/>
    <w:rsid w:val="00857487"/>
    <w:rsid w:val="00857CF7"/>
    <w:rsid w:val="00860111"/>
    <w:rsid w:val="00860511"/>
    <w:rsid w:val="008606F0"/>
    <w:rsid w:val="008608B9"/>
    <w:rsid w:val="0086099C"/>
    <w:rsid w:val="00860CC5"/>
    <w:rsid w:val="00860DCE"/>
    <w:rsid w:val="008617B4"/>
    <w:rsid w:val="00862BFF"/>
    <w:rsid w:val="00862D58"/>
    <w:rsid w:val="00862DE6"/>
    <w:rsid w:val="0086316F"/>
    <w:rsid w:val="00863647"/>
    <w:rsid w:val="00863D8E"/>
    <w:rsid w:val="008659EA"/>
    <w:rsid w:val="008659EB"/>
    <w:rsid w:val="00865E84"/>
    <w:rsid w:val="00865F09"/>
    <w:rsid w:val="00865FE0"/>
    <w:rsid w:val="00866336"/>
    <w:rsid w:val="00866754"/>
    <w:rsid w:val="0086701F"/>
    <w:rsid w:val="008671F2"/>
    <w:rsid w:val="008672C8"/>
    <w:rsid w:val="0086739A"/>
    <w:rsid w:val="00867D11"/>
    <w:rsid w:val="00867DAC"/>
    <w:rsid w:val="008701D4"/>
    <w:rsid w:val="0087033B"/>
    <w:rsid w:val="00870795"/>
    <w:rsid w:val="00870925"/>
    <w:rsid w:val="00870DA6"/>
    <w:rsid w:val="00870F41"/>
    <w:rsid w:val="00871332"/>
    <w:rsid w:val="0087134C"/>
    <w:rsid w:val="008723C0"/>
    <w:rsid w:val="00872850"/>
    <w:rsid w:val="00872AD6"/>
    <w:rsid w:val="00872D07"/>
    <w:rsid w:val="008736F2"/>
    <w:rsid w:val="00873965"/>
    <w:rsid w:val="00874872"/>
    <w:rsid w:val="00874FA8"/>
    <w:rsid w:val="00875187"/>
    <w:rsid w:val="00875D87"/>
    <w:rsid w:val="008763DC"/>
    <w:rsid w:val="00876591"/>
    <w:rsid w:val="0087667F"/>
    <w:rsid w:val="0087684E"/>
    <w:rsid w:val="00877026"/>
    <w:rsid w:val="00877063"/>
    <w:rsid w:val="00877105"/>
    <w:rsid w:val="00877134"/>
    <w:rsid w:val="008772E4"/>
    <w:rsid w:val="008801FD"/>
    <w:rsid w:val="00880ABA"/>
    <w:rsid w:val="00880E9B"/>
    <w:rsid w:val="0088131B"/>
    <w:rsid w:val="00881748"/>
    <w:rsid w:val="00881A7E"/>
    <w:rsid w:val="00881B60"/>
    <w:rsid w:val="0088292D"/>
    <w:rsid w:val="00882B27"/>
    <w:rsid w:val="00883530"/>
    <w:rsid w:val="0088354A"/>
    <w:rsid w:val="00883869"/>
    <w:rsid w:val="00883A32"/>
    <w:rsid w:val="00883BFB"/>
    <w:rsid w:val="00883CFA"/>
    <w:rsid w:val="00883E0B"/>
    <w:rsid w:val="00884562"/>
    <w:rsid w:val="00884839"/>
    <w:rsid w:val="0088499E"/>
    <w:rsid w:val="008850CB"/>
    <w:rsid w:val="00885577"/>
    <w:rsid w:val="00886126"/>
    <w:rsid w:val="008868A9"/>
    <w:rsid w:val="00886AEB"/>
    <w:rsid w:val="00887073"/>
    <w:rsid w:val="00887AC2"/>
    <w:rsid w:val="00890016"/>
    <w:rsid w:val="0089069F"/>
    <w:rsid w:val="00890F17"/>
    <w:rsid w:val="00891014"/>
    <w:rsid w:val="00891331"/>
    <w:rsid w:val="00891907"/>
    <w:rsid w:val="00891F83"/>
    <w:rsid w:val="00892368"/>
    <w:rsid w:val="0089254A"/>
    <w:rsid w:val="008928B5"/>
    <w:rsid w:val="00892F92"/>
    <w:rsid w:val="00893B0C"/>
    <w:rsid w:val="008942CE"/>
    <w:rsid w:val="008947C6"/>
    <w:rsid w:val="008951B5"/>
    <w:rsid w:val="008955B4"/>
    <w:rsid w:val="00895903"/>
    <w:rsid w:val="00895C2B"/>
    <w:rsid w:val="00895D73"/>
    <w:rsid w:val="008960B1"/>
    <w:rsid w:val="00896578"/>
    <w:rsid w:val="0089695A"/>
    <w:rsid w:val="00896C04"/>
    <w:rsid w:val="0089719B"/>
    <w:rsid w:val="00897227"/>
    <w:rsid w:val="00897346"/>
    <w:rsid w:val="0089738F"/>
    <w:rsid w:val="0089791F"/>
    <w:rsid w:val="00897ED0"/>
    <w:rsid w:val="008A044B"/>
    <w:rsid w:val="008A0589"/>
    <w:rsid w:val="008A0713"/>
    <w:rsid w:val="008A0B8F"/>
    <w:rsid w:val="008A0DC0"/>
    <w:rsid w:val="008A17C8"/>
    <w:rsid w:val="008A192F"/>
    <w:rsid w:val="008A19D1"/>
    <w:rsid w:val="008A1C1C"/>
    <w:rsid w:val="008A1E4E"/>
    <w:rsid w:val="008A1EBE"/>
    <w:rsid w:val="008A2443"/>
    <w:rsid w:val="008A2B28"/>
    <w:rsid w:val="008A2CFB"/>
    <w:rsid w:val="008A3229"/>
    <w:rsid w:val="008A3320"/>
    <w:rsid w:val="008A3712"/>
    <w:rsid w:val="008A3C83"/>
    <w:rsid w:val="008A3CBC"/>
    <w:rsid w:val="008A499F"/>
    <w:rsid w:val="008A4C83"/>
    <w:rsid w:val="008A4DA7"/>
    <w:rsid w:val="008A4F7C"/>
    <w:rsid w:val="008A5708"/>
    <w:rsid w:val="008A5CE4"/>
    <w:rsid w:val="008A688B"/>
    <w:rsid w:val="008A6D40"/>
    <w:rsid w:val="008A71BA"/>
    <w:rsid w:val="008A72F0"/>
    <w:rsid w:val="008A7AAA"/>
    <w:rsid w:val="008B03E8"/>
    <w:rsid w:val="008B06BA"/>
    <w:rsid w:val="008B0887"/>
    <w:rsid w:val="008B08B6"/>
    <w:rsid w:val="008B08C4"/>
    <w:rsid w:val="008B0CAA"/>
    <w:rsid w:val="008B0D92"/>
    <w:rsid w:val="008B1447"/>
    <w:rsid w:val="008B2875"/>
    <w:rsid w:val="008B2CD2"/>
    <w:rsid w:val="008B3018"/>
    <w:rsid w:val="008B36EB"/>
    <w:rsid w:val="008B3CB8"/>
    <w:rsid w:val="008B3D35"/>
    <w:rsid w:val="008B3D70"/>
    <w:rsid w:val="008B3DDC"/>
    <w:rsid w:val="008B3F5B"/>
    <w:rsid w:val="008B3FF5"/>
    <w:rsid w:val="008B41CE"/>
    <w:rsid w:val="008B4CF2"/>
    <w:rsid w:val="008B50E5"/>
    <w:rsid w:val="008B50F8"/>
    <w:rsid w:val="008B5267"/>
    <w:rsid w:val="008B55E5"/>
    <w:rsid w:val="008B566C"/>
    <w:rsid w:val="008B603D"/>
    <w:rsid w:val="008B6126"/>
    <w:rsid w:val="008B627E"/>
    <w:rsid w:val="008B7880"/>
    <w:rsid w:val="008B7C3A"/>
    <w:rsid w:val="008C01DF"/>
    <w:rsid w:val="008C04A1"/>
    <w:rsid w:val="008C0BA6"/>
    <w:rsid w:val="008C0DCB"/>
    <w:rsid w:val="008C0FA7"/>
    <w:rsid w:val="008C0FA9"/>
    <w:rsid w:val="008C102A"/>
    <w:rsid w:val="008C145E"/>
    <w:rsid w:val="008C1A9C"/>
    <w:rsid w:val="008C1DC5"/>
    <w:rsid w:val="008C1ECB"/>
    <w:rsid w:val="008C2112"/>
    <w:rsid w:val="008C2235"/>
    <w:rsid w:val="008C26D1"/>
    <w:rsid w:val="008C28CE"/>
    <w:rsid w:val="008C2C65"/>
    <w:rsid w:val="008C2DD2"/>
    <w:rsid w:val="008C2F32"/>
    <w:rsid w:val="008C33BD"/>
    <w:rsid w:val="008C3A53"/>
    <w:rsid w:val="008C4032"/>
    <w:rsid w:val="008C40A0"/>
    <w:rsid w:val="008C40FE"/>
    <w:rsid w:val="008C437F"/>
    <w:rsid w:val="008C4890"/>
    <w:rsid w:val="008C493E"/>
    <w:rsid w:val="008C4A4A"/>
    <w:rsid w:val="008C4C15"/>
    <w:rsid w:val="008C5087"/>
    <w:rsid w:val="008C5157"/>
    <w:rsid w:val="008C5659"/>
    <w:rsid w:val="008C5A87"/>
    <w:rsid w:val="008C6052"/>
    <w:rsid w:val="008C63E3"/>
    <w:rsid w:val="008C6823"/>
    <w:rsid w:val="008C6B4D"/>
    <w:rsid w:val="008C6ED0"/>
    <w:rsid w:val="008C6FA5"/>
    <w:rsid w:val="008C710C"/>
    <w:rsid w:val="008C71B3"/>
    <w:rsid w:val="008C758B"/>
    <w:rsid w:val="008C7704"/>
    <w:rsid w:val="008C7C60"/>
    <w:rsid w:val="008D029E"/>
    <w:rsid w:val="008D06DF"/>
    <w:rsid w:val="008D08CA"/>
    <w:rsid w:val="008D098B"/>
    <w:rsid w:val="008D0A8A"/>
    <w:rsid w:val="008D0E05"/>
    <w:rsid w:val="008D14AD"/>
    <w:rsid w:val="008D1A1D"/>
    <w:rsid w:val="008D1A46"/>
    <w:rsid w:val="008D1B44"/>
    <w:rsid w:val="008D1C3D"/>
    <w:rsid w:val="008D1CD4"/>
    <w:rsid w:val="008D1F32"/>
    <w:rsid w:val="008D2491"/>
    <w:rsid w:val="008D2504"/>
    <w:rsid w:val="008D2C1D"/>
    <w:rsid w:val="008D2C64"/>
    <w:rsid w:val="008D2EBE"/>
    <w:rsid w:val="008D33FD"/>
    <w:rsid w:val="008D3589"/>
    <w:rsid w:val="008D393E"/>
    <w:rsid w:val="008D3C36"/>
    <w:rsid w:val="008D3D8F"/>
    <w:rsid w:val="008D48BC"/>
    <w:rsid w:val="008D60FC"/>
    <w:rsid w:val="008D6592"/>
    <w:rsid w:val="008D685E"/>
    <w:rsid w:val="008D6D9C"/>
    <w:rsid w:val="008D72F0"/>
    <w:rsid w:val="008D73A0"/>
    <w:rsid w:val="008D73A8"/>
    <w:rsid w:val="008D7620"/>
    <w:rsid w:val="008D7B39"/>
    <w:rsid w:val="008E0416"/>
    <w:rsid w:val="008E0657"/>
    <w:rsid w:val="008E10B4"/>
    <w:rsid w:val="008E1A63"/>
    <w:rsid w:val="008E1C15"/>
    <w:rsid w:val="008E1E5A"/>
    <w:rsid w:val="008E21BA"/>
    <w:rsid w:val="008E2269"/>
    <w:rsid w:val="008E229E"/>
    <w:rsid w:val="008E2440"/>
    <w:rsid w:val="008E270B"/>
    <w:rsid w:val="008E274C"/>
    <w:rsid w:val="008E2ED3"/>
    <w:rsid w:val="008E375B"/>
    <w:rsid w:val="008E3CA3"/>
    <w:rsid w:val="008E3D0C"/>
    <w:rsid w:val="008E3DC9"/>
    <w:rsid w:val="008E44D7"/>
    <w:rsid w:val="008E50AF"/>
    <w:rsid w:val="008E5132"/>
    <w:rsid w:val="008E553B"/>
    <w:rsid w:val="008E5B92"/>
    <w:rsid w:val="008E704D"/>
    <w:rsid w:val="008E7364"/>
    <w:rsid w:val="008E753F"/>
    <w:rsid w:val="008E7B50"/>
    <w:rsid w:val="008E7B6C"/>
    <w:rsid w:val="008F016A"/>
    <w:rsid w:val="008F036B"/>
    <w:rsid w:val="008F0EAC"/>
    <w:rsid w:val="008F139C"/>
    <w:rsid w:val="008F1412"/>
    <w:rsid w:val="008F160C"/>
    <w:rsid w:val="008F17B3"/>
    <w:rsid w:val="008F182D"/>
    <w:rsid w:val="008F1903"/>
    <w:rsid w:val="008F2133"/>
    <w:rsid w:val="008F26D5"/>
    <w:rsid w:val="008F2D99"/>
    <w:rsid w:val="008F3D1E"/>
    <w:rsid w:val="008F4492"/>
    <w:rsid w:val="008F5379"/>
    <w:rsid w:val="008F54CE"/>
    <w:rsid w:val="008F54FD"/>
    <w:rsid w:val="008F55E1"/>
    <w:rsid w:val="008F5616"/>
    <w:rsid w:val="008F6164"/>
    <w:rsid w:val="008F6181"/>
    <w:rsid w:val="008F619A"/>
    <w:rsid w:val="008F63F3"/>
    <w:rsid w:val="008F6713"/>
    <w:rsid w:val="008F6829"/>
    <w:rsid w:val="008F6DE2"/>
    <w:rsid w:val="008F7450"/>
    <w:rsid w:val="008F7D1A"/>
    <w:rsid w:val="0090001D"/>
    <w:rsid w:val="00900505"/>
    <w:rsid w:val="009005CD"/>
    <w:rsid w:val="00900D97"/>
    <w:rsid w:val="009010E4"/>
    <w:rsid w:val="009012CF"/>
    <w:rsid w:val="00901324"/>
    <w:rsid w:val="009015BA"/>
    <w:rsid w:val="0090194A"/>
    <w:rsid w:val="00901DB8"/>
    <w:rsid w:val="00901F60"/>
    <w:rsid w:val="009026B4"/>
    <w:rsid w:val="00902B17"/>
    <w:rsid w:val="0090312F"/>
    <w:rsid w:val="00903245"/>
    <w:rsid w:val="009033F9"/>
    <w:rsid w:val="00903AE6"/>
    <w:rsid w:val="00903B20"/>
    <w:rsid w:val="00903B7B"/>
    <w:rsid w:val="00903DDC"/>
    <w:rsid w:val="00903EBC"/>
    <w:rsid w:val="00904331"/>
    <w:rsid w:val="0090460C"/>
    <w:rsid w:val="00904F86"/>
    <w:rsid w:val="0090563B"/>
    <w:rsid w:val="0090577C"/>
    <w:rsid w:val="00905BC3"/>
    <w:rsid w:val="00905C93"/>
    <w:rsid w:val="009069F6"/>
    <w:rsid w:val="00906FCA"/>
    <w:rsid w:val="00907291"/>
    <w:rsid w:val="009072A2"/>
    <w:rsid w:val="00907CB2"/>
    <w:rsid w:val="00910783"/>
    <w:rsid w:val="00910934"/>
    <w:rsid w:val="00910A2C"/>
    <w:rsid w:val="009110CE"/>
    <w:rsid w:val="00911A25"/>
    <w:rsid w:val="00911B80"/>
    <w:rsid w:val="00911BA4"/>
    <w:rsid w:val="00912117"/>
    <w:rsid w:val="009125A7"/>
    <w:rsid w:val="00912798"/>
    <w:rsid w:val="00912A34"/>
    <w:rsid w:val="00912B4A"/>
    <w:rsid w:val="00913243"/>
    <w:rsid w:val="009134D7"/>
    <w:rsid w:val="00913935"/>
    <w:rsid w:val="00914374"/>
    <w:rsid w:val="00914B70"/>
    <w:rsid w:val="00915AC2"/>
    <w:rsid w:val="00915F8D"/>
    <w:rsid w:val="00915FC7"/>
    <w:rsid w:val="00916212"/>
    <w:rsid w:val="009163F8"/>
    <w:rsid w:val="00916423"/>
    <w:rsid w:val="00916521"/>
    <w:rsid w:val="009167A9"/>
    <w:rsid w:val="0091718E"/>
    <w:rsid w:val="00917F40"/>
    <w:rsid w:val="00920946"/>
    <w:rsid w:val="009210A3"/>
    <w:rsid w:val="0092127F"/>
    <w:rsid w:val="00921372"/>
    <w:rsid w:val="009216B9"/>
    <w:rsid w:val="00921A9E"/>
    <w:rsid w:val="00921B4B"/>
    <w:rsid w:val="00921E47"/>
    <w:rsid w:val="009227C4"/>
    <w:rsid w:val="00922E37"/>
    <w:rsid w:val="00922E46"/>
    <w:rsid w:val="00922E99"/>
    <w:rsid w:val="00923423"/>
    <w:rsid w:val="009235C3"/>
    <w:rsid w:val="0092368D"/>
    <w:rsid w:val="00923F20"/>
    <w:rsid w:val="009240A4"/>
    <w:rsid w:val="00924775"/>
    <w:rsid w:val="009248E3"/>
    <w:rsid w:val="00924904"/>
    <w:rsid w:val="00924BD5"/>
    <w:rsid w:val="00925DA6"/>
    <w:rsid w:val="00925ECB"/>
    <w:rsid w:val="0092662B"/>
    <w:rsid w:val="00926A74"/>
    <w:rsid w:val="00926E7F"/>
    <w:rsid w:val="00930418"/>
    <w:rsid w:val="009304D0"/>
    <w:rsid w:val="00930A98"/>
    <w:rsid w:val="00930E96"/>
    <w:rsid w:val="00930FCB"/>
    <w:rsid w:val="009311CC"/>
    <w:rsid w:val="009317CD"/>
    <w:rsid w:val="0093184D"/>
    <w:rsid w:val="00931B3B"/>
    <w:rsid w:val="00932012"/>
    <w:rsid w:val="00932070"/>
    <w:rsid w:val="0093229C"/>
    <w:rsid w:val="009322BF"/>
    <w:rsid w:val="009323C7"/>
    <w:rsid w:val="0093246A"/>
    <w:rsid w:val="0093311C"/>
    <w:rsid w:val="0093375A"/>
    <w:rsid w:val="009348F5"/>
    <w:rsid w:val="00934B6C"/>
    <w:rsid w:val="00934C09"/>
    <w:rsid w:val="00934C5A"/>
    <w:rsid w:val="00934CCD"/>
    <w:rsid w:val="00935236"/>
    <w:rsid w:val="00935325"/>
    <w:rsid w:val="009358FC"/>
    <w:rsid w:val="00936192"/>
    <w:rsid w:val="009367B2"/>
    <w:rsid w:val="00936862"/>
    <w:rsid w:val="00936968"/>
    <w:rsid w:val="0093700A"/>
    <w:rsid w:val="00937105"/>
    <w:rsid w:val="0093726C"/>
    <w:rsid w:val="0093732D"/>
    <w:rsid w:val="00937550"/>
    <w:rsid w:val="00937FC5"/>
    <w:rsid w:val="00940039"/>
    <w:rsid w:val="00940155"/>
    <w:rsid w:val="00941353"/>
    <w:rsid w:val="009414F1"/>
    <w:rsid w:val="009418D4"/>
    <w:rsid w:val="00941ADC"/>
    <w:rsid w:val="00941C3D"/>
    <w:rsid w:val="00941D56"/>
    <w:rsid w:val="00942398"/>
    <w:rsid w:val="00942CB3"/>
    <w:rsid w:val="0094304B"/>
    <w:rsid w:val="0094353E"/>
    <w:rsid w:val="009439BA"/>
    <w:rsid w:val="00943CCC"/>
    <w:rsid w:val="00943E99"/>
    <w:rsid w:val="009445CF"/>
    <w:rsid w:val="009446D8"/>
    <w:rsid w:val="00944B6C"/>
    <w:rsid w:val="00944DEC"/>
    <w:rsid w:val="00944F75"/>
    <w:rsid w:val="00945412"/>
    <w:rsid w:val="009457CB"/>
    <w:rsid w:val="00945BF2"/>
    <w:rsid w:val="00945CE0"/>
    <w:rsid w:val="009462A6"/>
    <w:rsid w:val="00946366"/>
    <w:rsid w:val="00946950"/>
    <w:rsid w:val="00946A18"/>
    <w:rsid w:val="00946B26"/>
    <w:rsid w:val="00950328"/>
    <w:rsid w:val="009508E7"/>
    <w:rsid w:val="00951043"/>
    <w:rsid w:val="0095119B"/>
    <w:rsid w:val="0095168D"/>
    <w:rsid w:val="00952248"/>
    <w:rsid w:val="0095283D"/>
    <w:rsid w:val="00953127"/>
    <w:rsid w:val="009534CF"/>
    <w:rsid w:val="009537F8"/>
    <w:rsid w:val="00953FA4"/>
    <w:rsid w:val="00954116"/>
    <w:rsid w:val="009542DA"/>
    <w:rsid w:val="00954302"/>
    <w:rsid w:val="009545FC"/>
    <w:rsid w:val="0095465B"/>
    <w:rsid w:val="00954A03"/>
    <w:rsid w:val="00954D23"/>
    <w:rsid w:val="00955229"/>
    <w:rsid w:val="00955598"/>
    <w:rsid w:val="0095569B"/>
    <w:rsid w:val="00955B51"/>
    <w:rsid w:val="00955C5B"/>
    <w:rsid w:val="009564DF"/>
    <w:rsid w:val="009567FE"/>
    <w:rsid w:val="009571AB"/>
    <w:rsid w:val="009576F4"/>
    <w:rsid w:val="00957BCC"/>
    <w:rsid w:val="00957DA5"/>
    <w:rsid w:val="0096008F"/>
    <w:rsid w:val="00960116"/>
    <w:rsid w:val="00960155"/>
    <w:rsid w:val="00960175"/>
    <w:rsid w:val="0096020D"/>
    <w:rsid w:val="00960218"/>
    <w:rsid w:val="00960525"/>
    <w:rsid w:val="00960AF0"/>
    <w:rsid w:val="00960ED5"/>
    <w:rsid w:val="00961050"/>
    <w:rsid w:val="00961209"/>
    <w:rsid w:val="00961DBC"/>
    <w:rsid w:val="009623F0"/>
    <w:rsid w:val="009623FD"/>
    <w:rsid w:val="00962DE2"/>
    <w:rsid w:val="00964290"/>
    <w:rsid w:val="00964383"/>
    <w:rsid w:val="009646FE"/>
    <w:rsid w:val="00964F21"/>
    <w:rsid w:val="00964FF1"/>
    <w:rsid w:val="009650A9"/>
    <w:rsid w:val="00965600"/>
    <w:rsid w:val="00965A97"/>
    <w:rsid w:val="00966305"/>
    <w:rsid w:val="00966374"/>
    <w:rsid w:val="00966518"/>
    <w:rsid w:val="00966F60"/>
    <w:rsid w:val="009670BA"/>
    <w:rsid w:val="00967AC1"/>
    <w:rsid w:val="00967C4F"/>
    <w:rsid w:val="00967D8C"/>
    <w:rsid w:val="00967F16"/>
    <w:rsid w:val="00970160"/>
    <w:rsid w:val="009705C5"/>
    <w:rsid w:val="009713D9"/>
    <w:rsid w:val="009726B4"/>
    <w:rsid w:val="00972759"/>
    <w:rsid w:val="00972E46"/>
    <w:rsid w:val="00972EAB"/>
    <w:rsid w:val="0097351F"/>
    <w:rsid w:val="00973566"/>
    <w:rsid w:val="009739E1"/>
    <w:rsid w:val="00973CFA"/>
    <w:rsid w:val="00974F37"/>
    <w:rsid w:val="00975165"/>
    <w:rsid w:val="00975A6C"/>
    <w:rsid w:val="00976766"/>
    <w:rsid w:val="00976C20"/>
    <w:rsid w:val="00976CF3"/>
    <w:rsid w:val="00976D2A"/>
    <w:rsid w:val="00976E83"/>
    <w:rsid w:val="00976EEC"/>
    <w:rsid w:val="00980031"/>
    <w:rsid w:val="009803B8"/>
    <w:rsid w:val="00980457"/>
    <w:rsid w:val="009809A1"/>
    <w:rsid w:val="009814C6"/>
    <w:rsid w:val="009816F0"/>
    <w:rsid w:val="009818DB"/>
    <w:rsid w:val="00981966"/>
    <w:rsid w:val="009824FE"/>
    <w:rsid w:val="00982521"/>
    <w:rsid w:val="00982EB1"/>
    <w:rsid w:val="00983293"/>
    <w:rsid w:val="00983BBA"/>
    <w:rsid w:val="00983C91"/>
    <w:rsid w:val="00983D28"/>
    <w:rsid w:val="00984576"/>
    <w:rsid w:val="00984A5E"/>
    <w:rsid w:val="009853BC"/>
    <w:rsid w:val="0098568B"/>
    <w:rsid w:val="009857BC"/>
    <w:rsid w:val="00985F22"/>
    <w:rsid w:val="009868BA"/>
    <w:rsid w:val="0098691B"/>
    <w:rsid w:val="00986E41"/>
    <w:rsid w:val="009874CF"/>
    <w:rsid w:val="009879E4"/>
    <w:rsid w:val="0099058C"/>
    <w:rsid w:val="009906B0"/>
    <w:rsid w:val="00990A2D"/>
    <w:rsid w:val="00990B3F"/>
    <w:rsid w:val="00990FBD"/>
    <w:rsid w:val="00991025"/>
    <w:rsid w:val="00991A5A"/>
    <w:rsid w:val="009925F5"/>
    <w:rsid w:val="00992CA4"/>
    <w:rsid w:val="00993126"/>
    <w:rsid w:val="009938E2"/>
    <w:rsid w:val="009941D6"/>
    <w:rsid w:val="00994485"/>
    <w:rsid w:val="00994546"/>
    <w:rsid w:val="0099458C"/>
    <w:rsid w:val="0099487A"/>
    <w:rsid w:val="00994FA5"/>
    <w:rsid w:val="00995173"/>
    <w:rsid w:val="00995A6A"/>
    <w:rsid w:val="00995D8C"/>
    <w:rsid w:val="00996108"/>
    <w:rsid w:val="00996580"/>
    <w:rsid w:val="0099723C"/>
    <w:rsid w:val="00997401"/>
    <w:rsid w:val="009975B2"/>
    <w:rsid w:val="0099786B"/>
    <w:rsid w:val="009A01C6"/>
    <w:rsid w:val="009A03BD"/>
    <w:rsid w:val="009A0890"/>
    <w:rsid w:val="009A0B9A"/>
    <w:rsid w:val="009A0E45"/>
    <w:rsid w:val="009A15A5"/>
    <w:rsid w:val="009A21EF"/>
    <w:rsid w:val="009A2BB2"/>
    <w:rsid w:val="009A2FB6"/>
    <w:rsid w:val="009A36A7"/>
    <w:rsid w:val="009A384E"/>
    <w:rsid w:val="009A3CE1"/>
    <w:rsid w:val="009A3F97"/>
    <w:rsid w:val="009A4071"/>
    <w:rsid w:val="009A41F7"/>
    <w:rsid w:val="009A49D8"/>
    <w:rsid w:val="009A56E6"/>
    <w:rsid w:val="009A5859"/>
    <w:rsid w:val="009A63E3"/>
    <w:rsid w:val="009A6553"/>
    <w:rsid w:val="009A69D8"/>
    <w:rsid w:val="009A6D31"/>
    <w:rsid w:val="009A6E2F"/>
    <w:rsid w:val="009A72CB"/>
    <w:rsid w:val="009A72E4"/>
    <w:rsid w:val="009A7F38"/>
    <w:rsid w:val="009B0BA6"/>
    <w:rsid w:val="009B0D3F"/>
    <w:rsid w:val="009B12A6"/>
    <w:rsid w:val="009B12DE"/>
    <w:rsid w:val="009B1FF5"/>
    <w:rsid w:val="009B2EDF"/>
    <w:rsid w:val="009B2FFB"/>
    <w:rsid w:val="009B31F0"/>
    <w:rsid w:val="009B373D"/>
    <w:rsid w:val="009B3BA4"/>
    <w:rsid w:val="009B3E22"/>
    <w:rsid w:val="009B3F2D"/>
    <w:rsid w:val="009B4503"/>
    <w:rsid w:val="009B4722"/>
    <w:rsid w:val="009B5525"/>
    <w:rsid w:val="009B5810"/>
    <w:rsid w:val="009B5BA8"/>
    <w:rsid w:val="009B6207"/>
    <w:rsid w:val="009B6269"/>
    <w:rsid w:val="009B641C"/>
    <w:rsid w:val="009B64E5"/>
    <w:rsid w:val="009B6E93"/>
    <w:rsid w:val="009B6EB7"/>
    <w:rsid w:val="009B6FB5"/>
    <w:rsid w:val="009B7149"/>
    <w:rsid w:val="009B7735"/>
    <w:rsid w:val="009C0065"/>
    <w:rsid w:val="009C044E"/>
    <w:rsid w:val="009C08EE"/>
    <w:rsid w:val="009C127B"/>
    <w:rsid w:val="009C1622"/>
    <w:rsid w:val="009C172B"/>
    <w:rsid w:val="009C1D4B"/>
    <w:rsid w:val="009C1ED3"/>
    <w:rsid w:val="009C2DA6"/>
    <w:rsid w:val="009C3064"/>
    <w:rsid w:val="009C37F1"/>
    <w:rsid w:val="009C3B2E"/>
    <w:rsid w:val="009C3F1C"/>
    <w:rsid w:val="009C4049"/>
    <w:rsid w:val="009C452B"/>
    <w:rsid w:val="009C47F4"/>
    <w:rsid w:val="009C48E6"/>
    <w:rsid w:val="009C5189"/>
    <w:rsid w:val="009C54BC"/>
    <w:rsid w:val="009C55A8"/>
    <w:rsid w:val="009C5975"/>
    <w:rsid w:val="009C5BCD"/>
    <w:rsid w:val="009C634C"/>
    <w:rsid w:val="009C63DB"/>
    <w:rsid w:val="009C697A"/>
    <w:rsid w:val="009C7C1E"/>
    <w:rsid w:val="009C7F07"/>
    <w:rsid w:val="009C7FC0"/>
    <w:rsid w:val="009D0211"/>
    <w:rsid w:val="009D0AD6"/>
    <w:rsid w:val="009D16D0"/>
    <w:rsid w:val="009D19E5"/>
    <w:rsid w:val="009D1F45"/>
    <w:rsid w:val="009D239D"/>
    <w:rsid w:val="009D2421"/>
    <w:rsid w:val="009D2A9E"/>
    <w:rsid w:val="009D2C61"/>
    <w:rsid w:val="009D2CAE"/>
    <w:rsid w:val="009D3175"/>
    <w:rsid w:val="009D33D9"/>
    <w:rsid w:val="009D374C"/>
    <w:rsid w:val="009D3C27"/>
    <w:rsid w:val="009D4CFD"/>
    <w:rsid w:val="009D4DDD"/>
    <w:rsid w:val="009D4EB5"/>
    <w:rsid w:val="009D55DC"/>
    <w:rsid w:val="009D614D"/>
    <w:rsid w:val="009D6651"/>
    <w:rsid w:val="009D6A19"/>
    <w:rsid w:val="009D6C60"/>
    <w:rsid w:val="009D751E"/>
    <w:rsid w:val="009D763D"/>
    <w:rsid w:val="009D76BC"/>
    <w:rsid w:val="009E062B"/>
    <w:rsid w:val="009E0C02"/>
    <w:rsid w:val="009E0C21"/>
    <w:rsid w:val="009E14AE"/>
    <w:rsid w:val="009E157F"/>
    <w:rsid w:val="009E1C1A"/>
    <w:rsid w:val="009E2247"/>
    <w:rsid w:val="009E23A5"/>
    <w:rsid w:val="009E2C4B"/>
    <w:rsid w:val="009E3352"/>
    <w:rsid w:val="009E3392"/>
    <w:rsid w:val="009E3DEE"/>
    <w:rsid w:val="009E4699"/>
    <w:rsid w:val="009E4973"/>
    <w:rsid w:val="009E4EAA"/>
    <w:rsid w:val="009E504A"/>
    <w:rsid w:val="009E5291"/>
    <w:rsid w:val="009E53FC"/>
    <w:rsid w:val="009E5966"/>
    <w:rsid w:val="009E5C13"/>
    <w:rsid w:val="009E5DE5"/>
    <w:rsid w:val="009E5F29"/>
    <w:rsid w:val="009E5F92"/>
    <w:rsid w:val="009E6049"/>
    <w:rsid w:val="009E61E3"/>
    <w:rsid w:val="009E6752"/>
    <w:rsid w:val="009E692E"/>
    <w:rsid w:val="009E728B"/>
    <w:rsid w:val="009E745A"/>
    <w:rsid w:val="009E753D"/>
    <w:rsid w:val="009E7B18"/>
    <w:rsid w:val="009E7F88"/>
    <w:rsid w:val="009F0A51"/>
    <w:rsid w:val="009F0ED1"/>
    <w:rsid w:val="009F120A"/>
    <w:rsid w:val="009F15CB"/>
    <w:rsid w:val="009F1AAC"/>
    <w:rsid w:val="009F1B72"/>
    <w:rsid w:val="009F2E40"/>
    <w:rsid w:val="009F36A1"/>
    <w:rsid w:val="009F3D64"/>
    <w:rsid w:val="009F43EB"/>
    <w:rsid w:val="009F4FAB"/>
    <w:rsid w:val="009F5694"/>
    <w:rsid w:val="009F56A7"/>
    <w:rsid w:val="009F5BFB"/>
    <w:rsid w:val="009F5FBB"/>
    <w:rsid w:val="009F622F"/>
    <w:rsid w:val="009F6C89"/>
    <w:rsid w:val="009F73F4"/>
    <w:rsid w:val="00A00109"/>
    <w:rsid w:val="00A00CAF"/>
    <w:rsid w:val="00A00DE7"/>
    <w:rsid w:val="00A0106F"/>
    <w:rsid w:val="00A016F1"/>
    <w:rsid w:val="00A01B82"/>
    <w:rsid w:val="00A0256E"/>
    <w:rsid w:val="00A02595"/>
    <w:rsid w:val="00A02AF2"/>
    <w:rsid w:val="00A02E02"/>
    <w:rsid w:val="00A03085"/>
    <w:rsid w:val="00A03156"/>
    <w:rsid w:val="00A0326C"/>
    <w:rsid w:val="00A032D6"/>
    <w:rsid w:val="00A03801"/>
    <w:rsid w:val="00A03A7F"/>
    <w:rsid w:val="00A03B9C"/>
    <w:rsid w:val="00A0414D"/>
    <w:rsid w:val="00A0447E"/>
    <w:rsid w:val="00A04EDC"/>
    <w:rsid w:val="00A05229"/>
    <w:rsid w:val="00A0565D"/>
    <w:rsid w:val="00A05E0E"/>
    <w:rsid w:val="00A060CC"/>
    <w:rsid w:val="00A061FA"/>
    <w:rsid w:val="00A063F3"/>
    <w:rsid w:val="00A06400"/>
    <w:rsid w:val="00A06732"/>
    <w:rsid w:val="00A069F3"/>
    <w:rsid w:val="00A06C46"/>
    <w:rsid w:val="00A06E66"/>
    <w:rsid w:val="00A0776A"/>
    <w:rsid w:val="00A07980"/>
    <w:rsid w:val="00A07A70"/>
    <w:rsid w:val="00A103EA"/>
    <w:rsid w:val="00A10447"/>
    <w:rsid w:val="00A104F9"/>
    <w:rsid w:val="00A1118C"/>
    <w:rsid w:val="00A11744"/>
    <w:rsid w:val="00A11BF4"/>
    <w:rsid w:val="00A1202D"/>
    <w:rsid w:val="00A1224F"/>
    <w:rsid w:val="00A12C75"/>
    <w:rsid w:val="00A13062"/>
    <w:rsid w:val="00A1322A"/>
    <w:rsid w:val="00A13D59"/>
    <w:rsid w:val="00A14059"/>
    <w:rsid w:val="00A1424A"/>
    <w:rsid w:val="00A15F67"/>
    <w:rsid w:val="00A15FAE"/>
    <w:rsid w:val="00A16287"/>
    <w:rsid w:val="00A16612"/>
    <w:rsid w:val="00A16960"/>
    <w:rsid w:val="00A16BC4"/>
    <w:rsid w:val="00A17201"/>
    <w:rsid w:val="00A17D33"/>
    <w:rsid w:val="00A201E6"/>
    <w:rsid w:val="00A20539"/>
    <w:rsid w:val="00A218B3"/>
    <w:rsid w:val="00A220C4"/>
    <w:rsid w:val="00A222B6"/>
    <w:rsid w:val="00A22820"/>
    <w:rsid w:val="00A22A63"/>
    <w:rsid w:val="00A22CCF"/>
    <w:rsid w:val="00A23BD4"/>
    <w:rsid w:val="00A24717"/>
    <w:rsid w:val="00A2490C"/>
    <w:rsid w:val="00A24A54"/>
    <w:rsid w:val="00A25B94"/>
    <w:rsid w:val="00A261A6"/>
    <w:rsid w:val="00A27BDD"/>
    <w:rsid w:val="00A300C4"/>
    <w:rsid w:val="00A30EE2"/>
    <w:rsid w:val="00A313C5"/>
    <w:rsid w:val="00A315C5"/>
    <w:rsid w:val="00A32A07"/>
    <w:rsid w:val="00A33360"/>
    <w:rsid w:val="00A334B6"/>
    <w:rsid w:val="00A33984"/>
    <w:rsid w:val="00A34994"/>
    <w:rsid w:val="00A34AA3"/>
    <w:rsid w:val="00A34EBA"/>
    <w:rsid w:val="00A352DB"/>
    <w:rsid w:val="00A35798"/>
    <w:rsid w:val="00A35C42"/>
    <w:rsid w:val="00A35D86"/>
    <w:rsid w:val="00A36C6F"/>
    <w:rsid w:val="00A37154"/>
    <w:rsid w:val="00A37B17"/>
    <w:rsid w:val="00A37C25"/>
    <w:rsid w:val="00A37C5E"/>
    <w:rsid w:val="00A403A8"/>
    <w:rsid w:val="00A40C69"/>
    <w:rsid w:val="00A41444"/>
    <w:rsid w:val="00A41D0C"/>
    <w:rsid w:val="00A4239C"/>
    <w:rsid w:val="00A429C5"/>
    <w:rsid w:val="00A430CD"/>
    <w:rsid w:val="00A431C8"/>
    <w:rsid w:val="00A4376D"/>
    <w:rsid w:val="00A439CB"/>
    <w:rsid w:val="00A43AC8"/>
    <w:rsid w:val="00A44631"/>
    <w:rsid w:val="00A44771"/>
    <w:rsid w:val="00A449D9"/>
    <w:rsid w:val="00A44B26"/>
    <w:rsid w:val="00A45EAF"/>
    <w:rsid w:val="00A45ED6"/>
    <w:rsid w:val="00A46CAB"/>
    <w:rsid w:val="00A47563"/>
    <w:rsid w:val="00A47858"/>
    <w:rsid w:val="00A478DA"/>
    <w:rsid w:val="00A47EAA"/>
    <w:rsid w:val="00A5041C"/>
    <w:rsid w:val="00A50DDE"/>
    <w:rsid w:val="00A50E33"/>
    <w:rsid w:val="00A5101C"/>
    <w:rsid w:val="00A514B1"/>
    <w:rsid w:val="00A514C1"/>
    <w:rsid w:val="00A51E28"/>
    <w:rsid w:val="00A52051"/>
    <w:rsid w:val="00A5213C"/>
    <w:rsid w:val="00A52175"/>
    <w:rsid w:val="00A52490"/>
    <w:rsid w:val="00A52AFC"/>
    <w:rsid w:val="00A533BB"/>
    <w:rsid w:val="00A5363B"/>
    <w:rsid w:val="00A53EC0"/>
    <w:rsid w:val="00A5433A"/>
    <w:rsid w:val="00A547BE"/>
    <w:rsid w:val="00A555EA"/>
    <w:rsid w:val="00A55962"/>
    <w:rsid w:val="00A55A26"/>
    <w:rsid w:val="00A5638F"/>
    <w:rsid w:val="00A563A1"/>
    <w:rsid w:val="00A56D06"/>
    <w:rsid w:val="00A57271"/>
    <w:rsid w:val="00A57B1D"/>
    <w:rsid w:val="00A57BF0"/>
    <w:rsid w:val="00A57C9F"/>
    <w:rsid w:val="00A57CCC"/>
    <w:rsid w:val="00A57CD4"/>
    <w:rsid w:val="00A601E9"/>
    <w:rsid w:val="00A60B1F"/>
    <w:rsid w:val="00A60D5C"/>
    <w:rsid w:val="00A611CA"/>
    <w:rsid w:val="00A6132A"/>
    <w:rsid w:val="00A61B17"/>
    <w:rsid w:val="00A61B54"/>
    <w:rsid w:val="00A61B9B"/>
    <w:rsid w:val="00A61CB7"/>
    <w:rsid w:val="00A61FE8"/>
    <w:rsid w:val="00A62030"/>
    <w:rsid w:val="00A624D1"/>
    <w:rsid w:val="00A62A03"/>
    <w:rsid w:val="00A62B97"/>
    <w:rsid w:val="00A630E4"/>
    <w:rsid w:val="00A6315C"/>
    <w:rsid w:val="00A6341E"/>
    <w:rsid w:val="00A63965"/>
    <w:rsid w:val="00A63B1B"/>
    <w:rsid w:val="00A63D4A"/>
    <w:rsid w:val="00A6428D"/>
    <w:rsid w:val="00A643FD"/>
    <w:rsid w:val="00A64598"/>
    <w:rsid w:val="00A645BC"/>
    <w:rsid w:val="00A64D2D"/>
    <w:rsid w:val="00A654EF"/>
    <w:rsid w:val="00A6565B"/>
    <w:rsid w:val="00A656DF"/>
    <w:rsid w:val="00A659A4"/>
    <w:rsid w:val="00A659CD"/>
    <w:rsid w:val="00A65B36"/>
    <w:rsid w:val="00A660C0"/>
    <w:rsid w:val="00A66B4D"/>
    <w:rsid w:val="00A67825"/>
    <w:rsid w:val="00A70497"/>
    <w:rsid w:val="00A708D3"/>
    <w:rsid w:val="00A714D9"/>
    <w:rsid w:val="00A7185A"/>
    <w:rsid w:val="00A721ED"/>
    <w:rsid w:val="00A731D2"/>
    <w:rsid w:val="00A732D2"/>
    <w:rsid w:val="00A732DA"/>
    <w:rsid w:val="00A7366B"/>
    <w:rsid w:val="00A737E0"/>
    <w:rsid w:val="00A7389A"/>
    <w:rsid w:val="00A73ECE"/>
    <w:rsid w:val="00A74099"/>
    <w:rsid w:val="00A74155"/>
    <w:rsid w:val="00A74628"/>
    <w:rsid w:val="00A74B31"/>
    <w:rsid w:val="00A75A4D"/>
    <w:rsid w:val="00A75AE2"/>
    <w:rsid w:val="00A75C8E"/>
    <w:rsid w:val="00A75DBC"/>
    <w:rsid w:val="00A761CF"/>
    <w:rsid w:val="00A76802"/>
    <w:rsid w:val="00A76D3A"/>
    <w:rsid w:val="00A7723B"/>
    <w:rsid w:val="00A7726D"/>
    <w:rsid w:val="00A77DA9"/>
    <w:rsid w:val="00A8096B"/>
    <w:rsid w:val="00A80BCA"/>
    <w:rsid w:val="00A81BC6"/>
    <w:rsid w:val="00A820F6"/>
    <w:rsid w:val="00A82407"/>
    <w:rsid w:val="00A8243D"/>
    <w:rsid w:val="00A828C0"/>
    <w:rsid w:val="00A82E85"/>
    <w:rsid w:val="00A837FC"/>
    <w:rsid w:val="00A83D3E"/>
    <w:rsid w:val="00A84759"/>
    <w:rsid w:val="00A855B4"/>
    <w:rsid w:val="00A857F2"/>
    <w:rsid w:val="00A858E0"/>
    <w:rsid w:val="00A85C3C"/>
    <w:rsid w:val="00A85E14"/>
    <w:rsid w:val="00A86569"/>
    <w:rsid w:val="00A86C2B"/>
    <w:rsid w:val="00A870B8"/>
    <w:rsid w:val="00A87140"/>
    <w:rsid w:val="00A8730C"/>
    <w:rsid w:val="00A878B7"/>
    <w:rsid w:val="00A90385"/>
    <w:rsid w:val="00A9058A"/>
    <w:rsid w:val="00A90904"/>
    <w:rsid w:val="00A9091E"/>
    <w:rsid w:val="00A90D28"/>
    <w:rsid w:val="00A90DB7"/>
    <w:rsid w:val="00A91240"/>
    <w:rsid w:val="00A9152F"/>
    <w:rsid w:val="00A91B29"/>
    <w:rsid w:val="00A92593"/>
    <w:rsid w:val="00A92734"/>
    <w:rsid w:val="00A927B7"/>
    <w:rsid w:val="00A929B2"/>
    <w:rsid w:val="00A92F19"/>
    <w:rsid w:val="00A92F5C"/>
    <w:rsid w:val="00A9303B"/>
    <w:rsid w:val="00A931AC"/>
    <w:rsid w:val="00A932D8"/>
    <w:rsid w:val="00A93DB6"/>
    <w:rsid w:val="00A93E1E"/>
    <w:rsid w:val="00A93F72"/>
    <w:rsid w:val="00A946CC"/>
    <w:rsid w:val="00A94D50"/>
    <w:rsid w:val="00A94F2B"/>
    <w:rsid w:val="00A952FE"/>
    <w:rsid w:val="00A95366"/>
    <w:rsid w:val="00A95462"/>
    <w:rsid w:val="00A955E9"/>
    <w:rsid w:val="00A957C5"/>
    <w:rsid w:val="00A95F78"/>
    <w:rsid w:val="00A9655D"/>
    <w:rsid w:val="00A965DE"/>
    <w:rsid w:val="00A96D4E"/>
    <w:rsid w:val="00A96E6B"/>
    <w:rsid w:val="00A97318"/>
    <w:rsid w:val="00A978AF"/>
    <w:rsid w:val="00AA0960"/>
    <w:rsid w:val="00AA0B15"/>
    <w:rsid w:val="00AA0B2C"/>
    <w:rsid w:val="00AA0FE7"/>
    <w:rsid w:val="00AA1579"/>
    <w:rsid w:val="00AA1688"/>
    <w:rsid w:val="00AA1B56"/>
    <w:rsid w:val="00AA2E8A"/>
    <w:rsid w:val="00AA31D9"/>
    <w:rsid w:val="00AA3330"/>
    <w:rsid w:val="00AA3B08"/>
    <w:rsid w:val="00AA3BF1"/>
    <w:rsid w:val="00AA3C60"/>
    <w:rsid w:val="00AA48ED"/>
    <w:rsid w:val="00AA4AA4"/>
    <w:rsid w:val="00AA4CA4"/>
    <w:rsid w:val="00AA4E05"/>
    <w:rsid w:val="00AA5479"/>
    <w:rsid w:val="00AA59DE"/>
    <w:rsid w:val="00AA5AB0"/>
    <w:rsid w:val="00AA634C"/>
    <w:rsid w:val="00AA6B12"/>
    <w:rsid w:val="00AA6DB9"/>
    <w:rsid w:val="00AA6FDF"/>
    <w:rsid w:val="00AA732F"/>
    <w:rsid w:val="00AA7458"/>
    <w:rsid w:val="00AA7C78"/>
    <w:rsid w:val="00AB0B9E"/>
    <w:rsid w:val="00AB2105"/>
    <w:rsid w:val="00AB2292"/>
    <w:rsid w:val="00AB3327"/>
    <w:rsid w:val="00AB38AE"/>
    <w:rsid w:val="00AB3F6E"/>
    <w:rsid w:val="00AB47AF"/>
    <w:rsid w:val="00AB53F2"/>
    <w:rsid w:val="00AB5AE1"/>
    <w:rsid w:val="00AB5B9E"/>
    <w:rsid w:val="00AB5C71"/>
    <w:rsid w:val="00AB617A"/>
    <w:rsid w:val="00AB66F5"/>
    <w:rsid w:val="00AB6828"/>
    <w:rsid w:val="00AB7470"/>
    <w:rsid w:val="00AB75E1"/>
    <w:rsid w:val="00AB7D04"/>
    <w:rsid w:val="00AC0897"/>
    <w:rsid w:val="00AC0E0C"/>
    <w:rsid w:val="00AC1255"/>
    <w:rsid w:val="00AC1296"/>
    <w:rsid w:val="00AC12B4"/>
    <w:rsid w:val="00AC1305"/>
    <w:rsid w:val="00AC134E"/>
    <w:rsid w:val="00AC18C5"/>
    <w:rsid w:val="00AC1B50"/>
    <w:rsid w:val="00AC1B7B"/>
    <w:rsid w:val="00AC1CDA"/>
    <w:rsid w:val="00AC2649"/>
    <w:rsid w:val="00AC2ED3"/>
    <w:rsid w:val="00AC3001"/>
    <w:rsid w:val="00AC3639"/>
    <w:rsid w:val="00AC3736"/>
    <w:rsid w:val="00AC3869"/>
    <w:rsid w:val="00AC3EFE"/>
    <w:rsid w:val="00AC403B"/>
    <w:rsid w:val="00AC42AA"/>
    <w:rsid w:val="00AC4AE3"/>
    <w:rsid w:val="00AC501C"/>
    <w:rsid w:val="00AC512B"/>
    <w:rsid w:val="00AC5814"/>
    <w:rsid w:val="00AC6477"/>
    <w:rsid w:val="00AC64D0"/>
    <w:rsid w:val="00AC6F00"/>
    <w:rsid w:val="00AC7069"/>
    <w:rsid w:val="00AC77D8"/>
    <w:rsid w:val="00AC77EF"/>
    <w:rsid w:val="00AC7A2A"/>
    <w:rsid w:val="00AD0213"/>
    <w:rsid w:val="00AD02DA"/>
    <w:rsid w:val="00AD0584"/>
    <w:rsid w:val="00AD0EAB"/>
    <w:rsid w:val="00AD17EF"/>
    <w:rsid w:val="00AD1BA8"/>
    <w:rsid w:val="00AD1F60"/>
    <w:rsid w:val="00AD279C"/>
    <w:rsid w:val="00AD35EA"/>
    <w:rsid w:val="00AD367B"/>
    <w:rsid w:val="00AD3C8E"/>
    <w:rsid w:val="00AD42A3"/>
    <w:rsid w:val="00AD483E"/>
    <w:rsid w:val="00AD4858"/>
    <w:rsid w:val="00AD4D23"/>
    <w:rsid w:val="00AD4E4A"/>
    <w:rsid w:val="00AD587B"/>
    <w:rsid w:val="00AD58B4"/>
    <w:rsid w:val="00AD593D"/>
    <w:rsid w:val="00AD5B3C"/>
    <w:rsid w:val="00AD6397"/>
    <w:rsid w:val="00AD64C0"/>
    <w:rsid w:val="00AD680E"/>
    <w:rsid w:val="00AD7159"/>
    <w:rsid w:val="00AD71BA"/>
    <w:rsid w:val="00AD72FD"/>
    <w:rsid w:val="00AD73EF"/>
    <w:rsid w:val="00AD7844"/>
    <w:rsid w:val="00AD7FE1"/>
    <w:rsid w:val="00AE0778"/>
    <w:rsid w:val="00AE0AFE"/>
    <w:rsid w:val="00AE13CC"/>
    <w:rsid w:val="00AE1454"/>
    <w:rsid w:val="00AE1F15"/>
    <w:rsid w:val="00AE24E2"/>
    <w:rsid w:val="00AE26CE"/>
    <w:rsid w:val="00AE27FE"/>
    <w:rsid w:val="00AE2ACD"/>
    <w:rsid w:val="00AE3643"/>
    <w:rsid w:val="00AE36E8"/>
    <w:rsid w:val="00AE3B9C"/>
    <w:rsid w:val="00AE412D"/>
    <w:rsid w:val="00AE45A5"/>
    <w:rsid w:val="00AE4876"/>
    <w:rsid w:val="00AE519B"/>
    <w:rsid w:val="00AE5580"/>
    <w:rsid w:val="00AE5B1E"/>
    <w:rsid w:val="00AE618E"/>
    <w:rsid w:val="00AE6F1A"/>
    <w:rsid w:val="00AF0D32"/>
    <w:rsid w:val="00AF2486"/>
    <w:rsid w:val="00AF252B"/>
    <w:rsid w:val="00AF2622"/>
    <w:rsid w:val="00AF2F3D"/>
    <w:rsid w:val="00AF3117"/>
    <w:rsid w:val="00AF336D"/>
    <w:rsid w:val="00AF4139"/>
    <w:rsid w:val="00AF4514"/>
    <w:rsid w:val="00AF4686"/>
    <w:rsid w:val="00AF4C10"/>
    <w:rsid w:val="00AF4F04"/>
    <w:rsid w:val="00AF5B57"/>
    <w:rsid w:val="00AF6B53"/>
    <w:rsid w:val="00AF6B60"/>
    <w:rsid w:val="00AF70FA"/>
    <w:rsid w:val="00B001C7"/>
    <w:rsid w:val="00B005EA"/>
    <w:rsid w:val="00B006B5"/>
    <w:rsid w:val="00B00743"/>
    <w:rsid w:val="00B01370"/>
    <w:rsid w:val="00B015B3"/>
    <w:rsid w:val="00B01928"/>
    <w:rsid w:val="00B01EB4"/>
    <w:rsid w:val="00B02F84"/>
    <w:rsid w:val="00B03D79"/>
    <w:rsid w:val="00B03DFB"/>
    <w:rsid w:val="00B03EAD"/>
    <w:rsid w:val="00B03F5D"/>
    <w:rsid w:val="00B03F9D"/>
    <w:rsid w:val="00B03FF4"/>
    <w:rsid w:val="00B0472B"/>
    <w:rsid w:val="00B049EE"/>
    <w:rsid w:val="00B04F05"/>
    <w:rsid w:val="00B05885"/>
    <w:rsid w:val="00B063ED"/>
    <w:rsid w:val="00B06797"/>
    <w:rsid w:val="00B06A05"/>
    <w:rsid w:val="00B0726D"/>
    <w:rsid w:val="00B073AF"/>
    <w:rsid w:val="00B079CB"/>
    <w:rsid w:val="00B079F9"/>
    <w:rsid w:val="00B10067"/>
    <w:rsid w:val="00B102DE"/>
    <w:rsid w:val="00B10937"/>
    <w:rsid w:val="00B10BCB"/>
    <w:rsid w:val="00B10E20"/>
    <w:rsid w:val="00B11382"/>
    <w:rsid w:val="00B1157A"/>
    <w:rsid w:val="00B118E3"/>
    <w:rsid w:val="00B11F9E"/>
    <w:rsid w:val="00B1272C"/>
    <w:rsid w:val="00B12A44"/>
    <w:rsid w:val="00B12A5B"/>
    <w:rsid w:val="00B12E43"/>
    <w:rsid w:val="00B13276"/>
    <w:rsid w:val="00B132F6"/>
    <w:rsid w:val="00B13D3D"/>
    <w:rsid w:val="00B14044"/>
    <w:rsid w:val="00B14248"/>
    <w:rsid w:val="00B1470C"/>
    <w:rsid w:val="00B14D62"/>
    <w:rsid w:val="00B14F11"/>
    <w:rsid w:val="00B15290"/>
    <w:rsid w:val="00B1587F"/>
    <w:rsid w:val="00B15A38"/>
    <w:rsid w:val="00B15AF8"/>
    <w:rsid w:val="00B15BB3"/>
    <w:rsid w:val="00B15D66"/>
    <w:rsid w:val="00B161D5"/>
    <w:rsid w:val="00B16869"/>
    <w:rsid w:val="00B16930"/>
    <w:rsid w:val="00B16D78"/>
    <w:rsid w:val="00B1715F"/>
    <w:rsid w:val="00B17511"/>
    <w:rsid w:val="00B1781C"/>
    <w:rsid w:val="00B205BB"/>
    <w:rsid w:val="00B20D54"/>
    <w:rsid w:val="00B210ED"/>
    <w:rsid w:val="00B21819"/>
    <w:rsid w:val="00B223C4"/>
    <w:rsid w:val="00B22400"/>
    <w:rsid w:val="00B226C6"/>
    <w:rsid w:val="00B228D1"/>
    <w:rsid w:val="00B22BE2"/>
    <w:rsid w:val="00B22D73"/>
    <w:rsid w:val="00B22F48"/>
    <w:rsid w:val="00B24415"/>
    <w:rsid w:val="00B246F1"/>
    <w:rsid w:val="00B24841"/>
    <w:rsid w:val="00B2484F"/>
    <w:rsid w:val="00B24A2B"/>
    <w:rsid w:val="00B24D51"/>
    <w:rsid w:val="00B24F5C"/>
    <w:rsid w:val="00B2536A"/>
    <w:rsid w:val="00B256A9"/>
    <w:rsid w:val="00B25E39"/>
    <w:rsid w:val="00B26251"/>
    <w:rsid w:val="00B2682B"/>
    <w:rsid w:val="00B26A8A"/>
    <w:rsid w:val="00B26C2B"/>
    <w:rsid w:val="00B26FA8"/>
    <w:rsid w:val="00B27295"/>
    <w:rsid w:val="00B274EE"/>
    <w:rsid w:val="00B2791B"/>
    <w:rsid w:val="00B279F1"/>
    <w:rsid w:val="00B27B61"/>
    <w:rsid w:val="00B27B66"/>
    <w:rsid w:val="00B30885"/>
    <w:rsid w:val="00B31242"/>
    <w:rsid w:val="00B3178A"/>
    <w:rsid w:val="00B319DA"/>
    <w:rsid w:val="00B3216B"/>
    <w:rsid w:val="00B3266B"/>
    <w:rsid w:val="00B326FA"/>
    <w:rsid w:val="00B32927"/>
    <w:rsid w:val="00B32FAF"/>
    <w:rsid w:val="00B3335F"/>
    <w:rsid w:val="00B34646"/>
    <w:rsid w:val="00B349EF"/>
    <w:rsid w:val="00B35121"/>
    <w:rsid w:val="00B353A7"/>
    <w:rsid w:val="00B3562C"/>
    <w:rsid w:val="00B35CAB"/>
    <w:rsid w:val="00B35DFE"/>
    <w:rsid w:val="00B366FA"/>
    <w:rsid w:val="00B367EA"/>
    <w:rsid w:val="00B36AD1"/>
    <w:rsid w:val="00B370B6"/>
    <w:rsid w:val="00B372FE"/>
    <w:rsid w:val="00B40299"/>
    <w:rsid w:val="00B40531"/>
    <w:rsid w:val="00B40905"/>
    <w:rsid w:val="00B40D1F"/>
    <w:rsid w:val="00B4169D"/>
    <w:rsid w:val="00B424F3"/>
    <w:rsid w:val="00B4281B"/>
    <w:rsid w:val="00B42FFC"/>
    <w:rsid w:val="00B4305F"/>
    <w:rsid w:val="00B43179"/>
    <w:rsid w:val="00B439A0"/>
    <w:rsid w:val="00B439CB"/>
    <w:rsid w:val="00B43EEA"/>
    <w:rsid w:val="00B43FA0"/>
    <w:rsid w:val="00B449FF"/>
    <w:rsid w:val="00B450E2"/>
    <w:rsid w:val="00B454A9"/>
    <w:rsid w:val="00B45F4D"/>
    <w:rsid w:val="00B460E1"/>
    <w:rsid w:val="00B46B79"/>
    <w:rsid w:val="00B47074"/>
    <w:rsid w:val="00B47201"/>
    <w:rsid w:val="00B475AD"/>
    <w:rsid w:val="00B4774E"/>
    <w:rsid w:val="00B4795A"/>
    <w:rsid w:val="00B47AE9"/>
    <w:rsid w:val="00B47D19"/>
    <w:rsid w:val="00B47EB1"/>
    <w:rsid w:val="00B50464"/>
    <w:rsid w:val="00B51C14"/>
    <w:rsid w:val="00B51F7B"/>
    <w:rsid w:val="00B5250F"/>
    <w:rsid w:val="00B52804"/>
    <w:rsid w:val="00B52B72"/>
    <w:rsid w:val="00B52C9F"/>
    <w:rsid w:val="00B53241"/>
    <w:rsid w:val="00B536C4"/>
    <w:rsid w:val="00B53A10"/>
    <w:rsid w:val="00B542B0"/>
    <w:rsid w:val="00B552B8"/>
    <w:rsid w:val="00B5548D"/>
    <w:rsid w:val="00B56351"/>
    <w:rsid w:val="00B56A35"/>
    <w:rsid w:val="00B56AA5"/>
    <w:rsid w:val="00B573D3"/>
    <w:rsid w:val="00B57943"/>
    <w:rsid w:val="00B57CBB"/>
    <w:rsid w:val="00B57D14"/>
    <w:rsid w:val="00B57EE0"/>
    <w:rsid w:val="00B6020E"/>
    <w:rsid w:val="00B602D9"/>
    <w:rsid w:val="00B604C2"/>
    <w:rsid w:val="00B60E3B"/>
    <w:rsid w:val="00B61D1E"/>
    <w:rsid w:val="00B62982"/>
    <w:rsid w:val="00B62A15"/>
    <w:rsid w:val="00B62CED"/>
    <w:rsid w:val="00B6301E"/>
    <w:rsid w:val="00B63263"/>
    <w:rsid w:val="00B63FBF"/>
    <w:rsid w:val="00B644ED"/>
    <w:rsid w:val="00B64514"/>
    <w:rsid w:val="00B6457C"/>
    <w:rsid w:val="00B64BE6"/>
    <w:rsid w:val="00B64C6D"/>
    <w:rsid w:val="00B64CBB"/>
    <w:rsid w:val="00B64ED3"/>
    <w:rsid w:val="00B6566A"/>
    <w:rsid w:val="00B65B97"/>
    <w:rsid w:val="00B663B9"/>
    <w:rsid w:val="00B669FE"/>
    <w:rsid w:val="00B66CE8"/>
    <w:rsid w:val="00B671B5"/>
    <w:rsid w:val="00B67BF1"/>
    <w:rsid w:val="00B70044"/>
    <w:rsid w:val="00B7041B"/>
    <w:rsid w:val="00B706B6"/>
    <w:rsid w:val="00B70A88"/>
    <w:rsid w:val="00B70EF5"/>
    <w:rsid w:val="00B70F7C"/>
    <w:rsid w:val="00B710E9"/>
    <w:rsid w:val="00B716F5"/>
    <w:rsid w:val="00B72102"/>
    <w:rsid w:val="00B7229D"/>
    <w:rsid w:val="00B73F63"/>
    <w:rsid w:val="00B74661"/>
    <w:rsid w:val="00B74822"/>
    <w:rsid w:val="00B75275"/>
    <w:rsid w:val="00B754B9"/>
    <w:rsid w:val="00B7585D"/>
    <w:rsid w:val="00B75B42"/>
    <w:rsid w:val="00B75B9C"/>
    <w:rsid w:val="00B75FD3"/>
    <w:rsid w:val="00B76481"/>
    <w:rsid w:val="00B772FA"/>
    <w:rsid w:val="00B7786F"/>
    <w:rsid w:val="00B77C02"/>
    <w:rsid w:val="00B77E1A"/>
    <w:rsid w:val="00B804B9"/>
    <w:rsid w:val="00B804DF"/>
    <w:rsid w:val="00B80A17"/>
    <w:rsid w:val="00B80C89"/>
    <w:rsid w:val="00B8105B"/>
    <w:rsid w:val="00B81F7F"/>
    <w:rsid w:val="00B828C5"/>
    <w:rsid w:val="00B82CC2"/>
    <w:rsid w:val="00B82E24"/>
    <w:rsid w:val="00B82F08"/>
    <w:rsid w:val="00B83307"/>
    <w:rsid w:val="00B838A4"/>
    <w:rsid w:val="00B83985"/>
    <w:rsid w:val="00B83B48"/>
    <w:rsid w:val="00B840FD"/>
    <w:rsid w:val="00B84EA4"/>
    <w:rsid w:val="00B85122"/>
    <w:rsid w:val="00B85F54"/>
    <w:rsid w:val="00B862AD"/>
    <w:rsid w:val="00B864A8"/>
    <w:rsid w:val="00B86F21"/>
    <w:rsid w:val="00B87404"/>
    <w:rsid w:val="00B8789A"/>
    <w:rsid w:val="00B87F8B"/>
    <w:rsid w:val="00B9091A"/>
    <w:rsid w:val="00B90D6B"/>
    <w:rsid w:val="00B91090"/>
    <w:rsid w:val="00B91A3B"/>
    <w:rsid w:val="00B91A91"/>
    <w:rsid w:val="00B92133"/>
    <w:rsid w:val="00B9250E"/>
    <w:rsid w:val="00B92710"/>
    <w:rsid w:val="00B931F3"/>
    <w:rsid w:val="00B9353E"/>
    <w:rsid w:val="00B9378D"/>
    <w:rsid w:val="00B93A47"/>
    <w:rsid w:val="00B94138"/>
    <w:rsid w:val="00B94291"/>
    <w:rsid w:val="00B94495"/>
    <w:rsid w:val="00B949DA"/>
    <w:rsid w:val="00B950F6"/>
    <w:rsid w:val="00B95AB0"/>
    <w:rsid w:val="00B95D54"/>
    <w:rsid w:val="00B96AFA"/>
    <w:rsid w:val="00B9712B"/>
    <w:rsid w:val="00B97490"/>
    <w:rsid w:val="00B97519"/>
    <w:rsid w:val="00B9781A"/>
    <w:rsid w:val="00B97838"/>
    <w:rsid w:val="00B9786A"/>
    <w:rsid w:val="00B979AC"/>
    <w:rsid w:val="00BA01C6"/>
    <w:rsid w:val="00BA0575"/>
    <w:rsid w:val="00BA0DA2"/>
    <w:rsid w:val="00BA1233"/>
    <w:rsid w:val="00BA139E"/>
    <w:rsid w:val="00BA1703"/>
    <w:rsid w:val="00BA1A50"/>
    <w:rsid w:val="00BA1D74"/>
    <w:rsid w:val="00BA1FBD"/>
    <w:rsid w:val="00BA1FF7"/>
    <w:rsid w:val="00BA206D"/>
    <w:rsid w:val="00BA2185"/>
    <w:rsid w:val="00BA2C87"/>
    <w:rsid w:val="00BA407D"/>
    <w:rsid w:val="00BA444A"/>
    <w:rsid w:val="00BA4A29"/>
    <w:rsid w:val="00BA4BF6"/>
    <w:rsid w:val="00BA4E31"/>
    <w:rsid w:val="00BA510C"/>
    <w:rsid w:val="00BA57FF"/>
    <w:rsid w:val="00BA624C"/>
    <w:rsid w:val="00BA7409"/>
    <w:rsid w:val="00BB0B31"/>
    <w:rsid w:val="00BB1158"/>
    <w:rsid w:val="00BB12B4"/>
    <w:rsid w:val="00BB1DEB"/>
    <w:rsid w:val="00BB1EED"/>
    <w:rsid w:val="00BB24F9"/>
    <w:rsid w:val="00BB2DBD"/>
    <w:rsid w:val="00BB2FF6"/>
    <w:rsid w:val="00BB3715"/>
    <w:rsid w:val="00BB38CB"/>
    <w:rsid w:val="00BB3938"/>
    <w:rsid w:val="00BB3E03"/>
    <w:rsid w:val="00BB3E96"/>
    <w:rsid w:val="00BB4082"/>
    <w:rsid w:val="00BB4275"/>
    <w:rsid w:val="00BB4A20"/>
    <w:rsid w:val="00BB5925"/>
    <w:rsid w:val="00BB5A16"/>
    <w:rsid w:val="00BB5A61"/>
    <w:rsid w:val="00BB5DC8"/>
    <w:rsid w:val="00BB6115"/>
    <w:rsid w:val="00BB688C"/>
    <w:rsid w:val="00BB6E4E"/>
    <w:rsid w:val="00BB733C"/>
    <w:rsid w:val="00BB7486"/>
    <w:rsid w:val="00BB76F9"/>
    <w:rsid w:val="00BB77A1"/>
    <w:rsid w:val="00BC0115"/>
    <w:rsid w:val="00BC0130"/>
    <w:rsid w:val="00BC01B4"/>
    <w:rsid w:val="00BC0C00"/>
    <w:rsid w:val="00BC0CCA"/>
    <w:rsid w:val="00BC0E9C"/>
    <w:rsid w:val="00BC1099"/>
    <w:rsid w:val="00BC12CA"/>
    <w:rsid w:val="00BC12EC"/>
    <w:rsid w:val="00BC1311"/>
    <w:rsid w:val="00BC1637"/>
    <w:rsid w:val="00BC1B02"/>
    <w:rsid w:val="00BC1FDE"/>
    <w:rsid w:val="00BC21B6"/>
    <w:rsid w:val="00BC2782"/>
    <w:rsid w:val="00BC2A6C"/>
    <w:rsid w:val="00BC2ED1"/>
    <w:rsid w:val="00BC323F"/>
    <w:rsid w:val="00BC38D3"/>
    <w:rsid w:val="00BC39C4"/>
    <w:rsid w:val="00BC3C1F"/>
    <w:rsid w:val="00BC40D4"/>
    <w:rsid w:val="00BC56D4"/>
    <w:rsid w:val="00BC576B"/>
    <w:rsid w:val="00BC5D06"/>
    <w:rsid w:val="00BC5D38"/>
    <w:rsid w:val="00BC5D7C"/>
    <w:rsid w:val="00BC5FF1"/>
    <w:rsid w:val="00BC6050"/>
    <w:rsid w:val="00BC61E8"/>
    <w:rsid w:val="00BC66BD"/>
    <w:rsid w:val="00BC6F10"/>
    <w:rsid w:val="00BC700F"/>
    <w:rsid w:val="00BC705C"/>
    <w:rsid w:val="00BC7B08"/>
    <w:rsid w:val="00BC7F42"/>
    <w:rsid w:val="00BD019F"/>
    <w:rsid w:val="00BD0380"/>
    <w:rsid w:val="00BD0470"/>
    <w:rsid w:val="00BD048D"/>
    <w:rsid w:val="00BD099D"/>
    <w:rsid w:val="00BD0F3C"/>
    <w:rsid w:val="00BD0F5E"/>
    <w:rsid w:val="00BD0FFB"/>
    <w:rsid w:val="00BD1AEF"/>
    <w:rsid w:val="00BD243E"/>
    <w:rsid w:val="00BD2508"/>
    <w:rsid w:val="00BD2E2D"/>
    <w:rsid w:val="00BD3878"/>
    <w:rsid w:val="00BD4944"/>
    <w:rsid w:val="00BD497C"/>
    <w:rsid w:val="00BD4FC3"/>
    <w:rsid w:val="00BD5015"/>
    <w:rsid w:val="00BD502E"/>
    <w:rsid w:val="00BD54E6"/>
    <w:rsid w:val="00BD56FB"/>
    <w:rsid w:val="00BD5E8C"/>
    <w:rsid w:val="00BD62A1"/>
    <w:rsid w:val="00BD630F"/>
    <w:rsid w:val="00BD64E3"/>
    <w:rsid w:val="00BD683A"/>
    <w:rsid w:val="00BD6C28"/>
    <w:rsid w:val="00BD75DE"/>
    <w:rsid w:val="00BD79AC"/>
    <w:rsid w:val="00BD7BBE"/>
    <w:rsid w:val="00BD7DCF"/>
    <w:rsid w:val="00BD7E5F"/>
    <w:rsid w:val="00BE06BA"/>
    <w:rsid w:val="00BE0760"/>
    <w:rsid w:val="00BE0BED"/>
    <w:rsid w:val="00BE14E0"/>
    <w:rsid w:val="00BE1861"/>
    <w:rsid w:val="00BE1AB5"/>
    <w:rsid w:val="00BE2415"/>
    <w:rsid w:val="00BE2789"/>
    <w:rsid w:val="00BE2859"/>
    <w:rsid w:val="00BE2C72"/>
    <w:rsid w:val="00BE2D7C"/>
    <w:rsid w:val="00BE3171"/>
    <w:rsid w:val="00BE3ACC"/>
    <w:rsid w:val="00BE3B93"/>
    <w:rsid w:val="00BE3FB6"/>
    <w:rsid w:val="00BE3FEB"/>
    <w:rsid w:val="00BE463C"/>
    <w:rsid w:val="00BE52FA"/>
    <w:rsid w:val="00BE5415"/>
    <w:rsid w:val="00BE5E97"/>
    <w:rsid w:val="00BE5EE0"/>
    <w:rsid w:val="00BE6775"/>
    <w:rsid w:val="00BE681F"/>
    <w:rsid w:val="00BE70C0"/>
    <w:rsid w:val="00BE76DE"/>
    <w:rsid w:val="00BE7C17"/>
    <w:rsid w:val="00BF00EE"/>
    <w:rsid w:val="00BF030B"/>
    <w:rsid w:val="00BF0BCB"/>
    <w:rsid w:val="00BF15AC"/>
    <w:rsid w:val="00BF1B7A"/>
    <w:rsid w:val="00BF1BEE"/>
    <w:rsid w:val="00BF219A"/>
    <w:rsid w:val="00BF22BA"/>
    <w:rsid w:val="00BF270F"/>
    <w:rsid w:val="00BF2C58"/>
    <w:rsid w:val="00BF2EBA"/>
    <w:rsid w:val="00BF303D"/>
    <w:rsid w:val="00BF34C3"/>
    <w:rsid w:val="00BF36F9"/>
    <w:rsid w:val="00BF3784"/>
    <w:rsid w:val="00BF3D90"/>
    <w:rsid w:val="00BF43D7"/>
    <w:rsid w:val="00BF4625"/>
    <w:rsid w:val="00BF4A41"/>
    <w:rsid w:val="00BF4FAE"/>
    <w:rsid w:val="00BF5460"/>
    <w:rsid w:val="00BF5B65"/>
    <w:rsid w:val="00BF5CFA"/>
    <w:rsid w:val="00BF5D00"/>
    <w:rsid w:val="00BF5D85"/>
    <w:rsid w:val="00BF74A9"/>
    <w:rsid w:val="00BF7C50"/>
    <w:rsid w:val="00BF7DF8"/>
    <w:rsid w:val="00C004EF"/>
    <w:rsid w:val="00C008C9"/>
    <w:rsid w:val="00C00C0E"/>
    <w:rsid w:val="00C00E73"/>
    <w:rsid w:val="00C00F55"/>
    <w:rsid w:val="00C00F5D"/>
    <w:rsid w:val="00C0144A"/>
    <w:rsid w:val="00C01894"/>
    <w:rsid w:val="00C0198F"/>
    <w:rsid w:val="00C01BBA"/>
    <w:rsid w:val="00C02097"/>
    <w:rsid w:val="00C02413"/>
    <w:rsid w:val="00C02B7E"/>
    <w:rsid w:val="00C033C9"/>
    <w:rsid w:val="00C03504"/>
    <w:rsid w:val="00C04289"/>
    <w:rsid w:val="00C04378"/>
    <w:rsid w:val="00C04A09"/>
    <w:rsid w:val="00C04EF8"/>
    <w:rsid w:val="00C04F29"/>
    <w:rsid w:val="00C04F6C"/>
    <w:rsid w:val="00C05657"/>
    <w:rsid w:val="00C05778"/>
    <w:rsid w:val="00C05835"/>
    <w:rsid w:val="00C05C0B"/>
    <w:rsid w:val="00C05E45"/>
    <w:rsid w:val="00C060B8"/>
    <w:rsid w:val="00C06807"/>
    <w:rsid w:val="00C06D96"/>
    <w:rsid w:val="00C07420"/>
    <w:rsid w:val="00C078DF"/>
    <w:rsid w:val="00C07E77"/>
    <w:rsid w:val="00C1023A"/>
    <w:rsid w:val="00C1075C"/>
    <w:rsid w:val="00C1083E"/>
    <w:rsid w:val="00C10AE0"/>
    <w:rsid w:val="00C10D37"/>
    <w:rsid w:val="00C1217D"/>
    <w:rsid w:val="00C12D93"/>
    <w:rsid w:val="00C12DF0"/>
    <w:rsid w:val="00C12F01"/>
    <w:rsid w:val="00C1303F"/>
    <w:rsid w:val="00C1360C"/>
    <w:rsid w:val="00C13750"/>
    <w:rsid w:val="00C1441B"/>
    <w:rsid w:val="00C14503"/>
    <w:rsid w:val="00C14B4B"/>
    <w:rsid w:val="00C14BA8"/>
    <w:rsid w:val="00C151FF"/>
    <w:rsid w:val="00C15C0D"/>
    <w:rsid w:val="00C1651D"/>
    <w:rsid w:val="00C168A8"/>
    <w:rsid w:val="00C16B2A"/>
    <w:rsid w:val="00C16C81"/>
    <w:rsid w:val="00C16CCD"/>
    <w:rsid w:val="00C16F42"/>
    <w:rsid w:val="00C17485"/>
    <w:rsid w:val="00C17935"/>
    <w:rsid w:val="00C179D5"/>
    <w:rsid w:val="00C179F9"/>
    <w:rsid w:val="00C17E65"/>
    <w:rsid w:val="00C202E3"/>
    <w:rsid w:val="00C205AF"/>
    <w:rsid w:val="00C20859"/>
    <w:rsid w:val="00C21120"/>
    <w:rsid w:val="00C2165D"/>
    <w:rsid w:val="00C21822"/>
    <w:rsid w:val="00C218C0"/>
    <w:rsid w:val="00C218D7"/>
    <w:rsid w:val="00C2192B"/>
    <w:rsid w:val="00C21EBB"/>
    <w:rsid w:val="00C21F91"/>
    <w:rsid w:val="00C22023"/>
    <w:rsid w:val="00C22488"/>
    <w:rsid w:val="00C229F3"/>
    <w:rsid w:val="00C22B09"/>
    <w:rsid w:val="00C22B26"/>
    <w:rsid w:val="00C22FB1"/>
    <w:rsid w:val="00C22FD8"/>
    <w:rsid w:val="00C23D63"/>
    <w:rsid w:val="00C23E9F"/>
    <w:rsid w:val="00C242CD"/>
    <w:rsid w:val="00C246B3"/>
    <w:rsid w:val="00C25350"/>
    <w:rsid w:val="00C25D37"/>
    <w:rsid w:val="00C26B63"/>
    <w:rsid w:val="00C26B8A"/>
    <w:rsid w:val="00C26C59"/>
    <w:rsid w:val="00C270E2"/>
    <w:rsid w:val="00C27267"/>
    <w:rsid w:val="00C27331"/>
    <w:rsid w:val="00C27BFA"/>
    <w:rsid w:val="00C301BD"/>
    <w:rsid w:val="00C3048C"/>
    <w:rsid w:val="00C30689"/>
    <w:rsid w:val="00C3096A"/>
    <w:rsid w:val="00C30A53"/>
    <w:rsid w:val="00C30B0D"/>
    <w:rsid w:val="00C30F4C"/>
    <w:rsid w:val="00C31394"/>
    <w:rsid w:val="00C315E0"/>
    <w:rsid w:val="00C31796"/>
    <w:rsid w:val="00C317E3"/>
    <w:rsid w:val="00C31A63"/>
    <w:rsid w:val="00C31C50"/>
    <w:rsid w:val="00C31FAF"/>
    <w:rsid w:val="00C324B5"/>
    <w:rsid w:val="00C3283A"/>
    <w:rsid w:val="00C329F5"/>
    <w:rsid w:val="00C33F89"/>
    <w:rsid w:val="00C34245"/>
    <w:rsid w:val="00C35708"/>
    <w:rsid w:val="00C357F1"/>
    <w:rsid w:val="00C35A4A"/>
    <w:rsid w:val="00C36474"/>
    <w:rsid w:val="00C36866"/>
    <w:rsid w:val="00C36FC8"/>
    <w:rsid w:val="00C3704B"/>
    <w:rsid w:val="00C37286"/>
    <w:rsid w:val="00C3752A"/>
    <w:rsid w:val="00C37569"/>
    <w:rsid w:val="00C37659"/>
    <w:rsid w:val="00C37686"/>
    <w:rsid w:val="00C37C7E"/>
    <w:rsid w:val="00C37E0F"/>
    <w:rsid w:val="00C402E9"/>
    <w:rsid w:val="00C40B27"/>
    <w:rsid w:val="00C40EE5"/>
    <w:rsid w:val="00C411DD"/>
    <w:rsid w:val="00C41281"/>
    <w:rsid w:val="00C41441"/>
    <w:rsid w:val="00C41AED"/>
    <w:rsid w:val="00C41C13"/>
    <w:rsid w:val="00C42661"/>
    <w:rsid w:val="00C429B8"/>
    <w:rsid w:val="00C42CAA"/>
    <w:rsid w:val="00C430E6"/>
    <w:rsid w:val="00C43823"/>
    <w:rsid w:val="00C438DD"/>
    <w:rsid w:val="00C438F9"/>
    <w:rsid w:val="00C43CDA"/>
    <w:rsid w:val="00C43ED3"/>
    <w:rsid w:val="00C43FE0"/>
    <w:rsid w:val="00C44133"/>
    <w:rsid w:val="00C451CF"/>
    <w:rsid w:val="00C456AF"/>
    <w:rsid w:val="00C458E1"/>
    <w:rsid w:val="00C46344"/>
    <w:rsid w:val="00C46402"/>
    <w:rsid w:val="00C464BE"/>
    <w:rsid w:val="00C465D2"/>
    <w:rsid w:val="00C46615"/>
    <w:rsid w:val="00C46E39"/>
    <w:rsid w:val="00C46F3C"/>
    <w:rsid w:val="00C47182"/>
    <w:rsid w:val="00C479D9"/>
    <w:rsid w:val="00C47ABC"/>
    <w:rsid w:val="00C50091"/>
    <w:rsid w:val="00C50161"/>
    <w:rsid w:val="00C501D1"/>
    <w:rsid w:val="00C50682"/>
    <w:rsid w:val="00C50D02"/>
    <w:rsid w:val="00C50D23"/>
    <w:rsid w:val="00C51883"/>
    <w:rsid w:val="00C51C91"/>
    <w:rsid w:val="00C51CC0"/>
    <w:rsid w:val="00C52486"/>
    <w:rsid w:val="00C52538"/>
    <w:rsid w:val="00C53277"/>
    <w:rsid w:val="00C53451"/>
    <w:rsid w:val="00C53732"/>
    <w:rsid w:val="00C53771"/>
    <w:rsid w:val="00C53E21"/>
    <w:rsid w:val="00C53F71"/>
    <w:rsid w:val="00C544A2"/>
    <w:rsid w:val="00C54548"/>
    <w:rsid w:val="00C54626"/>
    <w:rsid w:val="00C5495C"/>
    <w:rsid w:val="00C549C8"/>
    <w:rsid w:val="00C5506C"/>
    <w:rsid w:val="00C5533F"/>
    <w:rsid w:val="00C55534"/>
    <w:rsid w:val="00C556A8"/>
    <w:rsid w:val="00C55AA2"/>
    <w:rsid w:val="00C567DA"/>
    <w:rsid w:val="00C5696D"/>
    <w:rsid w:val="00C56A6C"/>
    <w:rsid w:val="00C56CCB"/>
    <w:rsid w:val="00C572D9"/>
    <w:rsid w:val="00C57F44"/>
    <w:rsid w:val="00C60178"/>
    <w:rsid w:val="00C60220"/>
    <w:rsid w:val="00C603C3"/>
    <w:rsid w:val="00C60409"/>
    <w:rsid w:val="00C604EE"/>
    <w:rsid w:val="00C60664"/>
    <w:rsid w:val="00C61115"/>
    <w:rsid w:val="00C6140B"/>
    <w:rsid w:val="00C6210C"/>
    <w:rsid w:val="00C62707"/>
    <w:rsid w:val="00C6338F"/>
    <w:rsid w:val="00C635A3"/>
    <w:rsid w:val="00C63684"/>
    <w:rsid w:val="00C63BD2"/>
    <w:rsid w:val="00C63D38"/>
    <w:rsid w:val="00C64A51"/>
    <w:rsid w:val="00C651DA"/>
    <w:rsid w:val="00C6521A"/>
    <w:rsid w:val="00C6676D"/>
    <w:rsid w:val="00C6785C"/>
    <w:rsid w:val="00C70227"/>
    <w:rsid w:val="00C71031"/>
    <w:rsid w:val="00C711A5"/>
    <w:rsid w:val="00C7184B"/>
    <w:rsid w:val="00C71C29"/>
    <w:rsid w:val="00C728E6"/>
    <w:rsid w:val="00C72BE3"/>
    <w:rsid w:val="00C72F9B"/>
    <w:rsid w:val="00C731F3"/>
    <w:rsid w:val="00C73448"/>
    <w:rsid w:val="00C73522"/>
    <w:rsid w:val="00C73BDC"/>
    <w:rsid w:val="00C73DFF"/>
    <w:rsid w:val="00C741B5"/>
    <w:rsid w:val="00C743F3"/>
    <w:rsid w:val="00C74482"/>
    <w:rsid w:val="00C744C4"/>
    <w:rsid w:val="00C74AAF"/>
    <w:rsid w:val="00C74B93"/>
    <w:rsid w:val="00C74E76"/>
    <w:rsid w:val="00C74F49"/>
    <w:rsid w:val="00C7536E"/>
    <w:rsid w:val="00C75748"/>
    <w:rsid w:val="00C7587F"/>
    <w:rsid w:val="00C758F5"/>
    <w:rsid w:val="00C75D6A"/>
    <w:rsid w:val="00C761C8"/>
    <w:rsid w:val="00C7681E"/>
    <w:rsid w:val="00C76B75"/>
    <w:rsid w:val="00C76B80"/>
    <w:rsid w:val="00C76B86"/>
    <w:rsid w:val="00C77998"/>
    <w:rsid w:val="00C779BC"/>
    <w:rsid w:val="00C77A7E"/>
    <w:rsid w:val="00C77B60"/>
    <w:rsid w:val="00C77E8F"/>
    <w:rsid w:val="00C80850"/>
    <w:rsid w:val="00C80943"/>
    <w:rsid w:val="00C80A78"/>
    <w:rsid w:val="00C80DA4"/>
    <w:rsid w:val="00C80FCF"/>
    <w:rsid w:val="00C81862"/>
    <w:rsid w:val="00C820FB"/>
    <w:rsid w:val="00C827D4"/>
    <w:rsid w:val="00C82B2E"/>
    <w:rsid w:val="00C82C12"/>
    <w:rsid w:val="00C82DB7"/>
    <w:rsid w:val="00C832ED"/>
    <w:rsid w:val="00C8385F"/>
    <w:rsid w:val="00C84481"/>
    <w:rsid w:val="00C84826"/>
    <w:rsid w:val="00C84943"/>
    <w:rsid w:val="00C851E5"/>
    <w:rsid w:val="00C85279"/>
    <w:rsid w:val="00C857DC"/>
    <w:rsid w:val="00C857F3"/>
    <w:rsid w:val="00C85821"/>
    <w:rsid w:val="00C858FA"/>
    <w:rsid w:val="00C85A59"/>
    <w:rsid w:val="00C85D54"/>
    <w:rsid w:val="00C860D1"/>
    <w:rsid w:val="00C86ECC"/>
    <w:rsid w:val="00C8753A"/>
    <w:rsid w:val="00C87D7A"/>
    <w:rsid w:val="00C87E40"/>
    <w:rsid w:val="00C9002B"/>
    <w:rsid w:val="00C90B11"/>
    <w:rsid w:val="00C911D0"/>
    <w:rsid w:val="00C91B38"/>
    <w:rsid w:val="00C91FC4"/>
    <w:rsid w:val="00C92D2D"/>
    <w:rsid w:val="00C92DE9"/>
    <w:rsid w:val="00C93963"/>
    <w:rsid w:val="00C93A10"/>
    <w:rsid w:val="00C93A7B"/>
    <w:rsid w:val="00C93C2B"/>
    <w:rsid w:val="00C93CF5"/>
    <w:rsid w:val="00C93EAC"/>
    <w:rsid w:val="00C942A8"/>
    <w:rsid w:val="00C94320"/>
    <w:rsid w:val="00C94BA7"/>
    <w:rsid w:val="00C9528C"/>
    <w:rsid w:val="00C956D5"/>
    <w:rsid w:val="00C9614D"/>
    <w:rsid w:val="00C97311"/>
    <w:rsid w:val="00C97353"/>
    <w:rsid w:val="00C97D83"/>
    <w:rsid w:val="00CA02C9"/>
    <w:rsid w:val="00CA0528"/>
    <w:rsid w:val="00CA0666"/>
    <w:rsid w:val="00CA109C"/>
    <w:rsid w:val="00CA14DD"/>
    <w:rsid w:val="00CA14E9"/>
    <w:rsid w:val="00CA1672"/>
    <w:rsid w:val="00CA1AFB"/>
    <w:rsid w:val="00CA2B5F"/>
    <w:rsid w:val="00CA2F53"/>
    <w:rsid w:val="00CA301D"/>
    <w:rsid w:val="00CA30AD"/>
    <w:rsid w:val="00CA32AB"/>
    <w:rsid w:val="00CA3841"/>
    <w:rsid w:val="00CA3B01"/>
    <w:rsid w:val="00CA3EAE"/>
    <w:rsid w:val="00CA413E"/>
    <w:rsid w:val="00CA4A15"/>
    <w:rsid w:val="00CA4BE0"/>
    <w:rsid w:val="00CA4CE6"/>
    <w:rsid w:val="00CA5682"/>
    <w:rsid w:val="00CA5B1B"/>
    <w:rsid w:val="00CA60F9"/>
    <w:rsid w:val="00CA6A8F"/>
    <w:rsid w:val="00CA74AD"/>
    <w:rsid w:val="00CA74DE"/>
    <w:rsid w:val="00CA7643"/>
    <w:rsid w:val="00CA7E3F"/>
    <w:rsid w:val="00CA7EC7"/>
    <w:rsid w:val="00CB0A74"/>
    <w:rsid w:val="00CB136A"/>
    <w:rsid w:val="00CB13A5"/>
    <w:rsid w:val="00CB1AC9"/>
    <w:rsid w:val="00CB1B60"/>
    <w:rsid w:val="00CB1B78"/>
    <w:rsid w:val="00CB1D84"/>
    <w:rsid w:val="00CB21C3"/>
    <w:rsid w:val="00CB28CE"/>
    <w:rsid w:val="00CB28D5"/>
    <w:rsid w:val="00CB2D1E"/>
    <w:rsid w:val="00CB36BD"/>
    <w:rsid w:val="00CB37BE"/>
    <w:rsid w:val="00CB38F8"/>
    <w:rsid w:val="00CB44FA"/>
    <w:rsid w:val="00CB46B3"/>
    <w:rsid w:val="00CB57E9"/>
    <w:rsid w:val="00CB59C5"/>
    <w:rsid w:val="00CB6206"/>
    <w:rsid w:val="00CB6559"/>
    <w:rsid w:val="00CB6834"/>
    <w:rsid w:val="00CB6EA2"/>
    <w:rsid w:val="00CB716A"/>
    <w:rsid w:val="00CB73C2"/>
    <w:rsid w:val="00CB74A0"/>
    <w:rsid w:val="00CB762B"/>
    <w:rsid w:val="00CB772F"/>
    <w:rsid w:val="00CB7F6C"/>
    <w:rsid w:val="00CB7FF9"/>
    <w:rsid w:val="00CC08AC"/>
    <w:rsid w:val="00CC106F"/>
    <w:rsid w:val="00CC12D7"/>
    <w:rsid w:val="00CC1F3E"/>
    <w:rsid w:val="00CC20E4"/>
    <w:rsid w:val="00CC30BC"/>
    <w:rsid w:val="00CC31C1"/>
    <w:rsid w:val="00CC34B1"/>
    <w:rsid w:val="00CC3656"/>
    <w:rsid w:val="00CC371A"/>
    <w:rsid w:val="00CC37C2"/>
    <w:rsid w:val="00CC3C5E"/>
    <w:rsid w:val="00CC447E"/>
    <w:rsid w:val="00CC44ED"/>
    <w:rsid w:val="00CC4E65"/>
    <w:rsid w:val="00CC4ED0"/>
    <w:rsid w:val="00CC55B5"/>
    <w:rsid w:val="00CC595A"/>
    <w:rsid w:val="00CC5BED"/>
    <w:rsid w:val="00CC5D62"/>
    <w:rsid w:val="00CC6750"/>
    <w:rsid w:val="00CC6EDD"/>
    <w:rsid w:val="00CC6FC1"/>
    <w:rsid w:val="00CC756D"/>
    <w:rsid w:val="00CC75A7"/>
    <w:rsid w:val="00CC7A57"/>
    <w:rsid w:val="00CC7B89"/>
    <w:rsid w:val="00CD099B"/>
    <w:rsid w:val="00CD1834"/>
    <w:rsid w:val="00CD235D"/>
    <w:rsid w:val="00CD322F"/>
    <w:rsid w:val="00CD3587"/>
    <w:rsid w:val="00CD378E"/>
    <w:rsid w:val="00CD3B4A"/>
    <w:rsid w:val="00CD40E0"/>
    <w:rsid w:val="00CD41CC"/>
    <w:rsid w:val="00CD4367"/>
    <w:rsid w:val="00CD4831"/>
    <w:rsid w:val="00CD4916"/>
    <w:rsid w:val="00CD52F5"/>
    <w:rsid w:val="00CD59E4"/>
    <w:rsid w:val="00CD683F"/>
    <w:rsid w:val="00CD6DE0"/>
    <w:rsid w:val="00CD73B3"/>
    <w:rsid w:val="00CD7B18"/>
    <w:rsid w:val="00CE018C"/>
    <w:rsid w:val="00CE0553"/>
    <w:rsid w:val="00CE055C"/>
    <w:rsid w:val="00CE0792"/>
    <w:rsid w:val="00CE0AF8"/>
    <w:rsid w:val="00CE0E5E"/>
    <w:rsid w:val="00CE0EA8"/>
    <w:rsid w:val="00CE1510"/>
    <w:rsid w:val="00CE1687"/>
    <w:rsid w:val="00CE2210"/>
    <w:rsid w:val="00CE284C"/>
    <w:rsid w:val="00CE2C13"/>
    <w:rsid w:val="00CE2FE4"/>
    <w:rsid w:val="00CE3169"/>
    <w:rsid w:val="00CE397B"/>
    <w:rsid w:val="00CE39F2"/>
    <w:rsid w:val="00CE3EE9"/>
    <w:rsid w:val="00CE406C"/>
    <w:rsid w:val="00CE4651"/>
    <w:rsid w:val="00CE478D"/>
    <w:rsid w:val="00CE4A81"/>
    <w:rsid w:val="00CE4BBB"/>
    <w:rsid w:val="00CE59F3"/>
    <w:rsid w:val="00CE5ACE"/>
    <w:rsid w:val="00CE5B9A"/>
    <w:rsid w:val="00CE5C37"/>
    <w:rsid w:val="00CE6272"/>
    <w:rsid w:val="00CE65A4"/>
    <w:rsid w:val="00CE693F"/>
    <w:rsid w:val="00CE6CAF"/>
    <w:rsid w:val="00CE79EF"/>
    <w:rsid w:val="00CE7B1F"/>
    <w:rsid w:val="00CE7EA6"/>
    <w:rsid w:val="00CE7EC5"/>
    <w:rsid w:val="00CF0739"/>
    <w:rsid w:val="00CF07DE"/>
    <w:rsid w:val="00CF0A12"/>
    <w:rsid w:val="00CF0CB9"/>
    <w:rsid w:val="00CF10DA"/>
    <w:rsid w:val="00CF12AB"/>
    <w:rsid w:val="00CF1599"/>
    <w:rsid w:val="00CF164E"/>
    <w:rsid w:val="00CF16EF"/>
    <w:rsid w:val="00CF1AAD"/>
    <w:rsid w:val="00CF2073"/>
    <w:rsid w:val="00CF21C8"/>
    <w:rsid w:val="00CF2481"/>
    <w:rsid w:val="00CF31CC"/>
    <w:rsid w:val="00CF3F34"/>
    <w:rsid w:val="00CF4C3F"/>
    <w:rsid w:val="00CF4CCD"/>
    <w:rsid w:val="00CF5DB6"/>
    <w:rsid w:val="00CF5ED6"/>
    <w:rsid w:val="00CF5F2D"/>
    <w:rsid w:val="00CF6A5E"/>
    <w:rsid w:val="00CF6E84"/>
    <w:rsid w:val="00CF6F2B"/>
    <w:rsid w:val="00CF6FBA"/>
    <w:rsid w:val="00CF7101"/>
    <w:rsid w:val="00CF72A5"/>
    <w:rsid w:val="00CF79CB"/>
    <w:rsid w:val="00CF7C4A"/>
    <w:rsid w:val="00D001D9"/>
    <w:rsid w:val="00D00B58"/>
    <w:rsid w:val="00D00EE8"/>
    <w:rsid w:val="00D00F54"/>
    <w:rsid w:val="00D01EB6"/>
    <w:rsid w:val="00D023C2"/>
    <w:rsid w:val="00D0249C"/>
    <w:rsid w:val="00D0286D"/>
    <w:rsid w:val="00D02C79"/>
    <w:rsid w:val="00D02D0F"/>
    <w:rsid w:val="00D03C76"/>
    <w:rsid w:val="00D044A3"/>
    <w:rsid w:val="00D04B04"/>
    <w:rsid w:val="00D05441"/>
    <w:rsid w:val="00D05D11"/>
    <w:rsid w:val="00D0606A"/>
    <w:rsid w:val="00D06104"/>
    <w:rsid w:val="00D064CE"/>
    <w:rsid w:val="00D0690D"/>
    <w:rsid w:val="00D06AFB"/>
    <w:rsid w:val="00D06EFF"/>
    <w:rsid w:val="00D07AF0"/>
    <w:rsid w:val="00D1036A"/>
    <w:rsid w:val="00D110FC"/>
    <w:rsid w:val="00D111FE"/>
    <w:rsid w:val="00D11B50"/>
    <w:rsid w:val="00D11ECE"/>
    <w:rsid w:val="00D12965"/>
    <w:rsid w:val="00D12DFD"/>
    <w:rsid w:val="00D134C4"/>
    <w:rsid w:val="00D1372C"/>
    <w:rsid w:val="00D13BB5"/>
    <w:rsid w:val="00D14116"/>
    <w:rsid w:val="00D147D5"/>
    <w:rsid w:val="00D1495D"/>
    <w:rsid w:val="00D14A2A"/>
    <w:rsid w:val="00D15062"/>
    <w:rsid w:val="00D15136"/>
    <w:rsid w:val="00D15C7E"/>
    <w:rsid w:val="00D15E7B"/>
    <w:rsid w:val="00D16262"/>
    <w:rsid w:val="00D16BFC"/>
    <w:rsid w:val="00D1701F"/>
    <w:rsid w:val="00D172C9"/>
    <w:rsid w:val="00D17859"/>
    <w:rsid w:val="00D204AF"/>
    <w:rsid w:val="00D21129"/>
    <w:rsid w:val="00D214B1"/>
    <w:rsid w:val="00D21687"/>
    <w:rsid w:val="00D216C5"/>
    <w:rsid w:val="00D21994"/>
    <w:rsid w:val="00D21EB0"/>
    <w:rsid w:val="00D21F16"/>
    <w:rsid w:val="00D22685"/>
    <w:rsid w:val="00D22A15"/>
    <w:rsid w:val="00D22A41"/>
    <w:rsid w:val="00D22D68"/>
    <w:rsid w:val="00D22E1C"/>
    <w:rsid w:val="00D22E8D"/>
    <w:rsid w:val="00D22EC0"/>
    <w:rsid w:val="00D23334"/>
    <w:rsid w:val="00D2345D"/>
    <w:rsid w:val="00D247FC"/>
    <w:rsid w:val="00D24AAA"/>
    <w:rsid w:val="00D24FF4"/>
    <w:rsid w:val="00D2560A"/>
    <w:rsid w:val="00D258F8"/>
    <w:rsid w:val="00D259EF"/>
    <w:rsid w:val="00D25DF4"/>
    <w:rsid w:val="00D25EB0"/>
    <w:rsid w:val="00D265E6"/>
    <w:rsid w:val="00D2675A"/>
    <w:rsid w:val="00D27235"/>
    <w:rsid w:val="00D272B3"/>
    <w:rsid w:val="00D2745F"/>
    <w:rsid w:val="00D27DEC"/>
    <w:rsid w:val="00D27F8E"/>
    <w:rsid w:val="00D303BC"/>
    <w:rsid w:val="00D305D0"/>
    <w:rsid w:val="00D30CBD"/>
    <w:rsid w:val="00D30FF6"/>
    <w:rsid w:val="00D311DD"/>
    <w:rsid w:val="00D31358"/>
    <w:rsid w:val="00D315F6"/>
    <w:rsid w:val="00D316F9"/>
    <w:rsid w:val="00D31F54"/>
    <w:rsid w:val="00D323F5"/>
    <w:rsid w:val="00D32D88"/>
    <w:rsid w:val="00D3304D"/>
    <w:rsid w:val="00D334F5"/>
    <w:rsid w:val="00D33665"/>
    <w:rsid w:val="00D33699"/>
    <w:rsid w:val="00D336B2"/>
    <w:rsid w:val="00D336FB"/>
    <w:rsid w:val="00D33BEB"/>
    <w:rsid w:val="00D33DE0"/>
    <w:rsid w:val="00D33F09"/>
    <w:rsid w:val="00D3416E"/>
    <w:rsid w:val="00D3458F"/>
    <w:rsid w:val="00D3467D"/>
    <w:rsid w:val="00D34927"/>
    <w:rsid w:val="00D34C2C"/>
    <w:rsid w:val="00D3534D"/>
    <w:rsid w:val="00D3575F"/>
    <w:rsid w:val="00D35BC8"/>
    <w:rsid w:val="00D36469"/>
    <w:rsid w:val="00D3664A"/>
    <w:rsid w:val="00D36B70"/>
    <w:rsid w:val="00D36C16"/>
    <w:rsid w:val="00D378D6"/>
    <w:rsid w:val="00D378F4"/>
    <w:rsid w:val="00D37CA6"/>
    <w:rsid w:val="00D37CD5"/>
    <w:rsid w:val="00D40DD1"/>
    <w:rsid w:val="00D40E42"/>
    <w:rsid w:val="00D4128E"/>
    <w:rsid w:val="00D41974"/>
    <w:rsid w:val="00D41990"/>
    <w:rsid w:val="00D4275C"/>
    <w:rsid w:val="00D42792"/>
    <w:rsid w:val="00D4313B"/>
    <w:rsid w:val="00D431DB"/>
    <w:rsid w:val="00D43214"/>
    <w:rsid w:val="00D43703"/>
    <w:rsid w:val="00D4376C"/>
    <w:rsid w:val="00D43A35"/>
    <w:rsid w:val="00D43DAD"/>
    <w:rsid w:val="00D43E65"/>
    <w:rsid w:val="00D44116"/>
    <w:rsid w:val="00D441A9"/>
    <w:rsid w:val="00D4424C"/>
    <w:rsid w:val="00D4477C"/>
    <w:rsid w:val="00D447D3"/>
    <w:rsid w:val="00D454AC"/>
    <w:rsid w:val="00D4558A"/>
    <w:rsid w:val="00D46305"/>
    <w:rsid w:val="00D46374"/>
    <w:rsid w:val="00D46770"/>
    <w:rsid w:val="00D46787"/>
    <w:rsid w:val="00D46B37"/>
    <w:rsid w:val="00D47ACA"/>
    <w:rsid w:val="00D47CBE"/>
    <w:rsid w:val="00D47E67"/>
    <w:rsid w:val="00D508B2"/>
    <w:rsid w:val="00D50F0B"/>
    <w:rsid w:val="00D50F7D"/>
    <w:rsid w:val="00D5112D"/>
    <w:rsid w:val="00D52405"/>
    <w:rsid w:val="00D52ACD"/>
    <w:rsid w:val="00D52ED7"/>
    <w:rsid w:val="00D530F5"/>
    <w:rsid w:val="00D532ED"/>
    <w:rsid w:val="00D53582"/>
    <w:rsid w:val="00D53892"/>
    <w:rsid w:val="00D53B34"/>
    <w:rsid w:val="00D53DC4"/>
    <w:rsid w:val="00D54187"/>
    <w:rsid w:val="00D54652"/>
    <w:rsid w:val="00D548AF"/>
    <w:rsid w:val="00D5491C"/>
    <w:rsid w:val="00D54E22"/>
    <w:rsid w:val="00D54F67"/>
    <w:rsid w:val="00D55088"/>
    <w:rsid w:val="00D5570E"/>
    <w:rsid w:val="00D55A02"/>
    <w:rsid w:val="00D55C7A"/>
    <w:rsid w:val="00D55FD5"/>
    <w:rsid w:val="00D561DF"/>
    <w:rsid w:val="00D56302"/>
    <w:rsid w:val="00D56712"/>
    <w:rsid w:val="00D56910"/>
    <w:rsid w:val="00D56CE5"/>
    <w:rsid w:val="00D574B2"/>
    <w:rsid w:val="00D5759B"/>
    <w:rsid w:val="00D579C1"/>
    <w:rsid w:val="00D57B86"/>
    <w:rsid w:val="00D57EBA"/>
    <w:rsid w:val="00D60274"/>
    <w:rsid w:val="00D611F5"/>
    <w:rsid w:val="00D61256"/>
    <w:rsid w:val="00D61684"/>
    <w:rsid w:val="00D618DD"/>
    <w:rsid w:val="00D61AE3"/>
    <w:rsid w:val="00D61BD5"/>
    <w:rsid w:val="00D61DB8"/>
    <w:rsid w:val="00D6232B"/>
    <w:rsid w:val="00D62388"/>
    <w:rsid w:val="00D62E5D"/>
    <w:rsid w:val="00D62FFA"/>
    <w:rsid w:val="00D6312B"/>
    <w:rsid w:val="00D63439"/>
    <w:rsid w:val="00D63EE5"/>
    <w:rsid w:val="00D6418E"/>
    <w:rsid w:val="00D64295"/>
    <w:rsid w:val="00D64353"/>
    <w:rsid w:val="00D65335"/>
    <w:rsid w:val="00D65C7E"/>
    <w:rsid w:val="00D65DFE"/>
    <w:rsid w:val="00D667FC"/>
    <w:rsid w:val="00D6706A"/>
    <w:rsid w:val="00D672D9"/>
    <w:rsid w:val="00D672FA"/>
    <w:rsid w:val="00D6736C"/>
    <w:rsid w:val="00D67F5D"/>
    <w:rsid w:val="00D70045"/>
    <w:rsid w:val="00D70836"/>
    <w:rsid w:val="00D70B8B"/>
    <w:rsid w:val="00D70E94"/>
    <w:rsid w:val="00D7174B"/>
    <w:rsid w:val="00D71D03"/>
    <w:rsid w:val="00D71E11"/>
    <w:rsid w:val="00D71EB9"/>
    <w:rsid w:val="00D72782"/>
    <w:rsid w:val="00D72820"/>
    <w:rsid w:val="00D728C3"/>
    <w:rsid w:val="00D72ABF"/>
    <w:rsid w:val="00D72B87"/>
    <w:rsid w:val="00D72D28"/>
    <w:rsid w:val="00D730C0"/>
    <w:rsid w:val="00D73993"/>
    <w:rsid w:val="00D73B0D"/>
    <w:rsid w:val="00D73B22"/>
    <w:rsid w:val="00D74046"/>
    <w:rsid w:val="00D7405D"/>
    <w:rsid w:val="00D741A9"/>
    <w:rsid w:val="00D74416"/>
    <w:rsid w:val="00D746C9"/>
    <w:rsid w:val="00D74D3B"/>
    <w:rsid w:val="00D752A1"/>
    <w:rsid w:val="00D7536C"/>
    <w:rsid w:val="00D75BA8"/>
    <w:rsid w:val="00D75E96"/>
    <w:rsid w:val="00D76302"/>
    <w:rsid w:val="00D763B4"/>
    <w:rsid w:val="00D767FA"/>
    <w:rsid w:val="00D76E49"/>
    <w:rsid w:val="00D76FD7"/>
    <w:rsid w:val="00D7709D"/>
    <w:rsid w:val="00D770E2"/>
    <w:rsid w:val="00D77794"/>
    <w:rsid w:val="00D778B9"/>
    <w:rsid w:val="00D77A6E"/>
    <w:rsid w:val="00D80715"/>
    <w:rsid w:val="00D80DAF"/>
    <w:rsid w:val="00D80FD9"/>
    <w:rsid w:val="00D8130B"/>
    <w:rsid w:val="00D821C3"/>
    <w:rsid w:val="00D822B4"/>
    <w:rsid w:val="00D82329"/>
    <w:rsid w:val="00D8244B"/>
    <w:rsid w:val="00D8276B"/>
    <w:rsid w:val="00D82C31"/>
    <w:rsid w:val="00D82F07"/>
    <w:rsid w:val="00D82FFB"/>
    <w:rsid w:val="00D83250"/>
    <w:rsid w:val="00D83479"/>
    <w:rsid w:val="00D8386A"/>
    <w:rsid w:val="00D84744"/>
    <w:rsid w:val="00D84746"/>
    <w:rsid w:val="00D84973"/>
    <w:rsid w:val="00D84ED2"/>
    <w:rsid w:val="00D85068"/>
    <w:rsid w:val="00D8507E"/>
    <w:rsid w:val="00D855E5"/>
    <w:rsid w:val="00D858A3"/>
    <w:rsid w:val="00D862A5"/>
    <w:rsid w:val="00D86896"/>
    <w:rsid w:val="00D8710B"/>
    <w:rsid w:val="00D87C2D"/>
    <w:rsid w:val="00D908C8"/>
    <w:rsid w:val="00D90C6F"/>
    <w:rsid w:val="00D91665"/>
    <w:rsid w:val="00D91847"/>
    <w:rsid w:val="00D91DD5"/>
    <w:rsid w:val="00D92AE6"/>
    <w:rsid w:val="00D92AF5"/>
    <w:rsid w:val="00D92D1C"/>
    <w:rsid w:val="00D92F2D"/>
    <w:rsid w:val="00D93000"/>
    <w:rsid w:val="00D9310F"/>
    <w:rsid w:val="00D9312D"/>
    <w:rsid w:val="00D932F2"/>
    <w:rsid w:val="00D937CD"/>
    <w:rsid w:val="00D93BC6"/>
    <w:rsid w:val="00D93D40"/>
    <w:rsid w:val="00D93DDD"/>
    <w:rsid w:val="00D93ED0"/>
    <w:rsid w:val="00D944E8"/>
    <w:rsid w:val="00D94C26"/>
    <w:rsid w:val="00D94D04"/>
    <w:rsid w:val="00D956A5"/>
    <w:rsid w:val="00D95788"/>
    <w:rsid w:val="00D958C7"/>
    <w:rsid w:val="00D959FC"/>
    <w:rsid w:val="00D961A8"/>
    <w:rsid w:val="00D96232"/>
    <w:rsid w:val="00D964B9"/>
    <w:rsid w:val="00D96CCB"/>
    <w:rsid w:val="00D97493"/>
    <w:rsid w:val="00D97730"/>
    <w:rsid w:val="00D977AA"/>
    <w:rsid w:val="00D97967"/>
    <w:rsid w:val="00D9796F"/>
    <w:rsid w:val="00D979B5"/>
    <w:rsid w:val="00D97F89"/>
    <w:rsid w:val="00DA0AD1"/>
    <w:rsid w:val="00DA0B08"/>
    <w:rsid w:val="00DA2358"/>
    <w:rsid w:val="00DA24EB"/>
    <w:rsid w:val="00DA2C5D"/>
    <w:rsid w:val="00DA2D4B"/>
    <w:rsid w:val="00DA3C79"/>
    <w:rsid w:val="00DA4261"/>
    <w:rsid w:val="00DA4369"/>
    <w:rsid w:val="00DA47AE"/>
    <w:rsid w:val="00DA47CF"/>
    <w:rsid w:val="00DA4867"/>
    <w:rsid w:val="00DA4C09"/>
    <w:rsid w:val="00DA4E93"/>
    <w:rsid w:val="00DA511C"/>
    <w:rsid w:val="00DA51AF"/>
    <w:rsid w:val="00DA556A"/>
    <w:rsid w:val="00DA6636"/>
    <w:rsid w:val="00DA68F8"/>
    <w:rsid w:val="00DA6A78"/>
    <w:rsid w:val="00DA7234"/>
    <w:rsid w:val="00DA78EC"/>
    <w:rsid w:val="00DA7AC7"/>
    <w:rsid w:val="00DB026A"/>
    <w:rsid w:val="00DB0316"/>
    <w:rsid w:val="00DB0359"/>
    <w:rsid w:val="00DB039E"/>
    <w:rsid w:val="00DB03A3"/>
    <w:rsid w:val="00DB05EE"/>
    <w:rsid w:val="00DB072A"/>
    <w:rsid w:val="00DB08A5"/>
    <w:rsid w:val="00DB116A"/>
    <w:rsid w:val="00DB12FA"/>
    <w:rsid w:val="00DB1527"/>
    <w:rsid w:val="00DB1737"/>
    <w:rsid w:val="00DB1C4A"/>
    <w:rsid w:val="00DB1EE0"/>
    <w:rsid w:val="00DB2674"/>
    <w:rsid w:val="00DB27E3"/>
    <w:rsid w:val="00DB2A0F"/>
    <w:rsid w:val="00DB3368"/>
    <w:rsid w:val="00DB383F"/>
    <w:rsid w:val="00DB3F3B"/>
    <w:rsid w:val="00DB44D2"/>
    <w:rsid w:val="00DB484C"/>
    <w:rsid w:val="00DB4E7D"/>
    <w:rsid w:val="00DB5054"/>
    <w:rsid w:val="00DB634F"/>
    <w:rsid w:val="00DB7030"/>
    <w:rsid w:val="00DB7AA9"/>
    <w:rsid w:val="00DC0114"/>
    <w:rsid w:val="00DC01E5"/>
    <w:rsid w:val="00DC1781"/>
    <w:rsid w:val="00DC1AF3"/>
    <w:rsid w:val="00DC205F"/>
    <w:rsid w:val="00DC23FF"/>
    <w:rsid w:val="00DC2489"/>
    <w:rsid w:val="00DC24AF"/>
    <w:rsid w:val="00DC2EE3"/>
    <w:rsid w:val="00DC3903"/>
    <w:rsid w:val="00DC3EC4"/>
    <w:rsid w:val="00DC4112"/>
    <w:rsid w:val="00DC41FB"/>
    <w:rsid w:val="00DC4479"/>
    <w:rsid w:val="00DC516C"/>
    <w:rsid w:val="00DC5807"/>
    <w:rsid w:val="00DC5942"/>
    <w:rsid w:val="00DC6355"/>
    <w:rsid w:val="00DC667E"/>
    <w:rsid w:val="00DC69AE"/>
    <w:rsid w:val="00DC6B31"/>
    <w:rsid w:val="00DC6DD7"/>
    <w:rsid w:val="00DC6F7B"/>
    <w:rsid w:val="00DC7144"/>
    <w:rsid w:val="00DC73FE"/>
    <w:rsid w:val="00DD0219"/>
    <w:rsid w:val="00DD0357"/>
    <w:rsid w:val="00DD0518"/>
    <w:rsid w:val="00DD0EBF"/>
    <w:rsid w:val="00DD1247"/>
    <w:rsid w:val="00DD17C5"/>
    <w:rsid w:val="00DD1875"/>
    <w:rsid w:val="00DD197B"/>
    <w:rsid w:val="00DD1A93"/>
    <w:rsid w:val="00DD1A95"/>
    <w:rsid w:val="00DD1DF4"/>
    <w:rsid w:val="00DD1E9A"/>
    <w:rsid w:val="00DD225C"/>
    <w:rsid w:val="00DD24D8"/>
    <w:rsid w:val="00DD3D4F"/>
    <w:rsid w:val="00DD3E6A"/>
    <w:rsid w:val="00DD3F77"/>
    <w:rsid w:val="00DD42F5"/>
    <w:rsid w:val="00DD43C1"/>
    <w:rsid w:val="00DD4A45"/>
    <w:rsid w:val="00DD51E7"/>
    <w:rsid w:val="00DD53AF"/>
    <w:rsid w:val="00DD553E"/>
    <w:rsid w:val="00DD56F0"/>
    <w:rsid w:val="00DD62B2"/>
    <w:rsid w:val="00DD633A"/>
    <w:rsid w:val="00DD64EF"/>
    <w:rsid w:val="00DD6E0D"/>
    <w:rsid w:val="00DD7083"/>
    <w:rsid w:val="00DD7D30"/>
    <w:rsid w:val="00DD7E36"/>
    <w:rsid w:val="00DE00BC"/>
    <w:rsid w:val="00DE0115"/>
    <w:rsid w:val="00DE01B8"/>
    <w:rsid w:val="00DE0268"/>
    <w:rsid w:val="00DE070E"/>
    <w:rsid w:val="00DE1253"/>
    <w:rsid w:val="00DE191D"/>
    <w:rsid w:val="00DE279C"/>
    <w:rsid w:val="00DE29B8"/>
    <w:rsid w:val="00DE324C"/>
    <w:rsid w:val="00DE3359"/>
    <w:rsid w:val="00DE37A4"/>
    <w:rsid w:val="00DE38FA"/>
    <w:rsid w:val="00DE43C4"/>
    <w:rsid w:val="00DE46EC"/>
    <w:rsid w:val="00DE4B19"/>
    <w:rsid w:val="00DE4BCE"/>
    <w:rsid w:val="00DE4EB7"/>
    <w:rsid w:val="00DE5964"/>
    <w:rsid w:val="00DE5D89"/>
    <w:rsid w:val="00DE5E17"/>
    <w:rsid w:val="00DE645C"/>
    <w:rsid w:val="00DE6472"/>
    <w:rsid w:val="00DE6B5A"/>
    <w:rsid w:val="00DE756C"/>
    <w:rsid w:val="00DE77BA"/>
    <w:rsid w:val="00DE7CA6"/>
    <w:rsid w:val="00DE7E39"/>
    <w:rsid w:val="00DF031A"/>
    <w:rsid w:val="00DF0368"/>
    <w:rsid w:val="00DF06CB"/>
    <w:rsid w:val="00DF06F4"/>
    <w:rsid w:val="00DF28A1"/>
    <w:rsid w:val="00DF2A1B"/>
    <w:rsid w:val="00DF31BC"/>
    <w:rsid w:val="00DF3419"/>
    <w:rsid w:val="00DF38A5"/>
    <w:rsid w:val="00DF3E50"/>
    <w:rsid w:val="00DF4500"/>
    <w:rsid w:val="00DF4C84"/>
    <w:rsid w:val="00DF4ECA"/>
    <w:rsid w:val="00DF53A0"/>
    <w:rsid w:val="00DF53D9"/>
    <w:rsid w:val="00DF5E5B"/>
    <w:rsid w:val="00DF6A3B"/>
    <w:rsid w:val="00DF6D79"/>
    <w:rsid w:val="00DF6F83"/>
    <w:rsid w:val="00DF7205"/>
    <w:rsid w:val="00DF7292"/>
    <w:rsid w:val="00DF7463"/>
    <w:rsid w:val="00DF795A"/>
    <w:rsid w:val="00DF7A4A"/>
    <w:rsid w:val="00DF7E41"/>
    <w:rsid w:val="00DF7FB8"/>
    <w:rsid w:val="00E002EA"/>
    <w:rsid w:val="00E0067E"/>
    <w:rsid w:val="00E01965"/>
    <w:rsid w:val="00E01C3C"/>
    <w:rsid w:val="00E02453"/>
    <w:rsid w:val="00E025E0"/>
    <w:rsid w:val="00E026CF"/>
    <w:rsid w:val="00E029EE"/>
    <w:rsid w:val="00E030AE"/>
    <w:rsid w:val="00E03586"/>
    <w:rsid w:val="00E03FB0"/>
    <w:rsid w:val="00E04658"/>
    <w:rsid w:val="00E04AC8"/>
    <w:rsid w:val="00E050CF"/>
    <w:rsid w:val="00E053A7"/>
    <w:rsid w:val="00E061A7"/>
    <w:rsid w:val="00E069E8"/>
    <w:rsid w:val="00E071D8"/>
    <w:rsid w:val="00E073BB"/>
    <w:rsid w:val="00E07470"/>
    <w:rsid w:val="00E07D8D"/>
    <w:rsid w:val="00E1092F"/>
    <w:rsid w:val="00E10B6C"/>
    <w:rsid w:val="00E10BD3"/>
    <w:rsid w:val="00E10CE6"/>
    <w:rsid w:val="00E10EE7"/>
    <w:rsid w:val="00E11182"/>
    <w:rsid w:val="00E11293"/>
    <w:rsid w:val="00E1131E"/>
    <w:rsid w:val="00E117EB"/>
    <w:rsid w:val="00E11E61"/>
    <w:rsid w:val="00E124DD"/>
    <w:rsid w:val="00E1295E"/>
    <w:rsid w:val="00E12DB8"/>
    <w:rsid w:val="00E12FD9"/>
    <w:rsid w:val="00E136AD"/>
    <w:rsid w:val="00E137A7"/>
    <w:rsid w:val="00E13BBF"/>
    <w:rsid w:val="00E13C8A"/>
    <w:rsid w:val="00E14DA8"/>
    <w:rsid w:val="00E152FD"/>
    <w:rsid w:val="00E153C9"/>
    <w:rsid w:val="00E15569"/>
    <w:rsid w:val="00E15680"/>
    <w:rsid w:val="00E15930"/>
    <w:rsid w:val="00E15C5C"/>
    <w:rsid w:val="00E1636F"/>
    <w:rsid w:val="00E167BB"/>
    <w:rsid w:val="00E1717C"/>
    <w:rsid w:val="00E1734A"/>
    <w:rsid w:val="00E173FA"/>
    <w:rsid w:val="00E17982"/>
    <w:rsid w:val="00E17C73"/>
    <w:rsid w:val="00E20AAF"/>
    <w:rsid w:val="00E20AD1"/>
    <w:rsid w:val="00E20E4D"/>
    <w:rsid w:val="00E20EB8"/>
    <w:rsid w:val="00E20F1F"/>
    <w:rsid w:val="00E2128A"/>
    <w:rsid w:val="00E21C86"/>
    <w:rsid w:val="00E22282"/>
    <w:rsid w:val="00E2294B"/>
    <w:rsid w:val="00E235D7"/>
    <w:rsid w:val="00E23AEE"/>
    <w:rsid w:val="00E23D47"/>
    <w:rsid w:val="00E23F1D"/>
    <w:rsid w:val="00E24153"/>
    <w:rsid w:val="00E2485B"/>
    <w:rsid w:val="00E24B89"/>
    <w:rsid w:val="00E24BFF"/>
    <w:rsid w:val="00E256A5"/>
    <w:rsid w:val="00E25771"/>
    <w:rsid w:val="00E25BDA"/>
    <w:rsid w:val="00E2614B"/>
    <w:rsid w:val="00E27BF4"/>
    <w:rsid w:val="00E30581"/>
    <w:rsid w:val="00E308A8"/>
    <w:rsid w:val="00E308D6"/>
    <w:rsid w:val="00E30B8B"/>
    <w:rsid w:val="00E30D89"/>
    <w:rsid w:val="00E310EC"/>
    <w:rsid w:val="00E31758"/>
    <w:rsid w:val="00E31BF0"/>
    <w:rsid w:val="00E31D0B"/>
    <w:rsid w:val="00E32103"/>
    <w:rsid w:val="00E32AAE"/>
    <w:rsid w:val="00E32AC0"/>
    <w:rsid w:val="00E3333D"/>
    <w:rsid w:val="00E337CC"/>
    <w:rsid w:val="00E33B06"/>
    <w:rsid w:val="00E346F1"/>
    <w:rsid w:val="00E35216"/>
    <w:rsid w:val="00E354C7"/>
    <w:rsid w:val="00E356EA"/>
    <w:rsid w:val="00E358FF"/>
    <w:rsid w:val="00E35A27"/>
    <w:rsid w:val="00E36472"/>
    <w:rsid w:val="00E374C2"/>
    <w:rsid w:val="00E37749"/>
    <w:rsid w:val="00E37859"/>
    <w:rsid w:val="00E40220"/>
    <w:rsid w:val="00E40B41"/>
    <w:rsid w:val="00E419D8"/>
    <w:rsid w:val="00E41C92"/>
    <w:rsid w:val="00E421C2"/>
    <w:rsid w:val="00E422F5"/>
    <w:rsid w:val="00E426FD"/>
    <w:rsid w:val="00E42CDD"/>
    <w:rsid w:val="00E42DD9"/>
    <w:rsid w:val="00E43995"/>
    <w:rsid w:val="00E439C2"/>
    <w:rsid w:val="00E43E12"/>
    <w:rsid w:val="00E441B2"/>
    <w:rsid w:val="00E44724"/>
    <w:rsid w:val="00E44BBC"/>
    <w:rsid w:val="00E453DD"/>
    <w:rsid w:val="00E456F2"/>
    <w:rsid w:val="00E462EB"/>
    <w:rsid w:val="00E46BFE"/>
    <w:rsid w:val="00E47605"/>
    <w:rsid w:val="00E47B88"/>
    <w:rsid w:val="00E50573"/>
    <w:rsid w:val="00E5074C"/>
    <w:rsid w:val="00E50B66"/>
    <w:rsid w:val="00E50C56"/>
    <w:rsid w:val="00E5108D"/>
    <w:rsid w:val="00E51F2C"/>
    <w:rsid w:val="00E51F82"/>
    <w:rsid w:val="00E52072"/>
    <w:rsid w:val="00E523EF"/>
    <w:rsid w:val="00E5254B"/>
    <w:rsid w:val="00E53445"/>
    <w:rsid w:val="00E5374E"/>
    <w:rsid w:val="00E53D41"/>
    <w:rsid w:val="00E5449F"/>
    <w:rsid w:val="00E554EF"/>
    <w:rsid w:val="00E556C2"/>
    <w:rsid w:val="00E56739"/>
    <w:rsid w:val="00E603F4"/>
    <w:rsid w:val="00E60AF4"/>
    <w:rsid w:val="00E6142E"/>
    <w:rsid w:val="00E623FD"/>
    <w:rsid w:val="00E6254C"/>
    <w:rsid w:val="00E62AE1"/>
    <w:rsid w:val="00E62B05"/>
    <w:rsid w:val="00E63297"/>
    <w:rsid w:val="00E635FE"/>
    <w:rsid w:val="00E63AE7"/>
    <w:rsid w:val="00E645E5"/>
    <w:rsid w:val="00E648A2"/>
    <w:rsid w:val="00E64962"/>
    <w:rsid w:val="00E64A7D"/>
    <w:rsid w:val="00E64B75"/>
    <w:rsid w:val="00E64F32"/>
    <w:rsid w:val="00E65036"/>
    <w:rsid w:val="00E650A6"/>
    <w:rsid w:val="00E650DE"/>
    <w:rsid w:val="00E654C2"/>
    <w:rsid w:val="00E654F4"/>
    <w:rsid w:val="00E65695"/>
    <w:rsid w:val="00E65AEC"/>
    <w:rsid w:val="00E65F8F"/>
    <w:rsid w:val="00E665E2"/>
    <w:rsid w:val="00E66805"/>
    <w:rsid w:val="00E66889"/>
    <w:rsid w:val="00E67558"/>
    <w:rsid w:val="00E67D6C"/>
    <w:rsid w:val="00E70B4B"/>
    <w:rsid w:val="00E7123B"/>
    <w:rsid w:val="00E71573"/>
    <w:rsid w:val="00E71D8D"/>
    <w:rsid w:val="00E71F2D"/>
    <w:rsid w:val="00E71FFE"/>
    <w:rsid w:val="00E72154"/>
    <w:rsid w:val="00E72395"/>
    <w:rsid w:val="00E724EB"/>
    <w:rsid w:val="00E72790"/>
    <w:rsid w:val="00E73127"/>
    <w:rsid w:val="00E7321F"/>
    <w:rsid w:val="00E7335C"/>
    <w:rsid w:val="00E73B1C"/>
    <w:rsid w:val="00E74DCC"/>
    <w:rsid w:val="00E75340"/>
    <w:rsid w:val="00E7554D"/>
    <w:rsid w:val="00E7571D"/>
    <w:rsid w:val="00E759E4"/>
    <w:rsid w:val="00E75EEA"/>
    <w:rsid w:val="00E76062"/>
    <w:rsid w:val="00E76EA3"/>
    <w:rsid w:val="00E76EBE"/>
    <w:rsid w:val="00E774DB"/>
    <w:rsid w:val="00E776DD"/>
    <w:rsid w:val="00E77CB1"/>
    <w:rsid w:val="00E77CBB"/>
    <w:rsid w:val="00E801F5"/>
    <w:rsid w:val="00E802DB"/>
    <w:rsid w:val="00E80AAD"/>
    <w:rsid w:val="00E80D47"/>
    <w:rsid w:val="00E815A4"/>
    <w:rsid w:val="00E81B46"/>
    <w:rsid w:val="00E81F33"/>
    <w:rsid w:val="00E82399"/>
    <w:rsid w:val="00E82875"/>
    <w:rsid w:val="00E840A0"/>
    <w:rsid w:val="00E85156"/>
    <w:rsid w:val="00E851A6"/>
    <w:rsid w:val="00E8545C"/>
    <w:rsid w:val="00E85713"/>
    <w:rsid w:val="00E85962"/>
    <w:rsid w:val="00E85AFB"/>
    <w:rsid w:val="00E85DF0"/>
    <w:rsid w:val="00E8789A"/>
    <w:rsid w:val="00E90761"/>
    <w:rsid w:val="00E909B8"/>
    <w:rsid w:val="00E9104D"/>
    <w:rsid w:val="00E912FB"/>
    <w:rsid w:val="00E9136A"/>
    <w:rsid w:val="00E91400"/>
    <w:rsid w:val="00E91A26"/>
    <w:rsid w:val="00E91C1E"/>
    <w:rsid w:val="00E91F16"/>
    <w:rsid w:val="00E9254D"/>
    <w:rsid w:val="00E92783"/>
    <w:rsid w:val="00E92ACC"/>
    <w:rsid w:val="00E9391E"/>
    <w:rsid w:val="00E94AFC"/>
    <w:rsid w:val="00E95B44"/>
    <w:rsid w:val="00E95BE5"/>
    <w:rsid w:val="00E95D82"/>
    <w:rsid w:val="00E9645F"/>
    <w:rsid w:val="00E96A6F"/>
    <w:rsid w:val="00E97521"/>
    <w:rsid w:val="00E975EF"/>
    <w:rsid w:val="00E9761A"/>
    <w:rsid w:val="00E97EA5"/>
    <w:rsid w:val="00EA00FF"/>
    <w:rsid w:val="00EA14F8"/>
    <w:rsid w:val="00EA2155"/>
    <w:rsid w:val="00EA23BD"/>
    <w:rsid w:val="00EA253B"/>
    <w:rsid w:val="00EA26C4"/>
    <w:rsid w:val="00EA2B81"/>
    <w:rsid w:val="00EA2E83"/>
    <w:rsid w:val="00EA32AC"/>
    <w:rsid w:val="00EA3429"/>
    <w:rsid w:val="00EA3458"/>
    <w:rsid w:val="00EA34AA"/>
    <w:rsid w:val="00EA35E4"/>
    <w:rsid w:val="00EA3ED1"/>
    <w:rsid w:val="00EA3EFA"/>
    <w:rsid w:val="00EA4369"/>
    <w:rsid w:val="00EA461E"/>
    <w:rsid w:val="00EA4AF5"/>
    <w:rsid w:val="00EA4E64"/>
    <w:rsid w:val="00EA4EDF"/>
    <w:rsid w:val="00EA5061"/>
    <w:rsid w:val="00EA620C"/>
    <w:rsid w:val="00EA6299"/>
    <w:rsid w:val="00EA62B3"/>
    <w:rsid w:val="00EA639B"/>
    <w:rsid w:val="00EA6A48"/>
    <w:rsid w:val="00EA6A60"/>
    <w:rsid w:val="00EA6DE0"/>
    <w:rsid w:val="00EA6FAC"/>
    <w:rsid w:val="00EA7B23"/>
    <w:rsid w:val="00EA7CFE"/>
    <w:rsid w:val="00EA7E03"/>
    <w:rsid w:val="00EB0B49"/>
    <w:rsid w:val="00EB1AEC"/>
    <w:rsid w:val="00EB1B17"/>
    <w:rsid w:val="00EB1B96"/>
    <w:rsid w:val="00EB1D2D"/>
    <w:rsid w:val="00EB1FBB"/>
    <w:rsid w:val="00EB2136"/>
    <w:rsid w:val="00EB2C24"/>
    <w:rsid w:val="00EB2EC2"/>
    <w:rsid w:val="00EB30C8"/>
    <w:rsid w:val="00EB30C9"/>
    <w:rsid w:val="00EB3475"/>
    <w:rsid w:val="00EB3599"/>
    <w:rsid w:val="00EB4F58"/>
    <w:rsid w:val="00EB52FF"/>
    <w:rsid w:val="00EB569E"/>
    <w:rsid w:val="00EB5C7B"/>
    <w:rsid w:val="00EB5F63"/>
    <w:rsid w:val="00EB6073"/>
    <w:rsid w:val="00EB61DE"/>
    <w:rsid w:val="00EB62CC"/>
    <w:rsid w:val="00EB6375"/>
    <w:rsid w:val="00EB6597"/>
    <w:rsid w:val="00EB6A65"/>
    <w:rsid w:val="00EB6CCD"/>
    <w:rsid w:val="00EB6DD0"/>
    <w:rsid w:val="00EB724D"/>
    <w:rsid w:val="00EB748F"/>
    <w:rsid w:val="00EB7750"/>
    <w:rsid w:val="00EB7ADF"/>
    <w:rsid w:val="00EB7B04"/>
    <w:rsid w:val="00EC02C5"/>
    <w:rsid w:val="00EC0867"/>
    <w:rsid w:val="00EC0AA8"/>
    <w:rsid w:val="00EC1093"/>
    <w:rsid w:val="00EC1795"/>
    <w:rsid w:val="00EC1AE4"/>
    <w:rsid w:val="00EC1B00"/>
    <w:rsid w:val="00EC1B31"/>
    <w:rsid w:val="00EC1C1C"/>
    <w:rsid w:val="00EC1FE1"/>
    <w:rsid w:val="00EC3123"/>
    <w:rsid w:val="00EC3141"/>
    <w:rsid w:val="00EC347C"/>
    <w:rsid w:val="00EC4378"/>
    <w:rsid w:val="00EC43BD"/>
    <w:rsid w:val="00EC4864"/>
    <w:rsid w:val="00EC4B2B"/>
    <w:rsid w:val="00EC4DFE"/>
    <w:rsid w:val="00EC5CD3"/>
    <w:rsid w:val="00EC6233"/>
    <w:rsid w:val="00EC7561"/>
    <w:rsid w:val="00EC79CA"/>
    <w:rsid w:val="00EC7B67"/>
    <w:rsid w:val="00ED07D1"/>
    <w:rsid w:val="00ED09B5"/>
    <w:rsid w:val="00ED0B79"/>
    <w:rsid w:val="00ED0C87"/>
    <w:rsid w:val="00ED126D"/>
    <w:rsid w:val="00ED1C03"/>
    <w:rsid w:val="00ED29C0"/>
    <w:rsid w:val="00ED2E37"/>
    <w:rsid w:val="00ED38F1"/>
    <w:rsid w:val="00ED3F30"/>
    <w:rsid w:val="00ED42E7"/>
    <w:rsid w:val="00ED4910"/>
    <w:rsid w:val="00ED51D8"/>
    <w:rsid w:val="00ED5535"/>
    <w:rsid w:val="00ED5663"/>
    <w:rsid w:val="00ED61E5"/>
    <w:rsid w:val="00ED6258"/>
    <w:rsid w:val="00ED7213"/>
    <w:rsid w:val="00ED75D7"/>
    <w:rsid w:val="00ED767A"/>
    <w:rsid w:val="00ED7688"/>
    <w:rsid w:val="00ED7973"/>
    <w:rsid w:val="00ED7AC2"/>
    <w:rsid w:val="00ED7D1D"/>
    <w:rsid w:val="00EE07C3"/>
    <w:rsid w:val="00EE0A25"/>
    <w:rsid w:val="00EE0B17"/>
    <w:rsid w:val="00EE0C84"/>
    <w:rsid w:val="00EE10A7"/>
    <w:rsid w:val="00EE14E0"/>
    <w:rsid w:val="00EE1692"/>
    <w:rsid w:val="00EE1778"/>
    <w:rsid w:val="00EE17FE"/>
    <w:rsid w:val="00EE18DA"/>
    <w:rsid w:val="00EE1CC1"/>
    <w:rsid w:val="00EE1DF3"/>
    <w:rsid w:val="00EE2ADF"/>
    <w:rsid w:val="00EE2B93"/>
    <w:rsid w:val="00EE2BB1"/>
    <w:rsid w:val="00EE31A1"/>
    <w:rsid w:val="00EE4177"/>
    <w:rsid w:val="00EE4549"/>
    <w:rsid w:val="00EE465B"/>
    <w:rsid w:val="00EE497E"/>
    <w:rsid w:val="00EE4CD6"/>
    <w:rsid w:val="00EE4E2A"/>
    <w:rsid w:val="00EE516D"/>
    <w:rsid w:val="00EE5744"/>
    <w:rsid w:val="00EE5888"/>
    <w:rsid w:val="00EE5980"/>
    <w:rsid w:val="00EE5B00"/>
    <w:rsid w:val="00EE6084"/>
    <w:rsid w:val="00EE6314"/>
    <w:rsid w:val="00EE6ED6"/>
    <w:rsid w:val="00EE71E1"/>
    <w:rsid w:val="00EE7281"/>
    <w:rsid w:val="00EE7BDA"/>
    <w:rsid w:val="00EF0F23"/>
    <w:rsid w:val="00EF1D55"/>
    <w:rsid w:val="00EF204E"/>
    <w:rsid w:val="00EF21C8"/>
    <w:rsid w:val="00EF237F"/>
    <w:rsid w:val="00EF251F"/>
    <w:rsid w:val="00EF2C22"/>
    <w:rsid w:val="00EF3618"/>
    <w:rsid w:val="00EF3DC4"/>
    <w:rsid w:val="00EF3F27"/>
    <w:rsid w:val="00EF3F45"/>
    <w:rsid w:val="00EF421F"/>
    <w:rsid w:val="00EF4BB9"/>
    <w:rsid w:val="00EF5836"/>
    <w:rsid w:val="00EF62F9"/>
    <w:rsid w:val="00EF6A9F"/>
    <w:rsid w:val="00EF6D71"/>
    <w:rsid w:val="00EF6E1D"/>
    <w:rsid w:val="00EF79BF"/>
    <w:rsid w:val="00EF7BB5"/>
    <w:rsid w:val="00F0031B"/>
    <w:rsid w:val="00F003EE"/>
    <w:rsid w:val="00F01164"/>
    <w:rsid w:val="00F02029"/>
    <w:rsid w:val="00F0265C"/>
    <w:rsid w:val="00F02850"/>
    <w:rsid w:val="00F02982"/>
    <w:rsid w:val="00F02BF8"/>
    <w:rsid w:val="00F03865"/>
    <w:rsid w:val="00F03B30"/>
    <w:rsid w:val="00F041E4"/>
    <w:rsid w:val="00F045F1"/>
    <w:rsid w:val="00F0479C"/>
    <w:rsid w:val="00F04B5D"/>
    <w:rsid w:val="00F053E4"/>
    <w:rsid w:val="00F05C80"/>
    <w:rsid w:val="00F062CD"/>
    <w:rsid w:val="00F062F4"/>
    <w:rsid w:val="00F0673B"/>
    <w:rsid w:val="00F06BF3"/>
    <w:rsid w:val="00F06C32"/>
    <w:rsid w:val="00F07940"/>
    <w:rsid w:val="00F07FC1"/>
    <w:rsid w:val="00F10028"/>
    <w:rsid w:val="00F1031C"/>
    <w:rsid w:val="00F10518"/>
    <w:rsid w:val="00F105DC"/>
    <w:rsid w:val="00F10874"/>
    <w:rsid w:val="00F108D1"/>
    <w:rsid w:val="00F10A1F"/>
    <w:rsid w:val="00F116C4"/>
    <w:rsid w:val="00F11E0B"/>
    <w:rsid w:val="00F122A5"/>
    <w:rsid w:val="00F12543"/>
    <w:rsid w:val="00F128C7"/>
    <w:rsid w:val="00F12B9E"/>
    <w:rsid w:val="00F134EF"/>
    <w:rsid w:val="00F13698"/>
    <w:rsid w:val="00F136B5"/>
    <w:rsid w:val="00F13B92"/>
    <w:rsid w:val="00F13CA3"/>
    <w:rsid w:val="00F1472A"/>
    <w:rsid w:val="00F1494C"/>
    <w:rsid w:val="00F14DD5"/>
    <w:rsid w:val="00F15AFC"/>
    <w:rsid w:val="00F15D17"/>
    <w:rsid w:val="00F15E46"/>
    <w:rsid w:val="00F15F51"/>
    <w:rsid w:val="00F163C3"/>
    <w:rsid w:val="00F16A3B"/>
    <w:rsid w:val="00F175D9"/>
    <w:rsid w:val="00F17EDD"/>
    <w:rsid w:val="00F2007B"/>
    <w:rsid w:val="00F200BD"/>
    <w:rsid w:val="00F201C9"/>
    <w:rsid w:val="00F205AD"/>
    <w:rsid w:val="00F2073B"/>
    <w:rsid w:val="00F20BCE"/>
    <w:rsid w:val="00F214FB"/>
    <w:rsid w:val="00F21E4C"/>
    <w:rsid w:val="00F226EB"/>
    <w:rsid w:val="00F227D5"/>
    <w:rsid w:val="00F22FB4"/>
    <w:rsid w:val="00F23114"/>
    <w:rsid w:val="00F2313D"/>
    <w:rsid w:val="00F23156"/>
    <w:rsid w:val="00F24221"/>
    <w:rsid w:val="00F252B6"/>
    <w:rsid w:val="00F25DCC"/>
    <w:rsid w:val="00F26257"/>
    <w:rsid w:val="00F2676A"/>
    <w:rsid w:val="00F26E06"/>
    <w:rsid w:val="00F27018"/>
    <w:rsid w:val="00F2721D"/>
    <w:rsid w:val="00F27B77"/>
    <w:rsid w:val="00F27FD3"/>
    <w:rsid w:val="00F30620"/>
    <w:rsid w:val="00F3081E"/>
    <w:rsid w:val="00F308C9"/>
    <w:rsid w:val="00F30C65"/>
    <w:rsid w:val="00F31313"/>
    <w:rsid w:val="00F316E6"/>
    <w:rsid w:val="00F318BE"/>
    <w:rsid w:val="00F324C3"/>
    <w:rsid w:val="00F325C2"/>
    <w:rsid w:val="00F32709"/>
    <w:rsid w:val="00F32D08"/>
    <w:rsid w:val="00F3300C"/>
    <w:rsid w:val="00F332F6"/>
    <w:rsid w:val="00F336F0"/>
    <w:rsid w:val="00F34A68"/>
    <w:rsid w:val="00F3509E"/>
    <w:rsid w:val="00F35535"/>
    <w:rsid w:val="00F355B5"/>
    <w:rsid w:val="00F358CF"/>
    <w:rsid w:val="00F35BA4"/>
    <w:rsid w:val="00F36057"/>
    <w:rsid w:val="00F366FC"/>
    <w:rsid w:val="00F37358"/>
    <w:rsid w:val="00F37734"/>
    <w:rsid w:val="00F37B5F"/>
    <w:rsid w:val="00F37B69"/>
    <w:rsid w:val="00F40038"/>
    <w:rsid w:val="00F415D1"/>
    <w:rsid w:val="00F41B5D"/>
    <w:rsid w:val="00F41C18"/>
    <w:rsid w:val="00F4200B"/>
    <w:rsid w:val="00F4259B"/>
    <w:rsid w:val="00F426FB"/>
    <w:rsid w:val="00F42C86"/>
    <w:rsid w:val="00F42DF8"/>
    <w:rsid w:val="00F42EE4"/>
    <w:rsid w:val="00F43331"/>
    <w:rsid w:val="00F4495D"/>
    <w:rsid w:val="00F45337"/>
    <w:rsid w:val="00F453F1"/>
    <w:rsid w:val="00F458E5"/>
    <w:rsid w:val="00F45E3D"/>
    <w:rsid w:val="00F45ECF"/>
    <w:rsid w:val="00F46BF5"/>
    <w:rsid w:val="00F46C14"/>
    <w:rsid w:val="00F46D03"/>
    <w:rsid w:val="00F472B3"/>
    <w:rsid w:val="00F479BD"/>
    <w:rsid w:val="00F47ADA"/>
    <w:rsid w:val="00F50F40"/>
    <w:rsid w:val="00F5104B"/>
    <w:rsid w:val="00F51304"/>
    <w:rsid w:val="00F514A1"/>
    <w:rsid w:val="00F522B3"/>
    <w:rsid w:val="00F52B7B"/>
    <w:rsid w:val="00F52BB9"/>
    <w:rsid w:val="00F52CE2"/>
    <w:rsid w:val="00F53045"/>
    <w:rsid w:val="00F53278"/>
    <w:rsid w:val="00F532FC"/>
    <w:rsid w:val="00F53499"/>
    <w:rsid w:val="00F53AAC"/>
    <w:rsid w:val="00F53B46"/>
    <w:rsid w:val="00F53FDC"/>
    <w:rsid w:val="00F5435A"/>
    <w:rsid w:val="00F54425"/>
    <w:rsid w:val="00F54581"/>
    <w:rsid w:val="00F55071"/>
    <w:rsid w:val="00F55540"/>
    <w:rsid w:val="00F55640"/>
    <w:rsid w:val="00F55D30"/>
    <w:rsid w:val="00F55F21"/>
    <w:rsid w:val="00F55F50"/>
    <w:rsid w:val="00F56054"/>
    <w:rsid w:val="00F56115"/>
    <w:rsid w:val="00F563AF"/>
    <w:rsid w:val="00F5645A"/>
    <w:rsid w:val="00F56AF7"/>
    <w:rsid w:val="00F56BCB"/>
    <w:rsid w:val="00F56D39"/>
    <w:rsid w:val="00F56DD1"/>
    <w:rsid w:val="00F56ECB"/>
    <w:rsid w:val="00F572FB"/>
    <w:rsid w:val="00F5781B"/>
    <w:rsid w:val="00F6095F"/>
    <w:rsid w:val="00F61132"/>
    <w:rsid w:val="00F61267"/>
    <w:rsid w:val="00F61376"/>
    <w:rsid w:val="00F6168E"/>
    <w:rsid w:val="00F61D69"/>
    <w:rsid w:val="00F622A4"/>
    <w:rsid w:val="00F624AD"/>
    <w:rsid w:val="00F62E4A"/>
    <w:rsid w:val="00F634D7"/>
    <w:rsid w:val="00F63BE6"/>
    <w:rsid w:val="00F63F83"/>
    <w:rsid w:val="00F64095"/>
    <w:rsid w:val="00F6430A"/>
    <w:rsid w:val="00F64436"/>
    <w:rsid w:val="00F64873"/>
    <w:rsid w:val="00F64D94"/>
    <w:rsid w:val="00F64ED5"/>
    <w:rsid w:val="00F657E2"/>
    <w:rsid w:val="00F65BE1"/>
    <w:rsid w:val="00F65E4B"/>
    <w:rsid w:val="00F65EAE"/>
    <w:rsid w:val="00F65FC6"/>
    <w:rsid w:val="00F66281"/>
    <w:rsid w:val="00F6635A"/>
    <w:rsid w:val="00F664BA"/>
    <w:rsid w:val="00F675C1"/>
    <w:rsid w:val="00F67972"/>
    <w:rsid w:val="00F67EE2"/>
    <w:rsid w:val="00F7033C"/>
    <w:rsid w:val="00F70A59"/>
    <w:rsid w:val="00F70B78"/>
    <w:rsid w:val="00F70CCD"/>
    <w:rsid w:val="00F70DCB"/>
    <w:rsid w:val="00F70F8F"/>
    <w:rsid w:val="00F71761"/>
    <w:rsid w:val="00F7176F"/>
    <w:rsid w:val="00F71992"/>
    <w:rsid w:val="00F71F73"/>
    <w:rsid w:val="00F72333"/>
    <w:rsid w:val="00F72362"/>
    <w:rsid w:val="00F733C0"/>
    <w:rsid w:val="00F735B1"/>
    <w:rsid w:val="00F73CAF"/>
    <w:rsid w:val="00F73DF0"/>
    <w:rsid w:val="00F74556"/>
    <w:rsid w:val="00F748CA"/>
    <w:rsid w:val="00F74C1E"/>
    <w:rsid w:val="00F74DAF"/>
    <w:rsid w:val="00F74E7A"/>
    <w:rsid w:val="00F756DE"/>
    <w:rsid w:val="00F75C92"/>
    <w:rsid w:val="00F760CC"/>
    <w:rsid w:val="00F76D7C"/>
    <w:rsid w:val="00F76F51"/>
    <w:rsid w:val="00F7726D"/>
    <w:rsid w:val="00F77C64"/>
    <w:rsid w:val="00F803FF"/>
    <w:rsid w:val="00F80E7E"/>
    <w:rsid w:val="00F81049"/>
    <w:rsid w:val="00F81333"/>
    <w:rsid w:val="00F814AB"/>
    <w:rsid w:val="00F81889"/>
    <w:rsid w:val="00F81ED7"/>
    <w:rsid w:val="00F82510"/>
    <w:rsid w:val="00F82734"/>
    <w:rsid w:val="00F82972"/>
    <w:rsid w:val="00F82DB6"/>
    <w:rsid w:val="00F83348"/>
    <w:rsid w:val="00F8348B"/>
    <w:rsid w:val="00F83971"/>
    <w:rsid w:val="00F844CC"/>
    <w:rsid w:val="00F84520"/>
    <w:rsid w:val="00F84865"/>
    <w:rsid w:val="00F84B77"/>
    <w:rsid w:val="00F84CFB"/>
    <w:rsid w:val="00F8503E"/>
    <w:rsid w:val="00F856FE"/>
    <w:rsid w:val="00F85740"/>
    <w:rsid w:val="00F85CED"/>
    <w:rsid w:val="00F85D9D"/>
    <w:rsid w:val="00F861FF"/>
    <w:rsid w:val="00F868F3"/>
    <w:rsid w:val="00F86D91"/>
    <w:rsid w:val="00F87DD2"/>
    <w:rsid w:val="00F9033A"/>
    <w:rsid w:val="00F90543"/>
    <w:rsid w:val="00F90C3D"/>
    <w:rsid w:val="00F90CCF"/>
    <w:rsid w:val="00F90E62"/>
    <w:rsid w:val="00F90F80"/>
    <w:rsid w:val="00F9110A"/>
    <w:rsid w:val="00F91568"/>
    <w:rsid w:val="00F915E2"/>
    <w:rsid w:val="00F91BCB"/>
    <w:rsid w:val="00F91E7D"/>
    <w:rsid w:val="00F92254"/>
    <w:rsid w:val="00F9252E"/>
    <w:rsid w:val="00F92796"/>
    <w:rsid w:val="00F92D74"/>
    <w:rsid w:val="00F92D95"/>
    <w:rsid w:val="00F93480"/>
    <w:rsid w:val="00F93482"/>
    <w:rsid w:val="00F9365F"/>
    <w:rsid w:val="00F93AD2"/>
    <w:rsid w:val="00F93C0B"/>
    <w:rsid w:val="00F93E48"/>
    <w:rsid w:val="00F93E74"/>
    <w:rsid w:val="00F93EC7"/>
    <w:rsid w:val="00F94535"/>
    <w:rsid w:val="00F946A8"/>
    <w:rsid w:val="00F94E4C"/>
    <w:rsid w:val="00F9529B"/>
    <w:rsid w:val="00F955F3"/>
    <w:rsid w:val="00F957A5"/>
    <w:rsid w:val="00F95B44"/>
    <w:rsid w:val="00F96008"/>
    <w:rsid w:val="00F9630D"/>
    <w:rsid w:val="00F96F2A"/>
    <w:rsid w:val="00F96F5C"/>
    <w:rsid w:val="00F97EA4"/>
    <w:rsid w:val="00FA0366"/>
    <w:rsid w:val="00FA09E5"/>
    <w:rsid w:val="00FA0B52"/>
    <w:rsid w:val="00FA0C5E"/>
    <w:rsid w:val="00FA0C6A"/>
    <w:rsid w:val="00FA0D1B"/>
    <w:rsid w:val="00FA0DB9"/>
    <w:rsid w:val="00FA0DCD"/>
    <w:rsid w:val="00FA0F4C"/>
    <w:rsid w:val="00FA1DC5"/>
    <w:rsid w:val="00FA24F6"/>
    <w:rsid w:val="00FA29EF"/>
    <w:rsid w:val="00FA2E2B"/>
    <w:rsid w:val="00FA2E3A"/>
    <w:rsid w:val="00FA301E"/>
    <w:rsid w:val="00FA3DC8"/>
    <w:rsid w:val="00FA3FF0"/>
    <w:rsid w:val="00FA42B3"/>
    <w:rsid w:val="00FA49D7"/>
    <w:rsid w:val="00FA59D5"/>
    <w:rsid w:val="00FA64E3"/>
    <w:rsid w:val="00FA6655"/>
    <w:rsid w:val="00FA67E2"/>
    <w:rsid w:val="00FA718C"/>
    <w:rsid w:val="00FA74A0"/>
    <w:rsid w:val="00FA7781"/>
    <w:rsid w:val="00FA7936"/>
    <w:rsid w:val="00FA7A60"/>
    <w:rsid w:val="00FA7AA0"/>
    <w:rsid w:val="00FB0129"/>
    <w:rsid w:val="00FB0B59"/>
    <w:rsid w:val="00FB0E3C"/>
    <w:rsid w:val="00FB0F35"/>
    <w:rsid w:val="00FB18FD"/>
    <w:rsid w:val="00FB1D44"/>
    <w:rsid w:val="00FB1DEA"/>
    <w:rsid w:val="00FB1FCC"/>
    <w:rsid w:val="00FB2972"/>
    <w:rsid w:val="00FB30AB"/>
    <w:rsid w:val="00FB3140"/>
    <w:rsid w:val="00FB3359"/>
    <w:rsid w:val="00FB363E"/>
    <w:rsid w:val="00FB3A6F"/>
    <w:rsid w:val="00FB3BCD"/>
    <w:rsid w:val="00FB4257"/>
    <w:rsid w:val="00FB43AF"/>
    <w:rsid w:val="00FB500F"/>
    <w:rsid w:val="00FB57EA"/>
    <w:rsid w:val="00FB5853"/>
    <w:rsid w:val="00FB5B48"/>
    <w:rsid w:val="00FB5C2B"/>
    <w:rsid w:val="00FB6DA8"/>
    <w:rsid w:val="00FB6F40"/>
    <w:rsid w:val="00FB70A3"/>
    <w:rsid w:val="00FB714B"/>
    <w:rsid w:val="00FB73C6"/>
    <w:rsid w:val="00FB74E3"/>
    <w:rsid w:val="00FB79B8"/>
    <w:rsid w:val="00FB7A72"/>
    <w:rsid w:val="00FC059C"/>
    <w:rsid w:val="00FC093C"/>
    <w:rsid w:val="00FC113A"/>
    <w:rsid w:val="00FC1719"/>
    <w:rsid w:val="00FC1D11"/>
    <w:rsid w:val="00FC22C5"/>
    <w:rsid w:val="00FC292D"/>
    <w:rsid w:val="00FC2B28"/>
    <w:rsid w:val="00FC2E39"/>
    <w:rsid w:val="00FC324B"/>
    <w:rsid w:val="00FC3381"/>
    <w:rsid w:val="00FC353C"/>
    <w:rsid w:val="00FC3841"/>
    <w:rsid w:val="00FC3EC4"/>
    <w:rsid w:val="00FC40C7"/>
    <w:rsid w:val="00FC4494"/>
    <w:rsid w:val="00FC4E54"/>
    <w:rsid w:val="00FC5FC4"/>
    <w:rsid w:val="00FC6098"/>
    <w:rsid w:val="00FC69C7"/>
    <w:rsid w:val="00FC7065"/>
    <w:rsid w:val="00FC7160"/>
    <w:rsid w:val="00FC72B2"/>
    <w:rsid w:val="00FC75B1"/>
    <w:rsid w:val="00FC7C32"/>
    <w:rsid w:val="00FD0666"/>
    <w:rsid w:val="00FD08E5"/>
    <w:rsid w:val="00FD09BC"/>
    <w:rsid w:val="00FD10C9"/>
    <w:rsid w:val="00FD164A"/>
    <w:rsid w:val="00FD18A1"/>
    <w:rsid w:val="00FD1C05"/>
    <w:rsid w:val="00FD1C97"/>
    <w:rsid w:val="00FD23BB"/>
    <w:rsid w:val="00FD2DF5"/>
    <w:rsid w:val="00FD33FD"/>
    <w:rsid w:val="00FD3F43"/>
    <w:rsid w:val="00FD433A"/>
    <w:rsid w:val="00FD4902"/>
    <w:rsid w:val="00FD4A6E"/>
    <w:rsid w:val="00FD4BF6"/>
    <w:rsid w:val="00FD4C78"/>
    <w:rsid w:val="00FD56BB"/>
    <w:rsid w:val="00FD5764"/>
    <w:rsid w:val="00FD590C"/>
    <w:rsid w:val="00FD5910"/>
    <w:rsid w:val="00FD5D6B"/>
    <w:rsid w:val="00FD6335"/>
    <w:rsid w:val="00FD6B18"/>
    <w:rsid w:val="00FD6D33"/>
    <w:rsid w:val="00FD6F18"/>
    <w:rsid w:val="00FD712A"/>
    <w:rsid w:val="00FD7220"/>
    <w:rsid w:val="00FD72E4"/>
    <w:rsid w:val="00FD7ED1"/>
    <w:rsid w:val="00FE00FB"/>
    <w:rsid w:val="00FE04D0"/>
    <w:rsid w:val="00FE08A8"/>
    <w:rsid w:val="00FE0935"/>
    <w:rsid w:val="00FE171C"/>
    <w:rsid w:val="00FE1DC5"/>
    <w:rsid w:val="00FE1F2F"/>
    <w:rsid w:val="00FE204A"/>
    <w:rsid w:val="00FE20C7"/>
    <w:rsid w:val="00FE242F"/>
    <w:rsid w:val="00FE314A"/>
    <w:rsid w:val="00FE31AA"/>
    <w:rsid w:val="00FE3539"/>
    <w:rsid w:val="00FE380A"/>
    <w:rsid w:val="00FE43DB"/>
    <w:rsid w:val="00FE47CF"/>
    <w:rsid w:val="00FE4A89"/>
    <w:rsid w:val="00FE4B13"/>
    <w:rsid w:val="00FE4D32"/>
    <w:rsid w:val="00FE4D74"/>
    <w:rsid w:val="00FE52C4"/>
    <w:rsid w:val="00FE5387"/>
    <w:rsid w:val="00FE5430"/>
    <w:rsid w:val="00FE5B0E"/>
    <w:rsid w:val="00FE5BCF"/>
    <w:rsid w:val="00FE66EF"/>
    <w:rsid w:val="00FE6AA9"/>
    <w:rsid w:val="00FE6EEC"/>
    <w:rsid w:val="00FE6FCC"/>
    <w:rsid w:val="00FE7A33"/>
    <w:rsid w:val="00FE7F42"/>
    <w:rsid w:val="00FE7F52"/>
    <w:rsid w:val="00FF07D3"/>
    <w:rsid w:val="00FF0A7D"/>
    <w:rsid w:val="00FF0AA5"/>
    <w:rsid w:val="00FF1440"/>
    <w:rsid w:val="00FF147C"/>
    <w:rsid w:val="00FF14A5"/>
    <w:rsid w:val="00FF15AF"/>
    <w:rsid w:val="00FF1629"/>
    <w:rsid w:val="00FF1A9A"/>
    <w:rsid w:val="00FF24C9"/>
    <w:rsid w:val="00FF2905"/>
    <w:rsid w:val="00FF29E7"/>
    <w:rsid w:val="00FF3132"/>
    <w:rsid w:val="00FF327F"/>
    <w:rsid w:val="00FF3405"/>
    <w:rsid w:val="00FF37D9"/>
    <w:rsid w:val="00FF3EB6"/>
    <w:rsid w:val="00FF3F61"/>
    <w:rsid w:val="00FF4119"/>
    <w:rsid w:val="00FF522C"/>
    <w:rsid w:val="00FF5A04"/>
    <w:rsid w:val="00FF5A11"/>
    <w:rsid w:val="00FF5AF5"/>
    <w:rsid w:val="00FF6252"/>
    <w:rsid w:val="00FF658D"/>
    <w:rsid w:val="00FF6950"/>
    <w:rsid w:val="00FF6C43"/>
    <w:rsid w:val="00FF6F74"/>
    <w:rsid w:val="00FF7435"/>
    <w:rsid w:val="00FF7529"/>
    <w:rsid w:val="00FF7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F16"/>
    <w:rPr>
      <w:rFonts w:ascii="Times New Roman" w:eastAsia="Times New Roman" w:hAnsi="Times New Roman"/>
      <w:noProof/>
      <w:sz w:val="24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41F1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41F16"/>
    <w:rPr>
      <w:rFonts w:ascii="Times New Roman" w:hAnsi="Times New Roman" w:cs="Times New Roman"/>
      <w:noProof/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641F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F16"/>
    <w:rPr>
      <w:rFonts w:ascii="Tahoma" w:hAnsi="Tahoma" w:cs="Tahoma"/>
      <w:noProof/>
      <w:sz w:val="16"/>
      <w:szCs w:val="16"/>
      <w:lang w:val="uk-UA" w:eastAsia="ru-RU"/>
    </w:rPr>
  </w:style>
  <w:style w:type="paragraph" w:styleId="ListParagraph">
    <w:name w:val="List Paragraph"/>
    <w:basedOn w:val="Normal"/>
    <w:uiPriority w:val="99"/>
    <w:qFormat/>
    <w:rsid w:val="00641F1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rsid w:val="00D8071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80715"/>
    <w:rPr>
      <w:rFonts w:ascii="Times New Roman" w:hAnsi="Times New Roman" w:cs="Times New Roman"/>
      <w:noProof/>
      <w:sz w:val="24"/>
      <w:szCs w:val="24"/>
      <w:lang w:val="uk-UA" w:eastAsia="ru-RU"/>
    </w:rPr>
  </w:style>
  <w:style w:type="paragraph" w:customStyle="1" w:styleId="rvps6">
    <w:name w:val="rvps6"/>
    <w:basedOn w:val="Normal"/>
    <w:uiPriority w:val="99"/>
    <w:rsid w:val="0084658A"/>
    <w:pPr>
      <w:spacing w:before="100" w:beforeAutospacing="1" w:after="100" w:afterAutospacing="1"/>
    </w:pPr>
    <w:rPr>
      <w:noProof w:val="0"/>
      <w:lang w:val="ru-RU"/>
    </w:rPr>
  </w:style>
  <w:style w:type="character" w:customStyle="1" w:styleId="rvts23">
    <w:name w:val="rvts23"/>
    <w:basedOn w:val="DefaultParagraphFont"/>
    <w:uiPriority w:val="99"/>
    <w:rsid w:val="0084658A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84658A"/>
    <w:rPr>
      <w:rFonts w:cs="Times New Roman"/>
    </w:rPr>
  </w:style>
  <w:style w:type="paragraph" w:customStyle="1" w:styleId="rvps2">
    <w:name w:val="rvps2"/>
    <w:basedOn w:val="Normal"/>
    <w:uiPriority w:val="99"/>
    <w:rsid w:val="0084658A"/>
    <w:pPr>
      <w:spacing w:before="100" w:beforeAutospacing="1" w:after="100" w:afterAutospacing="1"/>
    </w:pPr>
    <w:rPr>
      <w:noProof w:val="0"/>
      <w:lang w:val="ru-RU"/>
    </w:rPr>
  </w:style>
  <w:style w:type="character" w:styleId="Hyperlink">
    <w:name w:val="Hyperlink"/>
    <w:basedOn w:val="DefaultParagraphFont"/>
    <w:uiPriority w:val="99"/>
    <w:semiHidden/>
    <w:rsid w:val="0084658A"/>
    <w:rPr>
      <w:rFonts w:cs="Times New Roman"/>
      <w:color w:val="0000FF"/>
      <w:u w:val="single"/>
    </w:rPr>
  </w:style>
  <w:style w:type="character" w:customStyle="1" w:styleId="rvts46">
    <w:name w:val="rvts46"/>
    <w:basedOn w:val="DefaultParagraphFont"/>
    <w:uiPriority w:val="99"/>
    <w:rsid w:val="0084658A"/>
    <w:rPr>
      <w:rFonts w:cs="Times New Roman"/>
    </w:rPr>
  </w:style>
  <w:style w:type="character" w:styleId="PageNumber">
    <w:name w:val="page number"/>
    <w:basedOn w:val="DefaultParagraphFont"/>
    <w:uiPriority w:val="99"/>
    <w:rsid w:val="0048035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50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4</Pages>
  <Words>740</Words>
  <Characters>4222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4</cp:revision>
  <cp:lastPrinted>2017-11-16T07:15:00Z</cp:lastPrinted>
  <dcterms:created xsi:type="dcterms:W3CDTF">2017-11-15T13:37:00Z</dcterms:created>
  <dcterms:modified xsi:type="dcterms:W3CDTF">2017-11-16T07:24:00Z</dcterms:modified>
</cp:coreProperties>
</file>