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751" w:rsidRDefault="00275751" w:rsidP="008A6227">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47.6pt">
            <v:imagedata r:id="rId7" o:title=""/>
          </v:shape>
        </w:pict>
      </w:r>
    </w:p>
    <w:p w:rsidR="00275751" w:rsidRDefault="00275751" w:rsidP="008A6227">
      <w:pPr>
        <w:jc w:val="center"/>
        <w:rPr>
          <w:b/>
          <w:bCs/>
        </w:rPr>
      </w:pPr>
      <w:r w:rsidRPr="007F053F">
        <w:rPr>
          <w:b/>
          <w:bCs/>
        </w:rPr>
        <w:t>РОМЕНСЬКА РАЙОННА ДЕРЖАВНА АДМІНІСТРАЦІЯ</w:t>
      </w:r>
      <w:r>
        <w:rPr>
          <w:b/>
          <w:bCs/>
        </w:rPr>
        <w:t xml:space="preserve"> </w:t>
      </w:r>
    </w:p>
    <w:p w:rsidR="00275751" w:rsidRPr="007F053F" w:rsidRDefault="00275751" w:rsidP="008A6227">
      <w:pPr>
        <w:jc w:val="center"/>
        <w:rPr>
          <w:b/>
          <w:bCs/>
        </w:rPr>
      </w:pPr>
      <w:r>
        <w:rPr>
          <w:b/>
          <w:bCs/>
        </w:rPr>
        <w:t>СУМСЬКОЇ ОБЛАСТІ</w:t>
      </w:r>
    </w:p>
    <w:p w:rsidR="00275751" w:rsidRPr="00AC3001" w:rsidRDefault="00275751" w:rsidP="008A6227">
      <w:pPr>
        <w:jc w:val="center"/>
        <w:rPr>
          <w:b/>
          <w:bCs/>
          <w:sz w:val="16"/>
          <w:szCs w:val="16"/>
        </w:rPr>
      </w:pPr>
    </w:p>
    <w:p w:rsidR="00275751" w:rsidRPr="003B79B7" w:rsidRDefault="00275751" w:rsidP="008A6227">
      <w:pPr>
        <w:jc w:val="center"/>
        <w:rPr>
          <w:b/>
          <w:bCs/>
          <w:sz w:val="28"/>
          <w:szCs w:val="28"/>
        </w:rPr>
      </w:pPr>
      <w:r w:rsidRPr="003B79B7">
        <w:rPr>
          <w:b/>
          <w:bCs/>
          <w:sz w:val="28"/>
          <w:szCs w:val="28"/>
        </w:rPr>
        <w:t xml:space="preserve">РОЗПОРЯДЖЕННЯ </w:t>
      </w:r>
    </w:p>
    <w:p w:rsidR="00275751" w:rsidRDefault="00275751" w:rsidP="008A6227">
      <w:pPr>
        <w:jc w:val="center"/>
        <w:rPr>
          <w:b/>
          <w:bCs/>
        </w:rPr>
      </w:pPr>
      <w:r w:rsidRPr="007F053F">
        <w:rPr>
          <w:b/>
          <w:bCs/>
        </w:rPr>
        <w:t>ГОЛОВИ РАЙОННОЇ ДЕРЖАВНОЇ АДМІНІСТРАЦІЇ</w:t>
      </w:r>
    </w:p>
    <w:p w:rsidR="00275751" w:rsidRPr="007F053F" w:rsidRDefault="00275751" w:rsidP="008A6227">
      <w:pPr>
        <w:jc w:val="center"/>
        <w:rPr>
          <w:b/>
          <w:bCs/>
        </w:rPr>
      </w:pPr>
    </w:p>
    <w:p w:rsidR="00275751" w:rsidRPr="00A63E65" w:rsidRDefault="00275751" w:rsidP="008A6227">
      <w:pPr>
        <w:pStyle w:val="Header"/>
      </w:pPr>
      <w:r>
        <w:rPr>
          <w:b/>
          <w:bCs/>
          <w:lang w:val="uk-UA"/>
        </w:rPr>
        <w:t xml:space="preserve">16.12.2015               </w:t>
      </w:r>
      <w:r>
        <w:rPr>
          <w:b/>
          <w:bCs/>
        </w:rPr>
        <w:t xml:space="preserve">                                     м. Ромни                                        </w:t>
      </w:r>
      <w:r>
        <w:rPr>
          <w:b/>
          <w:bCs/>
          <w:lang w:val="uk-UA"/>
        </w:rPr>
        <w:t xml:space="preserve">          </w:t>
      </w:r>
      <w:r>
        <w:rPr>
          <w:b/>
          <w:bCs/>
        </w:rPr>
        <w:t xml:space="preserve">    № </w:t>
      </w:r>
      <w:r>
        <w:rPr>
          <w:b/>
          <w:bCs/>
          <w:lang w:val="uk-UA"/>
        </w:rPr>
        <w:t>311-ОД</w:t>
      </w:r>
    </w:p>
    <w:p w:rsidR="00275751" w:rsidRPr="008A6227" w:rsidRDefault="00275751" w:rsidP="004F6712">
      <w:pPr>
        <w:tabs>
          <w:tab w:val="left" w:pos="3780"/>
          <w:tab w:val="left" w:pos="8640"/>
        </w:tabs>
        <w:spacing w:line="360" w:lineRule="auto"/>
        <w:jc w:val="both"/>
        <w:rPr>
          <w:sz w:val="28"/>
          <w:szCs w:val="28"/>
        </w:rPr>
      </w:pPr>
      <w:bookmarkStart w:id="0" w:name="_GoBack"/>
      <w:bookmarkEnd w:id="0"/>
    </w:p>
    <w:tbl>
      <w:tblPr>
        <w:tblW w:w="9855" w:type="dxa"/>
        <w:tblLook w:val="00A0"/>
      </w:tblPr>
      <w:tblGrid>
        <w:gridCol w:w="4928"/>
        <w:gridCol w:w="4927"/>
      </w:tblGrid>
      <w:tr w:rsidR="00275751" w:rsidRPr="004F6712" w:rsidTr="004F6712">
        <w:tc>
          <w:tcPr>
            <w:tcW w:w="4928" w:type="dxa"/>
          </w:tcPr>
          <w:p w:rsidR="00275751" w:rsidRPr="004F6712" w:rsidRDefault="00275751" w:rsidP="00D40C49">
            <w:pPr>
              <w:pStyle w:val="BodyText2"/>
              <w:tabs>
                <w:tab w:val="left" w:pos="4253"/>
              </w:tabs>
              <w:ind w:right="459"/>
              <w:jc w:val="both"/>
              <w:rPr>
                <w:b/>
              </w:rPr>
            </w:pPr>
            <w:r w:rsidRPr="004F6712">
              <w:rPr>
                <w:b/>
              </w:rPr>
              <w:t>Про план роботи Роменської районної державної адміністрації на 201</w:t>
            </w:r>
            <w:r>
              <w:rPr>
                <w:b/>
              </w:rPr>
              <w:t>6</w:t>
            </w:r>
            <w:r w:rsidRPr="004F6712">
              <w:rPr>
                <w:b/>
              </w:rPr>
              <w:t xml:space="preserve"> рік</w:t>
            </w:r>
          </w:p>
        </w:tc>
        <w:tc>
          <w:tcPr>
            <w:tcW w:w="4927" w:type="dxa"/>
          </w:tcPr>
          <w:p w:rsidR="00275751" w:rsidRPr="004F6712" w:rsidRDefault="00275751" w:rsidP="004F6712">
            <w:pPr>
              <w:tabs>
                <w:tab w:val="left" w:pos="3780"/>
                <w:tab w:val="left" w:pos="8640"/>
              </w:tabs>
              <w:spacing w:line="360" w:lineRule="auto"/>
              <w:ind w:firstLine="708"/>
              <w:jc w:val="both"/>
              <w:rPr>
                <w:sz w:val="28"/>
                <w:szCs w:val="28"/>
                <w:lang w:val="uk-UA"/>
              </w:rPr>
            </w:pPr>
          </w:p>
        </w:tc>
      </w:tr>
    </w:tbl>
    <w:p w:rsidR="00275751" w:rsidRDefault="00275751" w:rsidP="00863968">
      <w:pPr>
        <w:jc w:val="center"/>
        <w:rPr>
          <w:sz w:val="28"/>
          <w:szCs w:val="28"/>
          <w:lang w:val="uk-UA"/>
        </w:rPr>
      </w:pPr>
    </w:p>
    <w:p w:rsidR="00275751" w:rsidRPr="00DA1874" w:rsidRDefault="00275751" w:rsidP="00024439">
      <w:pPr>
        <w:ind w:firstLine="708"/>
        <w:jc w:val="both"/>
        <w:rPr>
          <w:sz w:val="28"/>
          <w:szCs w:val="28"/>
          <w:lang w:val="uk-UA"/>
        </w:rPr>
      </w:pPr>
      <w:r>
        <w:rPr>
          <w:sz w:val="28"/>
          <w:szCs w:val="28"/>
          <w:lang w:val="uk-UA"/>
        </w:rPr>
        <w:t>Відповідно до</w:t>
      </w:r>
      <w:r w:rsidRPr="00DA1874">
        <w:rPr>
          <w:sz w:val="28"/>
          <w:szCs w:val="28"/>
          <w:lang w:val="uk-UA"/>
        </w:rPr>
        <w:t xml:space="preserve"> </w:t>
      </w:r>
      <w:r>
        <w:rPr>
          <w:sz w:val="28"/>
          <w:szCs w:val="28"/>
          <w:lang w:val="uk-UA"/>
        </w:rPr>
        <w:t xml:space="preserve">статей 6, 39 </w:t>
      </w:r>
      <w:r w:rsidRPr="00DA1874">
        <w:rPr>
          <w:sz w:val="28"/>
          <w:szCs w:val="28"/>
          <w:lang w:val="uk-UA"/>
        </w:rPr>
        <w:t xml:space="preserve">Закону </w:t>
      </w:r>
      <w:r>
        <w:rPr>
          <w:sz w:val="28"/>
          <w:szCs w:val="28"/>
          <w:lang w:val="uk-UA"/>
        </w:rPr>
        <w:t>України «</w:t>
      </w:r>
      <w:r w:rsidRPr="00DA1874">
        <w:rPr>
          <w:sz w:val="28"/>
          <w:szCs w:val="28"/>
          <w:lang w:val="uk-UA"/>
        </w:rPr>
        <w:t>Про місцеві державні адміністрації»</w:t>
      </w:r>
      <w:r>
        <w:rPr>
          <w:sz w:val="28"/>
          <w:szCs w:val="28"/>
          <w:lang w:val="uk-UA"/>
        </w:rPr>
        <w:t xml:space="preserve"> та к</w:t>
      </w:r>
      <w:r w:rsidRPr="00251DB1">
        <w:rPr>
          <w:spacing w:val="-2"/>
          <w:sz w:val="28"/>
          <w:szCs w:val="28"/>
          <w:lang w:val="uk-UA"/>
        </w:rPr>
        <w:t xml:space="preserve">еруючись Регламентом </w:t>
      </w:r>
      <w:r>
        <w:rPr>
          <w:spacing w:val="-2"/>
          <w:sz w:val="28"/>
          <w:szCs w:val="28"/>
          <w:lang w:val="uk-UA"/>
        </w:rPr>
        <w:t xml:space="preserve">Роменської </w:t>
      </w:r>
      <w:r w:rsidRPr="00251DB1">
        <w:rPr>
          <w:spacing w:val="-2"/>
          <w:sz w:val="28"/>
          <w:szCs w:val="28"/>
          <w:lang w:val="uk-UA"/>
        </w:rPr>
        <w:t xml:space="preserve">районної державної адміністрації, затвердженим розпорядженням голови </w:t>
      </w:r>
      <w:r>
        <w:rPr>
          <w:spacing w:val="-2"/>
          <w:sz w:val="28"/>
          <w:szCs w:val="28"/>
          <w:lang w:val="uk-UA"/>
        </w:rPr>
        <w:t xml:space="preserve">Роменської </w:t>
      </w:r>
      <w:r w:rsidRPr="00251DB1">
        <w:rPr>
          <w:spacing w:val="-2"/>
          <w:sz w:val="28"/>
          <w:szCs w:val="28"/>
          <w:lang w:val="uk-UA"/>
        </w:rPr>
        <w:t>рай</w:t>
      </w:r>
      <w:r>
        <w:rPr>
          <w:spacing w:val="-2"/>
          <w:sz w:val="28"/>
          <w:szCs w:val="28"/>
          <w:lang w:val="uk-UA"/>
        </w:rPr>
        <w:t xml:space="preserve">онної </w:t>
      </w:r>
      <w:r w:rsidRPr="00251DB1">
        <w:rPr>
          <w:spacing w:val="-2"/>
          <w:sz w:val="28"/>
          <w:szCs w:val="28"/>
          <w:lang w:val="uk-UA"/>
        </w:rPr>
        <w:t>держ</w:t>
      </w:r>
      <w:r>
        <w:rPr>
          <w:spacing w:val="-2"/>
          <w:sz w:val="28"/>
          <w:szCs w:val="28"/>
          <w:lang w:val="uk-UA"/>
        </w:rPr>
        <w:t xml:space="preserve">авної </w:t>
      </w:r>
      <w:r w:rsidRPr="00251DB1">
        <w:rPr>
          <w:spacing w:val="-2"/>
          <w:sz w:val="28"/>
          <w:szCs w:val="28"/>
          <w:lang w:val="uk-UA"/>
        </w:rPr>
        <w:t>адміністрації від</w:t>
      </w:r>
      <w:r w:rsidRPr="00DA1874">
        <w:rPr>
          <w:sz w:val="28"/>
          <w:szCs w:val="28"/>
          <w:lang w:val="uk-UA"/>
        </w:rPr>
        <w:t xml:space="preserve"> </w:t>
      </w:r>
      <w:r>
        <w:rPr>
          <w:sz w:val="28"/>
          <w:szCs w:val="28"/>
          <w:lang w:val="uk-UA"/>
        </w:rPr>
        <w:t>12</w:t>
      </w:r>
      <w:r w:rsidRPr="004974E8">
        <w:rPr>
          <w:sz w:val="28"/>
          <w:szCs w:val="28"/>
          <w:lang w:val="uk-UA"/>
        </w:rPr>
        <w:t>.11.2015 №</w:t>
      </w:r>
      <w:r w:rsidRPr="004974E8">
        <w:rPr>
          <w:sz w:val="28"/>
          <w:szCs w:val="28"/>
        </w:rPr>
        <w:t> </w:t>
      </w:r>
      <w:r w:rsidRPr="004974E8">
        <w:rPr>
          <w:sz w:val="28"/>
          <w:szCs w:val="28"/>
          <w:lang w:val="uk-UA"/>
        </w:rPr>
        <w:t>274</w:t>
      </w:r>
      <w:r>
        <w:rPr>
          <w:sz w:val="28"/>
          <w:szCs w:val="28"/>
          <w:lang w:val="uk-UA"/>
        </w:rPr>
        <w:t>-ОД «</w:t>
      </w:r>
      <w:r w:rsidRPr="00DA1874">
        <w:rPr>
          <w:sz w:val="28"/>
          <w:szCs w:val="28"/>
          <w:lang w:val="uk-UA"/>
        </w:rPr>
        <w:t xml:space="preserve">Про Регламент </w:t>
      </w:r>
      <w:r>
        <w:rPr>
          <w:sz w:val="28"/>
          <w:szCs w:val="28"/>
          <w:lang w:val="uk-UA"/>
        </w:rPr>
        <w:t xml:space="preserve">Роменської </w:t>
      </w:r>
      <w:r w:rsidRPr="00DA1874">
        <w:rPr>
          <w:sz w:val="28"/>
          <w:szCs w:val="28"/>
          <w:lang w:val="uk-UA"/>
        </w:rPr>
        <w:t>районної державної адміністрації»</w:t>
      </w:r>
      <w:r>
        <w:rPr>
          <w:sz w:val="28"/>
          <w:szCs w:val="28"/>
          <w:lang w:val="uk-UA"/>
        </w:rPr>
        <w:t>:</w:t>
      </w:r>
    </w:p>
    <w:p w:rsidR="00275751" w:rsidRPr="00AF0643" w:rsidRDefault="00275751" w:rsidP="003A3836">
      <w:pPr>
        <w:ind w:firstLine="708"/>
        <w:jc w:val="both"/>
        <w:rPr>
          <w:sz w:val="28"/>
          <w:szCs w:val="28"/>
          <w:lang w:val="uk-UA"/>
        </w:rPr>
      </w:pPr>
      <w:r>
        <w:rPr>
          <w:sz w:val="28"/>
          <w:szCs w:val="28"/>
          <w:lang w:val="uk-UA"/>
        </w:rPr>
        <w:t xml:space="preserve">1. </w:t>
      </w:r>
      <w:r w:rsidRPr="0078788D">
        <w:rPr>
          <w:sz w:val="28"/>
          <w:szCs w:val="28"/>
          <w:lang w:val="uk-UA"/>
        </w:rPr>
        <w:t xml:space="preserve">Затвердити план роботи </w:t>
      </w:r>
      <w:r>
        <w:rPr>
          <w:sz w:val="28"/>
          <w:szCs w:val="28"/>
          <w:lang w:val="uk-UA"/>
        </w:rPr>
        <w:t xml:space="preserve">Роменської </w:t>
      </w:r>
      <w:r w:rsidRPr="0078788D">
        <w:rPr>
          <w:sz w:val="28"/>
          <w:szCs w:val="28"/>
          <w:lang w:val="uk-UA"/>
        </w:rPr>
        <w:t>районної державної адміністрації на 201</w:t>
      </w:r>
      <w:r>
        <w:rPr>
          <w:sz w:val="28"/>
          <w:szCs w:val="28"/>
          <w:lang w:val="uk-UA"/>
        </w:rPr>
        <w:t>6</w:t>
      </w:r>
      <w:r w:rsidRPr="0078788D">
        <w:rPr>
          <w:sz w:val="28"/>
          <w:szCs w:val="28"/>
          <w:lang w:val="uk-UA"/>
        </w:rPr>
        <w:t xml:space="preserve"> </w:t>
      </w:r>
      <w:r>
        <w:rPr>
          <w:sz w:val="28"/>
          <w:szCs w:val="28"/>
          <w:lang w:val="uk-UA"/>
        </w:rPr>
        <w:t>рік (</w:t>
      </w:r>
      <w:r w:rsidRPr="00AF0643">
        <w:rPr>
          <w:sz w:val="28"/>
          <w:szCs w:val="28"/>
          <w:lang w:val="uk-UA"/>
        </w:rPr>
        <w:t>далі – план роботи)</w:t>
      </w:r>
      <w:r w:rsidRPr="00AB6AD3">
        <w:rPr>
          <w:color w:val="FF0000"/>
          <w:sz w:val="28"/>
          <w:szCs w:val="28"/>
          <w:lang w:val="uk-UA"/>
        </w:rPr>
        <w:t>,</w:t>
      </w:r>
      <w:r w:rsidRPr="00AF0643">
        <w:rPr>
          <w:sz w:val="28"/>
          <w:szCs w:val="28"/>
          <w:lang w:val="uk-UA"/>
        </w:rPr>
        <w:t xml:space="preserve"> </w:t>
      </w:r>
      <w:r>
        <w:rPr>
          <w:sz w:val="28"/>
          <w:szCs w:val="28"/>
          <w:lang w:val="uk-UA"/>
        </w:rPr>
        <w:t>що</w:t>
      </w:r>
      <w:r w:rsidRPr="00AF0643">
        <w:rPr>
          <w:sz w:val="28"/>
          <w:szCs w:val="28"/>
          <w:lang w:val="uk-UA"/>
        </w:rPr>
        <w:t xml:space="preserve"> дода</w:t>
      </w:r>
      <w:r>
        <w:rPr>
          <w:sz w:val="28"/>
          <w:szCs w:val="28"/>
          <w:lang w:val="uk-UA"/>
        </w:rPr>
        <w:t>ється</w:t>
      </w:r>
      <w:r w:rsidRPr="00AF0643">
        <w:rPr>
          <w:sz w:val="28"/>
          <w:szCs w:val="28"/>
          <w:lang w:val="uk-UA"/>
        </w:rPr>
        <w:t>.</w:t>
      </w:r>
    </w:p>
    <w:p w:rsidR="00275751" w:rsidRPr="0078788D" w:rsidRDefault="00275751" w:rsidP="003A3836">
      <w:pPr>
        <w:ind w:firstLine="708"/>
        <w:jc w:val="both"/>
        <w:rPr>
          <w:bCs/>
          <w:sz w:val="28"/>
          <w:szCs w:val="28"/>
          <w:lang w:val="uk-UA"/>
        </w:rPr>
      </w:pPr>
      <w:r>
        <w:rPr>
          <w:bCs/>
          <w:sz w:val="28"/>
          <w:szCs w:val="28"/>
          <w:lang w:val="uk-UA"/>
        </w:rPr>
        <w:t xml:space="preserve">2. </w:t>
      </w:r>
      <w:r w:rsidRPr="0078788D">
        <w:rPr>
          <w:bCs/>
          <w:sz w:val="28"/>
          <w:szCs w:val="28"/>
          <w:lang w:val="uk-UA"/>
        </w:rPr>
        <w:t>Першому заступник</w:t>
      </w:r>
      <w:r>
        <w:rPr>
          <w:bCs/>
          <w:sz w:val="28"/>
          <w:szCs w:val="28"/>
          <w:lang w:val="uk-UA"/>
        </w:rPr>
        <w:t>ові</w:t>
      </w:r>
      <w:r w:rsidRPr="0078788D">
        <w:rPr>
          <w:bCs/>
          <w:sz w:val="28"/>
          <w:szCs w:val="28"/>
          <w:lang w:val="uk-UA"/>
        </w:rPr>
        <w:t xml:space="preserve">, </w:t>
      </w:r>
      <w:r>
        <w:rPr>
          <w:bCs/>
          <w:sz w:val="28"/>
          <w:szCs w:val="28"/>
          <w:lang w:val="uk-UA"/>
        </w:rPr>
        <w:t xml:space="preserve">заступникові голови, </w:t>
      </w:r>
      <w:r w:rsidRPr="0078788D">
        <w:rPr>
          <w:bCs/>
          <w:sz w:val="28"/>
          <w:szCs w:val="28"/>
          <w:lang w:val="uk-UA"/>
        </w:rPr>
        <w:t>керівник</w:t>
      </w:r>
      <w:r>
        <w:rPr>
          <w:bCs/>
          <w:sz w:val="28"/>
          <w:szCs w:val="28"/>
          <w:lang w:val="uk-UA"/>
        </w:rPr>
        <w:t>ові</w:t>
      </w:r>
      <w:r w:rsidRPr="0078788D">
        <w:rPr>
          <w:bCs/>
          <w:sz w:val="28"/>
          <w:szCs w:val="28"/>
          <w:lang w:val="uk-UA"/>
        </w:rPr>
        <w:t xml:space="preserve"> апарату, керівникам структурних підрозділів </w:t>
      </w:r>
      <w:r>
        <w:rPr>
          <w:bCs/>
          <w:sz w:val="28"/>
          <w:szCs w:val="28"/>
          <w:lang w:val="uk-UA"/>
        </w:rPr>
        <w:t xml:space="preserve">Роменської </w:t>
      </w:r>
      <w:r w:rsidRPr="0078788D">
        <w:rPr>
          <w:bCs/>
          <w:sz w:val="28"/>
          <w:szCs w:val="28"/>
          <w:lang w:val="uk-UA"/>
        </w:rPr>
        <w:t>р</w:t>
      </w:r>
      <w:r>
        <w:rPr>
          <w:bCs/>
          <w:sz w:val="28"/>
          <w:szCs w:val="28"/>
          <w:lang w:val="uk-UA"/>
        </w:rPr>
        <w:t>айонної державної адміністрації</w:t>
      </w:r>
      <w:r w:rsidRPr="0078788D">
        <w:rPr>
          <w:bCs/>
          <w:sz w:val="28"/>
          <w:szCs w:val="28"/>
          <w:lang w:val="uk-UA"/>
        </w:rPr>
        <w:t xml:space="preserve">: </w:t>
      </w:r>
    </w:p>
    <w:p w:rsidR="00275751" w:rsidRPr="0078788D" w:rsidRDefault="00275751" w:rsidP="00CB3A58">
      <w:pPr>
        <w:ind w:firstLine="705"/>
        <w:jc w:val="both"/>
        <w:rPr>
          <w:bCs/>
          <w:sz w:val="28"/>
          <w:szCs w:val="28"/>
          <w:lang w:val="uk-UA"/>
        </w:rPr>
      </w:pPr>
      <w:r w:rsidRPr="0078788D">
        <w:rPr>
          <w:bCs/>
          <w:sz w:val="28"/>
          <w:szCs w:val="28"/>
          <w:lang w:val="uk-UA"/>
        </w:rPr>
        <w:t>1</w:t>
      </w:r>
      <w:r>
        <w:rPr>
          <w:bCs/>
          <w:sz w:val="28"/>
          <w:szCs w:val="28"/>
          <w:lang w:val="uk-UA"/>
        </w:rPr>
        <w:t>) з</w:t>
      </w:r>
      <w:r w:rsidRPr="0078788D">
        <w:rPr>
          <w:bCs/>
          <w:sz w:val="28"/>
          <w:szCs w:val="28"/>
          <w:lang w:val="uk-UA"/>
        </w:rPr>
        <w:t>абезпечити своєчасне виконання заходів, передбачених планом роботи</w:t>
      </w:r>
      <w:r>
        <w:rPr>
          <w:bCs/>
          <w:sz w:val="28"/>
          <w:szCs w:val="28"/>
          <w:lang w:val="uk-UA"/>
        </w:rPr>
        <w:t>;</w:t>
      </w:r>
    </w:p>
    <w:p w:rsidR="00275751" w:rsidRPr="0078788D" w:rsidRDefault="00275751" w:rsidP="006E30FB">
      <w:pPr>
        <w:numPr>
          <w:ilvl w:val="8"/>
          <w:numId w:val="6"/>
        </w:numPr>
        <w:tabs>
          <w:tab w:val="clear" w:pos="360"/>
        </w:tabs>
        <w:jc w:val="both"/>
        <w:rPr>
          <w:bCs/>
          <w:sz w:val="28"/>
          <w:szCs w:val="28"/>
          <w:lang w:val="uk-UA"/>
        </w:rPr>
      </w:pPr>
      <w:r w:rsidRPr="0078788D">
        <w:rPr>
          <w:bCs/>
          <w:sz w:val="28"/>
          <w:szCs w:val="28"/>
          <w:lang w:val="uk-UA"/>
        </w:rPr>
        <w:t>2</w:t>
      </w:r>
      <w:r>
        <w:rPr>
          <w:bCs/>
          <w:sz w:val="28"/>
          <w:szCs w:val="28"/>
          <w:lang w:val="uk-UA"/>
        </w:rPr>
        <w:t>) щ</w:t>
      </w:r>
      <w:r w:rsidRPr="0078788D">
        <w:rPr>
          <w:bCs/>
          <w:sz w:val="28"/>
          <w:szCs w:val="28"/>
          <w:lang w:val="uk-UA"/>
        </w:rPr>
        <w:t xml:space="preserve">оквартально аналізувати стан фактичного виконання плану роботи та до 5 числа наступного за кварталом місяця </w:t>
      </w:r>
      <w:r>
        <w:rPr>
          <w:bCs/>
          <w:sz w:val="28"/>
          <w:szCs w:val="28"/>
          <w:lang w:val="uk-UA"/>
        </w:rPr>
        <w:t>надавати відділ</w:t>
      </w:r>
      <w:r w:rsidRPr="00C94A2A">
        <w:rPr>
          <w:bCs/>
          <w:sz w:val="28"/>
          <w:szCs w:val="28"/>
          <w:lang w:val="uk-UA"/>
        </w:rPr>
        <w:t>ові</w:t>
      </w:r>
      <w:r>
        <w:rPr>
          <w:bCs/>
          <w:sz w:val="28"/>
          <w:szCs w:val="28"/>
          <w:lang w:val="uk-UA"/>
        </w:rPr>
        <w:t xml:space="preserve"> організаційно</w:t>
      </w:r>
      <w:r w:rsidRPr="0078788D">
        <w:rPr>
          <w:bCs/>
          <w:sz w:val="28"/>
          <w:szCs w:val="28"/>
          <w:lang w:val="uk-UA"/>
        </w:rPr>
        <w:t xml:space="preserve">ї роботи апарату </w:t>
      </w:r>
      <w:r>
        <w:rPr>
          <w:bCs/>
          <w:sz w:val="28"/>
          <w:szCs w:val="28"/>
          <w:lang w:val="uk-UA"/>
        </w:rPr>
        <w:t xml:space="preserve">Роменської </w:t>
      </w:r>
      <w:r w:rsidRPr="0078788D">
        <w:rPr>
          <w:bCs/>
          <w:sz w:val="28"/>
          <w:szCs w:val="28"/>
          <w:lang w:val="uk-UA"/>
        </w:rPr>
        <w:t>районної державної адміністрації інформацію для узагальнення.</w:t>
      </w:r>
    </w:p>
    <w:p w:rsidR="00275751" w:rsidRDefault="00275751" w:rsidP="00767468">
      <w:pPr>
        <w:ind w:firstLine="709"/>
        <w:jc w:val="both"/>
        <w:rPr>
          <w:bCs/>
          <w:sz w:val="28"/>
          <w:szCs w:val="28"/>
          <w:lang w:val="uk-UA"/>
        </w:rPr>
      </w:pPr>
      <w:r>
        <w:rPr>
          <w:bCs/>
          <w:sz w:val="28"/>
          <w:szCs w:val="28"/>
          <w:lang w:val="uk-UA"/>
        </w:rPr>
        <w:t>3. Визнати таким, що втратило чинність р</w:t>
      </w:r>
      <w:r w:rsidRPr="0078788D">
        <w:rPr>
          <w:bCs/>
          <w:sz w:val="28"/>
          <w:szCs w:val="28"/>
          <w:lang w:val="uk-UA"/>
        </w:rPr>
        <w:t xml:space="preserve">озпорядження голови </w:t>
      </w:r>
      <w:r>
        <w:rPr>
          <w:bCs/>
          <w:sz w:val="28"/>
          <w:szCs w:val="28"/>
          <w:lang w:val="uk-UA"/>
        </w:rPr>
        <w:t xml:space="preserve">Роменської </w:t>
      </w:r>
      <w:r w:rsidRPr="0078788D">
        <w:rPr>
          <w:bCs/>
          <w:sz w:val="28"/>
          <w:szCs w:val="28"/>
          <w:lang w:val="uk-UA"/>
        </w:rPr>
        <w:t>районн</w:t>
      </w:r>
      <w:r>
        <w:rPr>
          <w:bCs/>
          <w:sz w:val="28"/>
          <w:szCs w:val="28"/>
          <w:lang w:val="uk-UA"/>
        </w:rPr>
        <w:t xml:space="preserve">ої державної адміністрації від </w:t>
      </w:r>
      <w:r w:rsidRPr="00003493">
        <w:rPr>
          <w:bCs/>
          <w:sz w:val="28"/>
          <w:szCs w:val="28"/>
          <w:lang w:val="uk-UA"/>
        </w:rPr>
        <w:t>2</w:t>
      </w:r>
      <w:r>
        <w:rPr>
          <w:bCs/>
          <w:sz w:val="28"/>
          <w:szCs w:val="28"/>
          <w:lang w:val="uk-UA"/>
        </w:rPr>
        <w:t>2</w:t>
      </w:r>
      <w:r w:rsidRPr="00003493">
        <w:rPr>
          <w:bCs/>
          <w:sz w:val="28"/>
          <w:szCs w:val="28"/>
          <w:lang w:val="uk-UA"/>
        </w:rPr>
        <w:t>.12.201</w:t>
      </w:r>
      <w:r>
        <w:rPr>
          <w:bCs/>
          <w:sz w:val="28"/>
          <w:szCs w:val="28"/>
          <w:lang w:val="uk-UA"/>
        </w:rPr>
        <w:t>4</w:t>
      </w:r>
      <w:r w:rsidRPr="00003493">
        <w:rPr>
          <w:bCs/>
          <w:sz w:val="28"/>
          <w:szCs w:val="28"/>
          <w:lang w:val="uk-UA"/>
        </w:rPr>
        <w:t xml:space="preserve"> № </w:t>
      </w:r>
      <w:r>
        <w:rPr>
          <w:bCs/>
          <w:sz w:val="28"/>
          <w:szCs w:val="28"/>
          <w:lang w:val="uk-UA"/>
        </w:rPr>
        <w:t>358-ОД</w:t>
      </w:r>
      <w:r w:rsidRPr="0078788D">
        <w:rPr>
          <w:bCs/>
          <w:sz w:val="28"/>
          <w:szCs w:val="28"/>
          <w:lang w:val="uk-UA"/>
        </w:rPr>
        <w:t xml:space="preserve"> «Про план роботи </w:t>
      </w:r>
      <w:r>
        <w:rPr>
          <w:bCs/>
          <w:sz w:val="28"/>
          <w:szCs w:val="28"/>
          <w:lang w:val="uk-UA"/>
        </w:rPr>
        <w:t xml:space="preserve">Роменської </w:t>
      </w:r>
      <w:r w:rsidRPr="0078788D">
        <w:rPr>
          <w:bCs/>
          <w:sz w:val="28"/>
          <w:szCs w:val="28"/>
          <w:lang w:val="uk-UA"/>
        </w:rPr>
        <w:t>районної державної адміністрації на 201</w:t>
      </w:r>
      <w:r>
        <w:rPr>
          <w:bCs/>
          <w:sz w:val="28"/>
          <w:szCs w:val="28"/>
          <w:lang w:val="uk-UA"/>
        </w:rPr>
        <w:t>5</w:t>
      </w:r>
      <w:r w:rsidRPr="0078788D">
        <w:rPr>
          <w:bCs/>
          <w:sz w:val="28"/>
          <w:szCs w:val="28"/>
          <w:lang w:val="uk-UA"/>
        </w:rPr>
        <w:t xml:space="preserve"> рік»</w:t>
      </w:r>
      <w:r>
        <w:rPr>
          <w:bCs/>
          <w:sz w:val="28"/>
          <w:szCs w:val="28"/>
          <w:lang w:val="uk-UA"/>
        </w:rPr>
        <w:t>.</w:t>
      </w:r>
    </w:p>
    <w:p w:rsidR="00275751" w:rsidRPr="00DA1874" w:rsidRDefault="00275751" w:rsidP="004F6712">
      <w:pPr>
        <w:ind w:firstLine="708"/>
        <w:jc w:val="both"/>
        <w:rPr>
          <w:bCs/>
          <w:sz w:val="28"/>
          <w:szCs w:val="28"/>
          <w:lang w:val="uk-UA"/>
        </w:rPr>
      </w:pPr>
      <w:r>
        <w:rPr>
          <w:bCs/>
          <w:sz w:val="28"/>
          <w:szCs w:val="28"/>
          <w:lang w:val="uk-UA"/>
        </w:rPr>
        <w:t xml:space="preserve">4. </w:t>
      </w:r>
      <w:r w:rsidRPr="0078788D">
        <w:rPr>
          <w:bCs/>
          <w:sz w:val="28"/>
          <w:szCs w:val="28"/>
          <w:lang w:val="uk-UA"/>
        </w:rPr>
        <w:t>Контроль за виконанням</w:t>
      </w:r>
      <w:r w:rsidRPr="00DA1874">
        <w:rPr>
          <w:bCs/>
          <w:sz w:val="28"/>
          <w:szCs w:val="28"/>
          <w:lang w:val="uk-UA"/>
        </w:rPr>
        <w:t xml:space="preserve"> цього розпорядження залишаю за собою. </w:t>
      </w:r>
    </w:p>
    <w:p w:rsidR="00275751" w:rsidRDefault="00275751" w:rsidP="00863968">
      <w:pPr>
        <w:pStyle w:val="Heading2"/>
        <w:jc w:val="left"/>
        <w:rPr>
          <w:szCs w:val="28"/>
        </w:rPr>
      </w:pPr>
    </w:p>
    <w:p w:rsidR="00275751" w:rsidRDefault="00275751" w:rsidP="00A82A99">
      <w:pPr>
        <w:pStyle w:val="Heading2"/>
        <w:jc w:val="left"/>
        <w:rPr>
          <w:szCs w:val="28"/>
        </w:rPr>
      </w:pPr>
      <w:r>
        <w:rPr>
          <w:szCs w:val="28"/>
        </w:rPr>
        <w:t>Г</w:t>
      </w:r>
      <w:r w:rsidRPr="00DA1874">
        <w:rPr>
          <w:szCs w:val="28"/>
        </w:rPr>
        <w:t>олов</w:t>
      </w:r>
      <w:r>
        <w:rPr>
          <w:szCs w:val="28"/>
        </w:rPr>
        <w:t xml:space="preserve">а Роменської районної </w:t>
      </w:r>
    </w:p>
    <w:p w:rsidR="00275751" w:rsidRPr="002D40DE" w:rsidRDefault="00275751" w:rsidP="002D40DE">
      <w:pPr>
        <w:pStyle w:val="Heading2"/>
        <w:tabs>
          <w:tab w:val="left" w:pos="7088"/>
        </w:tabs>
        <w:jc w:val="left"/>
        <w:rPr>
          <w:szCs w:val="28"/>
        </w:rPr>
        <w:sectPr w:rsidR="00275751" w:rsidRPr="002D40DE" w:rsidSect="002D77D7">
          <w:headerReference w:type="default" r:id="rId8"/>
          <w:pgSz w:w="11906" w:h="16838"/>
          <w:pgMar w:top="284" w:right="567" w:bottom="1134" w:left="1701" w:header="709" w:footer="709" w:gutter="0"/>
          <w:cols w:space="708"/>
          <w:titlePg/>
          <w:docGrid w:linePitch="360"/>
        </w:sectPr>
      </w:pPr>
      <w:r>
        <w:rPr>
          <w:szCs w:val="28"/>
        </w:rPr>
        <w:t xml:space="preserve">державної адміністрації </w:t>
      </w:r>
      <w:r>
        <w:rPr>
          <w:szCs w:val="28"/>
        </w:rPr>
        <w:tab/>
        <w:t>В.О.Білоха</w:t>
      </w:r>
    </w:p>
    <w:p w:rsidR="00275751" w:rsidRDefault="00275751" w:rsidP="00212A05">
      <w:pPr>
        <w:rPr>
          <w:b/>
          <w:bCs/>
          <w:sz w:val="28"/>
          <w:szCs w:val="28"/>
          <w:lang w:val="uk-UA"/>
        </w:rPr>
      </w:pPr>
    </w:p>
    <w:p w:rsidR="00275751" w:rsidRDefault="00275751" w:rsidP="00B17B94">
      <w:pPr>
        <w:ind w:left="4956" w:firstLine="998"/>
        <w:rPr>
          <w:b/>
          <w:bCs/>
          <w:sz w:val="28"/>
          <w:szCs w:val="28"/>
          <w:lang w:val="uk-UA"/>
        </w:rPr>
      </w:pPr>
      <w:r>
        <w:rPr>
          <w:b/>
          <w:bCs/>
          <w:sz w:val="28"/>
          <w:szCs w:val="28"/>
          <w:lang w:val="uk-UA"/>
        </w:rPr>
        <w:t>ЗАТВЕРДЖЕНО</w:t>
      </w:r>
    </w:p>
    <w:p w:rsidR="00275751" w:rsidRPr="00DB46B9" w:rsidRDefault="00275751" w:rsidP="00B17B94">
      <w:pPr>
        <w:ind w:left="4956" w:firstLine="708"/>
        <w:rPr>
          <w:b/>
          <w:bCs/>
          <w:sz w:val="28"/>
          <w:szCs w:val="28"/>
          <w:lang w:val="uk-UA"/>
        </w:rPr>
      </w:pPr>
    </w:p>
    <w:p w:rsidR="00275751" w:rsidRPr="00DB46B9" w:rsidRDefault="00275751" w:rsidP="00B17B94">
      <w:pPr>
        <w:ind w:firstLine="5954"/>
        <w:rPr>
          <w:b/>
          <w:bCs/>
          <w:sz w:val="28"/>
          <w:szCs w:val="28"/>
          <w:lang w:val="uk-UA"/>
        </w:rPr>
      </w:pPr>
      <w:r>
        <w:rPr>
          <w:b/>
          <w:bCs/>
          <w:sz w:val="28"/>
          <w:szCs w:val="28"/>
          <w:lang w:val="uk-UA"/>
        </w:rPr>
        <w:t>Р</w:t>
      </w:r>
      <w:r w:rsidRPr="00DB46B9">
        <w:rPr>
          <w:b/>
          <w:bCs/>
          <w:sz w:val="28"/>
          <w:szCs w:val="28"/>
          <w:lang w:val="uk-UA"/>
        </w:rPr>
        <w:t>озпорядження голови</w:t>
      </w:r>
    </w:p>
    <w:p w:rsidR="00275751" w:rsidRPr="00DB46B9" w:rsidRDefault="00275751" w:rsidP="00B17B94">
      <w:pPr>
        <w:ind w:left="5954" w:hanging="2414"/>
        <w:rPr>
          <w:b/>
          <w:bCs/>
          <w:sz w:val="28"/>
          <w:szCs w:val="28"/>
          <w:lang w:val="uk-UA"/>
        </w:rPr>
      </w:pPr>
      <w:r>
        <w:rPr>
          <w:b/>
          <w:bCs/>
          <w:sz w:val="28"/>
          <w:szCs w:val="28"/>
          <w:lang w:val="uk-UA"/>
        </w:rPr>
        <w:tab/>
        <w:t xml:space="preserve">Роменської </w:t>
      </w:r>
      <w:r w:rsidRPr="00DB46B9">
        <w:rPr>
          <w:b/>
          <w:bCs/>
          <w:sz w:val="28"/>
          <w:szCs w:val="28"/>
          <w:lang w:val="uk-UA"/>
        </w:rPr>
        <w:t>рай</w:t>
      </w:r>
      <w:r>
        <w:rPr>
          <w:b/>
          <w:bCs/>
          <w:sz w:val="28"/>
          <w:szCs w:val="28"/>
          <w:lang w:val="uk-UA"/>
        </w:rPr>
        <w:t xml:space="preserve">онної </w:t>
      </w:r>
      <w:r w:rsidRPr="00DB46B9">
        <w:rPr>
          <w:b/>
          <w:bCs/>
          <w:sz w:val="28"/>
          <w:szCs w:val="28"/>
          <w:lang w:val="uk-UA"/>
        </w:rPr>
        <w:t>держа</w:t>
      </w:r>
      <w:r>
        <w:rPr>
          <w:b/>
          <w:bCs/>
          <w:sz w:val="28"/>
          <w:szCs w:val="28"/>
          <w:lang w:val="uk-UA"/>
        </w:rPr>
        <w:t>вної а</w:t>
      </w:r>
      <w:r w:rsidRPr="00DB46B9">
        <w:rPr>
          <w:b/>
          <w:bCs/>
          <w:sz w:val="28"/>
          <w:szCs w:val="28"/>
          <w:lang w:val="uk-UA"/>
        </w:rPr>
        <w:t>дміністрації</w:t>
      </w:r>
    </w:p>
    <w:p w:rsidR="00275751" w:rsidRDefault="00275751" w:rsidP="00B17B94">
      <w:pPr>
        <w:ind w:firstLine="708"/>
        <w:rPr>
          <w:b/>
          <w:bCs/>
          <w:sz w:val="28"/>
          <w:szCs w:val="28"/>
          <w:lang w:val="uk-UA"/>
        </w:rPr>
      </w:pPr>
      <w:r>
        <w:rPr>
          <w:b/>
          <w:bCs/>
          <w:sz w:val="28"/>
          <w:szCs w:val="28"/>
          <w:lang w:val="uk-UA"/>
        </w:rPr>
        <w:tab/>
      </w:r>
      <w:r>
        <w:rPr>
          <w:b/>
          <w:bCs/>
          <w:sz w:val="28"/>
          <w:szCs w:val="28"/>
          <w:lang w:val="uk-UA"/>
        </w:rPr>
        <w:tab/>
      </w:r>
      <w:r>
        <w:rPr>
          <w:b/>
          <w:bCs/>
          <w:sz w:val="28"/>
          <w:szCs w:val="28"/>
          <w:lang w:val="uk-UA"/>
        </w:rPr>
        <w:tab/>
      </w:r>
      <w:r w:rsidRPr="00DB46B9">
        <w:rPr>
          <w:b/>
          <w:bCs/>
          <w:sz w:val="28"/>
          <w:szCs w:val="28"/>
          <w:lang w:val="uk-UA"/>
        </w:rPr>
        <w:tab/>
      </w:r>
      <w:r w:rsidRPr="00DB46B9">
        <w:rPr>
          <w:b/>
          <w:bCs/>
          <w:sz w:val="28"/>
          <w:szCs w:val="28"/>
          <w:lang w:val="uk-UA"/>
        </w:rPr>
        <w:tab/>
      </w:r>
      <w:r w:rsidRPr="00DB46B9">
        <w:rPr>
          <w:b/>
          <w:bCs/>
          <w:sz w:val="28"/>
          <w:szCs w:val="28"/>
          <w:lang w:val="uk-UA"/>
        </w:rPr>
        <w:tab/>
      </w:r>
      <w:r w:rsidRPr="00DB46B9">
        <w:rPr>
          <w:b/>
          <w:bCs/>
          <w:sz w:val="28"/>
          <w:szCs w:val="28"/>
          <w:lang w:val="uk-UA"/>
        </w:rPr>
        <w:tab/>
      </w:r>
      <w:r>
        <w:rPr>
          <w:b/>
          <w:bCs/>
          <w:sz w:val="28"/>
          <w:szCs w:val="28"/>
          <w:lang w:val="uk-UA"/>
        </w:rPr>
        <w:tab/>
      </w:r>
      <w:r>
        <w:rPr>
          <w:b/>
          <w:bCs/>
          <w:sz w:val="28"/>
          <w:szCs w:val="28"/>
          <w:lang w:val="uk-UA"/>
        </w:rPr>
        <w:tab/>
      </w:r>
      <w:r>
        <w:rPr>
          <w:b/>
          <w:bCs/>
          <w:sz w:val="28"/>
          <w:szCs w:val="28"/>
          <w:lang w:val="uk-UA"/>
        </w:rPr>
        <w:tab/>
      </w:r>
    </w:p>
    <w:p w:rsidR="00275751" w:rsidRPr="006034D3" w:rsidRDefault="00275751" w:rsidP="00557F62">
      <w:pPr>
        <w:ind w:left="5954"/>
        <w:rPr>
          <w:b/>
          <w:bCs/>
          <w:sz w:val="28"/>
          <w:szCs w:val="28"/>
          <w:lang w:val="uk-UA"/>
        </w:rPr>
      </w:pPr>
      <w:r>
        <w:rPr>
          <w:b/>
          <w:bCs/>
          <w:sz w:val="28"/>
          <w:szCs w:val="28"/>
          <w:lang w:val="uk-UA"/>
        </w:rPr>
        <w:t xml:space="preserve">16.12.2015 </w:t>
      </w:r>
      <w:r w:rsidRPr="006034D3">
        <w:rPr>
          <w:b/>
          <w:bCs/>
          <w:sz w:val="28"/>
          <w:szCs w:val="28"/>
          <w:lang w:val="uk-UA"/>
        </w:rPr>
        <w:t xml:space="preserve">№ </w:t>
      </w:r>
      <w:r>
        <w:rPr>
          <w:b/>
          <w:bCs/>
          <w:sz w:val="28"/>
          <w:szCs w:val="28"/>
          <w:lang w:val="uk-UA"/>
        </w:rPr>
        <w:t>311-ОД</w:t>
      </w:r>
    </w:p>
    <w:p w:rsidR="00275751" w:rsidRPr="00206A10" w:rsidRDefault="00275751" w:rsidP="00B17B94">
      <w:pPr>
        <w:rPr>
          <w:sz w:val="28"/>
          <w:lang w:val="uk-UA"/>
        </w:rPr>
      </w:pPr>
    </w:p>
    <w:p w:rsidR="00275751" w:rsidRPr="00206A10" w:rsidRDefault="00275751" w:rsidP="00B17B94">
      <w:pPr>
        <w:jc w:val="center"/>
        <w:rPr>
          <w:bCs/>
          <w:sz w:val="28"/>
          <w:szCs w:val="28"/>
          <w:lang w:val="uk-UA"/>
        </w:rPr>
      </w:pPr>
      <w:r w:rsidRPr="00206A10">
        <w:rPr>
          <w:bCs/>
          <w:sz w:val="28"/>
          <w:szCs w:val="28"/>
          <w:lang w:val="uk-UA"/>
        </w:rPr>
        <w:t>ПЛАН</w:t>
      </w:r>
    </w:p>
    <w:p w:rsidR="00275751" w:rsidRPr="00206A10" w:rsidRDefault="00275751" w:rsidP="00B17B94">
      <w:pPr>
        <w:ind w:firstLine="708"/>
        <w:rPr>
          <w:bCs/>
          <w:sz w:val="28"/>
          <w:szCs w:val="28"/>
          <w:lang w:val="uk-UA"/>
        </w:rPr>
      </w:pPr>
      <w:r w:rsidRPr="00206A10">
        <w:rPr>
          <w:bCs/>
          <w:sz w:val="28"/>
          <w:szCs w:val="28"/>
          <w:lang w:val="uk-UA"/>
        </w:rPr>
        <w:t>роботи Роменської районної державної адміністрації на 2016 рік</w:t>
      </w:r>
    </w:p>
    <w:p w:rsidR="00275751" w:rsidRPr="00206A10" w:rsidRDefault="00275751" w:rsidP="00B17B94">
      <w:pPr>
        <w:ind w:firstLine="708"/>
        <w:jc w:val="center"/>
        <w:rPr>
          <w:sz w:val="28"/>
          <w:lang w:val="uk-UA"/>
        </w:rPr>
      </w:pPr>
    </w:p>
    <w:p w:rsidR="00275751" w:rsidRPr="00206A10" w:rsidRDefault="00275751" w:rsidP="008B3D44">
      <w:pPr>
        <w:pStyle w:val="BodyTextIndent"/>
        <w:jc w:val="both"/>
        <w:rPr>
          <w:bCs/>
        </w:rPr>
      </w:pPr>
      <w:r w:rsidRPr="00206A10">
        <w:rPr>
          <w:bCs/>
        </w:rPr>
        <w:t>І. Питання, які доцільно розглянути на засіданнях колегії Роменської районної державної адміністрації</w:t>
      </w:r>
    </w:p>
    <w:p w:rsidR="00275751" w:rsidRDefault="00275751" w:rsidP="00B17B94">
      <w:pPr>
        <w:rPr>
          <w:sz w:val="28"/>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962"/>
        <w:gridCol w:w="1701"/>
        <w:gridCol w:w="2551"/>
      </w:tblGrid>
      <w:tr w:rsidR="00275751" w:rsidTr="001C2918">
        <w:tc>
          <w:tcPr>
            <w:tcW w:w="567" w:type="dxa"/>
          </w:tcPr>
          <w:p w:rsidR="00275751" w:rsidRPr="00422D67" w:rsidRDefault="00275751" w:rsidP="001C2918">
            <w:pPr>
              <w:rPr>
                <w:sz w:val="28"/>
                <w:szCs w:val="28"/>
                <w:lang w:val="uk-UA"/>
              </w:rPr>
            </w:pPr>
            <w:r w:rsidRPr="00422D67">
              <w:rPr>
                <w:sz w:val="28"/>
                <w:szCs w:val="28"/>
                <w:lang w:val="uk-UA"/>
              </w:rPr>
              <w:t xml:space="preserve">№ </w:t>
            </w:r>
            <w:r w:rsidRPr="00C94A2A">
              <w:rPr>
                <w:sz w:val="28"/>
                <w:szCs w:val="28"/>
                <w:lang w:val="uk-UA"/>
              </w:rPr>
              <w:t>з</w:t>
            </w:r>
            <w:r w:rsidRPr="00422D67">
              <w:rPr>
                <w:sz w:val="28"/>
                <w:szCs w:val="28"/>
                <w:lang w:val="uk-UA"/>
              </w:rPr>
              <w:t>/п</w:t>
            </w:r>
          </w:p>
        </w:tc>
        <w:tc>
          <w:tcPr>
            <w:tcW w:w="4962" w:type="dxa"/>
          </w:tcPr>
          <w:p w:rsidR="00275751" w:rsidRPr="00422D67" w:rsidRDefault="00275751" w:rsidP="001C2918">
            <w:pPr>
              <w:rPr>
                <w:sz w:val="28"/>
                <w:szCs w:val="28"/>
                <w:lang w:val="uk-UA"/>
              </w:rPr>
            </w:pPr>
            <w:r w:rsidRPr="00422D67">
              <w:rPr>
                <w:sz w:val="28"/>
                <w:szCs w:val="28"/>
                <w:lang w:val="uk-UA"/>
              </w:rPr>
              <w:t>Питання, що пропонуються розглянути</w:t>
            </w:r>
          </w:p>
        </w:tc>
        <w:tc>
          <w:tcPr>
            <w:tcW w:w="1701" w:type="dxa"/>
          </w:tcPr>
          <w:p w:rsidR="00275751" w:rsidRPr="00422D67" w:rsidRDefault="00275751" w:rsidP="001C2918">
            <w:pPr>
              <w:rPr>
                <w:sz w:val="28"/>
                <w:szCs w:val="28"/>
                <w:lang w:val="uk-UA"/>
              </w:rPr>
            </w:pPr>
            <w:r w:rsidRPr="00422D67">
              <w:rPr>
                <w:sz w:val="28"/>
                <w:szCs w:val="28"/>
                <w:lang w:val="uk-UA"/>
              </w:rPr>
              <w:t>Термін виконання</w:t>
            </w:r>
          </w:p>
        </w:tc>
        <w:tc>
          <w:tcPr>
            <w:tcW w:w="2551" w:type="dxa"/>
          </w:tcPr>
          <w:p w:rsidR="00275751" w:rsidRPr="00422D67" w:rsidRDefault="00275751" w:rsidP="001C2918">
            <w:pPr>
              <w:rPr>
                <w:sz w:val="28"/>
                <w:szCs w:val="28"/>
                <w:lang w:val="uk-UA"/>
              </w:rPr>
            </w:pPr>
            <w:r w:rsidRPr="00422D67">
              <w:rPr>
                <w:sz w:val="28"/>
                <w:szCs w:val="28"/>
                <w:lang w:val="uk-UA"/>
              </w:rPr>
              <w:t>Відповідальні за підготовку</w:t>
            </w:r>
          </w:p>
        </w:tc>
      </w:tr>
      <w:tr w:rsidR="00275751" w:rsidTr="001C2918">
        <w:tc>
          <w:tcPr>
            <w:tcW w:w="567" w:type="dxa"/>
          </w:tcPr>
          <w:p w:rsidR="00275751" w:rsidRPr="00422D67" w:rsidRDefault="00275751" w:rsidP="001C2918">
            <w:pPr>
              <w:jc w:val="center"/>
              <w:rPr>
                <w:sz w:val="28"/>
                <w:szCs w:val="28"/>
                <w:lang w:val="uk-UA"/>
              </w:rPr>
            </w:pPr>
            <w:r>
              <w:rPr>
                <w:sz w:val="28"/>
                <w:szCs w:val="28"/>
                <w:lang w:val="uk-UA"/>
              </w:rPr>
              <w:t>1</w:t>
            </w:r>
          </w:p>
        </w:tc>
        <w:tc>
          <w:tcPr>
            <w:tcW w:w="4962" w:type="dxa"/>
          </w:tcPr>
          <w:p w:rsidR="00275751" w:rsidRPr="00422D67" w:rsidRDefault="00275751" w:rsidP="001C2918">
            <w:pPr>
              <w:jc w:val="center"/>
              <w:rPr>
                <w:sz w:val="28"/>
                <w:szCs w:val="28"/>
                <w:lang w:val="uk-UA"/>
              </w:rPr>
            </w:pPr>
            <w:r>
              <w:rPr>
                <w:sz w:val="28"/>
                <w:szCs w:val="28"/>
                <w:lang w:val="uk-UA"/>
              </w:rPr>
              <w:t>2</w:t>
            </w:r>
          </w:p>
        </w:tc>
        <w:tc>
          <w:tcPr>
            <w:tcW w:w="1701" w:type="dxa"/>
          </w:tcPr>
          <w:p w:rsidR="00275751" w:rsidRPr="00422D67" w:rsidRDefault="00275751" w:rsidP="001C2918">
            <w:pPr>
              <w:jc w:val="center"/>
              <w:rPr>
                <w:sz w:val="28"/>
                <w:szCs w:val="28"/>
                <w:lang w:val="uk-UA"/>
              </w:rPr>
            </w:pPr>
            <w:r>
              <w:rPr>
                <w:sz w:val="28"/>
                <w:szCs w:val="28"/>
                <w:lang w:val="uk-UA"/>
              </w:rPr>
              <w:t>3</w:t>
            </w:r>
          </w:p>
        </w:tc>
        <w:tc>
          <w:tcPr>
            <w:tcW w:w="2551" w:type="dxa"/>
          </w:tcPr>
          <w:p w:rsidR="00275751" w:rsidRPr="00422D67" w:rsidRDefault="00275751" w:rsidP="001C2918">
            <w:pPr>
              <w:jc w:val="center"/>
              <w:rPr>
                <w:sz w:val="28"/>
                <w:szCs w:val="28"/>
                <w:lang w:val="uk-UA"/>
              </w:rPr>
            </w:pPr>
            <w:r>
              <w:rPr>
                <w:sz w:val="28"/>
                <w:szCs w:val="28"/>
                <w:lang w:val="uk-UA"/>
              </w:rPr>
              <w:t>4</w:t>
            </w:r>
          </w:p>
        </w:tc>
      </w:tr>
      <w:tr w:rsidR="00275751" w:rsidRPr="00AB5DBE" w:rsidTr="001C2918">
        <w:tc>
          <w:tcPr>
            <w:tcW w:w="567" w:type="dxa"/>
          </w:tcPr>
          <w:p w:rsidR="00275751" w:rsidRDefault="00275751" w:rsidP="001C2918">
            <w:pPr>
              <w:rPr>
                <w:sz w:val="28"/>
                <w:szCs w:val="28"/>
                <w:lang w:val="uk-UA"/>
              </w:rPr>
            </w:pPr>
            <w:r>
              <w:rPr>
                <w:sz w:val="28"/>
                <w:szCs w:val="28"/>
                <w:lang w:val="uk-UA"/>
              </w:rPr>
              <w:t>1.</w:t>
            </w:r>
          </w:p>
        </w:tc>
        <w:tc>
          <w:tcPr>
            <w:tcW w:w="4962" w:type="dxa"/>
          </w:tcPr>
          <w:p w:rsidR="00275751" w:rsidRPr="00206A10" w:rsidRDefault="00275751" w:rsidP="00730B7A">
            <w:pPr>
              <w:jc w:val="both"/>
              <w:rPr>
                <w:sz w:val="28"/>
                <w:szCs w:val="28"/>
                <w:lang w:val="uk-UA"/>
              </w:rPr>
            </w:pPr>
            <w:r w:rsidRPr="00206A10">
              <w:rPr>
                <w:sz w:val="28"/>
                <w:szCs w:val="28"/>
                <w:lang w:val="uk-UA"/>
              </w:rPr>
              <w:t>Про підсумки</w:t>
            </w:r>
            <w:r>
              <w:rPr>
                <w:sz w:val="28"/>
                <w:szCs w:val="28"/>
                <w:lang w:val="uk-UA"/>
              </w:rPr>
              <w:t xml:space="preserve"> роботи із зверненнями громадян </w:t>
            </w:r>
            <w:r w:rsidRPr="00C94A2A">
              <w:rPr>
                <w:sz w:val="28"/>
                <w:szCs w:val="28"/>
                <w:lang w:val="uk-UA"/>
              </w:rPr>
              <w:t>у 2015 році</w:t>
            </w:r>
          </w:p>
        </w:tc>
        <w:tc>
          <w:tcPr>
            <w:tcW w:w="1701" w:type="dxa"/>
          </w:tcPr>
          <w:p w:rsidR="00275751" w:rsidRPr="00567431" w:rsidRDefault="00275751" w:rsidP="00730B7A">
            <w:pPr>
              <w:rPr>
                <w:sz w:val="28"/>
                <w:szCs w:val="28"/>
                <w:lang w:val="uk-UA"/>
              </w:rPr>
            </w:pPr>
            <w:r w:rsidRPr="00B15C04">
              <w:rPr>
                <w:sz w:val="28"/>
                <w:szCs w:val="28"/>
                <w:lang w:val="uk-UA"/>
              </w:rPr>
              <w:t>26.01.2016</w:t>
            </w:r>
          </w:p>
        </w:tc>
        <w:tc>
          <w:tcPr>
            <w:tcW w:w="2551" w:type="dxa"/>
          </w:tcPr>
          <w:p w:rsidR="00275751" w:rsidRDefault="00275751" w:rsidP="00730B7A">
            <w:pPr>
              <w:rPr>
                <w:sz w:val="28"/>
                <w:szCs w:val="28"/>
                <w:lang w:val="uk-UA"/>
              </w:rPr>
            </w:pPr>
            <w:r>
              <w:rPr>
                <w:sz w:val="28"/>
                <w:szCs w:val="28"/>
                <w:lang w:val="uk-UA"/>
              </w:rPr>
              <w:t>Ломко М.О.</w:t>
            </w:r>
          </w:p>
          <w:p w:rsidR="00275751" w:rsidRDefault="00275751" w:rsidP="00730B7A">
            <w:pPr>
              <w:rPr>
                <w:sz w:val="28"/>
                <w:szCs w:val="28"/>
                <w:lang w:val="uk-UA"/>
              </w:rPr>
            </w:pPr>
            <w:r>
              <w:rPr>
                <w:sz w:val="28"/>
                <w:szCs w:val="28"/>
                <w:lang w:val="uk-UA"/>
              </w:rPr>
              <w:t>Щербина Г.О.</w:t>
            </w:r>
          </w:p>
        </w:tc>
      </w:tr>
      <w:tr w:rsidR="00275751" w:rsidRPr="000413B1" w:rsidTr="001C2918">
        <w:tc>
          <w:tcPr>
            <w:tcW w:w="567" w:type="dxa"/>
          </w:tcPr>
          <w:p w:rsidR="00275751" w:rsidRDefault="00275751" w:rsidP="001C2918">
            <w:pPr>
              <w:rPr>
                <w:sz w:val="28"/>
                <w:szCs w:val="28"/>
                <w:lang w:val="uk-UA"/>
              </w:rPr>
            </w:pPr>
            <w:r>
              <w:rPr>
                <w:sz w:val="28"/>
                <w:szCs w:val="28"/>
                <w:lang w:val="uk-UA"/>
              </w:rPr>
              <w:t>2.</w:t>
            </w:r>
          </w:p>
        </w:tc>
        <w:tc>
          <w:tcPr>
            <w:tcW w:w="4962" w:type="dxa"/>
          </w:tcPr>
          <w:p w:rsidR="00275751" w:rsidRPr="00206A10" w:rsidRDefault="00275751" w:rsidP="00730B7A">
            <w:pPr>
              <w:jc w:val="both"/>
              <w:rPr>
                <w:sz w:val="28"/>
                <w:szCs w:val="28"/>
                <w:lang w:val="uk-UA"/>
              </w:rPr>
            </w:pPr>
            <w:r w:rsidRPr="00206A10">
              <w:rPr>
                <w:sz w:val="28"/>
                <w:szCs w:val="28"/>
                <w:lang w:val="uk-UA"/>
              </w:rPr>
              <w:t>Про стан виконавської дисципліни та організації виконання завдань, визна</w:t>
            </w:r>
            <w:r>
              <w:rPr>
                <w:sz w:val="28"/>
                <w:szCs w:val="28"/>
                <w:lang w:val="uk-UA"/>
              </w:rPr>
              <w:t>-</w:t>
            </w:r>
            <w:r w:rsidRPr="00206A10">
              <w:rPr>
                <w:sz w:val="28"/>
                <w:szCs w:val="28"/>
                <w:lang w:val="uk-UA"/>
              </w:rPr>
              <w:t>чених актами законодавства, дору</w:t>
            </w:r>
            <w:r>
              <w:rPr>
                <w:sz w:val="28"/>
                <w:szCs w:val="28"/>
                <w:lang w:val="uk-UA"/>
              </w:rPr>
              <w:t>-</w:t>
            </w:r>
            <w:r w:rsidRPr="00206A10">
              <w:rPr>
                <w:sz w:val="28"/>
                <w:szCs w:val="28"/>
                <w:lang w:val="uk-UA"/>
              </w:rPr>
              <w:t xml:space="preserve">ченнями Прем’єр-міністра України, розпорядженнями і дорученнями голів Сумської обласної та Роменської районної державних адміністрацій </w:t>
            </w:r>
            <w:r w:rsidRPr="00206A10">
              <w:rPr>
                <w:bCs/>
                <w:sz w:val="28"/>
                <w:szCs w:val="28"/>
                <w:lang w:val="uk-UA"/>
              </w:rPr>
              <w:t>у 2015 році</w:t>
            </w:r>
          </w:p>
        </w:tc>
        <w:tc>
          <w:tcPr>
            <w:tcW w:w="1701" w:type="dxa"/>
          </w:tcPr>
          <w:p w:rsidR="00275751" w:rsidRPr="00567431" w:rsidRDefault="00275751" w:rsidP="00730B7A">
            <w:pPr>
              <w:rPr>
                <w:sz w:val="28"/>
                <w:szCs w:val="28"/>
                <w:lang w:val="uk-UA"/>
              </w:rPr>
            </w:pPr>
            <w:r w:rsidRPr="00B15C04">
              <w:rPr>
                <w:sz w:val="28"/>
                <w:szCs w:val="28"/>
                <w:lang w:val="uk-UA"/>
              </w:rPr>
              <w:t>26.01.2016</w:t>
            </w:r>
          </w:p>
        </w:tc>
        <w:tc>
          <w:tcPr>
            <w:tcW w:w="2551" w:type="dxa"/>
          </w:tcPr>
          <w:p w:rsidR="00275751" w:rsidRDefault="00275751" w:rsidP="00730B7A">
            <w:pPr>
              <w:rPr>
                <w:sz w:val="28"/>
                <w:szCs w:val="28"/>
                <w:lang w:val="uk-UA"/>
              </w:rPr>
            </w:pPr>
            <w:r>
              <w:rPr>
                <w:sz w:val="28"/>
                <w:szCs w:val="28"/>
                <w:lang w:val="uk-UA"/>
              </w:rPr>
              <w:t>Ломко М.О.</w:t>
            </w:r>
          </w:p>
          <w:p w:rsidR="00275751" w:rsidRDefault="00275751" w:rsidP="00730B7A">
            <w:pPr>
              <w:rPr>
                <w:sz w:val="28"/>
                <w:szCs w:val="28"/>
                <w:lang w:val="uk-UA"/>
              </w:rPr>
            </w:pPr>
            <w:r>
              <w:rPr>
                <w:sz w:val="28"/>
                <w:szCs w:val="28"/>
                <w:lang w:val="uk-UA"/>
              </w:rPr>
              <w:t>Кишун Л.В.</w:t>
            </w:r>
          </w:p>
        </w:tc>
      </w:tr>
      <w:tr w:rsidR="00275751" w:rsidRPr="000413B1" w:rsidTr="001C2918">
        <w:tc>
          <w:tcPr>
            <w:tcW w:w="567" w:type="dxa"/>
          </w:tcPr>
          <w:p w:rsidR="00275751" w:rsidRDefault="00275751" w:rsidP="001C2918">
            <w:pPr>
              <w:rPr>
                <w:sz w:val="28"/>
                <w:szCs w:val="28"/>
                <w:lang w:val="uk-UA"/>
              </w:rPr>
            </w:pPr>
            <w:r>
              <w:rPr>
                <w:sz w:val="28"/>
                <w:szCs w:val="28"/>
                <w:lang w:val="uk-UA"/>
              </w:rPr>
              <w:t>3.</w:t>
            </w:r>
          </w:p>
        </w:tc>
        <w:tc>
          <w:tcPr>
            <w:tcW w:w="4962" w:type="dxa"/>
          </w:tcPr>
          <w:p w:rsidR="00275751" w:rsidRPr="00206A10" w:rsidRDefault="00275751" w:rsidP="00730B7A">
            <w:pPr>
              <w:jc w:val="both"/>
              <w:rPr>
                <w:bCs/>
                <w:sz w:val="28"/>
                <w:szCs w:val="28"/>
                <w:lang w:val="uk-UA"/>
              </w:rPr>
            </w:pPr>
            <w:r w:rsidRPr="00206A10">
              <w:rPr>
                <w:sz w:val="28"/>
                <w:szCs w:val="28"/>
                <w:lang w:val="uk-UA"/>
              </w:rPr>
              <w:t>Про виконання Програми економіч</w:t>
            </w:r>
            <w:r>
              <w:rPr>
                <w:sz w:val="28"/>
                <w:szCs w:val="28"/>
                <w:lang w:val="uk-UA"/>
              </w:rPr>
              <w:t>-</w:t>
            </w:r>
            <w:r w:rsidRPr="00206A10">
              <w:rPr>
                <w:sz w:val="28"/>
                <w:szCs w:val="28"/>
                <w:lang w:val="uk-UA"/>
              </w:rPr>
              <w:t>ного і соціального розвитку та бю</w:t>
            </w:r>
            <w:r>
              <w:rPr>
                <w:sz w:val="28"/>
                <w:szCs w:val="28"/>
                <w:lang w:val="uk-UA"/>
              </w:rPr>
              <w:t>д-</w:t>
            </w:r>
            <w:r w:rsidRPr="00206A10">
              <w:rPr>
                <w:sz w:val="28"/>
                <w:szCs w:val="28"/>
                <w:lang w:val="uk-UA"/>
              </w:rPr>
              <w:t>жету Роменського району за 2015 рік</w:t>
            </w:r>
          </w:p>
        </w:tc>
        <w:tc>
          <w:tcPr>
            <w:tcW w:w="1701" w:type="dxa"/>
          </w:tcPr>
          <w:p w:rsidR="00275751" w:rsidRPr="00567431" w:rsidRDefault="00275751" w:rsidP="00730B7A">
            <w:pPr>
              <w:rPr>
                <w:sz w:val="28"/>
                <w:szCs w:val="28"/>
                <w:lang w:val="uk-UA"/>
              </w:rPr>
            </w:pPr>
            <w:r w:rsidRPr="00567431">
              <w:rPr>
                <w:sz w:val="28"/>
                <w:szCs w:val="28"/>
                <w:lang w:val="uk-UA"/>
              </w:rPr>
              <w:t>2</w:t>
            </w:r>
            <w:r>
              <w:rPr>
                <w:sz w:val="28"/>
                <w:szCs w:val="28"/>
                <w:lang w:val="uk-UA"/>
              </w:rPr>
              <w:t>3</w:t>
            </w:r>
            <w:r w:rsidRPr="00567431">
              <w:rPr>
                <w:sz w:val="28"/>
                <w:szCs w:val="28"/>
                <w:lang w:val="uk-UA"/>
              </w:rPr>
              <w:t>.0</w:t>
            </w:r>
            <w:r>
              <w:rPr>
                <w:sz w:val="28"/>
                <w:szCs w:val="28"/>
                <w:lang w:val="uk-UA"/>
              </w:rPr>
              <w:t>2</w:t>
            </w:r>
            <w:r w:rsidRPr="00567431">
              <w:rPr>
                <w:sz w:val="28"/>
                <w:szCs w:val="28"/>
                <w:lang w:val="uk-UA"/>
              </w:rPr>
              <w:t>.201</w:t>
            </w:r>
            <w:r>
              <w:rPr>
                <w:sz w:val="28"/>
                <w:szCs w:val="28"/>
                <w:lang w:val="uk-UA"/>
              </w:rPr>
              <w:t>6</w:t>
            </w:r>
          </w:p>
        </w:tc>
        <w:tc>
          <w:tcPr>
            <w:tcW w:w="2551" w:type="dxa"/>
          </w:tcPr>
          <w:p w:rsidR="00275751" w:rsidRDefault="00275751" w:rsidP="00730B7A">
            <w:pPr>
              <w:rPr>
                <w:sz w:val="28"/>
                <w:szCs w:val="28"/>
                <w:lang w:val="uk-UA"/>
              </w:rPr>
            </w:pPr>
            <w:r>
              <w:rPr>
                <w:sz w:val="28"/>
                <w:szCs w:val="28"/>
                <w:lang w:val="uk-UA"/>
              </w:rPr>
              <w:t>Татарінов В.М.</w:t>
            </w:r>
          </w:p>
          <w:p w:rsidR="00275751" w:rsidRDefault="00275751" w:rsidP="00730B7A">
            <w:pPr>
              <w:rPr>
                <w:sz w:val="28"/>
                <w:szCs w:val="28"/>
                <w:lang w:val="uk-UA"/>
              </w:rPr>
            </w:pPr>
            <w:r>
              <w:rPr>
                <w:sz w:val="28"/>
                <w:szCs w:val="28"/>
                <w:lang w:val="uk-UA"/>
              </w:rPr>
              <w:t>Журенко Н.М.</w:t>
            </w:r>
          </w:p>
          <w:p w:rsidR="00275751" w:rsidRDefault="00275751" w:rsidP="00730B7A">
            <w:pPr>
              <w:rPr>
                <w:sz w:val="28"/>
                <w:szCs w:val="28"/>
                <w:lang w:val="uk-UA"/>
              </w:rPr>
            </w:pPr>
            <w:r>
              <w:rPr>
                <w:sz w:val="28"/>
                <w:szCs w:val="28"/>
                <w:lang w:val="uk-UA"/>
              </w:rPr>
              <w:t>Гребенюк О.П.</w:t>
            </w:r>
          </w:p>
          <w:p w:rsidR="00275751" w:rsidRPr="00FC34DB" w:rsidRDefault="00275751" w:rsidP="00730B7A">
            <w:pPr>
              <w:rPr>
                <w:sz w:val="28"/>
                <w:szCs w:val="28"/>
                <w:lang w:val="uk-UA"/>
              </w:rPr>
            </w:pPr>
            <w:r w:rsidRPr="00FC34DB">
              <w:rPr>
                <w:sz w:val="28"/>
                <w:szCs w:val="28"/>
                <w:lang w:val="uk-UA"/>
              </w:rPr>
              <w:t>Анісімова М.В.</w:t>
            </w:r>
          </w:p>
        </w:tc>
      </w:tr>
      <w:tr w:rsidR="00275751" w:rsidRPr="00AB5DBE" w:rsidTr="001C2918">
        <w:tc>
          <w:tcPr>
            <w:tcW w:w="567" w:type="dxa"/>
          </w:tcPr>
          <w:p w:rsidR="00275751" w:rsidRDefault="00275751" w:rsidP="001C2918">
            <w:pPr>
              <w:rPr>
                <w:sz w:val="28"/>
                <w:szCs w:val="28"/>
                <w:lang w:val="uk-UA"/>
              </w:rPr>
            </w:pPr>
            <w:r>
              <w:rPr>
                <w:sz w:val="28"/>
                <w:szCs w:val="28"/>
                <w:lang w:val="uk-UA"/>
              </w:rPr>
              <w:t>4.</w:t>
            </w:r>
          </w:p>
        </w:tc>
        <w:tc>
          <w:tcPr>
            <w:tcW w:w="4962" w:type="dxa"/>
          </w:tcPr>
          <w:p w:rsidR="00275751" w:rsidRPr="00206A10" w:rsidRDefault="00275751" w:rsidP="00AD2C1D">
            <w:pPr>
              <w:jc w:val="both"/>
              <w:rPr>
                <w:sz w:val="28"/>
                <w:szCs w:val="28"/>
                <w:lang w:val="uk-UA"/>
              </w:rPr>
            </w:pPr>
            <w:r w:rsidRPr="00206A10">
              <w:rPr>
                <w:sz w:val="28"/>
                <w:szCs w:val="28"/>
                <w:lang w:val="uk-UA"/>
              </w:rPr>
              <w:t>Про організаційну роботу відділу агропромислового розвитку районної державної адміністрації з питання підготовки сільськогосподарських під</w:t>
            </w:r>
            <w:r>
              <w:rPr>
                <w:sz w:val="28"/>
                <w:szCs w:val="28"/>
                <w:lang w:val="uk-UA"/>
              </w:rPr>
              <w:t>-</w:t>
            </w:r>
            <w:r w:rsidRPr="00206A10">
              <w:rPr>
                <w:sz w:val="28"/>
                <w:szCs w:val="28"/>
                <w:lang w:val="uk-UA"/>
              </w:rPr>
              <w:t>приємств району до проведення комп</w:t>
            </w:r>
            <w:r>
              <w:rPr>
                <w:sz w:val="28"/>
                <w:szCs w:val="28"/>
                <w:lang w:val="uk-UA"/>
              </w:rPr>
              <w:t>-</w:t>
            </w:r>
            <w:r w:rsidRPr="00206A10">
              <w:rPr>
                <w:sz w:val="28"/>
                <w:szCs w:val="28"/>
                <w:lang w:val="uk-UA"/>
              </w:rPr>
              <w:t>лексу весняно-польових робіт 2016 року</w:t>
            </w:r>
          </w:p>
        </w:tc>
        <w:tc>
          <w:tcPr>
            <w:tcW w:w="1701" w:type="dxa"/>
          </w:tcPr>
          <w:p w:rsidR="00275751" w:rsidRPr="00567431" w:rsidRDefault="00275751" w:rsidP="00AD2C1D">
            <w:pPr>
              <w:rPr>
                <w:sz w:val="28"/>
                <w:szCs w:val="28"/>
                <w:lang w:val="uk-UA"/>
              </w:rPr>
            </w:pPr>
            <w:r>
              <w:rPr>
                <w:sz w:val="28"/>
                <w:szCs w:val="28"/>
                <w:lang w:val="uk-UA"/>
              </w:rPr>
              <w:t>29</w:t>
            </w:r>
            <w:r w:rsidRPr="00567431">
              <w:rPr>
                <w:sz w:val="28"/>
                <w:szCs w:val="28"/>
                <w:lang w:val="uk-UA"/>
              </w:rPr>
              <w:t>.03.201</w:t>
            </w:r>
            <w:r>
              <w:rPr>
                <w:sz w:val="28"/>
                <w:szCs w:val="28"/>
                <w:lang w:val="uk-UA"/>
              </w:rPr>
              <w:t>6</w:t>
            </w:r>
          </w:p>
        </w:tc>
        <w:tc>
          <w:tcPr>
            <w:tcW w:w="2551" w:type="dxa"/>
          </w:tcPr>
          <w:p w:rsidR="00275751" w:rsidRDefault="00275751" w:rsidP="00AD2C1D">
            <w:pPr>
              <w:rPr>
                <w:sz w:val="28"/>
                <w:szCs w:val="28"/>
                <w:lang w:val="uk-UA"/>
              </w:rPr>
            </w:pPr>
            <w:r>
              <w:rPr>
                <w:sz w:val="28"/>
                <w:szCs w:val="28"/>
                <w:lang w:val="uk-UA"/>
              </w:rPr>
              <w:t>Журенко Н.М.</w:t>
            </w:r>
          </w:p>
          <w:p w:rsidR="00275751" w:rsidRPr="006946F4" w:rsidRDefault="00275751" w:rsidP="00AD2C1D">
            <w:pPr>
              <w:rPr>
                <w:color w:val="FF0000"/>
                <w:sz w:val="28"/>
                <w:szCs w:val="28"/>
                <w:lang w:val="uk-UA"/>
              </w:rPr>
            </w:pPr>
            <w:r>
              <w:rPr>
                <w:sz w:val="28"/>
                <w:szCs w:val="28"/>
                <w:lang w:val="uk-UA"/>
              </w:rPr>
              <w:t>Псарьова А.М.</w:t>
            </w:r>
          </w:p>
        </w:tc>
      </w:tr>
      <w:tr w:rsidR="00275751" w:rsidRPr="00AB5DBE" w:rsidTr="001C2918">
        <w:tc>
          <w:tcPr>
            <w:tcW w:w="567" w:type="dxa"/>
          </w:tcPr>
          <w:p w:rsidR="00275751" w:rsidRDefault="00275751" w:rsidP="00585251">
            <w:pPr>
              <w:rPr>
                <w:sz w:val="28"/>
                <w:szCs w:val="28"/>
                <w:lang w:val="uk-UA"/>
              </w:rPr>
            </w:pPr>
            <w:r>
              <w:rPr>
                <w:sz w:val="28"/>
                <w:szCs w:val="28"/>
                <w:lang w:val="uk-UA"/>
              </w:rPr>
              <w:t>5.</w:t>
            </w:r>
          </w:p>
        </w:tc>
        <w:tc>
          <w:tcPr>
            <w:tcW w:w="4962" w:type="dxa"/>
          </w:tcPr>
          <w:p w:rsidR="00275751" w:rsidRDefault="00275751" w:rsidP="003B6D24">
            <w:pPr>
              <w:jc w:val="both"/>
              <w:rPr>
                <w:sz w:val="28"/>
                <w:szCs w:val="28"/>
                <w:lang w:val="uk-UA"/>
              </w:rPr>
            </w:pPr>
            <w:r w:rsidRPr="003B6D24">
              <w:rPr>
                <w:sz w:val="28"/>
                <w:szCs w:val="28"/>
                <w:lang w:val="uk-UA"/>
              </w:rPr>
              <w:t>Про хід виконання розпорядження голови районної державної адміні</w:t>
            </w:r>
            <w:r>
              <w:rPr>
                <w:sz w:val="28"/>
                <w:szCs w:val="28"/>
                <w:lang w:val="uk-UA"/>
              </w:rPr>
              <w:t>-</w:t>
            </w:r>
            <w:r w:rsidRPr="003B6D24">
              <w:rPr>
                <w:sz w:val="28"/>
                <w:szCs w:val="28"/>
                <w:lang w:val="uk-UA"/>
              </w:rPr>
              <w:t>страції від 12.11.2015 № 273-ОД «Про заходи увічнення пам’яті захисників України в Роменському районі на</w:t>
            </w:r>
            <w:r>
              <w:rPr>
                <w:sz w:val="28"/>
                <w:szCs w:val="28"/>
                <w:lang w:val="uk-UA"/>
              </w:rPr>
              <w:t xml:space="preserve"> </w:t>
            </w:r>
            <w:r w:rsidRPr="003B6D24">
              <w:rPr>
                <w:sz w:val="28"/>
                <w:szCs w:val="28"/>
                <w:lang w:val="uk-UA"/>
              </w:rPr>
              <w:t>пері</w:t>
            </w:r>
            <w:r>
              <w:rPr>
                <w:sz w:val="28"/>
                <w:szCs w:val="28"/>
                <w:lang w:val="uk-UA"/>
              </w:rPr>
              <w:t>-</w:t>
            </w:r>
          </w:p>
          <w:p w:rsidR="00275751" w:rsidRPr="003B6D24" w:rsidRDefault="00275751" w:rsidP="003B6D24">
            <w:pPr>
              <w:jc w:val="both"/>
              <w:rPr>
                <w:sz w:val="28"/>
                <w:szCs w:val="28"/>
                <w:lang w:val="uk-UA"/>
              </w:rPr>
            </w:pPr>
            <w:r w:rsidRPr="003B6D24">
              <w:rPr>
                <w:sz w:val="28"/>
                <w:szCs w:val="28"/>
                <w:lang w:val="uk-UA"/>
              </w:rPr>
              <w:t>од до 20</w:t>
            </w:r>
            <w:r w:rsidRPr="001E58D1">
              <w:rPr>
                <w:sz w:val="28"/>
                <w:szCs w:val="28"/>
                <w:lang w:val="uk-UA"/>
              </w:rPr>
              <w:t>2</w:t>
            </w:r>
            <w:r w:rsidRPr="003B6D24">
              <w:rPr>
                <w:sz w:val="28"/>
                <w:szCs w:val="28"/>
                <w:lang w:val="uk-UA"/>
              </w:rPr>
              <w:t>0 року» з питання діяльності</w:t>
            </w:r>
          </w:p>
        </w:tc>
        <w:tc>
          <w:tcPr>
            <w:tcW w:w="1701" w:type="dxa"/>
          </w:tcPr>
          <w:p w:rsidR="00275751" w:rsidRPr="00567431" w:rsidRDefault="00275751" w:rsidP="00585251">
            <w:pPr>
              <w:rPr>
                <w:sz w:val="28"/>
                <w:szCs w:val="28"/>
                <w:lang w:val="uk-UA"/>
              </w:rPr>
            </w:pPr>
            <w:r>
              <w:rPr>
                <w:sz w:val="28"/>
                <w:szCs w:val="28"/>
                <w:lang w:val="uk-UA"/>
              </w:rPr>
              <w:t>26</w:t>
            </w:r>
            <w:r w:rsidRPr="00567431">
              <w:rPr>
                <w:sz w:val="28"/>
                <w:szCs w:val="28"/>
                <w:lang w:val="uk-UA"/>
              </w:rPr>
              <w:t>.04.201</w:t>
            </w:r>
            <w:r>
              <w:rPr>
                <w:sz w:val="28"/>
                <w:szCs w:val="28"/>
                <w:lang w:val="uk-UA"/>
              </w:rPr>
              <w:t>6</w:t>
            </w:r>
          </w:p>
        </w:tc>
        <w:tc>
          <w:tcPr>
            <w:tcW w:w="2551" w:type="dxa"/>
          </w:tcPr>
          <w:p w:rsidR="00275751" w:rsidRPr="0080281C" w:rsidRDefault="00275751" w:rsidP="00585251">
            <w:pPr>
              <w:rPr>
                <w:sz w:val="28"/>
                <w:szCs w:val="28"/>
                <w:lang w:val="uk-UA"/>
              </w:rPr>
            </w:pPr>
            <w:r>
              <w:rPr>
                <w:sz w:val="28"/>
                <w:szCs w:val="28"/>
                <w:lang w:val="uk-UA"/>
              </w:rPr>
              <w:t>Татарінов</w:t>
            </w:r>
            <w:r w:rsidRPr="0080281C">
              <w:rPr>
                <w:sz w:val="28"/>
                <w:szCs w:val="28"/>
                <w:lang w:val="uk-UA"/>
              </w:rPr>
              <w:t xml:space="preserve"> В.</w:t>
            </w:r>
            <w:r>
              <w:rPr>
                <w:sz w:val="28"/>
                <w:szCs w:val="28"/>
                <w:lang w:val="uk-UA"/>
              </w:rPr>
              <w:t>М</w:t>
            </w:r>
            <w:r w:rsidRPr="0080281C">
              <w:rPr>
                <w:sz w:val="28"/>
                <w:szCs w:val="28"/>
                <w:lang w:val="uk-UA"/>
              </w:rPr>
              <w:t>.</w:t>
            </w:r>
          </w:p>
          <w:p w:rsidR="00275751" w:rsidRPr="0080281C" w:rsidRDefault="00275751" w:rsidP="00585251">
            <w:pPr>
              <w:rPr>
                <w:sz w:val="28"/>
                <w:szCs w:val="28"/>
                <w:lang w:val="uk-UA"/>
              </w:rPr>
            </w:pPr>
            <w:r>
              <w:rPr>
                <w:sz w:val="28"/>
                <w:szCs w:val="28"/>
                <w:lang w:val="uk-UA"/>
              </w:rPr>
              <w:t>Момот С.В</w:t>
            </w:r>
            <w:r w:rsidRPr="0080281C">
              <w:rPr>
                <w:sz w:val="28"/>
                <w:szCs w:val="28"/>
                <w:lang w:val="uk-UA"/>
              </w:rPr>
              <w:t>.</w:t>
            </w:r>
          </w:p>
        </w:tc>
      </w:tr>
      <w:tr w:rsidR="00275751" w:rsidRPr="00AB5DBE" w:rsidTr="004879C8">
        <w:tc>
          <w:tcPr>
            <w:tcW w:w="9781" w:type="dxa"/>
            <w:gridSpan w:val="4"/>
          </w:tcPr>
          <w:p w:rsidR="00275751" w:rsidRDefault="00275751" w:rsidP="00AE50C6">
            <w:pPr>
              <w:rPr>
                <w:sz w:val="28"/>
                <w:szCs w:val="28"/>
                <w:lang w:val="uk-UA"/>
              </w:rPr>
            </w:pPr>
            <w:r>
              <w:rPr>
                <w:sz w:val="28"/>
                <w:szCs w:val="28"/>
                <w:lang w:val="uk-UA"/>
              </w:rPr>
              <w:t xml:space="preserve">                                                                                                 Продовження додатка</w:t>
            </w:r>
          </w:p>
        </w:tc>
      </w:tr>
      <w:tr w:rsidR="00275751" w:rsidRPr="00AB5DBE" w:rsidTr="001C2918">
        <w:tc>
          <w:tcPr>
            <w:tcW w:w="567" w:type="dxa"/>
          </w:tcPr>
          <w:p w:rsidR="00275751" w:rsidRPr="00422D67" w:rsidRDefault="00275751" w:rsidP="004879C8">
            <w:pPr>
              <w:jc w:val="center"/>
              <w:rPr>
                <w:sz w:val="28"/>
                <w:szCs w:val="28"/>
                <w:lang w:val="uk-UA"/>
              </w:rPr>
            </w:pPr>
            <w:r>
              <w:rPr>
                <w:sz w:val="28"/>
                <w:szCs w:val="28"/>
                <w:lang w:val="uk-UA"/>
              </w:rPr>
              <w:t>1</w:t>
            </w:r>
          </w:p>
        </w:tc>
        <w:tc>
          <w:tcPr>
            <w:tcW w:w="4962" w:type="dxa"/>
          </w:tcPr>
          <w:p w:rsidR="00275751" w:rsidRPr="00422D67" w:rsidRDefault="00275751" w:rsidP="004879C8">
            <w:pPr>
              <w:jc w:val="center"/>
              <w:rPr>
                <w:sz w:val="28"/>
                <w:szCs w:val="28"/>
                <w:lang w:val="uk-UA"/>
              </w:rPr>
            </w:pPr>
            <w:r>
              <w:rPr>
                <w:sz w:val="28"/>
                <w:szCs w:val="28"/>
                <w:lang w:val="uk-UA"/>
              </w:rPr>
              <w:t>2</w:t>
            </w:r>
          </w:p>
        </w:tc>
        <w:tc>
          <w:tcPr>
            <w:tcW w:w="1701" w:type="dxa"/>
          </w:tcPr>
          <w:p w:rsidR="00275751" w:rsidRPr="00422D67" w:rsidRDefault="00275751" w:rsidP="004879C8">
            <w:pPr>
              <w:jc w:val="center"/>
              <w:rPr>
                <w:sz w:val="28"/>
                <w:szCs w:val="28"/>
                <w:lang w:val="uk-UA"/>
              </w:rPr>
            </w:pPr>
            <w:r>
              <w:rPr>
                <w:sz w:val="28"/>
                <w:szCs w:val="28"/>
                <w:lang w:val="uk-UA"/>
              </w:rPr>
              <w:t>3</w:t>
            </w:r>
          </w:p>
        </w:tc>
        <w:tc>
          <w:tcPr>
            <w:tcW w:w="2551" w:type="dxa"/>
          </w:tcPr>
          <w:p w:rsidR="00275751" w:rsidRPr="00422D67" w:rsidRDefault="00275751" w:rsidP="004879C8">
            <w:pPr>
              <w:jc w:val="center"/>
              <w:rPr>
                <w:sz w:val="28"/>
                <w:szCs w:val="28"/>
                <w:lang w:val="uk-UA"/>
              </w:rPr>
            </w:pPr>
            <w:r>
              <w:rPr>
                <w:sz w:val="28"/>
                <w:szCs w:val="28"/>
                <w:lang w:val="uk-UA"/>
              </w:rPr>
              <w:t>4</w:t>
            </w:r>
          </w:p>
        </w:tc>
      </w:tr>
      <w:tr w:rsidR="00275751" w:rsidRPr="009E79CA" w:rsidTr="001C2918">
        <w:tc>
          <w:tcPr>
            <w:tcW w:w="567" w:type="dxa"/>
          </w:tcPr>
          <w:p w:rsidR="00275751" w:rsidRDefault="00275751" w:rsidP="001C2918">
            <w:pPr>
              <w:rPr>
                <w:sz w:val="28"/>
                <w:szCs w:val="28"/>
                <w:lang w:val="uk-UA"/>
              </w:rPr>
            </w:pPr>
          </w:p>
        </w:tc>
        <w:tc>
          <w:tcPr>
            <w:tcW w:w="4962" w:type="dxa"/>
          </w:tcPr>
          <w:p w:rsidR="00275751" w:rsidRPr="003B6D24" w:rsidRDefault="00275751" w:rsidP="003B6D24">
            <w:pPr>
              <w:jc w:val="both"/>
              <w:rPr>
                <w:sz w:val="28"/>
                <w:szCs w:val="28"/>
                <w:lang w:val="uk-UA"/>
              </w:rPr>
            </w:pPr>
            <w:r w:rsidRPr="003B6D24">
              <w:rPr>
                <w:sz w:val="28"/>
                <w:szCs w:val="28"/>
                <w:lang w:val="uk-UA"/>
              </w:rPr>
              <w:t>закладів культури району щодо увічнення пам’яті воїнів, які брали участь у захисті України в роки Другої світової війни та під час проведення антитерористичної операції</w:t>
            </w:r>
          </w:p>
        </w:tc>
        <w:tc>
          <w:tcPr>
            <w:tcW w:w="1701" w:type="dxa"/>
          </w:tcPr>
          <w:p w:rsidR="00275751" w:rsidRPr="00567431" w:rsidRDefault="00275751" w:rsidP="001C2918">
            <w:pPr>
              <w:rPr>
                <w:sz w:val="28"/>
                <w:szCs w:val="28"/>
                <w:lang w:val="uk-UA"/>
              </w:rPr>
            </w:pPr>
          </w:p>
        </w:tc>
        <w:tc>
          <w:tcPr>
            <w:tcW w:w="2551" w:type="dxa"/>
          </w:tcPr>
          <w:p w:rsidR="00275751" w:rsidRPr="0080281C" w:rsidRDefault="00275751" w:rsidP="001C2918">
            <w:pPr>
              <w:rPr>
                <w:sz w:val="28"/>
                <w:szCs w:val="28"/>
                <w:lang w:val="uk-UA"/>
              </w:rPr>
            </w:pPr>
          </w:p>
        </w:tc>
      </w:tr>
      <w:tr w:rsidR="00275751" w:rsidRPr="000413B1" w:rsidTr="001C2918">
        <w:tc>
          <w:tcPr>
            <w:tcW w:w="567" w:type="dxa"/>
          </w:tcPr>
          <w:p w:rsidR="00275751" w:rsidRDefault="00275751" w:rsidP="00DC6FAA">
            <w:pPr>
              <w:rPr>
                <w:sz w:val="28"/>
                <w:szCs w:val="28"/>
                <w:lang w:val="uk-UA"/>
              </w:rPr>
            </w:pPr>
            <w:r>
              <w:rPr>
                <w:sz w:val="28"/>
                <w:szCs w:val="28"/>
                <w:lang w:val="uk-UA"/>
              </w:rPr>
              <w:t>6.</w:t>
            </w:r>
          </w:p>
        </w:tc>
        <w:tc>
          <w:tcPr>
            <w:tcW w:w="4962" w:type="dxa"/>
          </w:tcPr>
          <w:p w:rsidR="00275751" w:rsidRPr="00206A10" w:rsidRDefault="00275751" w:rsidP="005B47A7">
            <w:pPr>
              <w:jc w:val="both"/>
              <w:rPr>
                <w:sz w:val="28"/>
                <w:szCs w:val="28"/>
                <w:lang w:val="uk-UA"/>
              </w:rPr>
            </w:pPr>
            <w:r w:rsidRPr="00050DBD">
              <w:rPr>
                <w:sz w:val="28"/>
                <w:szCs w:val="28"/>
                <w:lang w:val="uk-UA"/>
              </w:rPr>
              <w:t>Про виконання Програми еконо-мічного і соціального розвитку та бюджету Роменського району за</w:t>
            </w:r>
            <w:r w:rsidRPr="00206A10">
              <w:rPr>
                <w:sz w:val="28"/>
                <w:szCs w:val="28"/>
                <w:lang w:val="uk-UA"/>
              </w:rPr>
              <w:t xml:space="preserve"> І квартал 2016 року</w:t>
            </w:r>
          </w:p>
        </w:tc>
        <w:tc>
          <w:tcPr>
            <w:tcW w:w="1701" w:type="dxa"/>
          </w:tcPr>
          <w:p w:rsidR="00275751" w:rsidRDefault="00275751" w:rsidP="00C7365F">
            <w:pPr>
              <w:rPr>
                <w:sz w:val="28"/>
                <w:szCs w:val="28"/>
                <w:lang w:val="uk-UA"/>
              </w:rPr>
            </w:pPr>
            <w:r>
              <w:rPr>
                <w:sz w:val="28"/>
                <w:szCs w:val="28"/>
                <w:lang w:val="uk-UA"/>
              </w:rPr>
              <w:t>26</w:t>
            </w:r>
            <w:r w:rsidRPr="00567431">
              <w:rPr>
                <w:sz w:val="28"/>
                <w:szCs w:val="28"/>
                <w:lang w:val="uk-UA"/>
              </w:rPr>
              <w:t>.04.201</w:t>
            </w:r>
            <w:r>
              <w:rPr>
                <w:sz w:val="28"/>
                <w:szCs w:val="28"/>
                <w:lang w:val="uk-UA"/>
              </w:rPr>
              <w:t>6</w:t>
            </w:r>
          </w:p>
        </w:tc>
        <w:tc>
          <w:tcPr>
            <w:tcW w:w="2551" w:type="dxa"/>
          </w:tcPr>
          <w:p w:rsidR="00275751" w:rsidRDefault="00275751" w:rsidP="00BC4F93">
            <w:pPr>
              <w:rPr>
                <w:sz w:val="28"/>
                <w:szCs w:val="28"/>
                <w:lang w:val="uk-UA"/>
              </w:rPr>
            </w:pPr>
            <w:r>
              <w:rPr>
                <w:sz w:val="28"/>
                <w:szCs w:val="28"/>
                <w:lang w:val="uk-UA"/>
              </w:rPr>
              <w:t>Татарінов В.М.</w:t>
            </w:r>
          </w:p>
          <w:p w:rsidR="00275751" w:rsidRDefault="00275751" w:rsidP="00BC4F93">
            <w:pPr>
              <w:rPr>
                <w:sz w:val="28"/>
                <w:szCs w:val="28"/>
                <w:lang w:val="uk-UA"/>
              </w:rPr>
            </w:pPr>
            <w:r>
              <w:rPr>
                <w:sz w:val="28"/>
                <w:szCs w:val="28"/>
                <w:lang w:val="uk-UA"/>
              </w:rPr>
              <w:t>Журенко Н.М.</w:t>
            </w:r>
          </w:p>
          <w:p w:rsidR="00275751" w:rsidRDefault="00275751" w:rsidP="00BC4F93">
            <w:pPr>
              <w:rPr>
                <w:sz w:val="28"/>
                <w:szCs w:val="28"/>
                <w:lang w:val="uk-UA"/>
              </w:rPr>
            </w:pPr>
            <w:r>
              <w:rPr>
                <w:sz w:val="28"/>
                <w:szCs w:val="28"/>
                <w:lang w:val="uk-UA"/>
              </w:rPr>
              <w:t>Гребенюк О.П.</w:t>
            </w:r>
          </w:p>
          <w:p w:rsidR="00275751" w:rsidRDefault="00275751" w:rsidP="00BC4F93">
            <w:pPr>
              <w:rPr>
                <w:sz w:val="28"/>
                <w:szCs w:val="28"/>
                <w:lang w:val="uk-UA"/>
              </w:rPr>
            </w:pPr>
            <w:r w:rsidRPr="000F4F46">
              <w:rPr>
                <w:sz w:val="28"/>
                <w:szCs w:val="28"/>
                <w:lang w:val="uk-UA"/>
              </w:rPr>
              <w:t>Анісімова М.В.</w:t>
            </w:r>
          </w:p>
        </w:tc>
      </w:tr>
      <w:tr w:rsidR="00275751" w:rsidRPr="00AB5DBE" w:rsidTr="001C2918">
        <w:tc>
          <w:tcPr>
            <w:tcW w:w="567" w:type="dxa"/>
          </w:tcPr>
          <w:p w:rsidR="00275751" w:rsidRDefault="00275751" w:rsidP="001F18EA">
            <w:pPr>
              <w:rPr>
                <w:sz w:val="28"/>
                <w:szCs w:val="28"/>
                <w:lang w:val="uk-UA"/>
              </w:rPr>
            </w:pPr>
            <w:r>
              <w:rPr>
                <w:sz w:val="28"/>
                <w:szCs w:val="28"/>
                <w:lang w:val="uk-UA"/>
              </w:rPr>
              <w:t>7.</w:t>
            </w:r>
          </w:p>
        </w:tc>
        <w:tc>
          <w:tcPr>
            <w:tcW w:w="4962" w:type="dxa"/>
          </w:tcPr>
          <w:p w:rsidR="00275751" w:rsidRPr="00206A10" w:rsidRDefault="00275751" w:rsidP="00A17847">
            <w:pPr>
              <w:jc w:val="both"/>
              <w:rPr>
                <w:sz w:val="28"/>
                <w:szCs w:val="28"/>
                <w:lang w:val="uk-UA"/>
              </w:rPr>
            </w:pPr>
            <w:r w:rsidRPr="00206A10">
              <w:rPr>
                <w:bCs/>
                <w:sz w:val="28"/>
                <w:szCs w:val="28"/>
                <w:lang w:val="uk-UA"/>
              </w:rPr>
              <w:t>Про підготовку та проведення літньої оздоровчо-відпочинкової кампанії 2016 року</w:t>
            </w:r>
            <w:r>
              <w:rPr>
                <w:bCs/>
                <w:sz w:val="28"/>
                <w:szCs w:val="28"/>
                <w:lang w:val="uk-UA"/>
              </w:rPr>
              <w:t xml:space="preserve"> </w:t>
            </w:r>
            <w:r w:rsidRPr="003B6D24">
              <w:rPr>
                <w:bCs/>
                <w:sz w:val="28"/>
                <w:szCs w:val="28"/>
                <w:lang w:val="uk-UA"/>
              </w:rPr>
              <w:t>щодо виконання районної програми оздоровлення та відпочинку дітей на 2016 рік</w:t>
            </w:r>
          </w:p>
        </w:tc>
        <w:tc>
          <w:tcPr>
            <w:tcW w:w="1701" w:type="dxa"/>
          </w:tcPr>
          <w:p w:rsidR="00275751" w:rsidRPr="00567431" w:rsidRDefault="00275751" w:rsidP="001C2918">
            <w:pPr>
              <w:rPr>
                <w:sz w:val="28"/>
                <w:szCs w:val="28"/>
                <w:lang w:val="uk-UA"/>
              </w:rPr>
            </w:pPr>
            <w:r>
              <w:rPr>
                <w:sz w:val="28"/>
                <w:szCs w:val="28"/>
                <w:lang w:val="uk-UA"/>
              </w:rPr>
              <w:t>26</w:t>
            </w:r>
            <w:r w:rsidRPr="00567431">
              <w:rPr>
                <w:sz w:val="28"/>
                <w:szCs w:val="28"/>
                <w:lang w:val="uk-UA"/>
              </w:rPr>
              <w:t>.04.201</w:t>
            </w:r>
            <w:r>
              <w:rPr>
                <w:sz w:val="28"/>
                <w:szCs w:val="28"/>
                <w:lang w:val="uk-UA"/>
              </w:rPr>
              <w:t>6</w:t>
            </w:r>
          </w:p>
        </w:tc>
        <w:tc>
          <w:tcPr>
            <w:tcW w:w="2551" w:type="dxa"/>
          </w:tcPr>
          <w:p w:rsidR="00275751" w:rsidRDefault="00275751" w:rsidP="001C2918">
            <w:pPr>
              <w:rPr>
                <w:sz w:val="28"/>
                <w:szCs w:val="28"/>
                <w:lang w:val="uk-UA"/>
              </w:rPr>
            </w:pPr>
            <w:r>
              <w:rPr>
                <w:sz w:val="28"/>
                <w:szCs w:val="28"/>
                <w:lang w:val="uk-UA"/>
              </w:rPr>
              <w:t>Татарінов В.М.</w:t>
            </w:r>
          </w:p>
          <w:p w:rsidR="00275751" w:rsidRDefault="00275751" w:rsidP="001C2918">
            <w:pPr>
              <w:rPr>
                <w:sz w:val="28"/>
                <w:szCs w:val="28"/>
                <w:lang w:val="uk-UA"/>
              </w:rPr>
            </w:pPr>
            <w:r>
              <w:rPr>
                <w:sz w:val="28"/>
                <w:szCs w:val="28"/>
                <w:lang w:val="uk-UA"/>
              </w:rPr>
              <w:t>Шкурат Л.П.</w:t>
            </w:r>
          </w:p>
        </w:tc>
      </w:tr>
      <w:tr w:rsidR="00275751" w:rsidRPr="00AB5DBE" w:rsidTr="001C2918">
        <w:tc>
          <w:tcPr>
            <w:tcW w:w="567" w:type="dxa"/>
          </w:tcPr>
          <w:p w:rsidR="00275751" w:rsidRDefault="00275751" w:rsidP="00B31491">
            <w:pPr>
              <w:rPr>
                <w:sz w:val="28"/>
                <w:szCs w:val="28"/>
                <w:lang w:val="uk-UA"/>
              </w:rPr>
            </w:pPr>
            <w:r>
              <w:rPr>
                <w:sz w:val="28"/>
                <w:szCs w:val="28"/>
                <w:lang w:val="uk-UA"/>
              </w:rPr>
              <w:t>8.</w:t>
            </w:r>
          </w:p>
        </w:tc>
        <w:tc>
          <w:tcPr>
            <w:tcW w:w="4962" w:type="dxa"/>
          </w:tcPr>
          <w:p w:rsidR="00275751" w:rsidRPr="009B5EA3" w:rsidRDefault="00275751" w:rsidP="00DA031A">
            <w:pPr>
              <w:jc w:val="both"/>
              <w:rPr>
                <w:sz w:val="28"/>
                <w:szCs w:val="28"/>
                <w:lang w:val="uk-UA"/>
              </w:rPr>
            </w:pPr>
            <w:r w:rsidRPr="009B5EA3">
              <w:rPr>
                <w:sz w:val="28"/>
                <w:szCs w:val="28"/>
                <w:lang w:val="uk-UA"/>
              </w:rPr>
              <w:t>Про підсумки проходження опалю</w:t>
            </w:r>
            <w:r>
              <w:rPr>
                <w:sz w:val="28"/>
                <w:szCs w:val="28"/>
                <w:lang w:val="uk-UA"/>
              </w:rPr>
              <w:t>-</w:t>
            </w:r>
            <w:r w:rsidRPr="009B5EA3">
              <w:rPr>
                <w:sz w:val="28"/>
                <w:szCs w:val="28"/>
                <w:lang w:val="uk-UA"/>
              </w:rPr>
              <w:t>вального сезону 2015-2016 років та</w:t>
            </w:r>
          </w:p>
          <w:p w:rsidR="00275751" w:rsidRPr="00D27EE0" w:rsidRDefault="00275751" w:rsidP="00B8769C">
            <w:pPr>
              <w:jc w:val="both"/>
              <w:rPr>
                <w:sz w:val="28"/>
                <w:szCs w:val="28"/>
                <w:lang w:val="uk-UA"/>
              </w:rPr>
            </w:pPr>
            <w:r w:rsidRPr="009B5EA3">
              <w:rPr>
                <w:sz w:val="28"/>
                <w:szCs w:val="28"/>
                <w:lang w:val="uk-UA"/>
              </w:rPr>
              <w:t>завдання щодо підготовки галузей економіки та соціальної сфери району до роботи в осінньо-зимовий період 2016-2017 років</w:t>
            </w:r>
          </w:p>
        </w:tc>
        <w:tc>
          <w:tcPr>
            <w:tcW w:w="1701" w:type="dxa"/>
          </w:tcPr>
          <w:p w:rsidR="00275751" w:rsidRPr="00B8769C" w:rsidRDefault="00275751" w:rsidP="00C7365F">
            <w:pPr>
              <w:rPr>
                <w:bCs/>
                <w:sz w:val="28"/>
                <w:szCs w:val="28"/>
                <w:lang w:val="uk-UA"/>
              </w:rPr>
            </w:pPr>
            <w:r w:rsidRPr="00B8769C">
              <w:rPr>
                <w:bCs/>
                <w:sz w:val="28"/>
                <w:szCs w:val="28"/>
                <w:lang w:val="uk-UA"/>
              </w:rPr>
              <w:t>31.05.2016</w:t>
            </w:r>
          </w:p>
        </w:tc>
        <w:tc>
          <w:tcPr>
            <w:tcW w:w="2551" w:type="dxa"/>
          </w:tcPr>
          <w:p w:rsidR="00275751" w:rsidRDefault="00275751" w:rsidP="001C2918">
            <w:pPr>
              <w:rPr>
                <w:sz w:val="28"/>
                <w:szCs w:val="28"/>
                <w:lang w:val="uk-UA"/>
              </w:rPr>
            </w:pPr>
            <w:r>
              <w:rPr>
                <w:sz w:val="28"/>
                <w:szCs w:val="28"/>
                <w:lang w:val="uk-UA"/>
              </w:rPr>
              <w:t>Журенко Н.М.</w:t>
            </w:r>
          </w:p>
          <w:p w:rsidR="00275751" w:rsidRDefault="00275751" w:rsidP="001C2918">
            <w:pPr>
              <w:rPr>
                <w:sz w:val="28"/>
                <w:szCs w:val="28"/>
                <w:lang w:val="uk-UA"/>
              </w:rPr>
            </w:pPr>
            <w:r>
              <w:rPr>
                <w:sz w:val="28"/>
                <w:szCs w:val="28"/>
                <w:lang w:val="uk-UA"/>
              </w:rPr>
              <w:t>Ведмідь В.О.</w:t>
            </w:r>
          </w:p>
        </w:tc>
      </w:tr>
      <w:tr w:rsidR="00275751" w:rsidRPr="00AB5DBE" w:rsidTr="001C2918">
        <w:tc>
          <w:tcPr>
            <w:tcW w:w="567" w:type="dxa"/>
          </w:tcPr>
          <w:p w:rsidR="00275751" w:rsidRDefault="00275751" w:rsidP="001C2918">
            <w:pPr>
              <w:rPr>
                <w:sz w:val="28"/>
                <w:szCs w:val="28"/>
                <w:lang w:val="uk-UA"/>
              </w:rPr>
            </w:pPr>
            <w:r>
              <w:rPr>
                <w:sz w:val="28"/>
                <w:szCs w:val="28"/>
                <w:lang w:val="uk-UA"/>
              </w:rPr>
              <w:t>9.</w:t>
            </w:r>
          </w:p>
        </w:tc>
        <w:tc>
          <w:tcPr>
            <w:tcW w:w="4962" w:type="dxa"/>
          </w:tcPr>
          <w:p w:rsidR="00275751" w:rsidRPr="00206A10" w:rsidRDefault="00275751" w:rsidP="00CC7B03">
            <w:pPr>
              <w:jc w:val="both"/>
              <w:rPr>
                <w:sz w:val="28"/>
                <w:szCs w:val="28"/>
                <w:lang w:val="uk-UA"/>
              </w:rPr>
            </w:pPr>
            <w:r w:rsidRPr="00206A10">
              <w:rPr>
                <w:sz w:val="28"/>
                <w:szCs w:val="28"/>
                <w:lang w:val="uk-UA"/>
              </w:rPr>
              <w:t>Про</w:t>
            </w:r>
            <w:r w:rsidRPr="00206A10">
              <w:rPr>
                <w:b/>
                <w:sz w:val="28"/>
                <w:szCs w:val="28"/>
                <w:lang w:val="uk-UA"/>
              </w:rPr>
              <w:t xml:space="preserve"> </w:t>
            </w:r>
            <w:r w:rsidRPr="00206A10">
              <w:rPr>
                <w:sz w:val="28"/>
                <w:szCs w:val="28"/>
                <w:lang w:val="uk-UA"/>
              </w:rPr>
              <w:t>виконання районної програми зайнятості населення на період до 2017 року в частині створення нових робочих місць</w:t>
            </w:r>
          </w:p>
        </w:tc>
        <w:tc>
          <w:tcPr>
            <w:tcW w:w="1701" w:type="dxa"/>
          </w:tcPr>
          <w:p w:rsidR="00275751" w:rsidRPr="00F2417D" w:rsidRDefault="00275751" w:rsidP="008D5DBF">
            <w:pPr>
              <w:rPr>
                <w:sz w:val="28"/>
                <w:szCs w:val="28"/>
                <w:lang w:val="uk-UA"/>
              </w:rPr>
            </w:pPr>
            <w:r w:rsidRPr="00F2417D">
              <w:rPr>
                <w:sz w:val="28"/>
                <w:szCs w:val="28"/>
                <w:lang w:val="uk-UA"/>
              </w:rPr>
              <w:t>29.06.2016</w:t>
            </w:r>
          </w:p>
          <w:p w:rsidR="00275751" w:rsidRPr="00F2417D" w:rsidRDefault="00275751" w:rsidP="00F753BD">
            <w:pPr>
              <w:jc w:val="center"/>
              <w:rPr>
                <w:sz w:val="28"/>
                <w:szCs w:val="28"/>
                <w:lang w:val="uk-UA"/>
              </w:rPr>
            </w:pPr>
          </w:p>
        </w:tc>
        <w:tc>
          <w:tcPr>
            <w:tcW w:w="2551" w:type="dxa"/>
          </w:tcPr>
          <w:p w:rsidR="00275751" w:rsidRPr="00F2417D" w:rsidRDefault="00275751" w:rsidP="008D5DBF">
            <w:pPr>
              <w:jc w:val="both"/>
              <w:rPr>
                <w:sz w:val="28"/>
                <w:szCs w:val="28"/>
                <w:lang w:val="uk-UA"/>
              </w:rPr>
            </w:pPr>
            <w:r w:rsidRPr="00F2417D">
              <w:rPr>
                <w:sz w:val="28"/>
                <w:szCs w:val="28"/>
                <w:lang w:val="uk-UA"/>
              </w:rPr>
              <w:t>Татарінов В.М.</w:t>
            </w:r>
          </w:p>
          <w:p w:rsidR="00275751" w:rsidRPr="00F2417D" w:rsidRDefault="00275751" w:rsidP="008D5DBF">
            <w:pPr>
              <w:jc w:val="both"/>
              <w:rPr>
                <w:sz w:val="28"/>
                <w:szCs w:val="28"/>
                <w:lang w:val="uk-UA"/>
              </w:rPr>
            </w:pPr>
            <w:r w:rsidRPr="00F2417D">
              <w:rPr>
                <w:sz w:val="28"/>
                <w:szCs w:val="28"/>
                <w:lang w:val="uk-UA"/>
              </w:rPr>
              <w:t>Даценко О.М.</w:t>
            </w:r>
          </w:p>
        </w:tc>
      </w:tr>
      <w:tr w:rsidR="00275751" w:rsidRPr="00AB5DBE" w:rsidTr="00005ABA">
        <w:trPr>
          <w:trHeight w:val="1128"/>
        </w:trPr>
        <w:tc>
          <w:tcPr>
            <w:tcW w:w="567" w:type="dxa"/>
          </w:tcPr>
          <w:p w:rsidR="00275751" w:rsidRDefault="00275751" w:rsidP="007F23E4">
            <w:pPr>
              <w:rPr>
                <w:sz w:val="28"/>
                <w:szCs w:val="28"/>
                <w:lang w:val="uk-UA"/>
              </w:rPr>
            </w:pPr>
            <w:r>
              <w:rPr>
                <w:sz w:val="28"/>
                <w:szCs w:val="28"/>
                <w:lang w:val="uk-UA"/>
              </w:rPr>
              <w:t>10.</w:t>
            </w:r>
          </w:p>
        </w:tc>
        <w:tc>
          <w:tcPr>
            <w:tcW w:w="4962" w:type="dxa"/>
          </w:tcPr>
          <w:p w:rsidR="00275751" w:rsidRPr="0074332D" w:rsidRDefault="00275751" w:rsidP="00A37577">
            <w:pPr>
              <w:jc w:val="both"/>
              <w:rPr>
                <w:sz w:val="28"/>
                <w:szCs w:val="28"/>
                <w:lang w:val="uk-UA"/>
              </w:rPr>
            </w:pPr>
            <w:r w:rsidRPr="0074332D">
              <w:rPr>
                <w:sz w:val="28"/>
                <w:szCs w:val="28"/>
                <w:lang w:val="uk-UA"/>
              </w:rPr>
              <w:t>Про роботу районного центру соціальних служб для сім’ї, дітей та молоді щодо соціальної та пси-хологічної підтримки учасників анти-терористичної операції, організації надання їм допомоги з урахування визначених потреб щодо виконання Плану заходів щодо медичного, соціального забезпечення, адаптації, психологічної реабілітації, професійної підготовки (перепідготовки) учасників антитерористичної операції та членів їх сімей, затвердженого розпоряд-женням голови районної державної адміністрації від 05.11.2015 № 270-ОД «Про організацію системи координації і контролю надання допомоги учасни-</w:t>
            </w:r>
            <w:r>
              <w:rPr>
                <w:sz w:val="28"/>
                <w:szCs w:val="28"/>
                <w:lang w:val="uk-UA"/>
              </w:rPr>
              <w:t xml:space="preserve"> кам анти</w:t>
            </w:r>
            <w:r w:rsidRPr="003B6D24">
              <w:rPr>
                <w:sz w:val="28"/>
                <w:szCs w:val="28"/>
                <w:lang w:val="uk-UA"/>
              </w:rPr>
              <w:t>терористичної операції та</w:t>
            </w:r>
            <w:r w:rsidRPr="0074332D">
              <w:rPr>
                <w:sz w:val="28"/>
                <w:szCs w:val="28"/>
                <w:lang w:val="uk-UA"/>
              </w:rPr>
              <w:t xml:space="preserve"> </w:t>
            </w:r>
          </w:p>
        </w:tc>
        <w:tc>
          <w:tcPr>
            <w:tcW w:w="1701" w:type="dxa"/>
          </w:tcPr>
          <w:p w:rsidR="00275751" w:rsidRPr="0074332D" w:rsidRDefault="00275751" w:rsidP="001C2918">
            <w:pPr>
              <w:rPr>
                <w:sz w:val="28"/>
                <w:szCs w:val="28"/>
                <w:lang w:val="uk-UA"/>
              </w:rPr>
            </w:pPr>
            <w:r w:rsidRPr="0074332D">
              <w:rPr>
                <w:sz w:val="28"/>
                <w:szCs w:val="28"/>
                <w:lang w:val="uk-UA"/>
              </w:rPr>
              <w:t>29.06.2016</w:t>
            </w:r>
          </w:p>
          <w:p w:rsidR="00275751" w:rsidRPr="0074332D" w:rsidRDefault="00275751" w:rsidP="001C2918">
            <w:pPr>
              <w:tabs>
                <w:tab w:val="left" w:pos="1280"/>
              </w:tabs>
              <w:rPr>
                <w:sz w:val="28"/>
                <w:szCs w:val="28"/>
                <w:lang w:val="uk-UA"/>
              </w:rPr>
            </w:pPr>
          </w:p>
        </w:tc>
        <w:tc>
          <w:tcPr>
            <w:tcW w:w="2551" w:type="dxa"/>
          </w:tcPr>
          <w:p w:rsidR="00275751" w:rsidRDefault="00275751" w:rsidP="00802C04">
            <w:pPr>
              <w:rPr>
                <w:sz w:val="28"/>
                <w:szCs w:val="28"/>
                <w:lang w:val="uk-UA"/>
              </w:rPr>
            </w:pPr>
            <w:r>
              <w:rPr>
                <w:sz w:val="28"/>
                <w:szCs w:val="28"/>
                <w:lang w:val="uk-UA"/>
              </w:rPr>
              <w:t>Татарінов В.М.</w:t>
            </w:r>
          </w:p>
          <w:p w:rsidR="00275751" w:rsidRDefault="00275751" w:rsidP="00802C04">
            <w:pPr>
              <w:rPr>
                <w:sz w:val="28"/>
                <w:szCs w:val="28"/>
                <w:lang w:val="uk-UA"/>
              </w:rPr>
            </w:pPr>
            <w:r>
              <w:rPr>
                <w:sz w:val="28"/>
                <w:szCs w:val="28"/>
                <w:lang w:val="uk-UA"/>
              </w:rPr>
              <w:t>Сушко М.М.</w:t>
            </w:r>
          </w:p>
        </w:tc>
      </w:tr>
      <w:tr w:rsidR="00275751" w:rsidRPr="00BC5378" w:rsidTr="003B6D24">
        <w:tc>
          <w:tcPr>
            <w:tcW w:w="9781" w:type="dxa"/>
            <w:gridSpan w:val="4"/>
          </w:tcPr>
          <w:p w:rsidR="00275751" w:rsidRDefault="00275751" w:rsidP="003B6D24">
            <w:pPr>
              <w:rPr>
                <w:sz w:val="28"/>
                <w:szCs w:val="28"/>
                <w:lang w:val="uk-UA"/>
              </w:rPr>
            </w:pPr>
            <w:r>
              <w:rPr>
                <w:sz w:val="28"/>
                <w:szCs w:val="28"/>
                <w:lang w:val="uk-UA"/>
              </w:rPr>
              <w:t xml:space="preserve">                                                                                                 Продовження додатка</w:t>
            </w:r>
          </w:p>
        </w:tc>
      </w:tr>
      <w:tr w:rsidR="00275751" w:rsidRPr="00BC5378" w:rsidTr="001C2918">
        <w:tc>
          <w:tcPr>
            <w:tcW w:w="567" w:type="dxa"/>
          </w:tcPr>
          <w:p w:rsidR="00275751" w:rsidRDefault="00275751" w:rsidP="003B6D24">
            <w:pPr>
              <w:jc w:val="center"/>
              <w:rPr>
                <w:sz w:val="28"/>
                <w:szCs w:val="28"/>
                <w:lang w:val="uk-UA"/>
              </w:rPr>
            </w:pPr>
            <w:r>
              <w:rPr>
                <w:sz w:val="28"/>
                <w:szCs w:val="28"/>
                <w:lang w:val="uk-UA"/>
              </w:rPr>
              <w:t>1</w:t>
            </w:r>
          </w:p>
        </w:tc>
        <w:tc>
          <w:tcPr>
            <w:tcW w:w="4962" w:type="dxa"/>
          </w:tcPr>
          <w:p w:rsidR="00275751" w:rsidRDefault="00275751" w:rsidP="003B6D24">
            <w:pPr>
              <w:jc w:val="center"/>
              <w:rPr>
                <w:sz w:val="28"/>
                <w:szCs w:val="28"/>
                <w:lang w:val="uk-UA"/>
              </w:rPr>
            </w:pPr>
            <w:r>
              <w:rPr>
                <w:sz w:val="28"/>
                <w:szCs w:val="28"/>
                <w:lang w:val="uk-UA"/>
              </w:rPr>
              <w:t>2</w:t>
            </w:r>
          </w:p>
        </w:tc>
        <w:tc>
          <w:tcPr>
            <w:tcW w:w="1701" w:type="dxa"/>
          </w:tcPr>
          <w:p w:rsidR="00275751" w:rsidRDefault="00275751" w:rsidP="003B6D24">
            <w:pPr>
              <w:jc w:val="center"/>
              <w:rPr>
                <w:sz w:val="28"/>
                <w:szCs w:val="28"/>
                <w:lang w:val="uk-UA"/>
              </w:rPr>
            </w:pPr>
            <w:r>
              <w:rPr>
                <w:sz w:val="28"/>
                <w:szCs w:val="28"/>
                <w:lang w:val="uk-UA"/>
              </w:rPr>
              <w:t>3</w:t>
            </w:r>
          </w:p>
        </w:tc>
        <w:tc>
          <w:tcPr>
            <w:tcW w:w="2551" w:type="dxa"/>
          </w:tcPr>
          <w:p w:rsidR="00275751" w:rsidRDefault="00275751" w:rsidP="003B6D24">
            <w:pPr>
              <w:jc w:val="center"/>
              <w:rPr>
                <w:sz w:val="28"/>
                <w:szCs w:val="28"/>
                <w:lang w:val="uk-UA"/>
              </w:rPr>
            </w:pPr>
            <w:r>
              <w:rPr>
                <w:sz w:val="28"/>
                <w:szCs w:val="28"/>
                <w:lang w:val="uk-UA"/>
              </w:rPr>
              <w:t>4</w:t>
            </w:r>
          </w:p>
        </w:tc>
      </w:tr>
      <w:tr w:rsidR="00275751" w:rsidRPr="00BC5378" w:rsidTr="001C2918">
        <w:tc>
          <w:tcPr>
            <w:tcW w:w="567" w:type="dxa"/>
          </w:tcPr>
          <w:p w:rsidR="00275751" w:rsidRDefault="00275751" w:rsidP="003B6D24">
            <w:pPr>
              <w:jc w:val="center"/>
              <w:rPr>
                <w:sz w:val="28"/>
                <w:szCs w:val="28"/>
                <w:lang w:val="uk-UA"/>
              </w:rPr>
            </w:pPr>
          </w:p>
        </w:tc>
        <w:tc>
          <w:tcPr>
            <w:tcW w:w="4962" w:type="dxa"/>
          </w:tcPr>
          <w:p w:rsidR="00275751" w:rsidRDefault="00275751" w:rsidP="003B6D24">
            <w:pPr>
              <w:jc w:val="both"/>
              <w:rPr>
                <w:sz w:val="28"/>
                <w:szCs w:val="28"/>
                <w:lang w:val="uk-UA"/>
              </w:rPr>
            </w:pPr>
            <w:r w:rsidRPr="003B6D24">
              <w:rPr>
                <w:sz w:val="28"/>
                <w:szCs w:val="28"/>
                <w:lang w:val="uk-UA"/>
              </w:rPr>
              <w:t>членам їх сімей у Роменському районі»</w:t>
            </w:r>
          </w:p>
        </w:tc>
        <w:tc>
          <w:tcPr>
            <w:tcW w:w="1701" w:type="dxa"/>
          </w:tcPr>
          <w:p w:rsidR="00275751" w:rsidRDefault="00275751" w:rsidP="003B6D24">
            <w:pPr>
              <w:jc w:val="center"/>
              <w:rPr>
                <w:sz w:val="28"/>
                <w:szCs w:val="28"/>
                <w:lang w:val="uk-UA"/>
              </w:rPr>
            </w:pPr>
          </w:p>
        </w:tc>
        <w:tc>
          <w:tcPr>
            <w:tcW w:w="2551" w:type="dxa"/>
          </w:tcPr>
          <w:p w:rsidR="00275751" w:rsidRDefault="00275751" w:rsidP="003B6D24">
            <w:pPr>
              <w:jc w:val="center"/>
              <w:rPr>
                <w:sz w:val="28"/>
                <w:szCs w:val="28"/>
                <w:lang w:val="uk-UA"/>
              </w:rPr>
            </w:pPr>
          </w:p>
        </w:tc>
      </w:tr>
      <w:tr w:rsidR="00275751" w:rsidRPr="000413B1" w:rsidTr="001C2918">
        <w:tc>
          <w:tcPr>
            <w:tcW w:w="567" w:type="dxa"/>
          </w:tcPr>
          <w:p w:rsidR="00275751" w:rsidRDefault="00275751" w:rsidP="003B6D24">
            <w:pPr>
              <w:rPr>
                <w:sz w:val="28"/>
                <w:szCs w:val="28"/>
                <w:lang w:val="uk-UA"/>
              </w:rPr>
            </w:pPr>
            <w:r>
              <w:rPr>
                <w:sz w:val="28"/>
                <w:szCs w:val="28"/>
                <w:lang w:val="uk-UA"/>
              </w:rPr>
              <w:t>11.</w:t>
            </w:r>
          </w:p>
        </w:tc>
        <w:tc>
          <w:tcPr>
            <w:tcW w:w="4962" w:type="dxa"/>
          </w:tcPr>
          <w:p w:rsidR="00275751" w:rsidRPr="00206A10" w:rsidRDefault="00275751" w:rsidP="003B6D24">
            <w:pPr>
              <w:jc w:val="both"/>
              <w:rPr>
                <w:sz w:val="28"/>
                <w:szCs w:val="28"/>
                <w:lang w:val="uk-UA"/>
              </w:rPr>
            </w:pPr>
            <w:r w:rsidRPr="00206A10">
              <w:rPr>
                <w:sz w:val="28"/>
                <w:szCs w:val="28"/>
                <w:lang w:val="uk-UA"/>
              </w:rPr>
              <w:t>Про виконання Програми економіч</w:t>
            </w:r>
            <w:r>
              <w:rPr>
                <w:sz w:val="28"/>
                <w:szCs w:val="28"/>
                <w:lang w:val="uk-UA"/>
              </w:rPr>
              <w:t>-</w:t>
            </w:r>
            <w:r w:rsidRPr="00206A10">
              <w:rPr>
                <w:sz w:val="28"/>
                <w:szCs w:val="28"/>
                <w:lang w:val="uk-UA"/>
              </w:rPr>
              <w:t>ного і соціального розвитку та бюд</w:t>
            </w:r>
            <w:r>
              <w:rPr>
                <w:sz w:val="28"/>
                <w:szCs w:val="28"/>
                <w:lang w:val="uk-UA"/>
              </w:rPr>
              <w:t>-</w:t>
            </w:r>
            <w:r w:rsidRPr="00206A10">
              <w:rPr>
                <w:sz w:val="28"/>
                <w:szCs w:val="28"/>
                <w:lang w:val="uk-UA"/>
              </w:rPr>
              <w:t>жету Роменського району за перше півріччя 2016 року</w:t>
            </w:r>
          </w:p>
        </w:tc>
        <w:tc>
          <w:tcPr>
            <w:tcW w:w="1701" w:type="dxa"/>
          </w:tcPr>
          <w:p w:rsidR="00275751" w:rsidRPr="00567431" w:rsidRDefault="00275751" w:rsidP="003B6D24">
            <w:pPr>
              <w:rPr>
                <w:sz w:val="28"/>
                <w:szCs w:val="28"/>
                <w:lang w:val="uk-UA"/>
              </w:rPr>
            </w:pPr>
            <w:r>
              <w:rPr>
                <w:sz w:val="28"/>
                <w:szCs w:val="28"/>
                <w:lang w:val="uk-UA"/>
              </w:rPr>
              <w:t>26</w:t>
            </w:r>
            <w:r w:rsidRPr="00567431">
              <w:rPr>
                <w:sz w:val="28"/>
                <w:szCs w:val="28"/>
                <w:lang w:val="uk-UA"/>
              </w:rPr>
              <w:t>.07.201</w:t>
            </w:r>
            <w:r>
              <w:rPr>
                <w:sz w:val="28"/>
                <w:szCs w:val="28"/>
                <w:lang w:val="uk-UA"/>
              </w:rPr>
              <w:t>6</w:t>
            </w:r>
          </w:p>
        </w:tc>
        <w:tc>
          <w:tcPr>
            <w:tcW w:w="2551" w:type="dxa"/>
          </w:tcPr>
          <w:p w:rsidR="00275751" w:rsidRDefault="00275751" w:rsidP="003B6D24">
            <w:pPr>
              <w:rPr>
                <w:sz w:val="28"/>
                <w:szCs w:val="28"/>
                <w:lang w:val="uk-UA"/>
              </w:rPr>
            </w:pPr>
            <w:r>
              <w:rPr>
                <w:sz w:val="28"/>
                <w:szCs w:val="28"/>
                <w:lang w:val="uk-UA"/>
              </w:rPr>
              <w:t>Татарінов В.М.</w:t>
            </w:r>
          </w:p>
          <w:p w:rsidR="00275751" w:rsidRDefault="00275751" w:rsidP="003B6D24">
            <w:pPr>
              <w:rPr>
                <w:sz w:val="28"/>
                <w:szCs w:val="28"/>
                <w:lang w:val="uk-UA"/>
              </w:rPr>
            </w:pPr>
            <w:r>
              <w:rPr>
                <w:sz w:val="28"/>
                <w:szCs w:val="28"/>
                <w:lang w:val="uk-UA"/>
              </w:rPr>
              <w:t>Журенко Н.М.</w:t>
            </w:r>
          </w:p>
          <w:p w:rsidR="00275751" w:rsidRDefault="00275751" w:rsidP="003B6D24">
            <w:pPr>
              <w:rPr>
                <w:sz w:val="28"/>
                <w:szCs w:val="28"/>
                <w:lang w:val="uk-UA"/>
              </w:rPr>
            </w:pPr>
            <w:r>
              <w:rPr>
                <w:sz w:val="28"/>
                <w:szCs w:val="28"/>
                <w:lang w:val="uk-UA"/>
              </w:rPr>
              <w:t>Гребенюк О.П.</w:t>
            </w:r>
          </w:p>
          <w:p w:rsidR="00275751" w:rsidRDefault="00275751" w:rsidP="003B6D24">
            <w:pPr>
              <w:rPr>
                <w:sz w:val="28"/>
                <w:szCs w:val="28"/>
                <w:lang w:val="uk-UA"/>
              </w:rPr>
            </w:pPr>
            <w:r w:rsidRPr="000F4F46">
              <w:rPr>
                <w:sz w:val="28"/>
                <w:szCs w:val="28"/>
                <w:lang w:val="uk-UA"/>
              </w:rPr>
              <w:t>Анісімова М.В.</w:t>
            </w:r>
          </w:p>
        </w:tc>
      </w:tr>
      <w:tr w:rsidR="00275751" w:rsidRPr="000413B1" w:rsidTr="001C2918">
        <w:tc>
          <w:tcPr>
            <w:tcW w:w="567" w:type="dxa"/>
          </w:tcPr>
          <w:p w:rsidR="00275751" w:rsidRDefault="00275751" w:rsidP="007F23E4">
            <w:pPr>
              <w:rPr>
                <w:sz w:val="28"/>
                <w:szCs w:val="28"/>
                <w:lang w:val="uk-UA"/>
              </w:rPr>
            </w:pPr>
            <w:r>
              <w:rPr>
                <w:sz w:val="28"/>
                <w:szCs w:val="28"/>
                <w:lang w:val="uk-UA"/>
              </w:rPr>
              <w:t>12.</w:t>
            </w:r>
          </w:p>
        </w:tc>
        <w:tc>
          <w:tcPr>
            <w:tcW w:w="4962" w:type="dxa"/>
          </w:tcPr>
          <w:p w:rsidR="00275751" w:rsidRPr="00206A10" w:rsidRDefault="00275751" w:rsidP="00D1525B">
            <w:pPr>
              <w:jc w:val="both"/>
              <w:rPr>
                <w:sz w:val="28"/>
                <w:szCs w:val="28"/>
                <w:lang w:val="uk-UA"/>
              </w:rPr>
            </w:pPr>
            <w:r w:rsidRPr="00206A10">
              <w:rPr>
                <w:sz w:val="28"/>
                <w:szCs w:val="28"/>
                <w:lang w:val="uk-UA"/>
              </w:rPr>
              <w:t>Про стан виконавської дисципліни та організації виконання завдань, визна</w:t>
            </w:r>
            <w:r>
              <w:rPr>
                <w:sz w:val="28"/>
                <w:szCs w:val="28"/>
                <w:lang w:val="uk-UA"/>
              </w:rPr>
              <w:t>-</w:t>
            </w:r>
            <w:r w:rsidRPr="00206A10">
              <w:rPr>
                <w:sz w:val="28"/>
                <w:szCs w:val="28"/>
                <w:lang w:val="uk-UA"/>
              </w:rPr>
              <w:t>чених актами законодавства, доручен</w:t>
            </w:r>
            <w:r>
              <w:rPr>
                <w:sz w:val="28"/>
                <w:szCs w:val="28"/>
                <w:lang w:val="uk-UA"/>
              </w:rPr>
              <w:t>-</w:t>
            </w:r>
            <w:r w:rsidRPr="00206A10">
              <w:rPr>
                <w:sz w:val="28"/>
                <w:szCs w:val="28"/>
                <w:lang w:val="uk-UA"/>
              </w:rPr>
              <w:t xml:space="preserve">нями Прем’єр-міністра України, </w:t>
            </w:r>
            <w:r>
              <w:rPr>
                <w:sz w:val="28"/>
                <w:szCs w:val="28"/>
                <w:lang w:val="uk-UA"/>
              </w:rPr>
              <w:t>розпо-ряд</w:t>
            </w:r>
            <w:r w:rsidRPr="00206A10">
              <w:rPr>
                <w:sz w:val="28"/>
                <w:szCs w:val="28"/>
                <w:lang w:val="uk-UA"/>
              </w:rPr>
              <w:t>женнями і дорученнями голів Сумської обласної та Роменської районної державних адміністрацій за перше півріччя 2016 року</w:t>
            </w:r>
          </w:p>
        </w:tc>
        <w:tc>
          <w:tcPr>
            <w:tcW w:w="1701" w:type="dxa"/>
          </w:tcPr>
          <w:p w:rsidR="00275751" w:rsidRPr="00567431" w:rsidRDefault="00275751" w:rsidP="00D1525B">
            <w:pPr>
              <w:rPr>
                <w:sz w:val="28"/>
                <w:szCs w:val="28"/>
                <w:lang w:val="uk-UA"/>
              </w:rPr>
            </w:pPr>
            <w:r>
              <w:rPr>
                <w:sz w:val="28"/>
                <w:szCs w:val="28"/>
                <w:lang w:val="uk-UA"/>
              </w:rPr>
              <w:t>26</w:t>
            </w:r>
            <w:r w:rsidRPr="00567431">
              <w:rPr>
                <w:sz w:val="28"/>
                <w:szCs w:val="28"/>
                <w:lang w:val="uk-UA"/>
              </w:rPr>
              <w:t>.07.201</w:t>
            </w:r>
            <w:r>
              <w:rPr>
                <w:sz w:val="28"/>
                <w:szCs w:val="28"/>
                <w:lang w:val="uk-UA"/>
              </w:rPr>
              <w:t>6</w:t>
            </w:r>
          </w:p>
        </w:tc>
        <w:tc>
          <w:tcPr>
            <w:tcW w:w="2551" w:type="dxa"/>
          </w:tcPr>
          <w:p w:rsidR="00275751" w:rsidRDefault="00275751" w:rsidP="00845FFE">
            <w:pPr>
              <w:rPr>
                <w:sz w:val="28"/>
                <w:szCs w:val="28"/>
                <w:lang w:val="uk-UA"/>
              </w:rPr>
            </w:pPr>
            <w:r>
              <w:rPr>
                <w:sz w:val="28"/>
                <w:szCs w:val="28"/>
                <w:lang w:val="uk-UA"/>
              </w:rPr>
              <w:t>Ломко М.О.</w:t>
            </w:r>
          </w:p>
          <w:p w:rsidR="00275751" w:rsidRDefault="00275751" w:rsidP="00845FFE">
            <w:pPr>
              <w:rPr>
                <w:sz w:val="28"/>
                <w:szCs w:val="28"/>
                <w:lang w:val="uk-UA"/>
              </w:rPr>
            </w:pPr>
            <w:r>
              <w:rPr>
                <w:sz w:val="28"/>
                <w:szCs w:val="28"/>
                <w:lang w:val="uk-UA"/>
              </w:rPr>
              <w:t>Кишун Л.В.</w:t>
            </w:r>
          </w:p>
        </w:tc>
      </w:tr>
      <w:tr w:rsidR="00275751" w:rsidRPr="00AB5DBE" w:rsidTr="001C2918">
        <w:tc>
          <w:tcPr>
            <w:tcW w:w="567" w:type="dxa"/>
          </w:tcPr>
          <w:p w:rsidR="00275751" w:rsidRDefault="00275751" w:rsidP="007F23E4">
            <w:pPr>
              <w:rPr>
                <w:sz w:val="28"/>
                <w:szCs w:val="28"/>
                <w:lang w:val="uk-UA"/>
              </w:rPr>
            </w:pPr>
            <w:r>
              <w:rPr>
                <w:sz w:val="28"/>
                <w:szCs w:val="28"/>
                <w:lang w:val="uk-UA"/>
              </w:rPr>
              <w:t>13.</w:t>
            </w:r>
          </w:p>
        </w:tc>
        <w:tc>
          <w:tcPr>
            <w:tcW w:w="4962" w:type="dxa"/>
          </w:tcPr>
          <w:p w:rsidR="00275751" w:rsidRPr="00C94A2A" w:rsidRDefault="00275751" w:rsidP="00C94A2A">
            <w:pPr>
              <w:jc w:val="both"/>
              <w:rPr>
                <w:bCs/>
                <w:sz w:val="28"/>
                <w:szCs w:val="28"/>
                <w:lang w:val="uk-UA"/>
              </w:rPr>
            </w:pPr>
            <w:r w:rsidRPr="00C94A2A">
              <w:rPr>
                <w:bCs/>
                <w:sz w:val="28"/>
                <w:szCs w:val="28"/>
                <w:lang w:val="uk-UA"/>
              </w:rPr>
              <w:t>Про організований початок 2016-2017 навчального року</w:t>
            </w:r>
            <w:r>
              <w:rPr>
                <w:bCs/>
                <w:sz w:val="28"/>
                <w:szCs w:val="28"/>
                <w:lang w:val="uk-UA"/>
              </w:rPr>
              <w:t>,</w:t>
            </w:r>
            <w:r w:rsidRPr="00C94A2A">
              <w:rPr>
                <w:bCs/>
                <w:sz w:val="28"/>
                <w:szCs w:val="28"/>
                <w:lang w:val="uk-UA"/>
              </w:rPr>
              <w:t xml:space="preserve"> підготовку мате-ріально-технічної бази навчальних закладів до роботи в новому навчаль- ному році </w:t>
            </w:r>
            <w:r>
              <w:rPr>
                <w:bCs/>
                <w:sz w:val="28"/>
                <w:szCs w:val="28"/>
                <w:lang w:val="uk-UA"/>
              </w:rPr>
              <w:t>і</w:t>
            </w:r>
            <w:r w:rsidRPr="00C94A2A">
              <w:rPr>
                <w:bCs/>
                <w:sz w:val="28"/>
                <w:szCs w:val="28"/>
                <w:lang w:val="uk-UA"/>
              </w:rPr>
              <w:t xml:space="preserve"> в осінньо- зимовий період та виконання районної програми «Освіта Роменщини на 2016 рік»</w:t>
            </w:r>
          </w:p>
        </w:tc>
        <w:tc>
          <w:tcPr>
            <w:tcW w:w="1701" w:type="dxa"/>
          </w:tcPr>
          <w:p w:rsidR="00275751" w:rsidRPr="00567431" w:rsidRDefault="00275751" w:rsidP="001C2918">
            <w:pPr>
              <w:rPr>
                <w:sz w:val="28"/>
                <w:szCs w:val="28"/>
                <w:lang w:val="uk-UA"/>
              </w:rPr>
            </w:pPr>
            <w:r>
              <w:rPr>
                <w:sz w:val="28"/>
                <w:szCs w:val="28"/>
                <w:lang w:val="uk-UA"/>
              </w:rPr>
              <w:t>30</w:t>
            </w:r>
            <w:r w:rsidRPr="00567431">
              <w:rPr>
                <w:sz w:val="28"/>
                <w:szCs w:val="28"/>
                <w:lang w:val="uk-UA"/>
              </w:rPr>
              <w:t>.08.201</w:t>
            </w:r>
            <w:r>
              <w:rPr>
                <w:sz w:val="28"/>
                <w:szCs w:val="28"/>
                <w:lang w:val="uk-UA"/>
              </w:rPr>
              <w:t>6</w:t>
            </w:r>
          </w:p>
          <w:p w:rsidR="00275751" w:rsidRPr="00567431" w:rsidRDefault="00275751" w:rsidP="001C2918">
            <w:pPr>
              <w:rPr>
                <w:sz w:val="28"/>
                <w:szCs w:val="28"/>
                <w:lang w:val="uk-UA"/>
              </w:rPr>
            </w:pPr>
          </w:p>
          <w:p w:rsidR="00275751" w:rsidRPr="00567431" w:rsidRDefault="00275751" w:rsidP="001C2918">
            <w:pPr>
              <w:rPr>
                <w:sz w:val="28"/>
                <w:szCs w:val="28"/>
                <w:lang w:val="uk-UA"/>
              </w:rPr>
            </w:pPr>
          </w:p>
          <w:p w:rsidR="00275751" w:rsidRPr="00567431" w:rsidRDefault="00275751" w:rsidP="001C2918">
            <w:pPr>
              <w:rPr>
                <w:sz w:val="28"/>
                <w:szCs w:val="28"/>
                <w:lang w:val="uk-UA"/>
              </w:rPr>
            </w:pPr>
          </w:p>
        </w:tc>
        <w:tc>
          <w:tcPr>
            <w:tcW w:w="2551" w:type="dxa"/>
          </w:tcPr>
          <w:p w:rsidR="00275751" w:rsidRDefault="00275751" w:rsidP="001C2918">
            <w:pPr>
              <w:rPr>
                <w:sz w:val="28"/>
                <w:szCs w:val="28"/>
                <w:lang w:val="uk-UA"/>
              </w:rPr>
            </w:pPr>
            <w:r>
              <w:rPr>
                <w:sz w:val="28"/>
                <w:szCs w:val="28"/>
                <w:lang w:val="uk-UA"/>
              </w:rPr>
              <w:t>Татарінов В.М.</w:t>
            </w:r>
          </w:p>
          <w:p w:rsidR="00275751" w:rsidRDefault="00275751" w:rsidP="001C2918">
            <w:pPr>
              <w:rPr>
                <w:sz w:val="28"/>
                <w:szCs w:val="28"/>
                <w:lang w:val="uk-UA"/>
              </w:rPr>
            </w:pPr>
            <w:r>
              <w:rPr>
                <w:sz w:val="28"/>
                <w:szCs w:val="28"/>
                <w:lang w:val="uk-UA"/>
              </w:rPr>
              <w:t>Шкурат Л.П.</w:t>
            </w:r>
          </w:p>
          <w:p w:rsidR="00275751" w:rsidRDefault="00275751" w:rsidP="001C2918">
            <w:pPr>
              <w:rPr>
                <w:sz w:val="28"/>
                <w:szCs w:val="28"/>
                <w:lang w:val="uk-UA"/>
              </w:rPr>
            </w:pPr>
          </w:p>
        </w:tc>
      </w:tr>
      <w:tr w:rsidR="00275751" w:rsidRPr="00AB5DBE" w:rsidTr="001C2918">
        <w:tc>
          <w:tcPr>
            <w:tcW w:w="567" w:type="dxa"/>
          </w:tcPr>
          <w:p w:rsidR="00275751" w:rsidRPr="00945F43" w:rsidRDefault="00275751" w:rsidP="00F5550A">
            <w:pPr>
              <w:rPr>
                <w:sz w:val="28"/>
                <w:szCs w:val="28"/>
                <w:lang w:val="uk-UA"/>
              </w:rPr>
            </w:pPr>
            <w:r>
              <w:rPr>
                <w:sz w:val="28"/>
                <w:szCs w:val="28"/>
                <w:lang w:val="uk-UA"/>
              </w:rPr>
              <w:t>14</w:t>
            </w:r>
            <w:r w:rsidRPr="00945F43">
              <w:rPr>
                <w:sz w:val="28"/>
                <w:szCs w:val="28"/>
                <w:lang w:val="uk-UA"/>
              </w:rPr>
              <w:t>.</w:t>
            </w:r>
          </w:p>
        </w:tc>
        <w:tc>
          <w:tcPr>
            <w:tcW w:w="4962" w:type="dxa"/>
          </w:tcPr>
          <w:p w:rsidR="00275751" w:rsidRPr="009B5EA3" w:rsidRDefault="00275751" w:rsidP="00B8769C">
            <w:pPr>
              <w:jc w:val="both"/>
              <w:rPr>
                <w:sz w:val="28"/>
                <w:szCs w:val="28"/>
                <w:lang w:val="uk-UA"/>
              </w:rPr>
            </w:pPr>
            <w:r w:rsidRPr="009B5EA3">
              <w:rPr>
                <w:sz w:val="28"/>
                <w:szCs w:val="28"/>
                <w:lang w:val="uk-UA"/>
              </w:rPr>
              <w:t>Про стан готовності галузей економіки та соціальної сфери до роботи в осінньо-зимовий період 2016-2017 років та впровадження заходів з енергозбереження в районі</w:t>
            </w:r>
          </w:p>
        </w:tc>
        <w:tc>
          <w:tcPr>
            <w:tcW w:w="1701" w:type="dxa"/>
          </w:tcPr>
          <w:p w:rsidR="00275751" w:rsidRPr="00567431" w:rsidRDefault="00275751" w:rsidP="001C2918">
            <w:pPr>
              <w:rPr>
                <w:sz w:val="28"/>
                <w:szCs w:val="28"/>
                <w:lang w:val="uk-UA"/>
              </w:rPr>
            </w:pPr>
            <w:r>
              <w:rPr>
                <w:sz w:val="28"/>
                <w:szCs w:val="28"/>
                <w:lang w:val="uk-UA"/>
              </w:rPr>
              <w:t>27</w:t>
            </w:r>
            <w:r w:rsidRPr="00567431">
              <w:rPr>
                <w:sz w:val="28"/>
                <w:szCs w:val="28"/>
                <w:lang w:val="uk-UA"/>
              </w:rPr>
              <w:t>.09.201</w:t>
            </w:r>
            <w:r>
              <w:rPr>
                <w:sz w:val="28"/>
                <w:szCs w:val="28"/>
                <w:lang w:val="uk-UA"/>
              </w:rPr>
              <w:t>6</w:t>
            </w:r>
          </w:p>
          <w:p w:rsidR="00275751" w:rsidRPr="00567431" w:rsidRDefault="00275751" w:rsidP="001C2918">
            <w:pPr>
              <w:rPr>
                <w:sz w:val="28"/>
                <w:szCs w:val="28"/>
                <w:lang w:val="uk-UA"/>
              </w:rPr>
            </w:pPr>
          </w:p>
          <w:p w:rsidR="00275751" w:rsidRPr="00567431" w:rsidRDefault="00275751" w:rsidP="001C2918">
            <w:pPr>
              <w:rPr>
                <w:sz w:val="28"/>
                <w:szCs w:val="28"/>
                <w:lang w:val="uk-UA"/>
              </w:rPr>
            </w:pPr>
          </w:p>
          <w:p w:rsidR="00275751" w:rsidRPr="00567431" w:rsidRDefault="00275751" w:rsidP="001C2918">
            <w:pPr>
              <w:rPr>
                <w:sz w:val="28"/>
                <w:szCs w:val="28"/>
                <w:lang w:val="uk-UA"/>
              </w:rPr>
            </w:pPr>
          </w:p>
          <w:p w:rsidR="00275751" w:rsidRPr="00567431" w:rsidRDefault="00275751" w:rsidP="001C2918">
            <w:pPr>
              <w:rPr>
                <w:sz w:val="28"/>
                <w:szCs w:val="28"/>
                <w:lang w:val="uk-UA"/>
              </w:rPr>
            </w:pPr>
          </w:p>
        </w:tc>
        <w:tc>
          <w:tcPr>
            <w:tcW w:w="2551" w:type="dxa"/>
          </w:tcPr>
          <w:p w:rsidR="00275751" w:rsidRDefault="00275751" w:rsidP="00B67691">
            <w:pPr>
              <w:rPr>
                <w:sz w:val="28"/>
                <w:szCs w:val="28"/>
                <w:lang w:val="uk-UA"/>
              </w:rPr>
            </w:pPr>
            <w:r>
              <w:rPr>
                <w:sz w:val="28"/>
                <w:szCs w:val="28"/>
                <w:lang w:val="uk-UA"/>
              </w:rPr>
              <w:t>Татарінов В.М.</w:t>
            </w:r>
          </w:p>
          <w:p w:rsidR="00275751" w:rsidRDefault="00275751" w:rsidP="001C2918">
            <w:pPr>
              <w:rPr>
                <w:sz w:val="28"/>
                <w:szCs w:val="28"/>
                <w:lang w:val="uk-UA"/>
              </w:rPr>
            </w:pPr>
            <w:r>
              <w:rPr>
                <w:sz w:val="28"/>
                <w:szCs w:val="28"/>
                <w:lang w:val="uk-UA"/>
              </w:rPr>
              <w:t>Журенко</w:t>
            </w:r>
            <w:r w:rsidRPr="00945F43">
              <w:rPr>
                <w:sz w:val="28"/>
                <w:szCs w:val="28"/>
                <w:lang w:val="uk-UA"/>
              </w:rPr>
              <w:t xml:space="preserve"> Н.М.</w:t>
            </w:r>
          </w:p>
          <w:p w:rsidR="00275751" w:rsidRPr="00CC6931" w:rsidRDefault="00275751" w:rsidP="001C2918">
            <w:pPr>
              <w:rPr>
                <w:sz w:val="28"/>
                <w:szCs w:val="28"/>
                <w:lang w:val="uk-UA"/>
              </w:rPr>
            </w:pPr>
            <w:r w:rsidRPr="00CC6931">
              <w:rPr>
                <w:sz w:val="28"/>
                <w:szCs w:val="28"/>
                <w:lang w:val="uk-UA"/>
              </w:rPr>
              <w:t>Шкурат Л.П.</w:t>
            </w:r>
          </w:p>
          <w:p w:rsidR="00275751" w:rsidRPr="00B63EB7" w:rsidRDefault="00275751" w:rsidP="001C2918">
            <w:pPr>
              <w:rPr>
                <w:sz w:val="28"/>
                <w:szCs w:val="28"/>
                <w:lang w:val="uk-UA"/>
              </w:rPr>
            </w:pPr>
            <w:r>
              <w:rPr>
                <w:iCs/>
                <w:sz w:val="28"/>
                <w:szCs w:val="28"/>
                <w:lang w:val="uk-UA"/>
              </w:rPr>
              <w:t>Момот С.В</w:t>
            </w:r>
            <w:r w:rsidRPr="00B63EB7">
              <w:rPr>
                <w:iCs/>
                <w:sz w:val="28"/>
                <w:szCs w:val="28"/>
                <w:lang w:val="uk-UA"/>
              </w:rPr>
              <w:t>.</w:t>
            </w:r>
          </w:p>
          <w:p w:rsidR="00275751" w:rsidRPr="00945F43" w:rsidRDefault="00275751" w:rsidP="001C2918">
            <w:pPr>
              <w:rPr>
                <w:sz w:val="28"/>
                <w:szCs w:val="28"/>
                <w:lang w:val="uk-UA"/>
              </w:rPr>
            </w:pPr>
            <w:r>
              <w:rPr>
                <w:sz w:val="28"/>
                <w:szCs w:val="28"/>
                <w:lang w:val="uk-UA"/>
              </w:rPr>
              <w:t>Козаченко М.І.</w:t>
            </w:r>
          </w:p>
        </w:tc>
      </w:tr>
      <w:tr w:rsidR="00275751" w:rsidRPr="00F2417D" w:rsidTr="001C2918">
        <w:tc>
          <w:tcPr>
            <w:tcW w:w="567" w:type="dxa"/>
          </w:tcPr>
          <w:p w:rsidR="00275751" w:rsidRDefault="00275751" w:rsidP="00F5550A">
            <w:pPr>
              <w:rPr>
                <w:sz w:val="28"/>
                <w:szCs w:val="28"/>
                <w:lang w:val="uk-UA"/>
              </w:rPr>
            </w:pPr>
            <w:r>
              <w:rPr>
                <w:sz w:val="28"/>
                <w:szCs w:val="28"/>
                <w:lang w:val="uk-UA"/>
              </w:rPr>
              <w:t>15.</w:t>
            </w:r>
          </w:p>
        </w:tc>
        <w:tc>
          <w:tcPr>
            <w:tcW w:w="4962" w:type="dxa"/>
          </w:tcPr>
          <w:p w:rsidR="00275751" w:rsidRPr="0074332D" w:rsidRDefault="00275751" w:rsidP="0074332D">
            <w:pPr>
              <w:jc w:val="both"/>
              <w:rPr>
                <w:sz w:val="28"/>
                <w:szCs w:val="28"/>
                <w:lang w:val="uk-UA"/>
              </w:rPr>
            </w:pPr>
            <w:r w:rsidRPr="0074332D">
              <w:rPr>
                <w:sz w:val="28"/>
                <w:szCs w:val="28"/>
                <w:lang w:val="uk-UA"/>
              </w:rPr>
              <w:t>Про виконання Плану заходів щодо медичного, соціального забезпечення, адаптації, психологічної реабілітації, професійної підготовки (перепідго-товки) учасників антитерористичної операції та членів їх сімей, затверд</w:t>
            </w:r>
            <w:r>
              <w:rPr>
                <w:sz w:val="28"/>
                <w:szCs w:val="28"/>
                <w:lang w:val="uk-UA"/>
              </w:rPr>
              <w:t>-</w:t>
            </w:r>
            <w:r w:rsidRPr="0074332D">
              <w:rPr>
                <w:sz w:val="28"/>
                <w:szCs w:val="28"/>
                <w:lang w:val="uk-UA"/>
              </w:rPr>
              <w:t>женого розпорядженням голови район</w:t>
            </w:r>
            <w:r>
              <w:rPr>
                <w:sz w:val="28"/>
                <w:szCs w:val="28"/>
                <w:lang w:val="uk-UA"/>
              </w:rPr>
              <w:t>-</w:t>
            </w:r>
            <w:r w:rsidRPr="0074332D">
              <w:rPr>
                <w:sz w:val="28"/>
                <w:szCs w:val="28"/>
                <w:lang w:val="uk-UA"/>
              </w:rPr>
              <w:t>ної державної адміністрації від 05.11.2015 № 270-ОД «Про органі</w:t>
            </w:r>
            <w:r>
              <w:rPr>
                <w:sz w:val="28"/>
                <w:szCs w:val="28"/>
                <w:lang w:val="uk-UA"/>
              </w:rPr>
              <w:t>за</w:t>
            </w:r>
            <w:r w:rsidRPr="0074332D">
              <w:rPr>
                <w:sz w:val="28"/>
                <w:szCs w:val="28"/>
                <w:lang w:val="uk-UA"/>
              </w:rPr>
              <w:t>-цію системи координації і контролю надання допомоги учасникам анти- терористичної операції та членам їх сімей у Роменському районі»</w:t>
            </w:r>
          </w:p>
        </w:tc>
        <w:tc>
          <w:tcPr>
            <w:tcW w:w="1701" w:type="dxa"/>
          </w:tcPr>
          <w:p w:rsidR="00275751" w:rsidRPr="00567431" w:rsidRDefault="00275751" w:rsidP="00F2417D">
            <w:pPr>
              <w:rPr>
                <w:sz w:val="28"/>
                <w:szCs w:val="28"/>
                <w:lang w:val="uk-UA"/>
              </w:rPr>
            </w:pPr>
            <w:r>
              <w:rPr>
                <w:sz w:val="28"/>
                <w:szCs w:val="28"/>
                <w:lang w:val="uk-UA"/>
              </w:rPr>
              <w:t>27</w:t>
            </w:r>
            <w:r w:rsidRPr="00567431">
              <w:rPr>
                <w:sz w:val="28"/>
                <w:szCs w:val="28"/>
                <w:lang w:val="uk-UA"/>
              </w:rPr>
              <w:t>.09.201</w:t>
            </w:r>
            <w:r>
              <w:rPr>
                <w:sz w:val="28"/>
                <w:szCs w:val="28"/>
                <w:lang w:val="uk-UA"/>
              </w:rPr>
              <w:t>6</w:t>
            </w:r>
          </w:p>
          <w:p w:rsidR="00275751" w:rsidRPr="00567431" w:rsidRDefault="00275751" w:rsidP="00F2417D">
            <w:pPr>
              <w:rPr>
                <w:sz w:val="28"/>
                <w:szCs w:val="28"/>
                <w:lang w:val="uk-UA"/>
              </w:rPr>
            </w:pPr>
          </w:p>
          <w:p w:rsidR="00275751" w:rsidRDefault="00275751" w:rsidP="001C2918">
            <w:pPr>
              <w:rPr>
                <w:sz w:val="28"/>
                <w:szCs w:val="28"/>
                <w:lang w:val="uk-UA"/>
              </w:rPr>
            </w:pPr>
          </w:p>
        </w:tc>
        <w:tc>
          <w:tcPr>
            <w:tcW w:w="2551" w:type="dxa"/>
          </w:tcPr>
          <w:p w:rsidR="00275751" w:rsidRPr="00F2417D" w:rsidRDefault="00275751" w:rsidP="00F2417D">
            <w:pPr>
              <w:jc w:val="both"/>
              <w:rPr>
                <w:sz w:val="28"/>
                <w:szCs w:val="28"/>
                <w:lang w:val="uk-UA"/>
              </w:rPr>
            </w:pPr>
            <w:r w:rsidRPr="00F2417D">
              <w:rPr>
                <w:sz w:val="28"/>
                <w:szCs w:val="28"/>
                <w:lang w:val="uk-UA"/>
              </w:rPr>
              <w:t>Татарінов В.М.</w:t>
            </w:r>
          </w:p>
          <w:p w:rsidR="00275751" w:rsidRDefault="00275751" w:rsidP="00F2417D">
            <w:pPr>
              <w:rPr>
                <w:sz w:val="28"/>
                <w:szCs w:val="28"/>
                <w:lang w:val="uk-UA"/>
              </w:rPr>
            </w:pPr>
            <w:r w:rsidRPr="00F2417D">
              <w:rPr>
                <w:sz w:val="28"/>
                <w:szCs w:val="28"/>
                <w:lang w:val="uk-UA"/>
              </w:rPr>
              <w:t>Даценко О.М.</w:t>
            </w:r>
          </w:p>
        </w:tc>
      </w:tr>
      <w:tr w:rsidR="00275751" w:rsidRPr="00AB5DBE" w:rsidTr="001C2918">
        <w:tc>
          <w:tcPr>
            <w:tcW w:w="567" w:type="dxa"/>
          </w:tcPr>
          <w:p w:rsidR="00275751" w:rsidRDefault="00275751" w:rsidP="00F5550A">
            <w:pPr>
              <w:rPr>
                <w:sz w:val="28"/>
                <w:szCs w:val="28"/>
                <w:lang w:val="uk-UA"/>
              </w:rPr>
            </w:pPr>
            <w:r>
              <w:rPr>
                <w:sz w:val="28"/>
                <w:szCs w:val="28"/>
                <w:lang w:val="uk-UA"/>
              </w:rPr>
              <w:t>16.</w:t>
            </w:r>
          </w:p>
        </w:tc>
        <w:tc>
          <w:tcPr>
            <w:tcW w:w="4962" w:type="dxa"/>
          </w:tcPr>
          <w:p w:rsidR="00275751" w:rsidRPr="003B6D24" w:rsidRDefault="00275751" w:rsidP="00B55D79">
            <w:pPr>
              <w:jc w:val="both"/>
              <w:rPr>
                <w:color w:val="0000FF"/>
                <w:sz w:val="28"/>
                <w:szCs w:val="28"/>
                <w:lang w:val="uk-UA"/>
              </w:rPr>
            </w:pPr>
            <w:r w:rsidRPr="003B6D24">
              <w:rPr>
                <w:sz w:val="28"/>
                <w:szCs w:val="28"/>
                <w:lang w:val="uk-UA"/>
              </w:rPr>
              <w:t>Про виконання розпорядження голови Сумської обласної державної адмініс</w:t>
            </w:r>
            <w:r>
              <w:rPr>
                <w:sz w:val="28"/>
                <w:szCs w:val="28"/>
                <w:lang w:val="uk-UA"/>
              </w:rPr>
              <w:t>-</w:t>
            </w:r>
            <w:r w:rsidRPr="003B6D24">
              <w:rPr>
                <w:sz w:val="28"/>
                <w:szCs w:val="28"/>
                <w:lang w:val="uk-UA"/>
              </w:rPr>
              <w:t>трації від 28.02.2011 № 125 « Про хід оновлення містобудівної документації</w:t>
            </w:r>
          </w:p>
        </w:tc>
        <w:tc>
          <w:tcPr>
            <w:tcW w:w="1701" w:type="dxa"/>
          </w:tcPr>
          <w:p w:rsidR="00275751" w:rsidRPr="00567431" w:rsidRDefault="00275751" w:rsidP="007C765A">
            <w:pPr>
              <w:rPr>
                <w:sz w:val="28"/>
                <w:szCs w:val="28"/>
                <w:lang w:val="uk-UA"/>
              </w:rPr>
            </w:pPr>
            <w:r>
              <w:rPr>
                <w:sz w:val="28"/>
                <w:szCs w:val="28"/>
                <w:lang w:val="uk-UA"/>
              </w:rPr>
              <w:t>27</w:t>
            </w:r>
            <w:r w:rsidRPr="00567431">
              <w:rPr>
                <w:sz w:val="28"/>
                <w:szCs w:val="28"/>
                <w:lang w:val="uk-UA"/>
              </w:rPr>
              <w:t>.09.201</w:t>
            </w:r>
            <w:r>
              <w:rPr>
                <w:sz w:val="28"/>
                <w:szCs w:val="28"/>
                <w:lang w:val="uk-UA"/>
              </w:rPr>
              <w:t>6</w:t>
            </w:r>
          </w:p>
          <w:p w:rsidR="00275751" w:rsidRDefault="00275751" w:rsidP="001C2918">
            <w:pPr>
              <w:rPr>
                <w:sz w:val="28"/>
                <w:szCs w:val="28"/>
                <w:lang w:val="uk-UA"/>
              </w:rPr>
            </w:pPr>
          </w:p>
        </w:tc>
        <w:tc>
          <w:tcPr>
            <w:tcW w:w="2551" w:type="dxa"/>
          </w:tcPr>
          <w:p w:rsidR="00275751" w:rsidRDefault="00275751" w:rsidP="00B67691">
            <w:pPr>
              <w:rPr>
                <w:sz w:val="28"/>
                <w:szCs w:val="28"/>
                <w:lang w:val="uk-UA"/>
              </w:rPr>
            </w:pPr>
            <w:r>
              <w:rPr>
                <w:sz w:val="28"/>
                <w:szCs w:val="28"/>
                <w:lang w:val="uk-UA"/>
              </w:rPr>
              <w:t>Журенко Н.М.</w:t>
            </w:r>
          </w:p>
          <w:p w:rsidR="00275751" w:rsidRDefault="00275751" w:rsidP="00B67691">
            <w:pPr>
              <w:rPr>
                <w:sz w:val="28"/>
                <w:szCs w:val="28"/>
                <w:lang w:val="uk-UA"/>
              </w:rPr>
            </w:pPr>
            <w:r>
              <w:rPr>
                <w:sz w:val="28"/>
                <w:szCs w:val="28"/>
                <w:lang w:val="uk-UA"/>
              </w:rPr>
              <w:t>Федько Л.Г.</w:t>
            </w:r>
          </w:p>
        </w:tc>
      </w:tr>
      <w:tr w:rsidR="00275751" w:rsidRPr="00AB5DBE" w:rsidTr="003B6D24">
        <w:tc>
          <w:tcPr>
            <w:tcW w:w="9781" w:type="dxa"/>
            <w:gridSpan w:val="4"/>
          </w:tcPr>
          <w:p w:rsidR="00275751" w:rsidRPr="00206A10" w:rsidRDefault="00275751" w:rsidP="003B6D24">
            <w:pPr>
              <w:rPr>
                <w:sz w:val="28"/>
                <w:szCs w:val="28"/>
                <w:lang w:val="uk-UA"/>
              </w:rPr>
            </w:pPr>
            <w:r w:rsidRPr="00206A10">
              <w:rPr>
                <w:sz w:val="28"/>
                <w:szCs w:val="28"/>
                <w:lang w:val="uk-UA"/>
              </w:rPr>
              <w:t xml:space="preserve">                                                                                                 Продовження додатка</w:t>
            </w:r>
          </w:p>
        </w:tc>
      </w:tr>
      <w:tr w:rsidR="00275751" w:rsidRPr="00AB5DBE" w:rsidTr="001C2918">
        <w:tc>
          <w:tcPr>
            <w:tcW w:w="567" w:type="dxa"/>
          </w:tcPr>
          <w:p w:rsidR="00275751" w:rsidRDefault="00275751" w:rsidP="003B6D24">
            <w:pPr>
              <w:jc w:val="center"/>
              <w:rPr>
                <w:sz w:val="28"/>
                <w:szCs w:val="28"/>
                <w:lang w:val="uk-UA"/>
              </w:rPr>
            </w:pPr>
            <w:r>
              <w:rPr>
                <w:sz w:val="28"/>
                <w:szCs w:val="28"/>
                <w:lang w:val="uk-UA"/>
              </w:rPr>
              <w:t>1</w:t>
            </w:r>
          </w:p>
        </w:tc>
        <w:tc>
          <w:tcPr>
            <w:tcW w:w="4962" w:type="dxa"/>
          </w:tcPr>
          <w:p w:rsidR="00275751" w:rsidRDefault="00275751" w:rsidP="003B6D24">
            <w:pPr>
              <w:jc w:val="center"/>
              <w:rPr>
                <w:sz w:val="28"/>
                <w:szCs w:val="28"/>
                <w:lang w:val="uk-UA"/>
              </w:rPr>
            </w:pPr>
            <w:r>
              <w:rPr>
                <w:sz w:val="28"/>
                <w:szCs w:val="28"/>
                <w:lang w:val="uk-UA"/>
              </w:rPr>
              <w:t>2</w:t>
            </w:r>
          </w:p>
        </w:tc>
        <w:tc>
          <w:tcPr>
            <w:tcW w:w="1701" w:type="dxa"/>
          </w:tcPr>
          <w:p w:rsidR="00275751" w:rsidRDefault="00275751" w:rsidP="003B6D24">
            <w:pPr>
              <w:jc w:val="center"/>
              <w:rPr>
                <w:sz w:val="28"/>
                <w:szCs w:val="28"/>
                <w:lang w:val="uk-UA"/>
              </w:rPr>
            </w:pPr>
            <w:r>
              <w:rPr>
                <w:sz w:val="28"/>
                <w:szCs w:val="28"/>
                <w:lang w:val="uk-UA"/>
              </w:rPr>
              <w:t>3</w:t>
            </w:r>
          </w:p>
        </w:tc>
        <w:tc>
          <w:tcPr>
            <w:tcW w:w="2551" w:type="dxa"/>
          </w:tcPr>
          <w:p w:rsidR="00275751" w:rsidRDefault="00275751" w:rsidP="003B6D24">
            <w:pPr>
              <w:jc w:val="center"/>
              <w:rPr>
                <w:sz w:val="28"/>
                <w:szCs w:val="28"/>
                <w:lang w:val="uk-UA"/>
              </w:rPr>
            </w:pPr>
            <w:r>
              <w:rPr>
                <w:sz w:val="28"/>
                <w:szCs w:val="28"/>
                <w:lang w:val="uk-UA"/>
              </w:rPr>
              <w:t>4</w:t>
            </w:r>
          </w:p>
        </w:tc>
      </w:tr>
      <w:tr w:rsidR="00275751" w:rsidRPr="009E79CA" w:rsidTr="001C2918">
        <w:tc>
          <w:tcPr>
            <w:tcW w:w="567" w:type="dxa"/>
          </w:tcPr>
          <w:p w:rsidR="00275751" w:rsidRDefault="00275751" w:rsidP="00F5550A">
            <w:pPr>
              <w:rPr>
                <w:sz w:val="28"/>
                <w:szCs w:val="28"/>
                <w:lang w:val="uk-UA"/>
              </w:rPr>
            </w:pPr>
          </w:p>
        </w:tc>
        <w:tc>
          <w:tcPr>
            <w:tcW w:w="4962" w:type="dxa"/>
          </w:tcPr>
          <w:p w:rsidR="00275751" w:rsidRPr="00206A10" w:rsidRDefault="00275751" w:rsidP="00DF63D0">
            <w:pPr>
              <w:jc w:val="both"/>
              <w:rPr>
                <w:bCs/>
                <w:sz w:val="28"/>
                <w:szCs w:val="28"/>
                <w:lang w:val="uk-UA"/>
              </w:rPr>
            </w:pPr>
            <w:r w:rsidRPr="003B6D24">
              <w:rPr>
                <w:sz w:val="28"/>
                <w:szCs w:val="28"/>
                <w:lang w:val="uk-UA"/>
              </w:rPr>
              <w:t>населених пунктів області»</w:t>
            </w:r>
            <w:r w:rsidRPr="002D4AC3">
              <w:rPr>
                <w:color w:val="0000FF"/>
                <w:sz w:val="28"/>
                <w:szCs w:val="28"/>
                <w:lang w:val="uk-UA"/>
              </w:rPr>
              <w:t xml:space="preserve"> </w:t>
            </w:r>
            <w:r>
              <w:rPr>
                <w:sz w:val="28"/>
                <w:szCs w:val="28"/>
                <w:lang w:val="uk-UA"/>
              </w:rPr>
              <w:t>щ</w:t>
            </w:r>
            <w:r w:rsidRPr="00206A10">
              <w:rPr>
                <w:sz w:val="28"/>
                <w:szCs w:val="28"/>
                <w:lang w:val="uk-UA"/>
              </w:rPr>
              <w:t>одо стану фінансування розроблення містобу</w:t>
            </w:r>
            <w:r>
              <w:rPr>
                <w:sz w:val="28"/>
                <w:szCs w:val="28"/>
                <w:lang w:val="uk-UA"/>
              </w:rPr>
              <w:t>-</w:t>
            </w:r>
            <w:r w:rsidRPr="00206A10">
              <w:rPr>
                <w:sz w:val="28"/>
                <w:szCs w:val="28"/>
                <w:lang w:val="uk-UA"/>
              </w:rPr>
              <w:t>дівної документації</w:t>
            </w:r>
          </w:p>
        </w:tc>
        <w:tc>
          <w:tcPr>
            <w:tcW w:w="1701" w:type="dxa"/>
          </w:tcPr>
          <w:p w:rsidR="00275751" w:rsidRDefault="00275751" w:rsidP="001C2918">
            <w:pPr>
              <w:rPr>
                <w:sz w:val="28"/>
                <w:szCs w:val="28"/>
                <w:lang w:val="uk-UA"/>
              </w:rPr>
            </w:pPr>
          </w:p>
        </w:tc>
        <w:tc>
          <w:tcPr>
            <w:tcW w:w="2551" w:type="dxa"/>
          </w:tcPr>
          <w:p w:rsidR="00275751" w:rsidRDefault="00275751" w:rsidP="001C2918">
            <w:pPr>
              <w:rPr>
                <w:sz w:val="28"/>
                <w:szCs w:val="28"/>
                <w:lang w:val="uk-UA"/>
              </w:rPr>
            </w:pPr>
          </w:p>
        </w:tc>
      </w:tr>
      <w:tr w:rsidR="00275751" w:rsidRPr="00AB5DBE" w:rsidTr="001C2918">
        <w:tc>
          <w:tcPr>
            <w:tcW w:w="567" w:type="dxa"/>
          </w:tcPr>
          <w:p w:rsidR="00275751" w:rsidRPr="00945F43" w:rsidRDefault="00275751" w:rsidP="003B6D24">
            <w:pPr>
              <w:rPr>
                <w:sz w:val="28"/>
                <w:szCs w:val="28"/>
                <w:lang w:val="uk-UA"/>
              </w:rPr>
            </w:pPr>
            <w:r>
              <w:rPr>
                <w:sz w:val="28"/>
                <w:szCs w:val="28"/>
                <w:lang w:val="uk-UA"/>
              </w:rPr>
              <w:t>17.</w:t>
            </w:r>
          </w:p>
        </w:tc>
        <w:tc>
          <w:tcPr>
            <w:tcW w:w="4962" w:type="dxa"/>
          </w:tcPr>
          <w:p w:rsidR="00275751" w:rsidRPr="00206A10" w:rsidRDefault="00275751" w:rsidP="003B6D24">
            <w:pPr>
              <w:jc w:val="both"/>
              <w:rPr>
                <w:sz w:val="28"/>
                <w:szCs w:val="28"/>
                <w:lang w:val="uk-UA"/>
              </w:rPr>
            </w:pPr>
            <w:r w:rsidRPr="00206A10">
              <w:rPr>
                <w:bCs/>
                <w:sz w:val="28"/>
                <w:szCs w:val="28"/>
                <w:lang w:val="uk-UA"/>
              </w:rPr>
              <w:t>Про роботу відділу культури районної державної адміністрації щодо підго</w:t>
            </w:r>
            <w:r>
              <w:rPr>
                <w:bCs/>
                <w:sz w:val="28"/>
                <w:szCs w:val="28"/>
                <w:lang w:val="uk-UA"/>
              </w:rPr>
              <w:t>-</w:t>
            </w:r>
            <w:r w:rsidRPr="00206A10">
              <w:rPr>
                <w:bCs/>
                <w:sz w:val="28"/>
                <w:szCs w:val="28"/>
                <w:lang w:val="uk-UA"/>
              </w:rPr>
              <w:t xml:space="preserve">товки закладів культури району до роботи в осінньо-зимовий період 2016-2017 років </w:t>
            </w:r>
          </w:p>
        </w:tc>
        <w:tc>
          <w:tcPr>
            <w:tcW w:w="1701" w:type="dxa"/>
          </w:tcPr>
          <w:p w:rsidR="00275751" w:rsidRPr="00567431" w:rsidRDefault="00275751" w:rsidP="003B6D24">
            <w:pPr>
              <w:rPr>
                <w:sz w:val="28"/>
                <w:szCs w:val="28"/>
                <w:lang w:val="uk-UA"/>
              </w:rPr>
            </w:pPr>
            <w:r>
              <w:rPr>
                <w:sz w:val="28"/>
                <w:szCs w:val="28"/>
                <w:lang w:val="uk-UA"/>
              </w:rPr>
              <w:t>27</w:t>
            </w:r>
            <w:r w:rsidRPr="00567431">
              <w:rPr>
                <w:sz w:val="28"/>
                <w:szCs w:val="28"/>
                <w:lang w:val="uk-UA"/>
              </w:rPr>
              <w:t>.09.201</w:t>
            </w:r>
            <w:r>
              <w:rPr>
                <w:sz w:val="28"/>
                <w:szCs w:val="28"/>
                <w:lang w:val="uk-UA"/>
              </w:rPr>
              <w:t>6</w:t>
            </w:r>
          </w:p>
          <w:p w:rsidR="00275751" w:rsidRPr="00567431" w:rsidRDefault="00275751" w:rsidP="003B6D24">
            <w:pPr>
              <w:rPr>
                <w:sz w:val="28"/>
                <w:szCs w:val="28"/>
                <w:lang w:val="uk-UA"/>
              </w:rPr>
            </w:pPr>
          </w:p>
          <w:p w:rsidR="00275751" w:rsidRPr="00567431" w:rsidRDefault="00275751" w:rsidP="003B6D24">
            <w:pPr>
              <w:rPr>
                <w:sz w:val="28"/>
                <w:szCs w:val="28"/>
                <w:lang w:val="uk-UA"/>
              </w:rPr>
            </w:pPr>
          </w:p>
          <w:p w:rsidR="00275751" w:rsidRPr="00567431" w:rsidRDefault="00275751" w:rsidP="003B6D24">
            <w:pPr>
              <w:rPr>
                <w:sz w:val="28"/>
                <w:szCs w:val="28"/>
                <w:lang w:val="uk-UA"/>
              </w:rPr>
            </w:pPr>
          </w:p>
          <w:p w:rsidR="00275751" w:rsidRPr="00567431" w:rsidRDefault="00275751" w:rsidP="003B6D24">
            <w:pPr>
              <w:rPr>
                <w:sz w:val="28"/>
                <w:szCs w:val="28"/>
                <w:lang w:val="uk-UA"/>
              </w:rPr>
            </w:pPr>
          </w:p>
        </w:tc>
        <w:tc>
          <w:tcPr>
            <w:tcW w:w="2551" w:type="dxa"/>
          </w:tcPr>
          <w:p w:rsidR="00275751" w:rsidRDefault="00275751" w:rsidP="003B6D24">
            <w:pPr>
              <w:rPr>
                <w:sz w:val="28"/>
                <w:szCs w:val="28"/>
                <w:lang w:val="uk-UA"/>
              </w:rPr>
            </w:pPr>
            <w:r>
              <w:rPr>
                <w:sz w:val="28"/>
                <w:szCs w:val="28"/>
                <w:lang w:val="uk-UA"/>
              </w:rPr>
              <w:t>Татарінов В.М.</w:t>
            </w:r>
          </w:p>
          <w:p w:rsidR="00275751" w:rsidRDefault="00275751" w:rsidP="003B6D24">
            <w:pPr>
              <w:rPr>
                <w:sz w:val="28"/>
                <w:szCs w:val="28"/>
                <w:lang w:val="uk-UA"/>
              </w:rPr>
            </w:pPr>
            <w:r>
              <w:rPr>
                <w:sz w:val="28"/>
                <w:szCs w:val="28"/>
                <w:lang w:val="uk-UA"/>
              </w:rPr>
              <w:t>Момот С.В.</w:t>
            </w:r>
          </w:p>
          <w:p w:rsidR="00275751" w:rsidRPr="00945F43" w:rsidRDefault="00275751" w:rsidP="003B6D24">
            <w:pPr>
              <w:rPr>
                <w:sz w:val="28"/>
                <w:szCs w:val="28"/>
                <w:lang w:val="uk-UA"/>
              </w:rPr>
            </w:pPr>
          </w:p>
        </w:tc>
      </w:tr>
      <w:tr w:rsidR="00275751" w:rsidRPr="00AB5DBE" w:rsidTr="001C2918">
        <w:tc>
          <w:tcPr>
            <w:tcW w:w="567" w:type="dxa"/>
          </w:tcPr>
          <w:p w:rsidR="00275751" w:rsidRPr="00945F43" w:rsidRDefault="00275751" w:rsidP="00F5550A">
            <w:pPr>
              <w:rPr>
                <w:sz w:val="28"/>
                <w:szCs w:val="28"/>
                <w:lang w:val="uk-UA"/>
              </w:rPr>
            </w:pPr>
            <w:r>
              <w:rPr>
                <w:sz w:val="28"/>
                <w:szCs w:val="28"/>
                <w:lang w:val="uk-UA"/>
              </w:rPr>
              <w:t>18.</w:t>
            </w:r>
          </w:p>
        </w:tc>
        <w:tc>
          <w:tcPr>
            <w:tcW w:w="4962" w:type="dxa"/>
          </w:tcPr>
          <w:p w:rsidR="00275751" w:rsidRPr="00206A10" w:rsidRDefault="00275751" w:rsidP="00267F2A">
            <w:pPr>
              <w:jc w:val="both"/>
              <w:rPr>
                <w:sz w:val="28"/>
                <w:szCs w:val="28"/>
                <w:lang w:val="uk-UA"/>
              </w:rPr>
            </w:pPr>
            <w:r w:rsidRPr="00206A10">
              <w:rPr>
                <w:sz w:val="28"/>
                <w:szCs w:val="28"/>
                <w:lang w:val="uk-UA"/>
              </w:rPr>
              <w:t>Про провадження органами опіки та піклування діяльності, пов’язаної із захистом прав дитини, затвердженої постановою Кабінету Міністрів Украї</w:t>
            </w:r>
            <w:r>
              <w:rPr>
                <w:sz w:val="28"/>
                <w:szCs w:val="28"/>
                <w:lang w:val="uk-UA"/>
              </w:rPr>
              <w:t>-</w:t>
            </w:r>
            <w:r w:rsidRPr="00206A10">
              <w:rPr>
                <w:sz w:val="28"/>
                <w:szCs w:val="28"/>
                <w:lang w:val="uk-UA"/>
              </w:rPr>
              <w:t>ни від 24 вересня 2008 року № 866 «Питання діяльності органів опіки та піклування, пов’язаної із захистом прав дитини»</w:t>
            </w:r>
          </w:p>
        </w:tc>
        <w:tc>
          <w:tcPr>
            <w:tcW w:w="1701" w:type="dxa"/>
          </w:tcPr>
          <w:p w:rsidR="00275751" w:rsidRDefault="00275751" w:rsidP="00282208">
            <w:pPr>
              <w:rPr>
                <w:sz w:val="28"/>
                <w:szCs w:val="28"/>
                <w:lang w:val="uk-UA"/>
              </w:rPr>
            </w:pPr>
            <w:r>
              <w:rPr>
                <w:sz w:val="28"/>
                <w:szCs w:val="28"/>
                <w:lang w:val="uk-UA"/>
              </w:rPr>
              <w:t>27</w:t>
            </w:r>
            <w:r w:rsidRPr="00567431">
              <w:rPr>
                <w:sz w:val="28"/>
                <w:szCs w:val="28"/>
                <w:lang w:val="uk-UA"/>
              </w:rPr>
              <w:t>.09.201</w:t>
            </w:r>
            <w:r>
              <w:rPr>
                <w:sz w:val="28"/>
                <w:szCs w:val="28"/>
                <w:lang w:val="uk-UA"/>
              </w:rPr>
              <w:t>6</w:t>
            </w:r>
          </w:p>
        </w:tc>
        <w:tc>
          <w:tcPr>
            <w:tcW w:w="2551" w:type="dxa"/>
          </w:tcPr>
          <w:p w:rsidR="00275751" w:rsidRDefault="00275751" w:rsidP="001C2918">
            <w:pPr>
              <w:rPr>
                <w:sz w:val="28"/>
                <w:szCs w:val="28"/>
                <w:lang w:val="uk-UA"/>
              </w:rPr>
            </w:pPr>
            <w:r>
              <w:rPr>
                <w:sz w:val="28"/>
                <w:szCs w:val="28"/>
                <w:lang w:val="uk-UA"/>
              </w:rPr>
              <w:t>Татарінов В.М.</w:t>
            </w:r>
          </w:p>
          <w:p w:rsidR="00275751" w:rsidRDefault="00275751" w:rsidP="001C2918">
            <w:pPr>
              <w:rPr>
                <w:sz w:val="28"/>
                <w:szCs w:val="28"/>
                <w:lang w:val="uk-UA"/>
              </w:rPr>
            </w:pPr>
            <w:r>
              <w:rPr>
                <w:sz w:val="28"/>
                <w:szCs w:val="28"/>
                <w:lang w:val="uk-UA"/>
              </w:rPr>
              <w:t>Степаненко З.В.</w:t>
            </w:r>
          </w:p>
          <w:p w:rsidR="00275751" w:rsidRDefault="00275751" w:rsidP="001C2918">
            <w:pPr>
              <w:rPr>
                <w:sz w:val="28"/>
                <w:szCs w:val="28"/>
                <w:lang w:val="uk-UA"/>
              </w:rPr>
            </w:pPr>
          </w:p>
        </w:tc>
      </w:tr>
      <w:tr w:rsidR="00275751" w:rsidRPr="000413B1" w:rsidTr="001C2918">
        <w:tc>
          <w:tcPr>
            <w:tcW w:w="567" w:type="dxa"/>
          </w:tcPr>
          <w:p w:rsidR="00275751" w:rsidRPr="00945F43" w:rsidRDefault="00275751" w:rsidP="007F23E4">
            <w:pPr>
              <w:rPr>
                <w:sz w:val="28"/>
                <w:szCs w:val="28"/>
                <w:lang w:val="uk-UA"/>
              </w:rPr>
            </w:pPr>
            <w:r>
              <w:rPr>
                <w:sz w:val="28"/>
                <w:szCs w:val="28"/>
                <w:lang w:val="uk-UA"/>
              </w:rPr>
              <w:t>19.</w:t>
            </w:r>
          </w:p>
        </w:tc>
        <w:tc>
          <w:tcPr>
            <w:tcW w:w="4962" w:type="dxa"/>
          </w:tcPr>
          <w:p w:rsidR="00275751" w:rsidRPr="00206A10" w:rsidRDefault="00275751" w:rsidP="005B47A7">
            <w:pPr>
              <w:jc w:val="both"/>
              <w:rPr>
                <w:sz w:val="28"/>
                <w:szCs w:val="28"/>
                <w:lang w:val="uk-UA"/>
              </w:rPr>
            </w:pPr>
            <w:r w:rsidRPr="00206A10">
              <w:rPr>
                <w:sz w:val="28"/>
                <w:szCs w:val="28"/>
                <w:lang w:val="uk-UA"/>
              </w:rPr>
              <w:t>Про виконання Програми економіч</w:t>
            </w:r>
            <w:r>
              <w:rPr>
                <w:sz w:val="28"/>
                <w:szCs w:val="28"/>
                <w:lang w:val="uk-UA"/>
              </w:rPr>
              <w:t>-</w:t>
            </w:r>
            <w:r w:rsidRPr="00206A10">
              <w:rPr>
                <w:sz w:val="28"/>
                <w:szCs w:val="28"/>
                <w:lang w:val="uk-UA"/>
              </w:rPr>
              <w:t xml:space="preserve">ного і соціального розвитку та </w:t>
            </w:r>
            <w:r>
              <w:rPr>
                <w:sz w:val="28"/>
                <w:szCs w:val="28"/>
                <w:lang w:val="uk-UA"/>
              </w:rPr>
              <w:t>бюджет-</w:t>
            </w:r>
            <w:r w:rsidRPr="00206A10">
              <w:rPr>
                <w:sz w:val="28"/>
                <w:szCs w:val="28"/>
                <w:lang w:val="uk-UA"/>
              </w:rPr>
              <w:t>ту Роменського району за 9 місяців 2016 року</w:t>
            </w:r>
          </w:p>
        </w:tc>
        <w:tc>
          <w:tcPr>
            <w:tcW w:w="1701" w:type="dxa"/>
          </w:tcPr>
          <w:p w:rsidR="00275751" w:rsidRDefault="00275751" w:rsidP="00282208">
            <w:pPr>
              <w:rPr>
                <w:sz w:val="28"/>
                <w:szCs w:val="28"/>
                <w:lang w:val="uk-UA"/>
              </w:rPr>
            </w:pPr>
            <w:r w:rsidRPr="00567431">
              <w:rPr>
                <w:sz w:val="28"/>
                <w:szCs w:val="28"/>
                <w:lang w:val="uk-UA"/>
              </w:rPr>
              <w:t>2</w:t>
            </w:r>
            <w:r>
              <w:rPr>
                <w:sz w:val="28"/>
                <w:szCs w:val="28"/>
                <w:lang w:val="uk-UA"/>
              </w:rPr>
              <w:t>5</w:t>
            </w:r>
            <w:r w:rsidRPr="00567431">
              <w:rPr>
                <w:sz w:val="28"/>
                <w:szCs w:val="28"/>
                <w:lang w:val="uk-UA"/>
              </w:rPr>
              <w:t>.10.201</w:t>
            </w:r>
            <w:r>
              <w:rPr>
                <w:sz w:val="28"/>
                <w:szCs w:val="28"/>
                <w:lang w:val="uk-UA"/>
              </w:rPr>
              <w:t>6</w:t>
            </w:r>
          </w:p>
        </w:tc>
        <w:tc>
          <w:tcPr>
            <w:tcW w:w="2551" w:type="dxa"/>
          </w:tcPr>
          <w:p w:rsidR="00275751" w:rsidRDefault="00275751" w:rsidP="00BC4F93">
            <w:pPr>
              <w:rPr>
                <w:sz w:val="28"/>
                <w:szCs w:val="28"/>
                <w:lang w:val="uk-UA"/>
              </w:rPr>
            </w:pPr>
            <w:r>
              <w:rPr>
                <w:sz w:val="28"/>
                <w:szCs w:val="28"/>
                <w:lang w:val="uk-UA"/>
              </w:rPr>
              <w:t>Татарінов В.М.</w:t>
            </w:r>
          </w:p>
          <w:p w:rsidR="00275751" w:rsidRDefault="00275751" w:rsidP="00BC4F93">
            <w:pPr>
              <w:rPr>
                <w:sz w:val="28"/>
                <w:szCs w:val="28"/>
                <w:lang w:val="uk-UA"/>
              </w:rPr>
            </w:pPr>
            <w:r>
              <w:rPr>
                <w:sz w:val="28"/>
                <w:szCs w:val="28"/>
                <w:lang w:val="uk-UA"/>
              </w:rPr>
              <w:t>Журенко Н.М.</w:t>
            </w:r>
          </w:p>
          <w:p w:rsidR="00275751" w:rsidRDefault="00275751" w:rsidP="00BC4F93">
            <w:pPr>
              <w:rPr>
                <w:sz w:val="28"/>
                <w:szCs w:val="28"/>
                <w:lang w:val="uk-UA"/>
              </w:rPr>
            </w:pPr>
            <w:r>
              <w:rPr>
                <w:sz w:val="28"/>
                <w:szCs w:val="28"/>
                <w:lang w:val="uk-UA"/>
              </w:rPr>
              <w:t>Гребенюк О.П.</w:t>
            </w:r>
          </w:p>
          <w:p w:rsidR="00275751" w:rsidRDefault="00275751" w:rsidP="00BC4F93">
            <w:pPr>
              <w:rPr>
                <w:sz w:val="28"/>
                <w:szCs w:val="28"/>
                <w:lang w:val="uk-UA"/>
              </w:rPr>
            </w:pPr>
            <w:r w:rsidRPr="000F4F46">
              <w:rPr>
                <w:sz w:val="28"/>
                <w:szCs w:val="28"/>
                <w:lang w:val="uk-UA"/>
              </w:rPr>
              <w:t>Анісімова М.В.</w:t>
            </w:r>
          </w:p>
        </w:tc>
      </w:tr>
      <w:tr w:rsidR="00275751" w:rsidRPr="00BC4F93" w:rsidTr="001C2918">
        <w:tc>
          <w:tcPr>
            <w:tcW w:w="567" w:type="dxa"/>
          </w:tcPr>
          <w:p w:rsidR="00275751" w:rsidRDefault="00275751" w:rsidP="00F5550A">
            <w:pPr>
              <w:rPr>
                <w:sz w:val="28"/>
                <w:szCs w:val="28"/>
                <w:lang w:val="uk-UA"/>
              </w:rPr>
            </w:pPr>
            <w:r>
              <w:rPr>
                <w:sz w:val="28"/>
                <w:szCs w:val="28"/>
                <w:lang w:val="uk-UA"/>
              </w:rPr>
              <w:t>20.</w:t>
            </w:r>
          </w:p>
        </w:tc>
        <w:tc>
          <w:tcPr>
            <w:tcW w:w="4962" w:type="dxa"/>
          </w:tcPr>
          <w:p w:rsidR="00275751" w:rsidRPr="00206A10" w:rsidRDefault="00275751" w:rsidP="009740D7">
            <w:pPr>
              <w:jc w:val="both"/>
              <w:rPr>
                <w:sz w:val="28"/>
                <w:szCs w:val="28"/>
                <w:lang w:val="uk-UA"/>
              </w:rPr>
            </w:pPr>
            <w:r w:rsidRPr="00206A10">
              <w:rPr>
                <w:sz w:val="28"/>
                <w:szCs w:val="28"/>
                <w:lang w:val="uk-UA"/>
              </w:rPr>
              <w:t xml:space="preserve">Про стан виконання </w:t>
            </w:r>
            <w:r>
              <w:rPr>
                <w:sz w:val="28"/>
                <w:szCs w:val="28"/>
                <w:lang w:val="uk-UA"/>
              </w:rPr>
              <w:t xml:space="preserve">плану заходів на виконання Регіональної </w:t>
            </w:r>
            <w:r w:rsidRPr="00206A10">
              <w:rPr>
                <w:sz w:val="28"/>
                <w:szCs w:val="28"/>
                <w:lang w:val="uk-UA"/>
              </w:rPr>
              <w:t>Антикоруп</w:t>
            </w:r>
            <w:r>
              <w:rPr>
                <w:sz w:val="28"/>
                <w:szCs w:val="28"/>
                <w:lang w:val="uk-UA"/>
              </w:rPr>
              <w:t>-</w:t>
            </w:r>
            <w:r w:rsidRPr="00206A10">
              <w:rPr>
                <w:sz w:val="28"/>
                <w:szCs w:val="28"/>
                <w:lang w:val="uk-UA"/>
              </w:rPr>
              <w:t>ційної програми на 2016-2020 роки</w:t>
            </w:r>
            <w:r>
              <w:rPr>
                <w:sz w:val="28"/>
                <w:szCs w:val="28"/>
                <w:lang w:val="uk-UA"/>
              </w:rPr>
              <w:t xml:space="preserve"> в Роменському районі</w:t>
            </w:r>
          </w:p>
        </w:tc>
        <w:tc>
          <w:tcPr>
            <w:tcW w:w="1701" w:type="dxa"/>
          </w:tcPr>
          <w:p w:rsidR="00275751" w:rsidRPr="00567431" w:rsidRDefault="00275751" w:rsidP="000308FC">
            <w:pPr>
              <w:rPr>
                <w:sz w:val="28"/>
                <w:szCs w:val="28"/>
                <w:lang w:val="uk-UA"/>
              </w:rPr>
            </w:pPr>
            <w:r w:rsidRPr="00567431">
              <w:rPr>
                <w:sz w:val="28"/>
                <w:szCs w:val="28"/>
                <w:lang w:val="uk-UA"/>
              </w:rPr>
              <w:t>2</w:t>
            </w:r>
            <w:r>
              <w:rPr>
                <w:sz w:val="28"/>
                <w:szCs w:val="28"/>
                <w:lang w:val="uk-UA"/>
              </w:rPr>
              <w:t>5</w:t>
            </w:r>
            <w:r w:rsidRPr="00567431">
              <w:rPr>
                <w:sz w:val="28"/>
                <w:szCs w:val="28"/>
                <w:lang w:val="uk-UA"/>
              </w:rPr>
              <w:t>.1</w:t>
            </w:r>
            <w:r>
              <w:rPr>
                <w:sz w:val="28"/>
                <w:szCs w:val="28"/>
                <w:lang w:val="uk-UA"/>
              </w:rPr>
              <w:t>0</w:t>
            </w:r>
            <w:r w:rsidRPr="00567431">
              <w:rPr>
                <w:sz w:val="28"/>
                <w:szCs w:val="28"/>
                <w:lang w:val="uk-UA"/>
              </w:rPr>
              <w:t>.201</w:t>
            </w:r>
            <w:r>
              <w:rPr>
                <w:sz w:val="28"/>
                <w:szCs w:val="28"/>
                <w:lang w:val="uk-UA"/>
              </w:rPr>
              <w:t>6</w:t>
            </w:r>
          </w:p>
          <w:p w:rsidR="00275751" w:rsidRPr="00567431" w:rsidRDefault="00275751" w:rsidP="000308FC">
            <w:pPr>
              <w:rPr>
                <w:sz w:val="28"/>
                <w:szCs w:val="28"/>
                <w:lang w:val="uk-UA"/>
              </w:rPr>
            </w:pPr>
          </w:p>
        </w:tc>
        <w:tc>
          <w:tcPr>
            <w:tcW w:w="2551" w:type="dxa"/>
          </w:tcPr>
          <w:p w:rsidR="00275751" w:rsidRDefault="00275751" w:rsidP="000308FC">
            <w:pPr>
              <w:rPr>
                <w:sz w:val="28"/>
                <w:szCs w:val="28"/>
                <w:lang w:val="uk-UA"/>
              </w:rPr>
            </w:pPr>
            <w:r>
              <w:rPr>
                <w:sz w:val="28"/>
                <w:szCs w:val="28"/>
                <w:lang w:val="uk-UA"/>
              </w:rPr>
              <w:t>Ломко М.О.</w:t>
            </w:r>
          </w:p>
          <w:p w:rsidR="00275751" w:rsidRDefault="00275751" w:rsidP="000308FC">
            <w:pPr>
              <w:rPr>
                <w:sz w:val="28"/>
                <w:szCs w:val="28"/>
                <w:lang w:val="uk-UA"/>
              </w:rPr>
            </w:pPr>
            <w:r>
              <w:rPr>
                <w:sz w:val="28"/>
                <w:szCs w:val="28"/>
                <w:lang w:val="uk-UA"/>
              </w:rPr>
              <w:t>Дяченко С.В.</w:t>
            </w:r>
          </w:p>
          <w:p w:rsidR="00275751" w:rsidRDefault="00275751" w:rsidP="000308FC">
            <w:pPr>
              <w:rPr>
                <w:sz w:val="28"/>
                <w:szCs w:val="28"/>
                <w:lang w:val="uk-UA"/>
              </w:rPr>
            </w:pPr>
            <w:r>
              <w:rPr>
                <w:sz w:val="28"/>
                <w:szCs w:val="28"/>
                <w:lang w:val="uk-UA"/>
              </w:rPr>
              <w:t>Дяченко О.А.</w:t>
            </w:r>
          </w:p>
        </w:tc>
      </w:tr>
      <w:tr w:rsidR="00275751" w:rsidRPr="00BC4F93" w:rsidTr="001C2918">
        <w:tc>
          <w:tcPr>
            <w:tcW w:w="567" w:type="dxa"/>
          </w:tcPr>
          <w:p w:rsidR="00275751" w:rsidRDefault="00275751" w:rsidP="003B6D24">
            <w:pPr>
              <w:rPr>
                <w:sz w:val="28"/>
                <w:szCs w:val="28"/>
                <w:lang w:val="uk-UA"/>
              </w:rPr>
            </w:pPr>
            <w:r>
              <w:rPr>
                <w:sz w:val="28"/>
                <w:szCs w:val="28"/>
                <w:lang w:val="uk-UA"/>
              </w:rPr>
              <w:t>21.</w:t>
            </w:r>
          </w:p>
        </w:tc>
        <w:tc>
          <w:tcPr>
            <w:tcW w:w="4962" w:type="dxa"/>
          </w:tcPr>
          <w:p w:rsidR="00275751" w:rsidRPr="003B6D24" w:rsidRDefault="00275751" w:rsidP="003B6D24">
            <w:pPr>
              <w:jc w:val="both"/>
              <w:rPr>
                <w:sz w:val="28"/>
                <w:lang w:val="uk-UA"/>
              </w:rPr>
            </w:pPr>
            <w:r w:rsidRPr="003B6D24">
              <w:rPr>
                <w:sz w:val="28"/>
                <w:szCs w:val="28"/>
                <w:lang w:val="uk-UA"/>
              </w:rPr>
              <w:t xml:space="preserve">Про виконання </w:t>
            </w:r>
            <w:r w:rsidRPr="003B6D24">
              <w:rPr>
                <w:sz w:val="28"/>
                <w:lang w:val="uk-UA"/>
              </w:rPr>
              <w:t>Програми забезпечення населення якісною питною водою на 2006-2020 роки</w:t>
            </w:r>
          </w:p>
        </w:tc>
        <w:tc>
          <w:tcPr>
            <w:tcW w:w="1701" w:type="dxa"/>
          </w:tcPr>
          <w:p w:rsidR="00275751" w:rsidRPr="00567431" w:rsidRDefault="00275751" w:rsidP="003B6D24">
            <w:pPr>
              <w:rPr>
                <w:sz w:val="28"/>
                <w:szCs w:val="28"/>
                <w:lang w:val="uk-UA"/>
              </w:rPr>
            </w:pPr>
            <w:r w:rsidRPr="00567431">
              <w:rPr>
                <w:sz w:val="28"/>
                <w:szCs w:val="28"/>
                <w:lang w:val="uk-UA"/>
              </w:rPr>
              <w:t>2</w:t>
            </w:r>
            <w:r>
              <w:rPr>
                <w:sz w:val="28"/>
                <w:szCs w:val="28"/>
                <w:lang w:val="uk-UA"/>
              </w:rPr>
              <w:t>9</w:t>
            </w:r>
            <w:r w:rsidRPr="00567431">
              <w:rPr>
                <w:sz w:val="28"/>
                <w:szCs w:val="28"/>
                <w:lang w:val="uk-UA"/>
              </w:rPr>
              <w:t>.11.201</w:t>
            </w:r>
            <w:r>
              <w:rPr>
                <w:sz w:val="28"/>
                <w:szCs w:val="28"/>
                <w:lang w:val="uk-UA"/>
              </w:rPr>
              <w:t>6</w:t>
            </w:r>
          </w:p>
          <w:p w:rsidR="00275751" w:rsidRPr="00567431" w:rsidRDefault="00275751" w:rsidP="003B6D24">
            <w:pPr>
              <w:rPr>
                <w:sz w:val="28"/>
                <w:szCs w:val="28"/>
                <w:lang w:val="uk-UA"/>
              </w:rPr>
            </w:pPr>
          </w:p>
        </w:tc>
        <w:tc>
          <w:tcPr>
            <w:tcW w:w="2551" w:type="dxa"/>
          </w:tcPr>
          <w:p w:rsidR="00275751" w:rsidRDefault="00275751" w:rsidP="003B6D24">
            <w:pPr>
              <w:rPr>
                <w:sz w:val="28"/>
                <w:szCs w:val="28"/>
                <w:lang w:val="uk-UA"/>
              </w:rPr>
            </w:pPr>
            <w:r>
              <w:rPr>
                <w:sz w:val="28"/>
                <w:szCs w:val="28"/>
                <w:lang w:val="uk-UA"/>
              </w:rPr>
              <w:t>Журенко Н.М.</w:t>
            </w:r>
          </w:p>
          <w:p w:rsidR="00275751" w:rsidRDefault="00275751" w:rsidP="003B6D24">
            <w:pPr>
              <w:rPr>
                <w:sz w:val="28"/>
                <w:szCs w:val="28"/>
                <w:lang w:val="uk-UA"/>
              </w:rPr>
            </w:pPr>
            <w:r>
              <w:rPr>
                <w:sz w:val="28"/>
                <w:szCs w:val="28"/>
                <w:lang w:val="uk-UA"/>
              </w:rPr>
              <w:t>Ведмідь В.О.</w:t>
            </w:r>
          </w:p>
        </w:tc>
      </w:tr>
      <w:tr w:rsidR="00275751" w:rsidRPr="00BC4F93" w:rsidTr="001C2918">
        <w:tc>
          <w:tcPr>
            <w:tcW w:w="567" w:type="dxa"/>
          </w:tcPr>
          <w:p w:rsidR="00275751" w:rsidRDefault="00275751" w:rsidP="003B6D24">
            <w:pPr>
              <w:rPr>
                <w:sz w:val="28"/>
                <w:szCs w:val="28"/>
                <w:lang w:val="uk-UA"/>
              </w:rPr>
            </w:pPr>
            <w:r>
              <w:rPr>
                <w:sz w:val="28"/>
                <w:szCs w:val="28"/>
                <w:lang w:val="uk-UA"/>
              </w:rPr>
              <w:t>22.</w:t>
            </w:r>
          </w:p>
        </w:tc>
        <w:tc>
          <w:tcPr>
            <w:tcW w:w="4962" w:type="dxa"/>
          </w:tcPr>
          <w:p w:rsidR="00275751" w:rsidRPr="00206A10" w:rsidRDefault="00275751" w:rsidP="003B6D24">
            <w:pPr>
              <w:jc w:val="both"/>
              <w:rPr>
                <w:sz w:val="28"/>
                <w:szCs w:val="28"/>
                <w:lang w:val="uk-UA"/>
              </w:rPr>
            </w:pPr>
            <w:r w:rsidRPr="00206A10">
              <w:rPr>
                <w:bCs/>
                <w:sz w:val="28"/>
                <w:szCs w:val="28"/>
                <w:lang w:val="uk-UA"/>
              </w:rPr>
              <w:t>Про роботу відділу культури районної державної адміністрації щодо реалі</w:t>
            </w:r>
            <w:r>
              <w:rPr>
                <w:bCs/>
                <w:sz w:val="28"/>
                <w:szCs w:val="28"/>
                <w:lang w:val="uk-UA"/>
              </w:rPr>
              <w:t>-</w:t>
            </w:r>
            <w:r w:rsidRPr="00206A10">
              <w:rPr>
                <w:bCs/>
                <w:sz w:val="28"/>
                <w:szCs w:val="28"/>
                <w:lang w:val="uk-UA"/>
              </w:rPr>
              <w:t>зації в закладах культури району Державної Стратегії національно-патріотичного виховання дітей та молоді на 2016-2020 роки</w:t>
            </w:r>
          </w:p>
        </w:tc>
        <w:tc>
          <w:tcPr>
            <w:tcW w:w="1701" w:type="dxa"/>
          </w:tcPr>
          <w:p w:rsidR="00275751" w:rsidRPr="00567431" w:rsidRDefault="00275751" w:rsidP="003B6D24">
            <w:pPr>
              <w:rPr>
                <w:sz w:val="28"/>
                <w:szCs w:val="28"/>
                <w:lang w:val="uk-UA"/>
              </w:rPr>
            </w:pPr>
            <w:r w:rsidRPr="00567431">
              <w:rPr>
                <w:sz w:val="28"/>
                <w:szCs w:val="28"/>
                <w:lang w:val="uk-UA"/>
              </w:rPr>
              <w:t>2</w:t>
            </w:r>
            <w:r>
              <w:rPr>
                <w:sz w:val="28"/>
                <w:szCs w:val="28"/>
                <w:lang w:val="uk-UA"/>
              </w:rPr>
              <w:t>9</w:t>
            </w:r>
            <w:r w:rsidRPr="00567431">
              <w:rPr>
                <w:sz w:val="28"/>
                <w:szCs w:val="28"/>
                <w:lang w:val="uk-UA"/>
              </w:rPr>
              <w:t>.11.201</w:t>
            </w:r>
            <w:r>
              <w:rPr>
                <w:sz w:val="28"/>
                <w:szCs w:val="28"/>
                <w:lang w:val="uk-UA"/>
              </w:rPr>
              <w:t>6</w:t>
            </w:r>
          </w:p>
          <w:p w:rsidR="00275751" w:rsidRPr="00567431" w:rsidRDefault="00275751" w:rsidP="003B6D24">
            <w:pPr>
              <w:rPr>
                <w:sz w:val="28"/>
                <w:szCs w:val="28"/>
                <w:lang w:val="uk-UA"/>
              </w:rPr>
            </w:pPr>
          </w:p>
        </w:tc>
        <w:tc>
          <w:tcPr>
            <w:tcW w:w="2551" w:type="dxa"/>
          </w:tcPr>
          <w:p w:rsidR="00275751" w:rsidRDefault="00275751" w:rsidP="003B6D24">
            <w:pPr>
              <w:rPr>
                <w:sz w:val="28"/>
                <w:szCs w:val="28"/>
                <w:lang w:val="uk-UA"/>
              </w:rPr>
            </w:pPr>
            <w:r>
              <w:rPr>
                <w:sz w:val="28"/>
                <w:szCs w:val="28"/>
                <w:lang w:val="uk-UA"/>
              </w:rPr>
              <w:t>Татарінов В.М.</w:t>
            </w:r>
          </w:p>
          <w:p w:rsidR="00275751" w:rsidRDefault="00275751" w:rsidP="003B6D24">
            <w:pPr>
              <w:rPr>
                <w:sz w:val="28"/>
                <w:szCs w:val="28"/>
                <w:lang w:val="uk-UA"/>
              </w:rPr>
            </w:pPr>
            <w:r>
              <w:rPr>
                <w:sz w:val="28"/>
                <w:szCs w:val="28"/>
                <w:lang w:val="uk-UA"/>
              </w:rPr>
              <w:t>Момот С.В.</w:t>
            </w:r>
          </w:p>
          <w:p w:rsidR="00275751" w:rsidRDefault="00275751" w:rsidP="003B6D24">
            <w:pPr>
              <w:rPr>
                <w:sz w:val="28"/>
                <w:szCs w:val="28"/>
                <w:lang w:val="uk-UA"/>
              </w:rPr>
            </w:pPr>
          </w:p>
        </w:tc>
      </w:tr>
      <w:tr w:rsidR="00275751" w:rsidRPr="000413B1" w:rsidTr="001C2918">
        <w:tc>
          <w:tcPr>
            <w:tcW w:w="567" w:type="dxa"/>
          </w:tcPr>
          <w:p w:rsidR="00275751" w:rsidRDefault="00275751" w:rsidP="003B6D24">
            <w:pPr>
              <w:rPr>
                <w:sz w:val="28"/>
                <w:szCs w:val="28"/>
                <w:lang w:val="uk-UA"/>
              </w:rPr>
            </w:pPr>
            <w:r>
              <w:rPr>
                <w:sz w:val="28"/>
                <w:szCs w:val="28"/>
                <w:lang w:val="uk-UA"/>
              </w:rPr>
              <w:t>23.</w:t>
            </w:r>
          </w:p>
        </w:tc>
        <w:tc>
          <w:tcPr>
            <w:tcW w:w="4962" w:type="dxa"/>
          </w:tcPr>
          <w:p w:rsidR="00275751" w:rsidRPr="00206A10" w:rsidRDefault="00275751" w:rsidP="003B6D24">
            <w:pPr>
              <w:jc w:val="both"/>
              <w:rPr>
                <w:sz w:val="28"/>
                <w:szCs w:val="28"/>
                <w:lang w:val="uk-UA"/>
              </w:rPr>
            </w:pPr>
            <w:r w:rsidRPr="00206A10">
              <w:rPr>
                <w:sz w:val="28"/>
                <w:szCs w:val="28"/>
                <w:lang w:val="uk-UA"/>
              </w:rPr>
              <w:t xml:space="preserve">Про розгляд проекту Програми еконо-мічного і соціального розвитку та проект бюджету Роменського району на 2017 рік </w:t>
            </w:r>
          </w:p>
        </w:tc>
        <w:tc>
          <w:tcPr>
            <w:tcW w:w="1701" w:type="dxa"/>
          </w:tcPr>
          <w:p w:rsidR="00275751" w:rsidRPr="00567431" w:rsidRDefault="00275751" w:rsidP="003B6D24">
            <w:pPr>
              <w:rPr>
                <w:sz w:val="28"/>
                <w:szCs w:val="28"/>
                <w:lang w:val="uk-UA"/>
              </w:rPr>
            </w:pPr>
            <w:r>
              <w:rPr>
                <w:sz w:val="28"/>
                <w:szCs w:val="28"/>
                <w:lang w:val="uk-UA"/>
              </w:rPr>
              <w:t>27</w:t>
            </w:r>
            <w:r w:rsidRPr="00567431">
              <w:rPr>
                <w:sz w:val="28"/>
                <w:szCs w:val="28"/>
                <w:lang w:val="uk-UA"/>
              </w:rPr>
              <w:t>.12.201</w:t>
            </w:r>
            <w:r>
              <w:rPr>
                <w:sz w:val="28"/>
                <w:szCs w:val="28"/>
                <w:lang w:val="uk-UA"/>
              </w:rPr>
              <w:t>6</w:t>
            </w:r>
          </w:p>
        </w:tc>
        <w:tc>
          <w:tcPr>
            <w:tcW w:w="2551" w:type="dxa"/>
          </w:tcPr>
          <w:p w:rsidR="00275751" w:rsidRDefault="00275751" w:rsidP="003B6D24">
            <w:pPr>
              <w:rPr>
                <w:sz w:val="28"/>
                <w:szCs w:val="28"/>
                <w:lang w:val="uk-UA"/>
              </w:rPr>
            </w:pPr>
            <w:r>
              <w:rPr>
                <w:sz w:val="28"/>
                <w:szCs w:val="28"/>
                <w:lang w:val="uk-UA"/>
              </w:rPr>
              <w:t>Татарінов В.М.</w:t>
            </w:r>
          </w:p>
          <w:p w:rsidR="00275751" w:rsidRDefault="00275751" w:rsidP="003B6D24">
            <w:pPr>
              <w:rPr>
                <w:sz w:val="28"/>
                <w:szCs w:val="28"/>
                <w:lang w:val="uk-UA"/>
              </w:rPr>
            </w:pPr>
            <w:r>
              <w:rPr>
                <w:sz w:val="28"/>
                <w:szCs w:val="28"/>
                <w:lang w:val="uk-UA"/>
              </w:rPr>
              <w:t>Журенко Н.М.</w:t>
            </w:r>
          </w:p>
          <w:p w:rsidR="00275751" w:rsidRDefault="00275751" w:rsidP="003B6D24">
            <w:pPr>
              <w:rPr>
                <w:sz w:val="28"/>
                <w:szCs w:val="28"/>
                <w:lang w:val="uk-UA"/>
              </w:rPr>
            </w:pPr>
            <w:r>
              <w:rPr>
                <w:sz w:val="28"/>
                <w:szCs w:val="28"/>
                <w:lang w:val="uk-UA"/>
              </w:rPr>
              <w:t>Гребенюк О.П.</w:t>
            </w:r>
          </w:p>
          <w:p w:rsidR="00275751" w:rsidRDefault="00275751" w:rsidP="003B6D24">
            <w:pPr>
              <w:rPr>
                <w:sz w:val="28"/>
                <w:szCs w:val="28"/>
                <w:lang w:val="uk-UA"/>
              </w:rPr>
            </w:pPr>
            <w:r w:rsidRPr="000F4F46">
              <w:rPr>
                <w:sz w:val="28"/>
                <w:szCs w:val="28"/>
                <w:lang w:val="uk-UA"/>
              </w:rPr>
              <w:t>Анісімова М.В.</w:t>
            </w:r>
          </w:p>
        </w:tc>
      </w:tr>
      <w:tr w:rsidR="00275751" w:rsidRPr="003B6D24" w:rsidTr="001C2918">
        <w:tc>
          <w:tcPr>
            <w:tcW w:w="567" w:type="dxa"/>
          </w:tcPr>
          <w:p w:rsidR="00275751" w:rsidRDefault="00275751" w:rsidP="003A4DEE">
            <w:pPr>
              <w:rPr>
                <w:sz w:val="28"/>
                <w:szCs w:val="28"/>
                <w:lang w:val="uk-UA"/>
              </w:rPr>
            </w:pPr>
            <w:r>
              <w:rPr>
                <w:sz w:val="28"/>
                <w:szCs w:val="28"/>
                <w:lang w:val="uk-UA"/>
              </w:rPr>
              <w:t>24.</w:t>
            </w:r>
          </w:p>
        </w:tc>
        <w:tc>
          <w:tcPr>
            <w:tcW w:w="4962" w:type="dxa"/>
          </w:tcPr>
          <w:p w:rsidR="00275751" w:rsidRPr="00206A10" w:rsidRDefault="00275751" w:rsidP="003A4DEE">
            <w:pPr>
              <w:jc w:val="both"/>
              <w:rPr>
                <w:b/>
                <w:bCs/>
                <w:sz w:val="28"/>
                <w:szCs w:val="28"/>
                <w:lang w:val="uk-UA"/>
              </w:rPr>
            </w:pPr>
            <w:r w:rsidRPr="00206A10">
              <w:rPr>
                <w:bCs/>
                <w:sz w:val="28"/>
                <w:szCs w:val="28"/>
                <w:lang w:val="uk-UA"/>
              </w:rPr>
              <w:t>Про</w:t>
            </w:r>
            <w:r w:rsidRPr="00206A10">
              <w:rPr>
                <w:b/>
                <w:bCs/>
                <w:sz w:val="28"/>
                <w:szCs w:val="28"/>
                <w:lang w:val="uk-UA"/>
              </w:rPr>
              <w:t xml:space="preserve"> </w:t>
            </w:r>
            <w:r w:rsidRPr="00206A10">
              <w:rPr>
                <w:bCs/>
                <w:sz w:val="28"/>
                <w:szCs w:val="28"/>
                <w:lang w:val="uk-UA"/>
              </w:rPr>
              <w:t>стан кадрової роботи в районній державній адміністрації</w:t>
            </w:r>
          </w:p>
        </w:tc>
        <w:tc>
          <w:tcPr>
            <w:tcW w:w="1701" w:type="dxa"/>
          </w:tcPr>
          <w:p w:rsidR="00275751" w:rsidRDefault="00275751" w:rsidP="003A4DEE">
            <w:pPr>
              <w:rPr>
                <w:sz w:val="28"/>
                <w:szCs w:val="28"/>
                <w:lang w:val="uk-UA"/>
              </w:rPr>
            </w:pPr>
            <w:r w:rsidRPr="00567431">
              <w:rPr>
                <w:sz w:val="28"/>
                <w:szCs w:val="28"/>
                <w:lang w:val="uk-UA"/>
              </w:rPr>
              <w:t>2</w:t>
            </w:r>
            <w:r>
              <w:rPr>
                <w:sz w:val="28"/>
                <w:szCs w:val="28"/>
                <w:lang w:val="uk-UA"/>
              </w:rPr>
              <w:t>7</w:t>
            </w:r>
            <w:r w:rsidRPr="00567431">
              <w:rPr>
                <w:sz w:val="28"/>
                <w:szCs w:val="28"/>
                <w:lang w:val="uk-UA"/>
              </w:rPr>
              <w:t>.1</w:t>
            </w:r>
            <w:r>
              <w:rPr>
                <w:sz w:val="28"/>
                <w:szCs w:val="28"/>
                <w:lang w:val="uk-UA"/>
              </w:rPr>
              <w:t>2</w:t>
            </w:r>
            <w:r w:rsidRPr="00567431">
              <w:rPr>
                <w:sz w:val="28"/>
                <w:szCs w:val="28"/>
                <w:lang w:val="uk-UA"/>
              </w:rPr>
              <w:t>.201</w:t>
            </w:r>
            <w:r>
              <w:rPr>
                <w:sz w:val="28"/>
                <w:szCs w:val="28"/>
                <w:lang w:val="uk-UA"/>
              </w:rPr>
              <w:t>6</w:t>
            </w:r>
          </w:p>
        </w:tc>
        <w:tc>
          <w:tcPr>
            <w:tcW w:w="2551" w:type="dxa"/>
          </w:tcPr>
          <w:p w:rsidR="00275751" w:rsidRDefault="00275751" w:rsidP="003A4DEE">
            <w:pPr>
              <w:rPr>
                <w:sz w:val="28"/>
                <w:szCs w:val="28"/>
                <w:lang w:val="uk-UA"/>
              </w:rPr>
            </w:pPr>
            <w:r>
              <w:rPr>
                <w:sz w:val="28"/>
                <w:szCs w:val="28"/>
                <w:lang w:val="uk-UA"/>
              </w:rPr>
              <w:t>Ломко М.О.</w:t>
            </w:r>
          </w:p>
          <w:p w:rsidR="00275751" w:rsidRDefault="00275751" w:rsidP="003A4DEE">
            <w:pPr>
              <w:rPr>
                <w:sz w:val="28"/>
                <w:szCs w:val="28"/>
                <w:lang w:val="uk-UA"/>
              </w:rPr>
            </w:pPr>
            <w:r>
              <w:rPr>
                <w:sz w:val="28"/>
                <w:szCs w:val="28"/>
                <w:lang w:val="uk-UA"/>
              </w:rPr>
              <w:t>Сеник О.А.</w:t>
            </w:r>
          </w:p>
        </w:tc>
      </w:tr>
      <w:tr w:rsidR="00275751" w:rsidRPr="003B6D24" w:rsidTr="001C2918">
        <w:tc>
          <w:tcPr>
            <w:tcW w:w="567" w:type="dxa"/>
          </w:tcPr>
          <w:p w:rsidR="00275751" w:rsidRDefault="00275751" w:rsidP="003A4DEE">
            <w:pPr>
              <w:rPr>
                <w:sz w:val="28"/>
                <w:szCs w:val="28"/>
                <w:lang w:val="uk-UA"/>
              </w:rPr>
            </w:pPr>
            <w:r>
              <w:rPr>
                <w:sz w:val="28"/>
                <w:szCs w:val="28"/>
                <w:lang w:val="uk-UA"/>
              </w:rPr>
              <w:t>25.</w:t>
            </w:r>
          </w:p>
        </w:tc>
        <w:tc>
          <w:tcPr>
            <w:tcW w:w="4962" w:type="dxa"/>
          </w:tcPr>
          <w:p w:rsidR="00275751" w:rsidRPr="00206A10" w:rsidRDefault="00275751" w:rsidP="003A4DEE">
            <w:pPr>
              <w:jc w:val="both"/>
              <w:rPr>
                <w:bCs/>
                <w:sz w:val="28"/>
                <w:szCs w:val="28"/>
                <w:lang w:val="uk-UA"/>
              </w:rPr>
            </w:pPr>
            <w:r>
              <w:rPr>
                <w:bCs/>
                <w:sz w:val="28"/>
                <w:szCs w:val="28"/>
                <w:lang w:val="uk-UA"/>
              </w:rPr>
              <w:t>Про план засідання колегії районної державної адміністрації на 2017 рік</w:t>
            </w:r>
          </w:p>
        </w:tc>
        <w:tc>
          <w:tcPr>
            <w:tcW w:w="1701" w:type="dxa"/>
          </w:tcPr>
          <w:p w:rsidR="00275751" w:rsidRPr="00567431" w:rsidRDefault="00275751" w:rsidP="003A4DEE">
            <w:pPr>
              <w:rPr>
                <w:sz w:val="28"/>
                <w:szCs w:val="28"/>
                <w:lang w:val="uk-UA"/>
              </w:rPr>
            </w:pPr>
            <w:r w:rsidRPr="00567431">
              <w:rPr>
                <w:sz w:val="28"/>
                <w:szCs w:val="28"/>
                <w:lang w:val="uk-UA"/>
              </w:rPr>
              <w:t>2</w:t>
            </w:r>
            <w:r>
              <w:rPr>
                <w:sz w:val="28"/>
                <w:szCs w:val="28"/>
                <w:lang w:val="uk-UA"/>
              </w:rPr>
              <w:t>7</w:t>
            </w:r>
            <w:r w:rsidRPr="00567431">
              <w:rPr>
                <w:sz w:val="28"/>
                <w:szCs w:val="28"/>
                <w:lang w:val="uk-UA"/>
              </w:rPr>
              <w:t>.1</w:t>
            </w:r>
            <w:r>
              <w:rPr>
                <w:sz w:val="28"/>
                <w:szCs w:val="28"/>
                <w:lang w:val="uk-UA"/>
              </w:rPr>
              <w:t>2</w:t>
            </w:r>
            <w:r w:rsidRPr="00567431">
              <w:rPr>
                <w:sz w:val="28"/>
                <w:szCs w:val="28"/>
                <w:lang w:val="uk-UA"/>
              </w:rPr>
              <w:t>.201</w:t>
            </w:r>
            <w:r>
              <w:rPr>
                <w:sz w:val="28"/>
                <w:szCs w:val="28"/>
                <w:lang w:val="uk-UA"/>
              </w:rPr>
              <w:t>6</w:t>
            </w:r>
          </w:p>
        </w:tc>
        <w:tc>
          <w:tcPr>
            <w:tcW w:w="2551" w:type="dxa"/>
          </w:tcPr>
          <w:p w:rsidR="00275751" w:rsidRDefault="00275751" w:rsidP="003A4DEE">
            <w:pPr>
              <w:rPr>
                <w:sz w:val="28"/>
                <w:szCs w:val="28"/>
                <w:lang w:val="uk-UA"/>
              </w:rPr>
            </w:pPr>
            <w:r>
              <w:rPr>
                <w:sz w:val="28"/>
                <w:szCs w:val="28"/>
                <w:lang w:val="uk-UA"/>
              </w:rPr>
              <w:t>Ломко М.О.</w:t>
            </w:r>
          </w:p>
          <w:p w:rsidR="00275751" w:rsidRDefault="00275751" w:rsidP="003A4DEE">
            <w:pPr>
              <w:rPr>
                <w:sz w:val="28"/>
                <w:szCs w:val="28"/>
                <w:lang w:val="uk-UA"/>
              </w:rPr>
            </w:pPr>
            <w:r>
              <w:rPr>
                <w:sz w:val="28"/>
                <w:szCs w:val="28"/>
                <w:lang w:val="uk-UA"/>
              </w:rPr>
              <w:t>Ярмак І.М.</w:t>
            </w:r>
          </w:p>
        </w:tc>
      </w:tr>
    </w:tbl>
    <w:p w:rsidR="00275751" w:rsidRDefault="00275751" w:rsidP="00E52514">
      <w:pPr>
        <w:ind w:firstLine="708"/>
        <w:rPr>
          <w:sz w:val="28"/>
          <w:szCs w:val="28"/>
          <w:lang w:val="uk-UA"/>
        </w:rPr>
      </w:pPr>
      <w:r w:rsidRPr="00206A10">
        <w:rPr>
          <w:sz w:val="28"/>
          <w:szCs w:val="28"/>
        </w:rPr>
        <w:t>ІІ. Питання, які доцільно розглянути на апаратних нарадах при голові Роменської районної державної адміністрації</w:t>
      </w:r>
    </w:p>
    <w:p w:rsidR="00275751" w:rsidRPr="000413B1" w:rsidRDefault="00275751" w:rsidP="006C7D57">
      <w:pPr>
        <w:ind w:firstLine="708"/>
        <w:rPr>
          <w:sz w:val="16"/>
          <w:szCs w:val="16"/>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
        <w:gridCol w:w="567"/>
        <w:gridCol w:w="4957"/>
        <w:gridCol w:w="1700"/>
        <w:gridCol w:w="2552"/>
      </w:tblGrid>
      <w:tr w:rsidR="00275751" w:rsidRPr="00422D67" w:rsidTr="001C2918">
        <w:tc>
          <w:tcPr>
            <w:tcW w:w="567" w:type="dxa"/>
            <w:gridSpan w:val="2"/>
          </w:tcPr>
          <w:p w:rsidR="00275751" w:rsidRPr="00422D67" w:rsidRDefault="00275751" w:rsidP="001C2918">
            <w:pPr>
              <w:jc w:val="center"/>
              <w:rPr>
                <w:sz w:val="28"/>
                <w:szCs w:val="28"/>
                <w:lang w:val="uk-UA"/>
              </w:rPr>
            </w:pPr>
            <w:r w:rsidRPr="00422D67">
              <w:rPr>
                <w:sz w:val="28"/>
                <w:szCs w:val="28"/>
                <w:lang w:val="uk-UA"/>
              </w:rPr>
              <w:t xml:space="preserve">№ </w:t>
            </w:r>
            <w:r w:rsidRPr="00C94A2A">
              <w:rPr>
                <w:sz w:val="28"/>
                <w:szCs w:val="28"/>
                <w:lang w:val="uk-UA"/>
              </w:rPr>
              <w:t>з</w:t>
            </w:r>
            <w:r w:rsidRPr="00422D67">
              <w:rPr>
                <w:sz w:val="28"/>
                <w:szCs w:val="28"/>
                <w:lang w:val="uk-UA"/>
              </w:rPr>
              <w:t>/п</w:t>
            </w:r>
          </w:p>
        </w:tc>
        <w:tc>
          <w:tcPr>
            <w:tcW w:w="4960" w:type="dxa"/>
          </w:tcPr>
          <w:p w:rsidR="00275751" w:rsidRPr="00422D67" w:rsidRDefault="00275751" w:rsidP="001C2918">
            <w:pPr>
              <w:pStyle w:val="Heading2"/>
              <w:rPr>
                <w:b w:val="0"/>
                <w:bCs w:val="0"/>
              </w:rPr>
            </w:pPr>
            <w:r w:rsidRPr="00422D67">
              <w:rPr>
                <w:b w:val="0"/>
                <w:bCs w:val="0"/>
              </w:rPr>
              <w:t>Питання, що пропонуються</w:t>
            </w:r>
          </w:p>
          <w:p w:rsidR="00275751" w:rsidRPr="00422D67" w:rsidRDefault="00275751" w:rsidP="001C2918">
            <w:pPr>
              <w:pStyle w:val="Heading2"/>
              <w:rPr>
                <w:b w:val="0"/>
                <w:bCs w:val="0"/>
              </w:rPr>
            </w:pPr>
            <w:r w:rsidRPr="00422D67">
              <w:rPr>
                <w:b w:val="0"/>
                <w:bCs w:val="0"/>
              </w:rPr>
              <w:t xml:space="preserve"> розглянути</w:t>
            </w:r>
          </w:p>
        </w:tc>
        <w:tc>
          <w:tcPr>
            <w:tcW w:w="1701" w:type="dxa"/>
          </w:tcPr>
          <w:p w:rsidR="00275751" w:rsidRPr="00422D67" w:rsidRDefault="00275751" w:rsidP="001C2918">
            <w:pPr>
              <w:jc w:val="center"/>
              <w:rPr>
                <w:sz w:val="28"/>
                <w:szCs w:val="28"/>
                <w:lang w:val="uk-UA"/>
              </w:rPr>
            </w:pPr>
            <w:r w:rsidRPr="00422D67">
              <w:rPr>
                <w:sz w:val="28"/>
                <w:szCs w:val="28"/>
                <w:lang w:val="uk-UA"/>
              </w:rPr>
              <w:t>Термін виконання</w:t>
            </w:r>
          </w:p>
        </w:tc>
        <w:tc>
          <w:tcPr>
            <w:tcW w:w="2553" w:type="dxa"/>
          </w:tcPr>
          <w:p w:rsidR="00275751" w:rsidRPr="00422D67" w:rsidRDefault="00275751" w:rsidP="001C2918">
            <w:pPr>
              <w:jc w:val="center"/>
              <w:rPr>
                <w:sz w:val="28"/>
                <w:szCs w:val="28"/>
                <w:lang w:val="uk-UA"/>
              </w:rPr>
            </w:pPr>
            <w:r w:rsidRPr="00422D67">
              <w:rPr>
                <w:sz w:val="28"/>
                <w:szCs w:val="28"/>
                <w:lang w:val="uk-UA"/>
              </w:rPr>
              <w:t>Відповідальні за підготовку</w:t>
            </w:r>
          </w:p>
        </w:tc>
      </w:tr>
      <w:tr w:rsidR="00275751" w:rsidTr="001C2918">
        <w:tc>
          <w:tcPr>
            <w:tcW w:w="567" w:type="dxa"/>
            <w:gridSpan w:val="2"/>
          </w:tcPr>
          <w:p w:rsidR="00275751" w:rsidRDefault="00275751" w:rsidP="001C2918">
            <w:pPr>
              <w:rPr>
                <w:sz w:val="28"/>
                <w:szCs w:val="28"/>
                <w:lang w:val="uk-UA"/>
              </w:rPr>
            </w:pPr>
            <w:r>
              <w:rPr>
                <w:sz w:val="28"/>
                <w:szCs w:val="28"/>
                <w:lang w:val="uk-UA"/>
              </w:rPr>
              <w:t>1</w:t>
            </w:r>
          </w:p>
        </w:tc>
        <w:tc>
          <w:tcPr>
            <w:tcW w:w="4960" w:type="dxa"/>
          </w:tcPr>
          <w:p w:rsidR="00275751" w:rsidRDefault="00275751" w:rsidP="004879C8">
            <w:pPr>
              <w:jc w:val="center"/>
              <w:rPr>
                <w:sz w:val="28"/>
                <w:szCs w:val="28"/>
                <w:lang w:val="uk-UA"/>
              </w:rPr>
            </w:pPr>
            <w:r>
              <w:rPr>
                <w:sz w:val="28"/>
                <w:szCs w:val="28"/>
                <w:lang w:val="uk-UA"/>
              </w:rPr>
              <w:t>2</w:t>
            </w:r>
          </w:p>
        </w:tc>
        <w:tc>
          <w:tcPr>
            <w:tcW w:w="1701" w:type="dxa"/>
          </w:tcPr>
          <w:p w:rsidR="00275751" w:rsidRDefault="00275751" w:rsidP="004879C8">
            <w:pPr>
              <w:jc w:val="center"/>
              <w:rPr>
                <w:sz w:val="28"/>
                <w:szCs w:val="28"/>
                <w:lang w:val="uk-UA"/>
              </w:rPr>
            </w:pPr>
            <w:r>
              <w:rPr>
                <w:sz w:val="28"/>
                <w:szCs w:val="28"/>
                <w:lang w:val="uk-UA"/>
              </w:rPr>
              <w:t>3</w:t>
            </w:r>
          </w:p>
        </w:tc>
        <w:tc>
          <w:tcPr>
            <w:tcW w:w="2553" w:type="dxa"/>
          </w:tcPr>
          <w:p w:rsidR="00275751" w:rsidRDefault="00275751" w:rsidP="004879C8">
            <w:pPr>
              <w:jc w:val="center"/>
              <w:rPr>
                <w:sz w:val="28"/>
                <w:szCs w:val="28"/>
                <w:lang w:val="uk-UA"/>
              </w:rPr>
            </w:pPr>
            <w:r>
              <w:rPr>
                <w:sz w:val="28"/>
                <w:szCs w:val="28"/>
                <w:lang w:val="uk-UA"/>
              </w:rPr>
              <w:t>4</w:t>
            </w:r>
          </w:p>
        </w:tc>
      </w:tr>
      <w:tr w:rsidR="00275751" w:rsidTr="008152D6">
        <w:trPr>
          <w:trHeight w:val="2898"/>
        </w:trPr>
        <w:tc>
          <w:tcPr>
            <w:tcW w:w="567" w:type="dxa"/>
            <w:gridSpan w:val="2"/>
          </w:tcPr>
          <w:p w:rsidR="00275751" w:rsidRDefault="00275751" w:rsidP="001C2918">
            <w:pPr>
              <w:rPr>
                <w:sz w:val="28"/>
                <w:szCs w:val="28"/>
                <w:lang w:val="uk-UA"/>
              </w:rPr>
            </w:pPr>
            <w:r>
              <w:rPr>
                <w:sz w:val="28"/>
                <w:szCs w:val="28"/>
                <w:lang w:val="uk-UA"/>
              </w:rPr>
              <w:t>1.</w:t>
            </w:r>
          </w:p>
        </w:tc>
        <w:tc>
          <w:tcPr>
            <w:tcW w:w="4960" w:type="dxa"/>
          </w:tcPr>
          <w:p w:rsidR="00275751" w:rsidRPr="006C59C0" w:rsidRDefault="00275751" w:rsidP="00CC7B03">
            <w:pPr>
              <w:jc w:val="both"/>
              <w:rPr>
                <w:sz w:val="28"/>
                <w:szCs w:val="28"/>
                <w:lang w:val="uk-UA"/>
              </w:rPr>
            </w:pPr>
            <w:r w:rsidRPr="006C59C0">
              <w:rPr>
                <w:sz w:val="28"/>
                <w:szCs w:val="28"/>
                <w:lang w:val="uk-UA"/>
              </w:rPr>
              <w:t>Про</w:t>
            </w:r>
            <w:r w:rsidRPr="006C59C0">
              <w:rPr>
                <w:b/>
                <w:sz w:val="28"/>
                <w:szCs w:val="28"/>
                <w:lang w:val="uk-UA"/>
              </w:rPr>
              <w:t xml:space="preserve"> </w:t>
            </w:r>
            <w:r w:rsidRPr="006C59C0">
              <w:rPr>
                <w:sz w:val="28"/>
                <w:szCs w:val="28"/>
                <w:lang w:val="uk-UA"/>
              </w:rPr>
              <w:t>забезпечення в межах компетенції виконання вимог Указу Президента України від 19 серпня 2008 року № 725/2008 «Про невідкладні заходи щодо захисту власників земельних ділянок та земельних часток (паїв)» (у частині встановлення орендної плати за частки (паї) на рівні не меншому 3% від нормативної грошової оцінки землі)</w:t>
            </w:r>
          </w:p>
        </w:tc>
        <w:tc>
          <w:tcPr>
            <w:tcW w:w="1701" w:type="dxa"/>
          </w:tcPr>
          <w:p w:rsidR="00275751" w:rsidRDefault="00275751" w:rsidP="00FE7E20">
            <w:pPr>
              <w:rPr>
                <w:sz w:val="28"/>
                <w:szCs w:val="28"/>
                <w:lang w:val="uk-UA"/>
              </w:rPr>
            </w:pPr>
            <w:r>
              <w:rPr>
                <w:sz w:val="28"/>
                <w:szCs w:val="28"/>
                <w:lang w:val="uk-UA"/>
              </w:rPr>
              <w:t>18</w:t>
            </w:r>
            <w:r w:rsidRPr="00567431">
              <w:rPr>
                <w:sz w:val="28"/>
                <w:szCs w:val="28"/>
                <w:lang w:val="uk-UA"/>
              </w:rPr>
              <w:t>.01.201</w:t>
            </w:r>
            <w:r>
              <w:rPr>
                <w:sz w:val="28"/>
                <w:szCs w:val="28"/>
                <w:lang w:val="uk-UA"/>
              </w:rPr>
              <w:t>6</w:t>
            </w:r>
          </w:p>
        </w:tc>
        <w:tc>
          <w:tcPr>
            <w:tcW w:w="2553" w:type="dxa"/>
          </w:tcPr>
          <w:p w:rsidR="00275751" w:rsidRDefault="00275751" w:rsidP="00BC4F93">
            <w:pPr>
              <w:rPr>
                <w:sz w:val="28"/>
                <w:szCs w:val="28"/>
                <w:lang w:val="uk-UA"/>
              </w:rPr>
            </w:pPr>
            <w:r>
              <w:rPr>
                <w:sz w:val="28"/>
                <w:szCs w:val="28"/>
                <w:lang w:val="uk-UA"/>
              </w:rPr>
              <w:t>Журенко Н.М.</w:t>
            </w:r>
          </w:p>
          <w:p w:rsidR="00275751" w:rsidRDefault="00275751" w:rsidP="00BC4F93">
            <w:pPr>
              <w:rPr>
                <w:sz w:val="28"/>
                <w:szCs w:val="28"/>
                <w:lang w:val="uk-UA"/>
              </w:rPr>
            </w:pPr>
            <w:r>
              <w:rPr>
                <w:sz w:val="28"/>
                <w:szCs w:val="28"/>
                <w:lang w:val="uk-UA"/>
              </w:rPr>
              <w:t>Псарьова А.М.</w:t>
            </w:r>
          </w:p>
        </w:tc>
      </w:tr>
      <w:tr w:rsidR="00275751" w:rsidTr="00267487">
        <w:trPr>
          <w:trHeight w:val="709"/>
        </w:trPr>
        <w:tc>
          <w:tcPr>
            <w:tcW w:w="567" w:type="dxa"/>
            <w:gridSpan w:val="2"/>
          </w:tcPr>
          <w:p w:rsidR="00275751" w:rsidRDefault="00275751" w:rsidP="001C2918">
            <w:pPr>
              <w:rPr>
                <w:sz w:val="28"/>
                <w:szCs w:val="28"/>
                <w:lang w:val="uk-UA"/>
              </w:rPr>
            </w:pPr>
            <w:r>
              <w:rPr>
                <w:sz w:val="28"/>
                <w:szCs w:val="28"/>
                <w:lang w:val="uk-UA"/>
              </w:rPr>
              <w:t>2.</w:t>
            </w:r>
          </w:p>
        </w:tc>
        <w:tc>
          <w:tcPr>
            <w:tcW w:w="4960" w:type="dxa"/>
          </w:tcPr>
          <w:p w:rsidR="00275751" w:rsidRPr="00267487" w:rsidRDefault="00275751" w:rsidP="001C2918">
            <w:pPr>
              <w:jc w:val="both"/>
              <w:rPr>
                <w:sz w:val="28"/>
                <w:szCs w:val="28"/>
                <w:lang w:val="uk-UA"/>
              </w:rPr>
            </w:pPr>
            <w:r w:rsidRPr="00267487">
              <w:rPr>
                <w:sz w:val="28"/>
                <w:szCs w:val="28"/>
                <w:lang w:val="uk-UA"/>
              </w:rPr>
              <w:t>Про стан транспортного забезпечення населення району в 2015 році</w:t>
            </w:r>
          </w:p>
        </w:tc>
        <w:tc>
          <w:tcPr>
            <w:tcW w:w="1701" w:type="dxa"/>
          </w:tcPr>
          <w:p w:rsidR="00275751" w:rsidRDefault="00275751" w:rsidP="0095734A">
            <w:pPr>
              <w:rPr>
                <w:sz w:val="28"/>
                <w:szCs w:val="28"/>
                <w:lang w:val="uk-UA"/>
              </w:rPr>
            </w:pPr>
            <w:r>
              <w:rPr>
                <w:sz w:val="28"/>
                <w:szCs w:val="28"/>
                <w:lang w:val="uk-UA"/>
              </w:rPr>
              <w:t>18</w:t>
            </w:r>
            <w:r w:rsidRPr="00567431">
              <w:rPr>
                <w:sz w:val="28"/>
                <w:szCs w:val="28"/>
                <w:lang w:val="uk-UA"/>
              </w:rPr>
              <w:t>.01.201</w:t>
            </w:r>
            <w:r>
              <w:rPr>
                <w:sz w:val="28"/>
                <w:szCs w:val="28"/>
                <w:lang w:val="uk-UA"/>
              </w:rPr>
              <w:t>6</w:t>
            </w:r>
          </w:p>
        </w:tc>
        <w:tc>
          <w:tcPr>
            <w:tcW w:w="2553" w:type="dxa"/>
          </w:tcPr>
          <w:p w:rsidR="00275751" w:rsidRDefault="00275751" w:rsidP="0095734A">
            <w:pPr>
              <w:rPr>
                <w:sz w:val="28"/>
                <w:szCs w:val="28"/>
                <w:lang w:val="uk-UA"/>
              </w:rPr>
            </w:pPr>
            <w:r>
              <w:rPr>
                <w:sz w:val="28"/>
                <w:szCs w:val="28"/>
                <w:lang w:val="uk-UA"/>
              </w:rPr>
              <w:t>Журенко Н.М.</w:t>
            </w:r>
          </w:p>
          <w:p w:rsidR="00275751" w:rsidRDefault="00275751" w:rsidP="0095734A">
            <w:pPr>
              <w:rPr>
                <w:sz w:val="28"/>
                <w:szCs w:val="28"/>
                <w:lang w:val="uk-UA"/>
              </w:rPr>
            </w:pPr>
            <w:r>
              <w:rPr>
                <w:sz w:val="28"/>
                <w:szCs w:val="28"/>
                <w:lang w:val="uk-UA"/>
              </w:rPr>
              <w:t>Радченко Л.Г.</w:t>
            </w:r>
          </w:p>
        </w:tc>
      </w:tr>
      <w:tr w:rsidR="00275751" w:rsidTr="001C2918">
        <w:tc>
          <w:tcPr>
            <w:tcW w:w="567" w:type="dxa"/>
            <w:gridSpan w:val="2"/>
          </w:tcPr>
          <w:p w:rsidR="00275751" w:rsidRPr="00AD2C1D" w:rsidRDefault="00275751" w:rsidP="00282208">
            <w:pPr>
              <w:rPr>
                <w:sz w:val="28"/>
                <w:szCs w:val="28"/>
                <w:lang w:val="uk-UA"/>
              </w:rPr>
            </w:pPr>
            <w:r>
              <w:rPr>
                <w:sz w:val="28"/>
                <w:szCs w:val="28"/>
                <w:lang w:val="uk-UA"/>
              </w:rPr>
              <w:t>3.</w:t>
            </w:r>
          </w:p>
        </w:tc>
        <w:tc>
          <w:tcPr>
            <w:tcW w:w="4960" w:type="dxa"/>
          </w:tcPr>
          <w:p w:rsidR="00275751" w:rsidRPr="00206A10" w:rsidRDefault="00275751" w:rsidP="00334D5F">
            <w:pPr>
              <w:jc w:val="both"/>
              <w:rPr>
                <w:b/>
                <w:sz w:val="28"/>
                <w:szCs w:val="28"/>
                <w:lang w:val="uk-UA"/>
              </w:rPr>
            </w:pPr>
            <w:r w:rsidRPr="00206A10">
              <w:rPr>
                <w:sz w:val="28"/>
                <w:szCs w:val="28"/>
                <w:lang w:val="uk-UA"/>
              </w:rPr>
              <w:t>Про</w:t>
            </w:r>
            <w:r w:rsidRPr="00206A10">
              <w:rPr>
                <w:b/>
                <w:sz w:val="28"/>
                <w:szCs w:val="28"/>
                <w:lang w:val="uk-UA"/>
              </w:rPr>
              <w:t xml:space="preserve"> </w:t>
            </w:r>
            <w:r w:rsidRPr="00206A10">
              <w:rPr>
                <w:sz w:val="28"/>
                <w:szCs w:val="28"/>
                <w:lang w:val="uk-UA"/>
              </w:rPr>
              <w:t xml:space="preserve">стан роботи консультативних, дорадчих та інших допоміжних органів районної державної адміністрації за </w:t>
            </w:r>
            <w:r w:rsidRPr="00206A10">
              <w:rPr>
                <w:bCs/>
                <w:sz w:val="28"/>
                <w:lang w:val="uk-UA"/>
              </w:rPr>
              <w:t>І</w:t>
            </w:r>
            <w:r w:rsidRPr="00206A10">
              <w:rPr>
                <w:bCs/>
                <w:sz w:val="28"/>
                <w:lang w:val="en-US"/>
              </w:rPr>
              <w:t>V</w:t>
            </w:r>
            <w:r w:rsidRPr="00206A10">
              <w:rPr>
                <w:b/>
                <w:sz w:val="28"/>
                <w:szCs w:val="28"/>
                <w:lang w:val="uk-UA"/>
              </w:rPr>
              <w:t xml:space="preserve"> </w:t>
            </w:r>
            <w:r w:rsidRPr="00206A10">
              <w:rPr>
                <w:sz w:val="28"/>
                <w:szCs w:val="28"/>
                <w:lang w:val="uk-UA"/>
              </w:rPr>
              <w:t>квартал 2015 року</w:t>
            </w:r>
          </w:p>
        </w:tc>
        <w:tc>
          <w:tcPr>
            <w:tcW w:w="1701" w:type="dxa"/>
          </w:tcPr>
          <w:p w:rsidR="00275751" w:rsidRPr="00A50249" w:rsidRDefault="00275751" w:rsidP="00282208">
            <w:pPr>
              <w:rPr>
                <w:sz w:val="28"/>
                <w:szCs w:val="28"/>
                <w:lang w:val="uk-UA"/>
              </w:rPr>
            </w:pPr>
            <w:r w:rsidRPr="00A50249">
              <w:rPr>
                <w:sz w:val="28"/>
                <w:szCs w:val="28"/>
                <w:lang w:val="uk-UA"/>
              </w:rPr>
              <w:t>01.02.2016</w:t>
            </w:r>
          </w:p>
        </w:tc>
        <w:tc>
          <w:tcPr>
            <w:tcW w:w="2553" w:type="dxa"/>
          </w:tcPr>
          <w:p w:rsidR="00275751" w:rsidRDefault="00275751" w:rsidP="00282208">
            <w:pPr>
              <w:rPr>
                <w:sz w:val="28"/>
                <w:szCs w:val="28"/>
                <w:lang w:val="uk-UA"/>
              </w:rPr>
            </w:pPr>
            <w:r>
              <w:rPr>
                <w:sz w:val="28"/>
                <w:szCs w:val="28"/>
                <w:lang w:val="uk-UA"/>
              </w:rPr>
              <w:t>Ломко М.О.</w:t>
            </w:r>
          </w:p>
          <w:p w:rsidR="00275751" w:rsidRPr="00A50249" w:rsidRDefault="00275751" w:rsidP="00282208">
            <w:pPr>
              <w:rPr>
                <w:sz w:val="28"/>
                <w:szCs w:val="28"/>
                <w:lang w:val="uk-UA"/>
              </w:rPr>
            </w:pPr>
            <w:r w:rsidRPr="00A50249">
              <w:rPr>
                <w:sz w:val="28"/>
                <w:szCs w:val="28"/>
                <w:lang w:val="uk-UA"/>
              </w:rPr>
              <w:t>Воскобойнікова М.А.</w:t>
            </w:r>
          </w:p>
        </w:tc>
      </w:tr>
      <w:tr w:rsidR="00275751" w:rsidTr="001C2918">
        <w:tc>
          <w:tcPr>
            <w:tcW w:w="567" w:type="dxa"/>
            <w:gridSpan w:val="2"/>
          </w:tcPr>
          <w:p w:rsidR="00275751" w:rsidRDefault="00275751" w:rsidP="00585251">
            <w:pPr>
              <w:rPr>
                <w:sz w:val="28"/>
                <w:szCs w:val="28"/>
                <w:lang w:val="uk-UA"/>
              </w:rPr>
            </w:pPr>
            <w:r>
              <w:rPr>
                <w:sz w:val="28"/>
                <w:szCs w:val="28"/>
                <w:lang w:val="uk-UA"/>
              </w:rPr>
              <w:t>4.</w:t>
            </w:r>
          </w:p>
        </w:tc>
        <w:tc>
          <w:tcPr>
            <w:tcW w:w="4960" w:type="dxa"/>
          </w:tcPr>
          <w:p w:rsidR="00275751" w:rsidRPr="00206A10" w:rsidRDefault="00275751" w:rsidP="006C7D57">
            <w:pPr>
              <w:jc w:val="both"/>
              <w:rPr>
                <w:sz w:val="28"/>
                <w:szCs w:val="28"/>
                <w:lang w:val="uk-UA"/>
              </w:rPr>
            </w:pPr>
            <w:r w:rsidRPr="00206A10">
              <w:rPr>
                <w:sz w:val="28"/>
                <w:szCs w:val="28"/>
                <w:lang w:val="uk-UA"/>
              </w:rPr>
              <w:t>Про</w:t>
            </w:r>
            <w:r w:rsidRPr="00206A10">
              <w:rPr>
                <w:b/>
                <w:sz w:val="28"/>
                <w:szCs w:val="28"/>
                <w:lang w:val="uk-UA"/>
              </w:rPr>
              <w:t xml:space="preserve"> </w:t>
            </w:r>
            <w:r w:rsidRPr="00206A10">
              <w:rPr>
                <w:sz w:val="28"/>
                <w:szCs w:val="28"/>
                <w:lang w:val="uk-UA"/>
              </w:rPr>
              <w:t xml:space="preserve">стан ведення галузі тваринництва і перспективи розвитку галузі на 2016 рік </w:t>
            </w:r>
          </w:p>
        </w:tc>
        <w:tc>
          <w:tcPr>
            <w:tcW w:w="1701" w:type="dxa"/>
          </w:tcPr>
          <w:p w:rsidR="00275751" w:rsidRPr="00567431" w:rsidRDefault="00275751" w:rsidP="00585251">
            <w:pPr>
              <w:rPr>
                <w:sz w:val="28"/>
                <w:szCs w:val="28"/>
                <w:lang w:val="uk-UA"/>
              </w:rPr>
            </w:pPr>
            <w:r w:rsidRPr="00A50249">
              <w:rPr>
                <w:sz w:val="28"/>
                <w:szCs w:val="28"/>
                <w:lang w:val="uk-UA"/>
              </w:rPr>
              <w:t>01.02.2016</w:t>
            </w:r>
          </w:p>
        </w:tc>
        <w:tc>
          <w:tcPr>
            <w:tcW w:w="2553" w:type="dxa"/>
          </w:tcPr>
          <w:p w:rsidR="00275751" w:rsidRDefault="00275751" w:rsidP="00585251">
            <w:pPr>
              <w:rPr>
                <w:sz w:val="28"/>
                <w:szCs w:val="28"/>
                <w:lang w:val="uk-UA"/>
              </w:rPr>
            </w:pPr>
            <w:r>
              <w:rPr>
                <w:sz w:val="28"/>
                <w:szCs w:val="28"/>
                <w:lang w:val="uk-UA"/>
              </w:rPr>
              <w:t>Журенко Н.М.</w:t>
            </w:r>
          </w:p>
          <w:p w:rsidR="00275751" w:rsidRPr="0078267B" w:rsidRDefault="00275751" w:rsidP="00585251">
            <w:pPr>
              <w:rPr>
                <w:sz w:val="28"/>
                <w:szCs w:val="28"/>
                <w:lang w:val="uk-UA"/>
              </w:rPr>
            </w:pPr>
            <w:r>
              <w:rPr>
                <w:sz w:val="28"/>
                <w:szCs w:val="28"/>
                <w:lang w:val="uk-UA"/>
              </w:rPr>
              <w:t>Псарьова А.М.</w:t>
            </w:r>
          </w:p>
        </w:tc>
      </w:tr>
      <w:tr w:rsidR="00275751" w:rsidTr="001C2918">
        <w:tc>
          <w:tcPr>
            <w:tcW w:w="567" w:type="dxa"/>
            <w:gridSpan w:val="2"/>
          </w:tcPr>
          <w:p w:rsidR="00275751" w:rsidRDefault="00275751" w:rsidP="003A4DEE">
            <w:pPr>
              <w:rPr>
                <w:sz w:val="28"/>
                <w:szCs w:val="28"/>
                <w:lang w:val="uk-UA"/>
              </w:rPr>
            </w:pPr>
            <w:r>
              <w:rPr>
                <w:sz w:val="28"/>
                <w:szCs w:val="28"/>
                <w:lang w:val="uk-UA"/>
              </w:rPr>
              <w:t>5.</w:t>
            </w:r>
          </w:p>
        </w:tc>
        <w:tc>
          <w:tcPr>
            <w:tcW w:w="4960" w:type="dxa"/>
          </w:tcPr>
          <w:p w:rsidR="00275751" w:rsidRPr="00B20743" w:rsidRDefault="00275751" w:rsidP="003A4DEE">
            <w:pPr>
              <w:jc w:val="both"/>
              <w:rPr>
                <w:sz w:val="28"/>
                <w:szCs w:val="28"/>
                <w:lang w:val="uk-UA"/>
              </w:rPr>
            </w:pPr>
            <w:r w:rsidRPr="00B20743">
              <w:rPr>
                <w:sz w:val="28"/>
                <w:szCs w:val="28"/>
                <w:lang w:val="uk-UA"/>
              </w:rPr>
              <w:t>Про роботу комунального закладу «Центр первинної медико-санітарної допомоги Роменського району Сумсь-кої області» щодо реалізації державної політики в галузі охорони здоров’я та виконання районної програми «Розви-ток галузі охорони здоров’я у Ромен</w:t>
            </w:r>
            <w:r>
              <w:rPr>
                <w:sz w:val="28"/>
                <w:szCs w:val="28"/>
                <w:lang w:val="uk-UA"/>
              </w:rPr>
              <w:t>-</w:t>
            </w:r>
            <w:r w:rsidRPr="00B20743">
              <w:rPr>
                <w:sz w:val="28"/>
                <w:szCs w:val="28"/>
                <w:lang w:val="uk-UA"/>
              </w:rPr>
              <w:t>ському районі на 2015 рік» за 2015 рік</w:t>
            </w:r>
          </w:p>
        </w:tc>
        <w:tc>
          <w:tcPr>
            <w:tcW w:w="1701" w:type="dxa"/>
          </w:tcPr>
          <w:p w:rsidR="00275751" w:rsidRDefault="00275751" w:rsidP="003A4DEE">
            <w:pPr>
              <w:rPr>
                <w:sz w:val="28"/>
                <w:szCs w:val="28"/>
                <w:lang w:val="uk-UA"/>
              </w:rPr>
            </w:pPr>
            <w:r>
              <w:rPr>
                <w:sz w:val="28"/>
                <w:szCs w:val="28"/>
                <w:lang w:val="uk-UA"/>
              </w:rPr>
              <w:t>15</w:t>
            </w:r>
            <w:r w:rsidRPr="00567431">
              <w:rPr>
                <w:sz w:val="28"/>
                <w:szCs w:val="28"/>
                <w:lang w:val="uk-UA"/>
              </w:rPr>
              <w:t>.02.201</w:t>
            </w:r>
            <w:r>
              <w:rPr>
                <w:sz w:val="28"/>
                <w:szCs w:val="28"/>
                <w:lang w:val="uk-UA"/>
              </w:rPr>
              <w:t>6</w:t>
            </w:r>
          </w:p>
        </w:tc>
        <w:tc>
          <w:tcPr>
            <w:tcW w:w="2553" w:type="dxa"/>
          </w:tcPr>
          <w:p w:rsidR="00275751" w:rsidRDefault="00275751" w:rsidP="003A4DEE">
            <w:pPr>
              <w:rPr>
                <w:sz w:val="28"/>
                <w:szCs w:val="28"/>
                <w:lang w:val="uk-UA"/>
              </w:rPr>
            </w:pPr>
            <w:r>
              <w:rPr>
                <w:sz w:val="28"/>
                <w:szCs w:val="28"/>
                <w:lang w:val="uk-UA"/>
              </w:rPr>
              <w:t>Татарінов В.М.</w:t>
            </w:r>
          </w:p>
          <w:p w:rsidR="00275751" w:rsidRDefault="00275751" w:rsidP="003A4DEE">
            <w:pPr>
              <w:rPr>
                <w:sz w:val="28"/>
                <w:szCs w:val="28"/>
                <w:lang w:val="uk-UA"/>
              </w:rPr>
            </w:pPr>
            <w:r>
              <w:rPr>
                <w:sz w:val="28"/>
                <w:szCs w:val="28"/>
                <w:lang w:val="uk-UA"/>
              </w:rPr>
              <w:t>Козаченко М.І.</w:t>
            </w:r>
          </w:p>
        </w:tc>
      </w:tr>
      <w:tr w:rsidR="00275751" w:rsidTr="001C2918">
        <w:tc>
          <w:tcPr>
            <w:tcW w:w="567" w:type="dxa"/>
            <w:gridSpan w:val="2"/>
          </w:tcPr>
          <w:p w:rsidR="00275751" w:rsidRDefault="00275751" w:rsidP="003A4DEE">
            <w:pPr>
              <w:rPr>
                <w:sz w:val="28"/>
                <w:szCs w:val="28"/>
                <w:lang w:val="uk-UA"/>
              </w:rPr>
            </w:pPr>
            <w:r>
              <w:rPr>
                <w:sz w:val="28"/>
                <w:szCs w:val="28"/>
                <w:lang w:val="uk-UA"/>
              </w:rPr>
              <w:t>6.</w:t>
            </w:r>
          </w:p>
        </w:tc>
        <w:tc>
          <w:tcPr>
            <w:tcW w:w="4960" w:type="dxa"/>
          </w:tcPr>
          <w:p w:rsidR="00275751" w:rsidRPr="00641190" w:rsidRDefault="00275751" w:rsidP="00E52514">
            <w:pPr>
              <w:jc w:val="both"/>
              <w:rPr>
                <w:sz w:val="28"/>
                <w:szCs w:val="28"/>
                <w:lang w:val="uk-UA"/>
              </w:rPr>
            </w:pPr>
            <w:r w:rsidRPr="00641190">
              <w:rPr>
                <w:sz w:val="28"/>
                <w:szCs w:val="28"/>
                <w:lang w:val="uk-UA"/>
              </w:rPr>
              <w:t>Про хід виконання розпорядження голови районної державної адмініст-рації від 29.07.2015 № 190-ОД «Про стан технічної інвентаризації захисних споруд цивільного захисту»</w:t>
            </w:r>
          </w:p>
        </w:tc>
        <w:tc>
          <w:tcPr>
            <w:tcW w:w="1701" w:type="dxa"/>
          </w:tcPr>
          <w:p w:rsidR="00275751" w:rsidRPr="00567431" w:rsidRDefault="00275751" w:rsidP="003A4DEE">
            <w:pPr>
              <w:rPr>
                <w:sz w:val="28"/>
                <w:szCs w:val="28"/>
                <w:lang w:val="uk-UA"/>
              </w:rPr>
            </w:pPr>
            <w:r>
              <w:rPr>
                <w:sz w:val="28"/>
                <w:szCs w:val="28"/>
                <w:lang w:val="uk-UA"/>
              </w:rPr>
              <w:t>15</w:t>
            </w:r>
            <w:r w:rsidRPr="00567431">
              <w:rPr>
                <w:sz w:val="28"/>
                <w:szCs w:val="28"/>
                <w:lang w:val="uk-UA"/>
              </w:rPr>
              <w:t>.02.201</w:t>
            </w:r>
            <w:r>
              <w:rPr>
                <w:sz w:val="28"/>
                <w:szCs w:val="28"/>
                <w:lang w:val="uk-UA"/>
              </w:rPr>
              <w:t>6</w:t>
            </w:r>
          </w:p>
        </w:tc>
        <w:tc>
          <w:tcPr>
            <w:tcW w:w="2553" w:type="dxa"/>
          </w:tcPr>
          <w:p w:rsidR="00275751" w:rsidRDefault="00275751" w:rsidP="003A4DEE">
            <w:pPr>
              <w:rPr>
                <w:sz w:val="28"/>
                <w:szCs w:val="28"/>
                <w:lang w:val="uk-UA"/>
              </w:rPr>
            </w:pPr>
            <w:r>
              <w:rPr>
                <w:sz w:val="28"/>
                <w:szCs w:val="28"/>
                <w:lang w:val="uk-UA"/>
              </w:rPr>
              <w:t>Журенко Н.М.</w:t>
            </w:r>
          </w:p>
          <w:p w:rsidR="00275751" w:rsidRPr="00950DB2" w:rsidRDefault="00275751" w:rsidP="003A4DEE">
            <w:pPr>
              <w:rPr>
                <w:sz w:val="28"/>
                <w:szCs w:val="28"/>
                <w:lang w:val="uk-UA"/>
              </w:rPr>
            </w:pPr>
            <w:r>
              <w:rPr>
                <w:sz w:val="28"/>
                <w:szCs w:val="28"/>
                <w:lang w:val="uk-UA"/>
              </w:rPr>
              <w:t>Ведмідь В.О.</w:t>
            </w:r>
          </w:p>
        </w:tc>
      </w:tr>
      <w:tr w:rsidR="00275751" w:rsidTr="001C2918">
        <w:tc>
          <w:tcPr>
            <w:tcW w:w="567" w:type="dxa"/>
            <w:gridSpan w:val="2"/>
          </w:tcPr>
          <w:p w:rsidR="00275751" w:rsidRDefault="00275751" w:rsidP="003A4DEE">
            <w:pPr>
              <w:rPr>
                <w:sz w:val="28"/>
                <w:szCs w:val="28"/>
                <w:lang w:val="uk-UA"/>
              </w:rPr>
            </w:pPr>
            <w:r>
              <w:rPr>
                <w:sz w:val="28"/>
                <w:szCs w:val="28"/>
                <w:lang w:val="uk-UA"/>
              </w:rPr>
              <w:t>7.</w:t>
            </w:r>
          </w:p>
        </w:tc>
        <w:tc>
          <w:tcPr>
            <w:tcW w:w="4960" w:type="dxa"/>
          </w:tcPr>
          <w:p w:rsidR="00275751" w:rsidRPr="00206A10" w:rsidRDefault="00275751" w:rsidP="003A4DEE">
            <w:pPr>
              <w:jc w:val="both"/>
              <w:rPr>
                <w:sz w:val="28"/>
                <w:szCs w:val="28"/>
                <w:lang w:val="uk-UA"/>
              </w:rPr>
            </w:pPr>
            <w:r w:rsidRPr="00206A10">
              <w:rPr>
                <w:sz w:val="28"/>
                <w:szCs w:val="28"/>
                <w:lang w:val="uk-UA"/>
              </w:rPr>
              <w:t>Про стан надання населенню житлових субсидій в опалювальний період 2015-2016 років</w:t>
            </w:r>
          </w:p>
        </w:tc>
        <w:tc>
          <w:tcPr>
            <w:tcW w:w="1701" w:type="dxa"/>
          </w:tcPr>
          <w:p w:rsidR="00275751" w:rsidRPr="00F029FF" w:rsidRDefault="00275751" w:rsidP="003A4DEE">
            <w:pPr>
              <w:rPr>
                <w:sz w:val="28"/>
                <w:szCs w:val="28"/>
                <w:lang w:val="uk-UA"/>
              </w:rPr>
            </w:pPr>
            <w:r w:rsidRPr="00F029FF">
              <w:rPr>
                <w:sz w:val="28"/>
                <w:szCs w:val="28"/>
                <w:lang w:val="uk-UA"/>
              </w:rPr>
              <w:t>29.02.2016</w:t>
            </w:r>
          </w:p>
        </w:tc>
        <w:tc>
          <w:tcPr>
            <w:tcW w:w="2553" w:type="dxa"/>
          </w:tcPr>
          <w:p w:rsidR="00275751" w:rsidRDefault="00275751" w:rsidP="003A4DEE">
            <w:pPr>
              <w:rPr>
                <w:sz w:val="28"/>
                <w:szCs w:val="28"/>
                <w:lang w:val="uk-UA"/>
              </w:rPr>
            </w:pPr>
            <w:r>
              <w:rPr>
                <w:sz w:val="28"/>
                <w:szCs w:val="28"/>
                <w:lang w:val="uk-UA"/>
              </w:rPr>
              <w:t>Татарінов В.М.</w:t>
            </w:r>
          </w:p>
          <w:p w:rsidR="00275751" w:rsidRDefault="00275751" w:rsidP="003A4DEE">
            <w:pPr>
              <w:rPr>
                <w:sz w:val="28"/>
                <w:szCs w:val="28"/>
                <w:lang w:val="uk-UA"/>
              </w:rPr>
            </w:pPr>
            <w:r>
              <w:rPr>
                <w:sz w:val="28"/>
                <w:szCs w:val="28"/>
                <w:lang w:val="uk-UA"/>
              </w:rPr>
              <w:t>Даценко О.М.</w:t>
            </w:r>
          </w:p>
        </w:tc>
      </w:tr>
      <w:tr w:rsidR="00275751" w:rsidTr="001C2918">
        <w:tc>
          <w:tcPr>
            <w:tcW w:w="567" w:type="dxa"/>
            <w:gridSpan w:val="2"/>
          </w:tcPr>
          <w:p w:rsidR="00275751" w:rsidRDefault="00275751" w:rsidP="003A4DEE">
            <w:pPr>
              <w:rPr>
                <w:sz w:val="28"/>
                <w:szCs w:val="28"/>
                <w:lang w:val="uk-UA"/>
              </w:rPr>
            </w:pPr>
            <w:r>
              <w:rPr>
                <w:sz w:val="28"/>
                <w:szCs w:val="28"/>
                <w:lang w:val="uk-UA"/>
              </w:rPr>
              <w:t>8.</w:t>
            </w:r>
          </w:p>
        </w:tc>
        <w:tc>
          <w:tcPr>
            <w:tcW w:w="4960" w:type="dxa"/>
          </w:tcPr>
          <w:p w:rsidR="00275751" w:rsidRPr="00E52514" w:rsidRDefault="00275751" w:rsidP="00E52514">
            <w:pPr>
              <w:jc w:val="both"/>
              <w:rPr>
                <w:sz w:val="28"/>
                <w:szCs w:val="28"/>
                <w:lang w:val="uk-UA"/>
              </w:rPr>
            </w:pPr>
            <w:r w:rsidRPr="00E52514">
              <w:rPr>
                <w:sz w:val="28"/>
                <w:szCs w:val="28"/>
                <w:lang w:val="uk-UA"/>
              </w:rPr>
              <w:t xml:space="preserve">Про виконання районної програми розвитку дошкільної освіти на 2016 рік щодо стану розвитку дошкільної освіти  </w:t>
            </w:r>
          </w:p>
        </w:tc>
        <w:tc>
          <w:tcPr>
            <w:tcW w:w="1701" w:type="dxa"/>
          </w:tcPr>
          <w:p w:rsidR="00275751" w:rsidRDefault="00275751" w:rsidP="003A4DEE">
            <w:pPr>
              <w:rPr>
                <w:sz w:val="28"/>
                <w:szCs w:val="28"/>
                <w:lang w:val="uk-UA"/>
              </w:rPr>
            </w:pPr>
            <w:r>
              <w:rPr>
                <w:sz w:val="28"/>
                <w:szCs w:val="28"/>
                <w:lang w:val="uk-UA"/>
              </w:rPr>
              <w:t>14</w:t>
            </w:r>
            <w:r w:rsidRPr="00567431">
              <w:rPr>
                <w:sz w:val="28"/>
                <w:szCs w:val="28"/>
                <w:lang w:val="uk-UA"/>
              </w:rPr>
              <w:t>.03.201</w:t>
            </w:r>
            <w:r>
              <w:rPr>
                <w:sz w:val="28"/>
                <w:szCs w:val="28"/>
                <w:lang w:val="uk-UA"/>
              </w:rPr>
              <w:t>6</w:t>
            </w:r>
          </w:p>
        </w:tc>
        <w:tc>
          <w:tcPr>
            <w:tcW w:w="2553" w:type="dxa"/>
          </w:tcPr>
          <w:p w:rsidR="00275751" w:rsidRDefault="00275751" w:rsidP="003A4DEE">
            <w:pPr>
              <w:rPr>
                <w:sz w:val="28"/>
                <w:szCs w:val="28"/>
                <w:lang w:val="uk-UA"/>
              </w:rPr>
            </w:pPr>
            <w:r>
              <w:rPr>
                <w:sz w:val="28"/>
                <w:szCs w:val="28"/>
                <w:lang w:val="uk-UA"/>
              </w:rPr>
              <w:t>Татарінов В.М.</w:t>
            </w:r>
          </w:p>
          <w:p w:rsidR="00275751" w:rsidRDefault="00275751" w:rsidP="003A4DEE">
            <w:pPr>
              <w:rPr>
                <w:sz w:val="28"/>
                <w:szCs w:val="28"/>
                <w:lang w:val="uk-UA"/>
              </w:rPr>
            </w:pPr>
            <w:r>
              <w:rPr>
                <w:sz w:val="28"/>
                <w:szCs w:val="28"/>
                <w:lang w:val="uk-UA"/>
              </w:rPr>
              <w:t>Шкурат Л.П.</w:t>
            </w:r>
          </w:p>
          <w:p w:rsidR="00275751" w:rsidRDefault="00275751" w:rsidP="003A4DEE">
            <w:pPr>
              <w:rPr>
                <w:sz w:val="28"/>
                <w:szCs w:val="28"/>
                <w:lang w:val="uk-UA"/>
              </w:rPr>
            </w:pPr>
          </w:p>
        </w:tc>
      </w:tr>
      <w:tr w:rsidR="00275751" w:rsidTr="004879C8">
        <w:tc>
          <w:tcPr>
            <w:tcW w:w="9781" w:type="dxa"/>
            <w:gridSpan w:val="5"/>
          </w:tcPr>
          <w:p w:rsidR="00275751" w:rsidRPr="00206A10" w:rsidRDefault="00275751" w:rsidP="004879C8">
            <w:pPr>
              <w:rPr>
                <w:sz w:val="28"/>
                <w:szCs w:val="28"/>
                <w:lang w:val="uk-UA"/>
              </w:rPr>
            </w:pPr>
            <w:r w:rsidRPr="00206A10">
              <w:rPr>
                <w:sz w:val="28"/>
                <w:szCs w:val="28"/>
                <w:lang w:val="uk-UA"/>
              </w:rPr>
              <w:t xml:space="preserve">                                                                                                 Продовження додатка</w:t>
            </w:r>
          </w:p>
        </w:tc>
      </w:tr>
      <w:tr w:rsidR="00275751" w:rsidTr="001C2918">
        <w:tc>
          <w:tcPr>
            <w:tcW w:w="567" w:type="dxa"/>
            <w:gridSpan w:val="2"/>
          </w:tcPr>
          <w:p w:rsidR="00275751" w:rsidRDefault="00275751" w:rsidP="004879C8">
            <w:pPr>
              <w:rPr>
                <w:sz w:val="28"/>
                <w:szCs w:val="28"/>
                <w:lang w:val="uk-UA"/>
              </w:rPr>
            </w:pPr>
            <w:r>
              <w:rPr>
                <w:sz w:val="28"/>
                <w:szCs w:val="28"/>
                <w:lang w:val="uk-UA"/>
              </w:rPr>
              <w:t>1</w:t>
            </w:r>
          </w:p>
        </w:tc>
        <w:tc>
          <w:tcPr>
            <w:tcW w:w="4960" w:type="dxa"/>
          </w:tcPr>
          <w:p w:rsidR="00275751" w:rsidRPr="00206A10" w:rsidRDefault="00275751" w:rsidP="004879C8">
            <w:pPr>
              <w:jc w:val="center"/>
              <w:rPr>
                <w:sz w:val="28"/>
                <w:szCs w:val="28"/>
                <w:lang w:val="uk-UA"/>
              </w:rPr>
            </w:pPr>
            <w:r w:rsidRPr="00206A10">
              <w:rPr>
                <w:sz w:val="28"/>
                <w:szCs w:val="28"/>
                <w:lang w:val="uk-UA"/>
              </w:rPr>
              <w:t>2</w:t>
            </w:r>
          </w:p>
        </w:tc>
        <w:tc>
          <w:tcPr>
            <w:tcW w:w="1701" w:type="dxa"/>
          </w:tcPr>
          <w:p w:rsidR="00275751" w:rsidRDefault="00275751" w:rsidP="004879C8">
            <w:pPr>
              <w:jc w:val="center"/>
              <w:rPr>
                <w:sz w:val="28"/>
                <w:szCs w:val="28"/>
                <w:lang w:val="uk-UA"/>
              </w:rPr>
            </w:pPr>
            <w:r>
              <w:rPr>
                <w:sz w:val="28"/>
                <w:szCs w:val="28"/>
                <w:lang w:val="uk-UA"/>
              </w:rPr>
              <w:t>3</w:t>
            </w:r>
          </w:p>
        </w:tc>
        <w:tc>
          <w:tcPr>
            <w:tcW w:w="2553" w:type="dxa"/>
          </w:tcPr>
          <w:p w:rsidR="00275751" w:rsidRDefault="00275751" w:rsidP="004879C8">
            <w:pPr>
              <w:jc w:val="center"/>
              <w:rPr>
                <w:sz w:val="28"/>
                <w:szCs w:val="28"/>
                <w:lang w:val="uk-UA"/>
              </w:rPr>
            </w:pPr>
            <w:r>
              <w:rPr>
                <w:sz w:val="28"/>
                <w:szCs w:val="28"/>
                <w:lang w:val="uk-UA"/>
              </w:rPr>
              <w:t>4</w:t>
            </w:r>
          </w:p>
        </w:tc>
      </w:tr>
      <w:tr w:rsidR="00275751" w:rsidTr="001C2918">
        <w:tc>
          <w:tcPr>
            <w:tcW w:w="567" w:type="dxa"/>
            <w:gridSpan w:val="2"/>
          </w:tcPr>
          <w:p w:rsidR="00275751" w:rsidRDefault="00275751" w:rsidP="00097CD8">
            <w:pPr>
              <w:rPr>
                <w:sz w:val="28"/>
                <w:szCs w:val="28"/>
                <w:lang w:val="uk-UA"/>
              </w:rPr>
            </w:pPr>
          </w:p>
        </w:tc>
        <w:tc>
          <w:tcPr>
            <w:tcW w:w="4960" w:type="dxa"/>
          </w:tcPr>
          <w:p w:rsidR="00275751" w:rsidRPr="00E52514" w:rsidRDefault="00275751" w:rsidP="00335BF3">
            <w:pPr>
              <w:jc w:val="both"/>
              <w:rPr>
                <w:sz w:val="28"/>
                <w:szCs w:val="28"/>
                <w:lang w:val="uk-UA"/>
              </w:rPr>
            </w:pPr>
            <w:r w:rsidRPr="00E52514">
              <w:rPr>
                <w:sz w:val="28"/>
                <w:szCs w:val="28"/>
                <w:lang w:val="uk-UA"/>
              </w:rPr>
              <w:t>району</w:t>
            </w:r>
          </w:p>
        </w:tc>
        <w:tc>
          <w:tcPr>
            <w:tcW w:w="1701" w:type="dxa"/>
          </w:tcPr>
          <w:p w:rsidR="00275751" w:rsidRDefault="00275751" w:rsidP="005A1B4C">
            <w:pPr>
              <w:rPr>
                <w:sz w:val="28"/>
                <w:szCs w:val="28"/>
                <w:lang w:val="uk-UA"/>
              </w:rPr>
            </w:pPr>
          </w:p>
        </w:tc>
        <w:tc>
          <w:tcPr>
            <w:tcW w:w="2553" w:type="dxa"/>
          </w:tcPr>
          <w:p w:rsidR="00275751" w:rsidRDefault="00275751" w:rsidP="005A1B4C">
            <w:pPr>
              <w:rPr>
                <w:sz w:val="28"/>
                <w:szCs w:val="28"/>
                <w:lang w:val="uk-UA"/>
              </w:rPr>
            </w:pPr>
          </w:p>
        </w:tc>
      </w:tr>
      <w:tr w:rsidR="00275751" w:rsidTr="001C2918">
        <w:tc>
          <w:tcPr>
            <w:tcW w:w="567" w:type="dxa"/>
            <w:gridSpan w:val="2"/>
          </w:tcPr>
          <w:p w:rsidR="00275751" w:rsidRDefault="00275751" w:rsidP="00097CD8">
            <w:pPr>
              <w:rPr>
                <w:sz w:val="28"/>
                <w:szCs w:val="28"/>
                <w:lang w:val="uk-UA"/>
              </w:rPr>
            </w:pPr>
            <w:r>
              <w:rPr>
                <w:sz w:val="28"/>
                <w:szCs w:val="28"/>
                <w:lang w:val="uk-UA"/>
              </w:rPr>
              <w:t>9.</w:t>
            </w:r>
          </w:p>
        </w:tc>
        <w:tc>
          <w:tcPr>
            <w:tcW w:w="4960" w:type="dxa"/>
          </w:tcPr>
          <w:p w:rsidR="00275751" w:rsidRPr="00206A10" w:rsidRDefault="00275751" w:rsidP="00B30270">
            <w:pPr>
              <w:jc w:val="both"/>
              <w:rPr>
                <w:sz w:val="28"/>
                <w:szCs w:val="28"/>
                <w:lang w:val="uk-UA"/>
              </w:rPr>
            </w:pPr>
            <w:r w:rsidRPr="00206A10">
              <w:rPr>
                <w:sz w:val="28"/>
                <w:szCs w:val="28"/>
                <w:lang w:val="uk-UA"/>
              </w:rPr>
              <w:t>Про порядок та строки подання декла</w:t>
            </w:r>
            <w:r>
              <w:rPr>
                <w:sz w:val="28"/>
                <w:szCs w:val="28"/>
                <w:lang w:val="uk-UA"/>
              </w:rPr>
              <w:t>-</w:t>
            </w:r>
            <w:r w:rsidRPr="00206A10">
              <w:rPr>
                <w:sz w:val="28"/>
                <w:szCs w:val="28"/>
                <w:lang w:val="uk-UA"/>
              </w:rPr>
              <w:t>рацій осіб, уповноважених на вико</w:t>
            </w:r>
            <w:r>
              <w:rPr>
                <w:sz w:val="28"/>
                <w:szCs w:val="28"/>
                <w:lang w:val="uk-UA"/>
              </w:rPr>
              <w:t>-</w:t>
            </w:r>
            <w:r w:rsidRPr="00206A10">
              <w:rPr>
                <w:sz w:val="28"/>
                <w:szCs w:val="28"/>
                <w:lang w:val="uk-UA"/>
              </w:rPr>
              <w:t>нання функцій держави або місцевого самоврядування</w:t>
            </w:r>
          </w:p>
        </w:tc>
        <w:tc>
          <w:tcPr>
            <w:tcW w:w="1701" w:type="dxa"/>
          </w:tcPr>
          <w:p w:rsidR="00275751" w:rsidRDefault="00275751" w:rsidP="00335BF3">
            <w:pPr>
              <w:rPr>
                <w:sz w:val="28"/>
                <w:szCs w:val="28"/>
                <w:lang w:val="uk-UA"/>
              </w:rPr>
            </w:pPr>
            <w:r>
              <w:rPr>
                <w:sz w:val="28"/>
                <w:szCs w:val="28"/>
                <w:lang w:val="uk-UA"/>
              </w:rPr>
              <w:t>28</w:t>
            </w:r>
            <w:r w:rsidRPr="00567431">
              <w:rPr>
                <w:sz w:val="28"/>
                <w:szCs w:val="28"/>
                <w:lang w:val="uk-UA"/>
              </w:rPr>
              <w:t>.0</w:t>
            </w:r>
            <w:r>
              <w:rPr>
                <w:sz w:val="28"/>
                <w:szCs w:val="28"/>
                <w:lang w:val="uk-UA"/>
              </w:rPr>
              <w:t>3</w:t>
            </w:r>
            <w:r w:rsidRPr="00567431">
              <w:rPr>
                <w:sz w:val="28"/>
                <w:szCs w:val="28"/>
                <w:lang w:val="uk-UA"/>
              </w:rPr>
              <w:t>.201</w:t>
            </w:r>
            <w:r>
              <w:rPr>
                <w:sz w:val="28"/>
                <w:szCs w:val="28"/>
                <w:lang w:val="uk-UA"/>
              </w:rPr>
              <w:t>6</w:t>
            </w:r>
          </w:p>
        </w:tc>
        <w:tc>
          <w:tcPr>
            <w:tcW w:w="2553" w:type="dxa"/>
          </w:tcPr>
          <w:p w:rsidR="00275751" w:rsidRDefault="00275751" w:rsidP="00335BF3">
            <w:pPr>
              <w:rPr>
                <w:sz w:val="28"/>
                <w:szCs w:val="28"/>
                <w:lang w:val="uk-UA"/>
              </w:rPr>
            </w:pPr>
            <w:r>
              <w:rPr>
                <w:sz w:val="28"/>
                <w:szCs w:val="28"/>
                <w:lang w:val="uk-UA"/>
              </w:rPr>
              <w:t>Ломко М.О.</w:t>
            </w:r>
          </w:p>
          <w:p w:rsidR="00275751" w:rsidRDefault="00275751" w:rsidP="00335BF3">
            <w:pPr>
              <w:rPr>
                <w:sz w:val="28"/>
                <w:szCs w:val="28"/>
                <w:lang w:val="uk-UA"/>
              </w:rPr>
            </w:pPr>
            <w:r>
              <w:rPr>
                <w:sz w:val="28"/>
                <w:szCs w:val="28"/>
                <w:lang w:val="uk-UA"/>
              </w:rPr>
              <w:t>Дяченко С.В.</w:t>
            </w:r>
          </w:p>
        </w:tc>
      </w:tr>
      <w:tr w:rsidR="00275751" w:rsidTr="001C2918">
        <w:tc>
          <w:tcPr>
            <w:tcW w:w="567" w:type="dxa"/>
            <w:gridSpan w:val="2"/>
          </w:tcPr>
          <w:p w:rsidR="00275751" w:rsidRDefault="00275751" w:rsidP="00097CD8">
            <w:pPr>
              <w:rPr>
                <w:sz w:val="28"/>
                <w:szCs w:val="28"/>
                <w:lang w:val="uk-UA"/>
              </w:rPr>
            </w:pPr>
            <w:r>
              <w:rPr>
                <w:sz w:val="28"/>
                <w:szCs w:val="28"/>
                <w:lang w:val="uk-UA"/>
              </w:rPr>
              <w:t>10.</w:t>
            </w:r>
          </w:p>
        </w:tc>
        <w:tc>
          <w:tcPr>
            <w:tcW w:w="4960" w:type="dxa"/>
          </w:tcPr>
          <w:p w:rsidR="00275751" w:rsidRPr="00C94A2A" w:rsidRDefault="00275751" w:rsidP="00C94A2A">
            <w:pPr>
              <w:jc w:val="both"/>
              <w:rPr>
                <w:sz w:val="28"/>
                <w:szCs w:val="28"/>
                <w:lang w:val="uk-UA"/>
              </w:rPr>
            </w:pPr>
            <w:r w:rsidRPr="00C94A2A">
              <w:rPr>
                <w:sz w:val="28"/>
                <w:szCs w:val="28"/>
                <w:lang w:val="uk-UA"/>
              </w:rPr>
              <w:t>Про відповідність бюджетному законо-давству України показників затверд-жених сільськими бюджетами на 2016 рік</w:t>
            </w:r>
          </w:p>
        </w:tc>
        <w:tc>
          <w:tcPr>
            <w:tcW w:w="1701" w:type="dxa"/>
          </w:tcPr>
          <w:p w:rsidR="00275751" w:rsidRDefault="00275751" w:rsidP="00335BF3">
            <w:pPr>
              <w:rPr>
                <w:sz w:val="28"/>
                <w:szCs w:val="28"/>
                <w:lang w:val="uk-UA"/>
              </w:rPr>
            </w:pPr>
            <w:r>
              <w:rPr>
                <w:sz w:val="28"/>
                <w:szCs w:val="28"/>
                <w:lang w:val="uk-UA"/>
              </w:rPr>
              <w:t>28</w:t>
            </w:r>
            <w:r w:rsidRPr="00567431">
              <w:rPr>
                <w:sz w:val="28"/>
                <w:szCs w:val="28"/>
                <w:lang w:val="uk-UA"/>
              </w:rPr>
              <w:t>.0</w:t>
            </w:r>
            <w:r>
              <w:rPr>
                <w:sz w:val="28"/>
                <w:szCs w:val="28"/>
                <w:lang w:val="uk-UA"/>
              </w:rPr>
              <w:t>3</w:t>
            </w:r>
            <w:r w:rsidRPr="00567431">
              <w:rPr>
                <w:sz w:val="28"/>
                <w:szCs w:val="28"/>
                <w:lang w:val="uk-UA"/>
              </w:rPr>
              <w:t>.201</w:t>
            </w:r>
            <w:r>
              <w:rPr>
                <w:sz w:val="28"/>
                <w:szCs w:val="28"/>
                <w:lang w:val="uk-UA"/>
              </w:rPr>
              <w:t>6</w:t>
            </w:r>
          </w:p>
        </w:tc>
        <w:tc>
          <w:tcPr>
            <w:tcW w:w="2553" w:type="dxa"/>
          </w:tcPr>
          <w:p w:rsidR="00275751" w:rsidRDefault="00275751" w:rsidP="00335BF3">
            <w:pPr>
              <w:rPr>
                <w:sz w:val="28"/>
                <w:szCs w:val="28"/>
                <w:lang w:val="uk-UA"/>
              </w:rPr>
            </w:pPr>
            <w:r>
              <w:rPr>
                <w:sz w:val="28"/>
                <w:szCs w:val="28"/>
                <w:lang w:val="uk-UA"/>
              </w:rPr>
              <w:t>Журенко Н.М.</w:t>
            </w:r>
          </w:p>
          <w:p w:rsidR="00275751" w:rsidRDefault="00275751" w:rsidP="00335BF3">
            <w:pPr>
              <w:rPr>
                <w:sz w:val="28"/>
                <w:szCs w:val="28"/>
                <w:lang w:val="uk-UA"/>
              </w:rPr>
            </w:pPr>
            <w:r>
              <w:rPr>
                <w:sz w:val="28"/>
                <w:szCs w:val="28"/>
                <w:lang w:val="uk-UA"/>
              </w:rPr>
              <w:t>Анісімова М.В.</w:t>
            </w:r>
          </w:p>
        </w:tc>
      </w:tr>
      <w:tr w:rsidR="00275751" w:rsidTr="001C2918">
        <w:tc>
          <w:tcPr>
            <w:tcW w:w="567" w:type="dxa"/>
            <w:gridSpan w:val="2"/>
          </w:tcPr>
          <w:p w:rsidR="00275751" w:rsidRDefault="00275751" w:rsidP="006C7D57">
            <w:pPr>
              <w:rPr>
                <w:sz w:val="28"/>
                <w:szCs w:val="28"/>
                <w:lang w:val="uk-UA"/>
              </w:rPr>
            </w:pPr>
            <w:r>
              <w:rPr>
                <w:sz w:val="28"/>
                <w:szCs w:val="28"/>
                <w:lang w:val="uk-UA"/>
              </w:rPr>
              <w:t>11.</w:t>
            </w:r>
          </w:p>
        </w:tc>
        <w:tc>
          <w:tcPr>
            <w:tcW w:w="4960" w:type="dxa"/>
          </w:tcPr>
          <w:p w:rsidR="00275751" w:rsidRPr="00206A10" w:rsidRDefault="00275751" w:rsidP="005A5449">
            <w:pPr>
              <w:jc w:val="both"/>
              <w:rPr>
                <w:sz w:val="28"/>
                <w:szCs w:val="28"/>
                <w:lang w:val="uk-UA"/>
              </w:rPr>
            </w:pPr>
            <w:r w:rsidRPr="00206A10">
              <w:rPr>
                <w:sz w:val="28"/>
                <w:szCs w:val="28"/>
                <w:lang w:val="uk-UA"/>
              </w:rPr>
              <w:t>Бібліотеки району – як осередки куль</w:t>
            </w:r>
            <w:r>
              <w:rPr>
                <w:sz w:val="28"/>
                <w:szCs w:val="28"/>
                <w:lang w:val="uk-UA"/>
              </w:rPr>
              <w:t>-</w:t>
            </w:r>
            <w:r w:rsidRPr="00206A10">
              <w:rPr>
                <w:sz w:val="28"/>
                <w:szCs w:val="28"/>
                <w:lang w:val="uk-UA"/>
              </w:rPr>
              <w:t>турно-духовного розвитку користува</w:t>
            </w:r>
            <w:r>
              <w:rPr>
                <w:sz w:val="28"/>
                <w:szCs w:val="28"/>
                <w:lang w:val="uk-UA"/>
              </w:rPr>
              <w:t>-</w:t>
            </w:r>
            <w:r w:rsidRPr="00206A10">
              <w:rPr>
                <w:sz w:val="28"/>
                <w:szCs w:val="28"/>
                <w:lang w:val="uk-UA"/>
              </w:rPr>
              <w:t>чів-дітей</w:t>
            </w:r>
          </w:p>
        </w:tc>
        <w:tc>
          <w:tcPr>
            <w:tcW w:w="1701" w:type="dxa"/>
          </w:tcPr>
          <w:p w:rsidR="00275751" w:rsidRPr="00567431" w:rsidRDefault="00275751" w:rsidP="00FE7E20">
            <w:pPr>
              <w:rPr>
                <w:sz w:val="28"/>
                <w:szCs w:val="28"/>
                <w:lang w:val="uk-UA"/>
              </w:rPr>
            </w:pPr>
            <w:r>
              <w:rPr>
                <w:sz w:val="28"/>
                <w:szCs w:val="28"/>
                <w:lang w:val="uk-UA"/>
              </w:rPr>
              <w:t>11</w:t>
            </w:r>
            <w:r w:rsidRPr="00567431">
              <w:rPr>
                <w:sz w:val="28"/>
                <w:szCs w:val="28"/>
                <w:lang w:val="uk-UA"/>
              </w:rPr>
              <w:t>.04.201</w:t>
            </w:r>
            <w:r>
              <w:rPr>
                <w:sz w:val="28"/>
                <w:szCs w:val="28"/>
                <w:lang w:val="uk-UA"/>
              </w:rPr>
              <w:t>6</w:t>
            </w:r>
          </w:p>
        </w:tc>
        <w:tc>
          <w:tcPr>
            <w:tcW w:w="2553" w:type="dxa"/>
          </w:tcPr>
          <w:p w:rsidR="00275751" w:rsidRDefault="00275751" w:rsidP="00034791">
            <w:pPr>
              <w:tabs>
                <w:tab w:val="left" w:pos="387"/>
                <w:tab w:val="center" w:pos="1168"/>
              </w:tabs>
              <w:rPr>
                <w:sz w:val="28"/>
                <w:szCs w:val="28"/>
                <w:lang w:val="uk-UA"/>
              </w:rPr>
            </w:pPr>
            <w:r>
              <w:rPr>
                <w:sz w:val="28"/>
                <w:szCs w:val="28"/>
                <w:lang w:val="uk-UA"/>
              </w:rPr>
              <w:t>Татарінов В.М.</w:t>
            </w:r>
          </w:p>
          <w:p w:rsidR="00275751" w:rsidRDefault="00275751" w:rsidP="00034791">
            <w:pPr>
              <w:rPr>
                <w:sz w:val="28"/>
                <w:szCs w:val="28"/>
                <w:lang w:val="uk-UA"/>
              </w:rPr>
            </w:pPr>
            <w:r>
              <w:rPr>
                <w:sz w:val="28"/>
                <w:szCs w:val="28"/>
                <w:lang w:val="uk-UA"/>
              </w:rPr>
              <w:t>Момот С.В.</w:t>
            </w:r>
          </w:p>
          <w:p w:rsidR="00275751" w:rsidRDefault="00275751" w:rsidP="008243B6">
            <w:pPr>
              <w:rPr>
                <w:sz w:val="28"/>
                <w:szCs w:val="28"/>
                <w:lang w:val="uk-UA"/>
              </w:rPr>
            </w:pPr>
          </w:p>
        </w:tc>
      </w:tr>
      <w:tr w:rsidR="00275751" w:rsidTr="001C2918">
        <w:tc>
          <w:tcPr>
            <w:tcW w:w="567" w:type="dxa"/>
            <w:gridSpan w:val="2"/>
          </w:tcPr>
          <w:p w:rsidR="00275751" w:rsidRDefault="00275751" w:rsidP="006C7D57">
            <w:pPr>
              <w:rPr>
                <w:sz w:val="28"/>
                <w:szCs w:val="28"/>
                <w:lang w:val="uk-UA"/>
              </w:rPr>
            </w:pPr>
            <w:r>
              <w:rPr>
                <w:sz w:val="28"/>
                <w:szCs w:val="28"/>
                <w:lang w:val="uk-UA"/>
              </w:rPr>
              <w:t>12.</w:t>
            </w:r>
          </w:p>
        </w:tc>
        <w:tc>
          <w:tcPr>
            <w:tcW w:w="4960" w:type="dxa"/>
          </w:tcPr>
          <w:p w:rsidR="00275751" w:rsidRPr="00E52514" w:rsidRDefault="00275751" w:rsidP="005A5449">
            <w:pPr>
              <w:jc w:val="both"/>
              <w:rPr>
                <w:sz w:val="28"/>
                <w:szCs w:val="28"/>
                <w:lang w:val="uk-UA"/>
              </w:rPr>
            </w:pPr>
            <w:r w:rsidRPr="00E52514">
              <w:rPr>
                <w:sz w:val="28"/>
                <w:szCs w:val="28"/>
                <w:lang w:val="uk-UA"/>
              </w:rPr>
              <w:t>Про хід виконання розпорядження голови районної державної адмініст</w:t>
            </w:r>
            <w:r>
              <w:rPr>
                <w:sz w:val="28"/>
                <w:szCs w:val="28"/>
                <w:lang w:val="uk-UA"/>
              </w:rPr>
              <w:t>-</w:t>
            </w:r>
            <w:r w:rsidRPr="00E52514">
              <w:rPr>
                <w:sz w:val="28"/>
                <w:szCs w:val="28"/>
                <w:lang w:val="uk-UA"/>
              </w:rPr>
              <w:t>рації від 05.11.2015 № 270-ОД «Про організацію системи координації і контролю надання допомоги учасни</w:t>
            </w:r>
            <w:r>
              <w:rPr>
                <w:sz w:val="28"/>
                <w:szCs w:val="28"/>
                <w:lang w:val="uk-UA"/>
              </w:rPr>
              <w:t>-</w:t>
            </w:r>
            <w:r w:rsidRPr="00E52514">
              <w:rPr>
                <w:sz w:val="28"/>
                <w:szCs w:val="28"/>
                <w:lang w:val="uk-UA"/>
              </w:rPr>
              <w:t>кам антитерористичної операції та членам їх сімей у Роменському районі» щодо  професійної, соціально-психоло</w:t>
            </w:r>
            <w:r>
              <w:rPr>
                <w:sz w:val="28"/>
                <w:szCs w:val="28"/>
                <w:lang w:val="uk-UA"/>
              </w:rPr>
              <w:t>-</w:t>
            </w:r>
            <w:r w:rsidRPr="00E52514">
              <w:rPr>
                <w:sz w:val="28"/>
                <w:szCs w:val="28"/>
                <w:lang w:val="uk-UA"/>
              </w:rPr>
              <w:t>гічної та медичної адаптації учасників антитерористичної операції</w:t>
            </w:r>
          </w:p>
        </w:tc>
        <w:tc>
          <w:tcPr>
            <w:tcW w:w="1701" w:type="dxa"/>
          </w:tcPr>
          <w:p w:rsidR="00275751" w:rsidRDefault="00275751" w:rsidP="00FE7E20">
            <w:pPr>
              <w:rPr>
                <w:sz w:val="28"/>
                <w:szCs w:val="28"/>
                <w:lang w:val="uk-UA"/>
              </w:rPr>
            </w:pPr>
            <w:r>
              <w:rPr>
                <w:sz w:val="28"/>
                <w:szCs w:val="28"/>
                <w:lang w:val="uk-UA"/>
              </w:rPr>
              <w:t>11</w:t>
            </w:r>
            <w:r w:rsidRPr="00567431">
              <w:rPr>
                <w:sz w:val="28"/>
                <w:szCs w:val="28"/>
                <w:lang w:val="uk-UA"/>
              </w:rPr>
              <w:t>.04.201</w:t>
            </w:r>
            <w:r>
              <w:rPr>
                <w:sz w:val="28"/>
                <w:szCs w:val="28"/>
                <w:lang w:val="uk-UA"/>
              </w:rPr>
              <w:t>6</w:t>
            </w:r>
          </w:p>
        </w:tc>
        <w:tc>
          <w:tcPr>
            <w:tcW w:w="2553" w:type="dxa"/>
          </w:tcPr>
          <w:p w:rsidR="00275751" w:rsidRDefault="00275751" w:rsidP="00F029FF">
            <w:pPr>
              <w:rPr>
                <w:sz w:val="28"/>
                <w:szCs w:val="28"/>
                <w:lang w:val="uk-UA"/>
              </w:rPr>
            </w:pPr>
            <w:r>
              <w:rPr>
                <w:sz w:val="28"/>
                <w:szCs w:val="28"/>
                <w:lang w:val="uk-UA"/>
              </w:rPr>
              <w:t>Татарінов В.М.</w:t>
            </w:r>
          </w:p>
          <w:p w:rsidR="00275751" w:rsidRDefault="00275751" w:rsidP="00F029FF">
            <w:pPr>
              <w:tabs>
                <w:tab w:val="left" w:pos="387"/>
                <w:tab w:val="center" w:pos="1168"/>
              </w:tabs>
              <w:rPr>
                <w:sz w:val="28"/>
                <w:szCs w:val="28"/>
                <w:lang w:val="uk-UA"/>
              </w:rPr>
            </w:pPr>
            <w:r>
              <w:rPr>
                <w:sz w:val="28"/>
                <w:szCs w:val="28"/>
                <w:lang w:val="uk-UA"/>
              </w:rPr>
              <w:t>Даценко О.М.</w:t>
            </w:r>
          </w:p>
        </w:tc>
      </w:tr>
      <w:tr w:rsidR="00275751" w:rsidTr="001C2918">
        <w:tc>
          <w:tcPr>
            <w:tcW w:w="567" w:type="dxa"/>
            <w:gridSpan w:val="2"/>
          </w:tcPr>
          <w:p w:rsidR="00275751" w:rsidRPr="00AD2C1D" w:rsidRDefault="00275751" w:rsidP="006C7D57">
            <w:pPr>
              <w:rPr>
                <w:sz w:val="28"/>
                <w:szCs w:val="28"/>
                <w:lang w:val="uk-UA"/>
              </w:rPr>
            </w:pPr>
            <w:r>
              <w:rPr>
                <w:sz w:val="28"/>
                <w:szCs w:val="28"/>
                <w:lang w:val="uk-UA"/>
              </w:rPr>
              <w:t>13.</w:t>
            </w:r>
          </w:p>
        </w:tc>
        <w:tc>
          <w:tcPr>
            <w:tcW w:w="4960" w:type="dxa"/>
          </w:tcPr>
          <w:p w:rsidR="00275751" w:rsidRPr="00206A10" w:rsidRDefault="00275751" w:rsidP="00334D5F">
            <w:pPr>
              <w:jc w:val="both"/>
              <w:rPr>
                <w:b/>
                <w:sz w:val="28"/>
                <w:szCs w:val="28"/>
                <w:lang w:val="uk-UA"/>
              </w:rPr>
            </w:pPr>
            <w:r w:rsidRPr="00B20743">
              <w:rPr>
                <w:sz w:val="28"/>
                <w:szCs w:val="28"/>
                <w:lang w:val="uk-UA"/>
              </w:rPr>
              <w:t>Про</w:t>
            </w:r>
            <w:r w:rsidRPr="00B20743">
              <w:rPr>
                <w:b/>
                <w:sz w:val="28"/>
                <w:szCs w:val="28"/>
                <w:lang w:val="uk-UA"/>
              </w:rPr>
              <w:t xml:space="preserve"> </w:t>
            </w:r>
            <w:r w:rsidRPr="00B20743">
              <w:rPr>
                <w:sz w:val="28"/>
                <w:szCs w:val="28"/>
                <w:lang w:val="uk-UA"/>
              </w:rPr>
              <w:t>стан роботи консультативних, дорадчих та інших допоміжних органів районної державної адміністрації</w:t>
            </w:r>
            <w:r w:rsidRPr="00206A10">
              <w:rPr>
                <w:sz w:val="28"/>
                <w:szCs w:val="28"/>
                <w:lang w:val="uk-UA"/>
              </w:rPr>
              <w:t xml:space="preserve"> за І квартал 2016 року</w:t>
            </w:r>
          </w:p>
        </w:tc>
        <w:tc>
          <w:tcPr>
            <w:tcW w:w="1701" w:type="dxa"/>
          </w:tcPr>
          <w:p w:rsidR="00275751" w:rsidRPr="00A50249" w:rsidRDefault="00275751" w:rsidP="00282208">
            <w:pPr>
              <w:rPr>
                <w:sz w:val="28"/>
                <w:szCs w:val="28"/>
                <w:lang w:val="uk-UA"/>
              </w:rPr>
            </w:pPr>
            <w:r w:rsidRPr="00A50249">
              <w:rPr>
                <w:sz w:val="28"/>
                <w:szCs w:val="28"/>
                <w:lang w:val="uk-UA"/>
              </w:rPr>
              <w:t>25.04.2016</w:t>
            </w:r>
          </w:p>
        </w:tc>
        <w:tc>
          <w:tcPr>
            <w:tcW w:w="2553" w:type="dxa"/>
          </w:tcPr>
          <w:p w:rsidR="00275751" w:rsidRDefault="00275751" w:rsidP="00282208">
            <w:pPr>
              <w:rPr>
                <w:sz w:val="28"/>
                <w:szCs w:val="28"/>
                <w:lang w:val="uk-UA"/>
              </w:rPr>
            </w:pPr>
            <w:r>
              <w:rPr>
                <w:sz w:val="28"/>
                <w:szCs w:val="28"/>
                <w:lang w:val="uk-UA"/>
              </w:rPr>
              <w:t>Ломко М.О.</w:t>
            </w:r>
          </w:p>
          <w:p w:rsidR="00275751" w:rsidRPr="00A50249" w:rsidRDefault="00275751" w:rsidP="00282208">
            <w:pPr>
              <w:rPr>
                <w:sz w:val="28"/>
                <w:szCs w:val="28"/>
                <w:lang w:val="uk-UA"/>
              </w:rPr>
            </w:pPr>
            <w:r w:rsidRPr="00A50249">
              <w:rPr>
                <w:sz w:val="28"/>
                <w:szCs w:val="28"/>
                <w:lang w:val="uk-UA"/>
              </w:rPr>
              <w:t>Воскобойнікова М.А.</w:t>
            </w:r>
          </w:p>
        </w:tc>
      </w:tr>
      <w:tr w:rsidR="00275751" w:rsidRPr="000413B1" w:rsidTr="001C2918">
        <w:tc>
          <w:tcPr>
            <w:tcW w:w="567" w:type="dxa"/>
            <w:gridSpan w:val="2"/>
          </w:tcPr>
          <w:p w:rsidR="00275751" w:rsidRDefault="00275751" w:rsidP="006C7D57">
            <w:pPr>
              <w:rPr>
                <w:sz w:val="28"/>
                <w:szCs w:val="28"/>
                <w:lang w:val="uk-UA"/>
              </w:rPr>
            </w:pPr>
            <w:r>
              <w:rPr>
                <w:sz w:val="28"/>
                <w:szCs w:val="28"/>
                <w:lang w:val="uk-UA"/>
              </w:rPr>
              <w:t>14.</w:t>
            </w:r>
          </w:p>
        </w:tc>
        <w:tc>
          <w:tcPr>
            <w:tcW w:w="4960" w:type="dxa"/>
          </w:tcPr>
          <w:p w:rsidR="00275751" w:rsidRPr="00B20743" w:rsidRDefault="00275751" w:rsidP="00E14A1B">
            <w:pPr>
              <w:jc w:val="both"/>
              <w:rPr>
                <w:sz w:val="28"/>
                <w:szCs w:val="28"/>
                <w:lang w:val="uk-UA"/>
              </w:rPr>
            </w:pPr>
            <w:r w:rsidRPr="00B20743">
              <w:rPr>
                <w:sz w:val="28"/>
                <w:szCs w:val="28"/>
                <w:lang w:val="uk-UA"/>
              </w:rPr>
              <w:t xml:space="preserve">Про організацію та стан виконання завдань, визначених актами законо давства, розпорядженнями і доручен- нями голів Сумської обласної та Ро-менської районної державних адмі-ністрацій у </w:t>
            </w:r>
            <w:r>
              <w:rPr>
                <w:sz w:val="28"/>
                <w:szCs w:val="28"/>
                <w:lang w:val="uk-UA"/>
              </w:rPr>
              <w:t>І</w:t>
            </w:r>
            <w:r w:rsidRPr="00B20743">
              <w:rPr>
                <w:sz w:val="28"/>
                <w:szCs w:val="28"/>
                <w:lang w:val="uk-UA"/>
              </w:rPr>
              <w:t xml:space="preserve"> кварталі 2016 року</w:t>
            </w:r>
          </w:p>
        </w:tc>
        <w:tc>
          <w:tcPr>
            <w:tcW w:w="1701" w:type="dxa"/>
          </w:tcPr>
          <w:p w:rsidR="00275751" w:rsidRPr="00567431" w:rsidRDefault="00275751" w:rsidP="00AF3658">
            <w:pPr>
              <w:rPr>
                <w:sz w:val="28"/>
                <w:szCs w:val="28"/>
                <w:lang w:val="uk-UA"/>
              </w:rPr>
            </w:pPr>
            <w:r w:rsidRPr="00A50249">
              <w:rPr>
                <w:sz w:val="28"/>
                <w:szCs w:val="28"/>
                <w:lang w:val="uk-UA"/>
              </w:rPr>
              <w:t>25.04.2016</w:t>
            </w:r>
          </w:p>
        </w:tc>
        <w:tc>
          <w:tcPr>
            <w:tcW w:w="2553" w:type="dxa"/>
          </w:tcPr>
          <w:p w:rsidR="00275751" w:rsidRDefault="00275751" w:rsidP="00AF3658">
            <w:pPr>
              <w:rPr>
                <w:sz w:val="28"/>
                <w:szCs w:val="28"/>
                <w:lang w:val="uk-UA"/>
              </w:rPr>
            </w:pPr>
            <w:r>
              <w:rPr>
                <w:sz w:val="28"/>
                <w:szCs w:val="28"/>
                <w:lang w:val="uk-UA"/>
              </w:rPr>
              <w:t>Ломко М.О.</w:t>
            </w:r>
          </w:p>
          <w:p w:rsidR="00275751" w:rsidRPr="0031011D" w:rsidRDefault="00275751" w:rsidP="00AF3658">
            <w:pPr>
              <w:rPr>
                <w:sz w:val="28"/>
                <w:szCs w:val="28"/>
                <w:lang w:val="uk-UA"/>
              </w:rPr>
            </w:pPr>
            <w:r>
              <w:rPr>
                <w:sz w:val="28"/>
                <w:szCs w:val="28"/>
                <w:lang w:val="uk-UA"/>
              </w:rPr>
              <w:t>Кишун Л.В.</w:t>
            </w:r>
          </w:p>
        </w:tc>
      </w:tr>
      <w:tr w:rsidR="00275751" w:rsidRPr="00BC5378" w:rsidTr="001C2918">
        <w:tc>
          <w:tcPr>
            <w:tcW w:w="567" w:type="dxa"/>
            <w:gridSpan w:val="2"/>
          </w:tcPr>
          <w:p w:rsidR="00275751" w:rsidRDefault="00275751" w:rsidP="003A4DEE">
            <w:pPr>
              <w:rPr>
                <w:sz w:val="28"/>
                <w:szCs w:val="28"/>
                <w:lang w:val="uk-UA"/>
              </w:rPr>
            </w:pPr>
            <w:r>
              <w:rPr>
                <w:sz w:val="28"/>
                <w:szCs w:val="28"/>
                <w:lang w:val="uk-UA"/>
              </w:rPr>
              <w:t>15.</w:t>
            </w:r>
          </w:p>
        </w:tc>
        <w:tc>
          <w:tcPr>
            <w:tcW w:w="4960" w:type="dxa"/>
          </w:tcPr>
          <w:p w:rsidR="00275751" w:rsidRPr="00206A10" w:rsidRDefault="00275751" w:rsidP="00E14A1B">
            <w:pPr>
              <w:jc w:val="both"/>
              <w:rPr>
                <w:sz w:val="28"/>
                <w:szCs w:val="28"/>
                <w:lang w:val="uk-UA"/>
              </w:rPr>
            </w:pPr>
            <w:r w:rsidRPr="00206A10">
              <w:rPr>
                <w:sz w:val="28"/>
                <w:szCs w:val="28"/>
              </w:rPr>
              <w:t xml:space="preserve">Про підсумки </w:t>
            </w:r>
            <w:r>
              <w:rPr>
                <w:sz w:val="28"/>
                <w:szCs w:val="28"/>
              </w:rPr>
              <w:t xml:space="preserve">роботи із зверненнями громадян </w:t>
            </w:r>
            <w:r w:rsidRPr="00206A10">
              <w:rPr>
                <w:sz w:val="28"/>
                <w:szCs w:val="28"/>
              </w:rPr>
              <w:t xml:space="preserve">у </w:t>
            </w:r>
            <w:r>
              <w:rPr>
                <w:sz w:val="28"/>
                <w:szCs w:val="28"/>
                <w:lang w:val="uk-UA"/>
              </w:rPr>
              <w:t>І</w:t>
            </w:r>
            <w:r w:rsidRPr="00206A10">
              <w:rPr>
                <w:sz w:val="28"/>
                <w:szCs w:val="28"/>
              </w:rPr>
              <w:t xml:space="preserve"> кварталі 2016 року</w:t>
            </w:r>
          </w:p>
        </w:tc>
        <w:tc>
          <w:tcPr>
            <w:tcW w:w="1701" w:type="dxa"/>
          </w:tcPr>
          <w:p w:rsidR="00275751" w:rsidRPr="00567431" w:rsidRDefault="00275751" w:rsidP="003A4DEE">
            <w:pPr>
              <w:rPr>
                <w:sz w:val="28"/>
                <w:szCs w:val="28"/>
                <w:lang w:val="uk-UA"/>
              </w:rPr>
            </w:pPr>
            <w:r>
              <w:rPr>
                <w:sz w:val="28"/>
                <w:szCs w:val="28"/>
                <w:lang w:val="uk-UA"/>
              </w:rPr>
              <w:t>25</w:t>
            </w:r>
            <w:r w:rsidRPr="00567431">
              <w:rPr>
                <w:sz w:val="28"/>
                <w:szCs w:val="28"/>
                <w:lang w:val="uk-UA"/>
              </w:rPr>
              <w:t>.0</w:t>
            </w:r>
            <w:r>
              <w:rPr>
                <w:sz w:val="28"/>
                <w:szCs w:val="28"/>
                <w:lang w:val="uk-UA"/>
              </w:rPr>
              <w:t>4</w:t>
            </w:r>
            <w:r w:rsidRPr="00567431">
              <w:rPr>
                <w:sz w:val="28"/>
                <w:szCs w:val="28"/>
                <w:lang w:val="uk-UA"/>
              </w:rPr>
              <w:t>.201</w:t>
            </w:r>
            <w:r>
              <w:rPr>
                <w:sz w:val="28"/>
                <w:szCs w:val="28"/>
                <w:lang w:val="uk-UA"/>
              </w:rPr>
              <w:t>6</w:t>
            </w:r>
          </w:p>
        </w:tc>
        <w:tc>
          <w:tcPr>
            <w:tcW w:w="2553" w:type="dxa"/>
          </w:tcPr>
          <w:p w:rsidR="00275751" w:rsidRDefault="00275751" w:rsidP="003A4DEE">
            <w:pPr>
              <w:rPr>
                <w:sz w:val="28"/>
                <w:szCs w:val="28"/>
                <w:lang w:val="uk-UA"/>
              </w:rPr>
            </w:pPr>
            <w:r>
              <w:rPr>
                <w:sz w:val="28"/>
                <w:szCs w:val="28"/>
                <w:lang w:val="uk-UA"/>
              </w:rPr>
              <w:t>Ломко М.О.</w:t>
            </w:r>
          </w:p>
          <w:p w:rsidR="00275751" w:rsidRDefault="00275751" w:rsidP="003A4DEE">
            <w:pPr>
              <w:rPr>
                <w:sz w:val="28"/>
                <w:szCs w:val="28"/>
                <w:lang w:val="uk-UA"/>
              </w:rPr>
            </w:pPr>
            <w:r>
              <w:rPr>
                <w:sz w:val="28"/>
                <w:szCs w:val="28"/>
                <w:lang w:val="uk-UA"/>
              </w:rPr>
              <w:t>Щербина Г.О.</w:t>
            </w:r>
          </w:p>
        </w:tc>
      </w:tr>
      <w:tr w:rsidR="00275751" w:rsidRPr="00BC5378" w:rsidTr="001C2918">
        <w:tc>
          <w:tcPr>
            <w:tcW w:w="567" w:type="dxa"/>
            <w:gridSpan w:val="2"/>
          </w:tcPr>
          <w:p w:rsidR="00275751" w:rsidRPr="00AD2C1D" w:rsidRDefault="00275751" w:rsidP="003A4DEE">
            <w:pPr>
              <w:rPr>
                <w:sz w:val="28"/>
                <w:szCs w:val="28"/>
                <w:lang w:val="uk-UA"/>
              </w:rPr>
            </w:pPr>
            <w:r>
              <w:rPr>
                <w:sz w:val="28"/>
                <w:szCs w:val="28"/>
                <w:lang w:val="uk-UA"/>
              </w:rPr>
              <w:t>16.</w:t>
            </w:r>
          </w:p>
        </w:tc>
        <w:tc>
          <w:tcPr>
            <w:tcW w:w="4960" w:type="dxa"/>
          </w:tcPr>
          <w:p w:rsidR="00275751" w:rsidRPr="00B20743" w:rsidRDefault="00275751" w:rsidP="003A4DEE">
            <w:pPr>
              <w:jc w:val="both"/>
              <w:rPr>
                <w:sz w:val="28"/>
                <w:szCs w:val="28"/>
                <w:lang w:val="uk-UA"/>
              </w:rPr>
            </w:pPr>
            <w:r w:rsidRPr="00B20743">
              <w:rPr>
                <w:sz w:val="28"/>
                <w:szCs w:val="28"/>
                <w:lang w:val="uk-UA"/>
              </w:rPr>
              <w:t>Про</w:t>
            </w:r>
            <w:r w:rsidRPr="00B20743">
              <w:rPr>
                <w:b/>
                <w:sz w:val="28"/>
                <w:szCs w:val="28"/>
                <w:lang w:val="uk-UA"/>
              </w:rPr>
              <w:t xml:space="preserve"> </w:t>
            </w:r>
            <w:r w:rsidRPr="00B20743">
              <w:rPr>
                <w:sz w:val="28"/>
                <w:szCs w:val="28"/>
                <w:lang w:val="uk-UA"/>
              </w:rPr>
              <w:t>результати комплексної перевірки виконавчого комітету Зарудянської сільської ради щодо виконання деле-гованих повноважень органів вико-навчої влади</w:t>
            </w:r>
          </w:p>
        </w:tc>
        <w:tc>
          <w:tcPr>
            <w:tcW w:w="1701" w:type="dxa"/>
          </w:tcPr>
          <w:p w:rsidR="00275751" w:rsidRPr="008510BB" w:rsidRDefault="00275751" w:rsidP="003A4DEE">
            <w:pPr>
              <w:rPr>
                <w:sz w:val="28"/>
                <w:szCs w:val="28"/>
                <w:lang w:val="uk-UA"/>
              </w:rPr>
            </w:pPr>
            <w:r w:rsidRPr="008510BB">
              <w:rPr>
                <w:sz w:val="28"/>
                <w:szCs w:val="28"/>
                <w:lang w:val="uk-UA"/>
              </w:rPr>
              <w:t>25.04.2016</w:t>
            </w:r>
          </w:p>
        </w:tc>
        <w:tc>
          <w:tcPr>
            <w:tcW w:w="2553" w:type="dxa"/>
          </w:tcPr>
          <w:p w:rsidR="00275751" w:rsidRDefault="00275751" w:rsidP="003A4DEE">
            <w:pPr>
              <w:rPr>
                <w:sz w:val="28"/>
                <w:szCs w:val="28"/>
                <w:lang w:val="uk-UA"/>
              </w:rPr>
            </w:pPr>
            <w:r>
              <w:rPr>
                <w:sz w:val="28"/>
                <w:szCs w:val="28"/>
                <w:lang w:val="uk-UA"/>
              </w:rPr>
              <w:t>Журенко Н.М.</w:t>
            </w:r>
          </w:p>
          <w:p w:rsidR="00275751" w:rsidRPr="00A50249" w:rsidRDefault="00275751" w:rsidP="003A4DEE">
            <w:pPr>
              <w:rPr>
                <w:sz w:val="28"/>
                <w:szCs w:val="28"/>
                <w:lang w:val="uk-UA"/>
              </w:rPr>
            </w:pPr>
            <w:r w:rsidRPr="00A50249">
              <w:rPr>
                <w:sz w:val="28"/>
                <w:szCs w:val="28"/>
                <w:lang w:val="uk-UA"/>
              </w:rPr>
              <w:t>Ярмак І.М.</w:t>
            </w:r>
          </w:p>
        </w:tc>
      </w:tr>
      <w:tr w:rsidR="00275751" w:rsidRPr="00BC5378" w:rsidTr="001C2918">
        <w:tc>
          <w:tcPr>
            <w:tcW w:w="567" w:type="dxa"/>
            <w:gridSpan w:val="2"/>
          </w:tcPr>
          <w:p w:rsidR="00275751" w:rsidRPr="00AD2C1D" w:rsidRDefault="00275751" w:rsidP="003A4DEE">
            <w:pPr>
              <w:rPr>
                <w:sz w:val="28"/>
                <w:szCs w:val="28"/>
                <w:lang w:val="uk-UA"/>
              </w:rPr>
            </w:pPr>
            <w:r w:rsidRPr="00AD2C1D">
              <w:rPr>
                <w:sz w:val="28"/>
                <w:szCs w:val="28"/>
                <w:lang w:val="uk-UA"/>
              </w:rPr>
              <w:t>1</w:t>
            </w:r>
            <w:r>
              <w:rPr>
                <w:sz w:val="28"/>
                <w:szCs w:val="28"/>
                <w:lang w:val="uk-UA"/>
              </w:rPr>
              <w:t>7</w:t>
            </w:r>
            <w:r w:rsidRPr="00AD2C1D">
              <w:rPr>
                <w:sz w:val="28"/>
                <w:szCs w:val="28"/>
                <w:lang w:val="uk-UA"/>
              </w:rPr>
              <w:t>.</w:t>
            </w:r>
          </w:p>
        </w:tc>
        <w:tc>
          <w:tcPr>
            <w:tcW w:w="4960" w:type="dxa"/>
          </w:tcPr>
          <w:p w:rsidR="00275751" w:rsidRPr="00B20743" w:rsidRDefault="00275751" w:rsidP="00E52514">
            <w:pPr>
              <w:jc w:val="both"/>
              <w:rPr>
                <w:sz w:val="28"/>
                <w:szCs w:val="28"/>
                <w:lang w:val="uk-UA"/>
              </w:rPr>
            </w:pPr>
            <w:r w:rsidRPr="00B20743">
              <w:rPr>
                <w:sz w:val="28"/>
                <w:szCs w:val="28"/>
                <w:lang w:val="uk-UA"/>
              </w:rPr>
              <w:t xml:space="preserve">Про стан виконання районної цільової програми «Соціальна підтримка осіб з обмеженими фізичними можливостями </w:t>
            </w:r>
          </w:p>
        </w:tc>
        <w:tc>
          <w:tcPr>
            <w:tcW w:w="1701" w:type="dxa"/>
          </w:tcPr>
          <w:p w:rsidR="00275751" w:rsidRPr="00A50249" w:rsidRDefault="00275751" w:rsidP="003A4DEE">
            <w:pPr>
              <w:rPr>
                <w:sz w:val="28"/>
                <w:szCs w:val="28"/>
                <w:lang w:val="uk-UA"/>
              </w:rPr>
            </w:pPr>
            <w:r>
              <w:rPr>
                <w:sz w:val="28"/>
                <w:szCs w:val="28"/>
                <w:lang w:val="uk-UA"/>
              </w:rPr>
              <w:t>16</w:t>
            </w:r>
            <w:r w:rsidRPr="00567431">
              <w:rPr>
                <w:sz w:val="28"/>
                <w:szCs w:val="28"/>
                <w:lang w:val="uk-UA"/>
              </w:rPr>
              <w:t>.0</w:t>
            </w:r>
            <w:r>
              <w:rPr>
                <w:sz w:val="28"/>
                <w:szCs w:val="28"/>
                <w:lang w:val="uk-UA"/>
              </w:rPr>
              <w:t>5</w:t>
            </w:r>
            <w:r w:rsidRPr="00567431">
              <w:rPr>
                <w:sz w:val="28"/>
                <w:szCs w:val="28"/>
                <w:lang w:val="uk-UA"/>
              </w:rPr>
              <w:t>.201</w:t>
            </w:r>
            <w:r>
              <w:rPr>
                <w:sz w:val="28"/>
                <w:szCs w:val="28"/>
                <w:lang w:val="uk-UA"/>
              </w:rPr>
              <w:t>6</w:t>
            </w:r>
          </w:p>
        </w:tc>
        <w:tc>
          <w:tcPr>
            <w:tcW w:w="2553" w:type="dxa"/>
          </w:tcPr>
          <w:p w:rsidR="00275751" w:rsidRDefault="00275751" w:rsidP="003A4DEE">
            <w:pPr>
              <w:rPr>
                <w:sz w:val="28"/>
                <w:szCs w:val="28"/>
                <w:lang w:val="uk-UA"/>
              </w:rPr>
            </w:pPr>
            <w:r>
              <w:rPr>
                <w:sz w:val="28"/>
                <w:szCs w:val="28"/>
                <w:lang w:val="uk-UA"/>
              </w:rPr>
              <w:t>Татарінов В.М.</w:t>
            </w:r>
          </w:p>
          <w:p w:rsidR="00275751" w:rsidRDefault="00275751" w:rsidP="003A4DEE">
            <w:pPr>
              <w:rPr>
                <w:sz w:val="28"/>
                <w:szCs w:val="28"/>
                <w:lang w:val="uk-UA"/>
              </w:rPr>
            </w:pPr>
            <w:r>
              <w:rPr>
                <w:sz w:val="28"/>
                <w:szCs w:val="28"/>
                <w:lang w:val="uk-UA"/>
              </w:rPr>
              <w:t>Даценко О.М.</w:t>
            </w:r>
          </w:p>
        </w:tc>
      </w:tr>
      <w:tr w:rsidR="00275751" w:rsidRPr="00B20743" w:rsidTr="004879C8">
        <w:tc>
          <w:tcPr>
            <w:tcW w:w="9781" w:type="dxa"/>
            <w:gridSpan w:val="5"/>
          </w:tcPr>
          <w:p w:rsidR="00275751" w:rsidRPr="00B20743" w:rsidRDefault="00275751" w:rsidP="004879C8">
            <w:pPr>
              <w:rPr>
                <w:sz w:val="28"/>
                <w:szCs w:val="28"/>
                <w:lang w:val="uk-UA"/>
              </w:rPr>
            </w:pPr>
            <w:r w:rsidRPr="00B20743">
              <w:rPr>
                <w:sz w:val="28"/>
                <w:szCs w:val="28"/>
                <w:lang w:val="uk-UA"/>
              </w:rPr>
              <w:t xml:space="preserve">                                                                                                 Продовження додатка</w:t>
            </w:r>
          </w:p>
        </w:tc>
      </w:tr>
      <w:tr w:rsidR="00275751" w:rsidTr="001C2918">
        <w:tc>
          <w:tcPr>
            <w:tcW w:w="567" w:type="dxa"/>
            <w:gridSpan w:val="2"/>
          </w:tcPr>
          <w:p w:rsidR="00275751" w:rsidRDefault="00275751" w:rsidP="004879C8">
            <w:pPr>
              <w:rPr>
                <w:sz w:val="28"/>
                <w:szCs w:val="28"/>
                <w:lang w:val="uk-UA"/>
              </w:rPr>
            </w:pPr>
            <w:r>
              <w:rPr>
                <w:sz w:val="28"/>
                <w:szCs w:val="28"/>
                <w:lang w:val="uk-UA"/>
              </w:rPr>
              <w:t>1</w:t>
            </w:r>
          </w:p>
        </w:tc>
        <w:tc>
          <w:tcPr>
            <w:tcW w:w="4960" w:type="dxa"/>
          </w:tcPr>
          <w:p w:rsidR="00275751" w:rsidRPr="00E52514" w:rsidRDefault="00275751" w:rsidP="004879C8">
            <w:pPr>
              <w:jc w:val="center"/>
              <w:rPr>
                <w:sz w:val="28"/>
                <w:szCs w:val="28"/>
                <w:lang w:val="uk-UA"/>
              </w:rPr>
            </w:pPr>
            <w:r w:rsidRPr="00E52514">
              <w:rPr>
                <w:sz w:val="28"/>
                <w:szCs w:val="28"/>
                <w:lang w:val="uk-UA"/>
              </w:rPr>
              <w:t>2</w:t>
            </w:r>
          </w:p>
        </w:tc>
        <w:tc>
          <w:tcPr>
            <w:tcW w:w="1701" w:type="dxa"/>
          </w:tcPr>
          <w:p w:rsidR="00275751" w:rsidRDefault="00275751" w:rsidP="004879C8">
            <w:pPr>
              <w:jc w:val="center"/>
              <w:rPr>
                <w:sz w:val="28"/>
                <w:szCs w:val="28"/>
                <w:lang w:val="uk-UA"/>
              </w:rPr>
            </w:pPr>
            <w:r>
              <w:rPr>
                <w:sz w:val="28"/>
                <w:szCs w:val="28"/>
                <w:lang w:val="uk-UA"/>
              </w:rPr>
              <w:t>3</w:t>
            </w:r>
          </w:p>
        </w:tc>
        <w:tc>
          <w:tcPr>
            <w:tcW w:w="2553" w:type="dxa"/>
          </w:tcPr>
          <w:p w:rsidR="00275751" w:rsidRDefault="00275751" w:rsidP="004879C8">
            <w:pPr>
              <w:jc w:val="center"/>
              <w:rPr>
                <w:sz w:val="28"/>
                <w:szCs w:val="28"/>
                <w:lang w:val="uk-UA"/>
              </w:rPr>
            </w:pPr>
            <w:r>
              <w:rPr>
                <w:sz w:val="28"/>
                <w:szCs w:val="28"/>
                <w:lang w:val="uk-UA"/>
              </w:rPr>
              <w:t>4</w:t>
            </w:r>
          </w:p>
        </w:tc>
      </w:tr>
      <w:tr w:rsidR="00275751" w:rsidTr="001C2918">
        <w:tc>
          <w:tcPr>
            <w:tcW w:w="567" w:type="dxa"/>
            <w:gridSpan w:val="2"/>
          </w:tcPr>
          <w:p w:rsidR="00275751" w:rsidRPr="00AD2C1D" w:rsidRDefault="00275751" w:rsidP="006C7D57">
            <w:pPr>
              <w:rPr>
                <w:sz w:val="28"/>
                <w:szCs w:val="28"/>
                <w:lang w:val="uk-UA"/>
              </w:rPr>
            </w:pPr>
          </w:p>
        </w:tc>
        <w:tc>
          <w:tcPr>
            <w:tcW w:w="4960" w:type="dxa"/>
          </w:tcPr>
          <w:p w:rsidR="00275751" w:rsidRPr="00B20743" w:rsidRDefault="00275751" w:rsidP="00282208">
            <w:pPr>
              <w:jc w:val="both"/>
              <w:rPr>
                <w:sz w:val="28"/>
                <w:szCs w:val="28"/>
                <w:lang w:val="uk-UA"/>
              </w:rPr>
            </w:pPr>
            <w:r w:rsidRPr="00B20743">
              <w:rPr>
                <w:sz w:val="28"/>
                <w:szCs w:val="28"/>
                <w:lang w:val="uk-UA"/>
              </w:rPr>
              <w:t>та інших малозахищених верств населення на 2014-2016 роки» в частині надання реабілітаційних послуг дітям-інвалідам району</w:t>
            </w:r>
          </w:p>
        </w:tc>
        <w:tc>
          <w:tcPr>
            <w:tcW w:w="1701" w:type="dxa"/>
          </w:tcPr>
          <w:p w:rsidR="00275751" w:rsidRPr="00A50249" w:rsidRDefault="00275751" w:rsidP="00282208">
            <w:pPr>
              <w:rPr>
                <w:sz w:val="28"/>
                <w:szCs w:val="28"/>
                <w:lang w:val="uk-UA"/>
              </w:rPr>
            </w:pPr>
          </w:p>
        </w:tc>
        <w:tc>
          <w:tcPr>
            <w:tcW w:w="2553" w:type="dxa"/>
          </w:tcPr>
          <w:p w:rsidR="00275751" w:rsidRDefault="00275751" w:rsidP="00F029FF">
            <w:pPr>
              <w:rPr>
                <w:sz w:val="28"/>
                <w:szCs w:val="28"/>
                <w:lang w:val="uk-UA"/>
              </w:rPr>
            </w:pPr>
          </w:p>
        </w:tc>
      </w:tr>
      <w:tr w:rsidR="00275751" w:rsidTr="001C2918">
        <w:tc>
          <w:tcPr>
            <w:tcW w:w="567" w:type="dxa"/>
            <w:gridSpan w:val="2"/>
          </w:tcPr>
          <w:p w:rsidR="00275751" w:rsidRDefault="00275751" w:rsidP="006C7D57">
            <w:pPr>
              <w:rPr>
                <w:sz w:val="28"/>
                <w:szCs w:val="28"/>
                <w:lang w:val="uk-UA"/>
              </w:rPr>
            </w:pPr>
            <w:r>
              <w:rPr>
                <w:sz w:val="28"/>
                <w:szCs w:val="28"/>
                <w:lang w:val="uk-UA"/>
              </w:rPr>
              <w:t>18.</w:t>
            </w:r>
          </w:p>
        </w:tc>
        <w:tc>
          <w:tcPr>
            <w:tcW w:w="4960" w:type="dxa"/>
          </w:tcPr>
          <w:p w:rsidR="00275751" w:rsidRPr="009B5EA3" w:rsidRDefault="00275751" w:rsidP="00335BF3">
            <w:pPr>
              <w:jc w:val="both"/>
              <w:rPr>
                <w:sz w:val="28"/>
                <w:szCs w:val="28"/>
                <w:lang w:val="uk-UA"/>
              </w:rPr>
            </w:pPr>
            <w:r w:rsidRPr="009B5EA3">
              <w:rPr>
                <w:sz w:val="28"/>
                <w:szCs w:val="28"/>
                <w:lang w:val="uk-UA"/>
              </w:rPr>
              <w:t>Про боєздатність місцевих пожежних команд, їх утримання та фінансування</w:t>
            </w:r>
          </w:p>
        </w:tc>
        <w:tc>
          <w:tcPr>
            <w:tcW w:w="1701" w:type="dxa"/>
          </w:tcPr>
          <w:p w:rsidR="00275751" w:rsidRPr="00567431" w:rsidRDefault="00275751" w:rsidP="00FE7E20">
            <w:pPr>
              <w:rPr>
                <w:sz w:val="28"/>
                <w:szCs w:val="28"/>
                <w:lang w:val="uk-UA"/>
              </w:rPr>
            </w:pPr>
            <w:r>
              <w:rPr>
                <w:sz w:val="28"/>
                <w:szCs w:val="28"/>
                <w:lang w:val="uk-UA"/>
              </w:rPr>
              <w:t>16</w:t>
            </w:r>
            <w:r w:rsidRPr="00567431">
              <w:rPr>
                <w:sz w:val="28"/>
                <w:szCs w:val="28"/>
                <w:lang w:val="uk-UA"/>
              </w:rPr>
              <w:t>.0</w:t>
            </w:r>
            <w:r>
              <w:rPr>
                <w:sz w:val="28"/>
                <w:szCs w:val="28"/>
                <w:lang w:val="uk-UA"/>
              </w:rPr>
              <w:t>5</w:t>
            </w:r>
            <w:r w:rsidRPr="00567431">
              <w:rPr>
                <w:sz w:val="28"/>
                <w:szCs w:val="28"/>
                <w:lang w:val="uk-UA"/>
              </w:rPr>
              <w:t>.201</w:t>
            </w:r>
            <w:r>
              <w:rPr>
                <w:sz w:val="28"/>
                <w:szCs w:val="28"/>
                <w:lang w:val="uk-UA"/>
              </w:rPr>
              <w:t>6</w:t>
            </w:r>
          </w:p>
        </w:tc>
        <w:tc>
          <w:tcPr>
            <w:tcW w:w="2553" w:type="dxa"/>
          </w:tcPr>
          <w:p w:rsidR="00275751" w:rsidRDefault="00275751" w:rsidP="00335BF3">
            <w:pPr>
              <w:rPr>
                <w:sz w:val="28"/>
                <w:szCs w:val="28"/>
                <w:lang w:val="uk-UA"/>
              </w:rPr>
            </w:pPr>
            <w:r>
              <w:rPr>
                <w:sz w:val="28"/>
                <w:szCs w:val="28"/>
                <w:lang w:val="uk-UA"/>
              </w:rPr>
              <w:t>Журенко Н.М.</w:t>
            </w:r>
          </w:p>
          <w:p w:rsidR="00275751" w:rsidRDefault="00275751" w:rsidP="00335BF3">
            <w:pPr>
              <w:rPr>
                <w:sz w:val="28"/>
                <w:szCs w:val="28"/>
                <w:lang w:val="uk-UA"/>
              </w:rPr>
            </w:pPr>
            <w:r>
              <w:rPr>
                <w:sz w:val="28"/>
                <w:szCs w:val="28"/>
                <w:lang w:val="uk-UA"/>
              </w:rPr>
              <w:t>Мартиненко Р.М.</w:t>
            </w:r>
          </w:p>
        </w:tc>
      </w:tr>
      <w:tr w:rsidR="00275751" w:rsidTr="001C2918">
        <w:tc>
          <w:tcPr>
            <w:tcW w:w="567" w:type="dxa"/>
            <w:gridSpan w:val="2"/>
          </w:tcPr>
          <w:p w:rsidR="00275751" w:rsidRDefault="00275751" w:rsidP="006C7D57">
            <w:pPr>
              <w:rPr>
                <w:sz w:val="28"/>
                <w:szCs w:val="28"/>
                <w:lang w:val="uk-UA"/>
              </w:rPr>
            </w:pPr>
            <w:r>
              <w:rPr>
                <w:sz w:val="28"/>
                <w:szCs w:val="28"/>
                <w:lang w:val="uk-UA"/>
              </w:rPr>
              <w:t>19.</w:t>
            </w:r>
          </w:p>
        </w:tc>
        <w:tc>
          <w:tcPr>
            <w:tcW w:w="4960" w:type="dxa"/>
          </w:tcPr>
          <w:p w:rsidR="00275751" w:rsidRPr="00206A10" w:rsidRDefault="00275751" w:rsidP="00335BF3">
            <w:pPr>
              <w:jc w:val="both"/>
              <w:rPr>
                <w:b/>
                <w:sz w:val="28"/>
                <w:szCs w:val="28"/>
                <w:lang w:val="uk-UA"/>
              </w:rPr>
            </w:pPr>
            <w:r w:rsidRPr="00206A10">
              <w:rPr>
                <w:sz w:val="28"/>
                <w:szCs w:val="28"/>
                <w:lang w:val="uk-UA"/>
              </w:rPr>
              <w:t>Про</w:t>
            </w:r>
            <w:r w:rsidRPr="00206A10">
              <w:rPr>
                <w:b/>
                <w:sz w:val="28"/>
                <w:szCs w:val="28"/>
                <w:lang w:val="uk-UA"/>
              </w:rPr>
              <w:t xml:space="preserve"> </w:t>
            </w:r>
            <w:r w:rsidRPr="00206A10">
              <w:rPr>
                <w:sz w:val="28"/>
                <w:szCs w:val="28"/>
                <w:lang w:val="uk-UA"/>
              </w:rPr>
              <w:t>вжиття заходів соціально-правового захисту дітей, які влаш</w:t>
            </w:r>
            <w:r>
              <w:rPr>
                <w:sz w:val="28"/>
                <w:szCs w:val="28"/>
                <w:lang w:val="uk-UA"/>
              </w:rPr>
              <w:t>-</w:t>
            </w:r>
            <w:r w:rsidRPr="00206A10">
              <w:rPr>
                <w:sz w:val="28"/>
                <w:szCs w:val="28"/>
                <w:lang w:val="uk-UA"/>
              </w:rPr>
              <w:t>товані до Сумського обласного спеціалізованого будинку дитини</w:t>
            </w:r>
          </w:p>
        </w:tc>
        <w:tc>
          <w:tcPr>
            <w:tcW w:w="1701" w:type="dxa"/>
          </w:tcPr>
          <w:p w:rsidR="00275751" w:rsidRDefault="00275751" w:rsidP="00335BF3">
            <w:pPr>
              <w:rPr>
                <w:sz w:val="28"/>
                <w:szCs w:val="28"/>
                <w:lang w:val="uk-UA"/>
              </w:rPr>
            </w:pPr>
            <w:r>
              <w:rPr>
                <w:sz w:val="28"/>
                <w:szCs w:val="28"/>
                <w:lang w:val="uk-UA"/>
              </w:rPr>
              <w:t>16</w:t>
            </w:r>
            <w:r w:rsidRPr="00567431">
              <w:rPr>
                <w:sz w:val="28"/>
                <w:szCs w:val="28"/>
                <w:lang w:val="uk-UA"/>
              </w:rPr>
              <w:t>.0</w:t>
            </w:r>
            <w:r>
              <w:rPr>
                <w:sz w:val="28"/>
                <w:szCs w:val="28"/>
                <w:lang w:val="uk-UA"/>
              </w:rPr>
              <w:t>5</w:t>
            </w:r>
            <w:r w:rsidRPr="00567431">
              <w:rPr>
                <w:sz w:val="28"/>
                <w:szCs w:val="28"/>
                <w:lang w:val="uk-UA"/>
              </w:rPr>
              <w:t>.201</w:t>
            </w:r>
            <w:r>
              <w:rPr>
                <w:sz w:val="28"/>
                <w:szCs w:val="28"/>
                <w:lang w:val="uk-UA"/>
              </w:rPr>
              <w:t>6</w:t>
            </w:r>
          </w:p>
        </w:tc>
        <w:tc>
          <w:tcPr>
            <w:tcW w:w="2553" w:type="dxa"/>
          </w:tcPr>
          <w:p w:rsidR="00275751" w:rsidRDefault="00275751" w:rsidP="00335BF3">
            <w:pPr>
              <w:rPr>
                <w:sz w:val="28"/>
                <w:szCs w:val="28"/>
                <w:lang w:val="uk-UA"/>
              </w:rPr>
            </w:pPr>
            <w:r w:rsidRPr="0078267B">
              <w:rPr>
                <w:sz w:val="28"/>
                <w:szCs w:val="28"/>
                <w:lang w:val="uk-UA"/>
              </w:rPr>
              <w:t>Татарінов В.М.</w:t>
            </w:r>
          </w:p>
          <w:p w:rsidR="00275751" w:rsidRDefault="00275751" w:rsidP="00335BF3">
            <w:pPr>
              <w:rPr>
                <w:sz w:val="28"/>
                <w:szCs w:val="28"/>
                <w:lang w:val="uk-UA"/>
              </w:rPr>
            </w:pPr>
            <w:r>
              <w:rPr>
                <w:sz w:val="28"/>
                <w:szCs w:val="28"/>
                <w:lang w:val="uk-UA"/>
              </w:rPr>
              <w:t>Степаненко З.В</w:t>
            </w:r>
            <w:r w:rsidRPr="0078267B">
              <w:rPr>
                <w:sz w:val="28"/>
                <w:szCs w:val="28"/>
                <w:lang w:val="uk-UA"/>
              </w:rPr>
              <w:t>.</w:t>
            </w:r>
          </w:p>
        </w:tc>
      </w:tr>
      <w:tr w:rsidR="00275751" w:rsidTr="001C2918">
        <w:tc>
          <w:tcPr>
            <w:tcW w:w="567" w:type="dxa"/>
            <w:gridSpan w:val="2"/>
          </w:tcPr>
          <w:p w:rsidR="00275751" w:rsidRDefault="00275751" w:rsidP="00097CD8">
            <w:pPr>
              <w:rPr>
                <w:sz w:val="28"/>
                <w:szCs w:val="28"/>
                <w:lang w:val="uk-UA"/>
              </w:rPr>
            </w:pPr>
            <w:r>
              <w:rPr>
                <w:sz w:val="28"/>
                <w:szCs w:val="28"/>
                <w:lang w:val="uk-UA"/>
              </w:rPr>
              <w:t>20.</w:t>
            </w:r>
          </w:p>
        </w:tc>
        <w:tc>
          <w:tcPr>
            <w:tcW w:w="4960" w:type="dxa"/>
          </w:tcPr>
          <w:p w:rsidR="00275751" w:rsidRPr="003D3C25" w:rsidRDefault="00275751" w:rsidP="008243B6">
            <w:pPr>
              <w:jc w:val="both"/>
              <w:rPr>
                <w:sz w:val="28"/>
                <w:szCs w:val="28"/>
                <w:lang w:val="uk-UA"/>
              </w:rPr>
            </w:pPr>
            <w:r w:rsidRPr="003D3C25">
              <w:rPr>
                <w:sz w:val="28"/>
                <w:szCs w:val="28"/>
                <w:lang w:val="uk-UA"/>
              </w:rPr>
              <w:t>Про</w:t>
            </w:r>
            <w:r w:rsidRPr="003D3C25">
              <w:rPr>
                <w:b/>
                <w:sz w:val="28"/>
                <w:szCs w:val="28"/>
                <w:lang w:val="uk-UA"/>
              </w:rPr>
              <w:t xml:space="preserve"> </w:t>
            </w:r>
            <w:r w:rsidRPr="003D3C25">
              <w:rPr>
                <w:sz w:val="28"/>
                <w:szCs w:val="28"/>
                <w:lang w:val="uk-UA"/>
              </w:rPr>
              <w:t>хід проведення весняної акції «Благоустрій України»</w:t>
            </w:r>
          </w:p>
        </w:tc>
        <w:tc>
          <w:tcPr>
            <w:tcW w:w="1701" w:type="dxa"/>
          </w:tcPr>
          <w:p w:rsidR="00275751" w:rsidRPr="00567431" w:rsidRDefault="00275751" w:rsidP="008243B6">
            <w:pPr>
              <w:rPr>
                <w:sz w:val="28"/>
                <w:szCs w:val="28"/>
                <w:lang w:val="uk-UA"/>
              </w:rPr>
            </w:pPr>
            <w:r>
              <w:rPr>
                <w:sz w:val="28"/>
                <w:szCs w:val="28"/>
                <w:lang w:val="uk-UA"/>
              </w:rPr>
              <w:t>16</w:t>
            </w:r>
            <w:r w:rsidRPr="00567431">
              <w:rPr>
                <w:sz w:val="28"/>
                <w:szCs w:val="28"/>
                <w:lang w:val="uk-UA"/>
              </w:rPr>
              <w:t>.0</w:t>
            </w:r>
            <w:r>
              <w:rPr>
                <w:sz w:val="28"/>
                <w:szCs w:val="28"/>
                <w:lang w:val="uk-UA"/>
              </w:rPr>
              <w:t>5</w:t>
            </w:r>
            <w:r w:rsidRPr="00567431">
              <w:rPr>
                <w:sz w:val="28"/>
                <w:szCs w:val="28"/>
                <w:lang w:val="uk-UA"/>
              </w:rPr>
              <w:t>.201</w:t>
            </w:r>
            <w:r>
              <w:rPr>
                <w:sz w:val="28"/>
                <w:szCs w:val="28"/>
                <w:lang w:val="uk-UA"/>
              </w:rPr>
              <w:t>6</w:t>
            </w:r>
          </w:p>
        </w:tc>
        <w:tc>
          <w:tcPr>
            <w:tcW w:w="2553" w:type="dxa"/>
          </w:tcPr>
          <w:p w:rsidR="00275751" w:rsidRDefault="00275751" w:rsidP="008243B6">
            <w:pPr>
              <w:rPr>
                <w:sz w:val="28"/>
                <w:szCs w:val="28"/>
                <w:lang w:val="uk-UA"/>
              </w:rPr>
            </w:pPr>
            <w:r>
              <w:rPr>
                <w:sz w:val="28"/>
                <w:szCs w:val="28"/>
                <w:lang w:val="uk-UA"/>
              </w:rPr>
              <w:t>Жур</w:t>
            </w:r>
            <w:r w:rsidRPr="00945F43">
              <w:rPr>
                <w:sz w:val="28"/>
                <w:szCs w:val="28"/>
                <w:lang w:val="uk-UA"/>
              </w:rPr>
              <w:t>енко Н.М.</w:t>
            </w:r>
          </w:p>
          <w:p w:rsidR="00275751" w:rsidRDefault="00275751" w:rsidP="008243B6">
            <w:pPr>
              <w:rPr>
                <w:sz w:val="28"/>
                <w:szCs w:val="28"/>
                <w:lang w:val="uk-UA"/>
              </w:rPr>
            </w:pPr>
            <w:r>
              <w:rPr>
                <w:sz w:val="28"/>
                <w:szCs w:val="28"/>
                <w:lang w:val="uk-UA"/>
              </w:rPr>
              <w:t>Ведмідь В.О.</w:t>
            </w:r>
          </w:p>
        </w:tc>
      </w:tr>
      <w:tr w:rsidR="00275751" w:rsidTr="001C2918">
        <w:tc>
          <w:tcPr>
            <w:tcW w:w="567" w:type="dxa"/>
            <w:gridSpan w:val="2"/>
          </w:tcPr>
          <w:p w:rsidR="00275751" w:rsidRDefault="00275751" w:rsidP="006C7D57">
            <w:pPr>
              <w:rPr>
                <w:sz w:val="28"/>
                <w:szCs w:val="28"/>
                <w:lang w:val="uk-UA"/>
              </w:rPr>
            </w:pPr>
            <w:r>
              <w:rPr>
                <w:sz w:val="28"/>
                <w:szCs w:val="28"/>
                <w:lang w:val="uk-UA"/>
              </w:rPr>
              <w:t>21.</w:t>
            </w:r>
          </w:p>
        </w:tc>
        <w:tc>
          <w:tcPr>
            <w:tcW w:w="4960" w:type="dxa"/>
          </w:tcPr>
          <w:p w:rsidR="00275751" w:rsidRPr="00206A10" w:rsidRDefault="00275751" w:rsidP="00034791">
            <w:pPr>
              <w:jc w:val="both"/>
              <w:rPr>
                <w:b/>
                <w:sz w:val="28"/>
                <w:szCs w:val="28"/>
                <w:lang w:val="uk-UA"/>
              </w:rPr>
            </w:pPr>
            <w:r w:rsidRPr="00206A10">
              <w:rPr>
                <w:sz w:val="28"/>
                <w:szCs w:val="28"/>
                <w:lang w:val="uk-UA"/>
              </w:rPr>
              <w:t>Про відзначення 325-ї річниці від дня народження Петра Івановича Кални</w:t>
            </w:r>
            <w:r>
              <w:rPr>
                <w:sz w:val="28"/>
                <w:szCs w:val="28"/>
                <w:lang w:val="uk-UA"/>
              </w:rPr>
              <w:t>-</w:t>
            </w:r>
            <w:r w:rsidRPr="00206A10">
              <w:rPr>
                <w:sz w:val="28"/>
                <w:szCs w:val="28"/>
                <w:lang w:val="uk-UA"/>
              </w:rPr>
              <w:t>шевського, останнього кошового ота</w:t>
            </w:r>
            <w:r>
              <w:rPr>
                <w:sz w:val="28"/>
                <w:szCs w:val="28"/>
                <w:lang w:val="uk-UA"/>
              </w:rPr>
              <w:t>-</w:t>
            </w:r>
            <w:r w:rsidRPr="00206A10">
              <w:rPr>
                <w:sz w:val="28"/>
                <w:szCs w:val="28"/>
                <w:lang w:val="uk-UA"/>
              </w:rPr>
              <w:t>мана Запорізької Січі, військового та політичного діяча</w:t>
            </w:r>
          </w:p>
        </w:tc>
        <w:tc>
          <w:tcPr>
            <w:tcW w:w="1701" w:type="dxa"/>
          </w:tcPr>
          <w:p w:rsidR="00275751" w:rsidRPr="00567431" w:rsidRDefault="00275751" w:rsidP="008243B6">
            <w:pPr>
              <w:rPr>
                <w:sz w:val="28"/>
                <w:lang w:val="uk-UA"/>
              </w:rPr>
            </w:pPr>
            <w:r>
              <w:rPr>
                <w:sz w:val="28"/>
                <w:szCs w:val="28"/>
                <w:lang w:val="uk-UA"/>
              </w:rPr>
              <w:t>30</w:t>
            </w:r>
            <w:r w:rsidRPr="00567431">
              <w:rPr>
                <w:sz w:val="28"/>
                <w:szCs w:val="28"/>
                <w:lang w:val="uk-UA"/>
              </w:rPr>
              <w:t>.0</w:t>
            </w:r>
            <w:r>
              <w:rPr>
                <w:sz w:val="28"/>
                <w:szCs w:val="28"/>
                <w:lang w:val="uk-UA"/>
              </w:rPr>
              <w:t>5</w:t>
            </w:r>
            <w:r w:rsidRPr="00567431">
              <w:rPr>
                <w:sz w:val="28"/>
                <w:szCs w:val="28"/>
                <w:lang w:val="uk-UA"/>
              </w:rPr>
              <w:t>.201</w:t>
            </w:r>
            <w:r>
              <w:rPr>
                <w:sz w:val="28"/>
                <w:szCs w:val="28"/>
                <w:lang w:val="uk-UA"/>
              </w:rPr>
              <w:t>6</w:t>
            </w:r>
          </w:p>
        </w:tc>
        <w:tc>
          <w:tcPr>
            <w:tcW w:w="2553" w:type="dxa"/>
          </w:tcPr>
          <w:p w:rsidR="00275751" w:rsidRPr="00902F34" w:rsidRDefault="00275751" w:rsidP="008243B6">
            <w:pPr>
              <w:rPr>
                <w:sz w:val="28"/>
                <w:lang w:val="uk-UA"/>
              </w:rPr>
            </w:pPr>
            <w:r w:rsidRPr="00902F34">
              <w:rPr>
                <w:sz w:val="28"/>
                <w:lang w:val="uk-UA"/>
              </w:rPr>
              <w:t>Татарінов В.М.</w:t>
            </w:r>
          </w:p>
          <w:p w:rsidR="00275751" w:rsidRPr="00DE674B" w:rsidRDefault="00275751" w:rsidP="008243B6">
            <w:pPr>
              <w:rPr>
                <w:sz w:val="28"/>
                <w:lang w:val="uk-UA"/>
              </w:rPr>
            </w:pPr>
            <w:r>
              <w:rPr>
                <w:sz w:val="28"/>
                <w:lang w:val="uk-UA"/>
              </w:rPr>
              <w:t>Момот С.В</w:t>
            </w:r>
            <w:r w:rsidRPr="00902F34">
              <w:rPr>
                <w:sz w:val="28"/>
                <w:lang w:val="uk-UA"/>
              </w:rPr>
              <w:t>.</w:t>
            </w:r>
          </w:p>
        </w:tc>
      </w:tr>
      <w:tr w:rsidR="00275751" w:rsidTr="001C2918">
        <w:tc>
          <w:tcPr>
            <w:tcW w:w="567" w:type="dxa"/>
            <w:gridSpan w:val="2"/>
          </w:tcPr>
          <w:p w:rsidR="00275751" w:rsidRDefault="00275751" w:rsidP="006C7D57">
            <w:pPr>
              <w:rPr>
                <w:sz w:val="28"/>
                <w:szCs w:val="28"/>
                <w:lang w:val="uk-UA"/>
              </w:rPr>
            </w:pPr>
            <w:r>
              <w:rPr>
                <w:sz w:val="28"/>
                <w:szCs w:val="28"/>
                <w:lang w:val="uk-UA"/>
              </w:rPr>
              <w:t>22.</w:t>
            </w:r>
          </w:p>
        </w:tc>
        <w:tc>
          <w:tcPr>
            <w:tcW w:w="4960" w:type="dxa"/>
          </w:tcPr>
          <w:p w:rsidR="00275751" w:rsidRPr="008510BB" w:rsidRDefault="00275751" w:rsidP="00E333EB">
            <w:pPr>
              <w:jc w:val="both"/>
              <w:rPr>
                <w:sz w:val="28"/>
                <w:szCs w:val="28"/>
                <w:lang w:val="uk-UA"/>
              </w:rPr>
            </w:pPr>
            <w:r w:rsidRPr="008510BB">
              <w:rPr>
                <w:sz w:val="28"/>
                <w:szCs w:val="28"/>
                <w:lang w:val="uk-UA"/>
              </w:rPr>
              <w:t xml:space="preserve">Про хід виконання комплексної районної програми «Правопорядок» на 2016-2017 роки </w:t>
            </w:r>
          </w:p>
        </w:tc>
        <w:tc>
          <w:tcPr>
            <w:tcW w:w="1701" w:type="dxa"/>
          </w:tcPr>
          <w:p w:rsidR="00275751" w:rsidRDefault="00275751" w:rsidP="008243B6">
            <w:pPr>
              <w:rPr>
                <w:sz w:val="28"/>
                <w:szCs w:val="28"/>
                <w:lang w:val="uk-UA"/>
              </w:rPr>
            </w:pPr>
            <w:r>
              <w:rPr>
                <w:sz w:val="28"/>
                <w:szCs w:val="28"/>
                <w:lang w:val="uk-UA"/>
              </w:rPr>
              <w:t>30</w:t>
            </w:r>
            <w:r w:rsidRPr="00567431">
              <w:rPr>
                <w:sz w:val="28"/>
                <w:szCs w:val="28"/>
                <w:lang w:val="uk-UA"/>
              </w:rPr>
              <w:t>.0</w:t>
            </w:r>
            <w:r>
              <w:rPr>
                <w:sz w:val="28"/>
                <w:szCs w:val="28"/>
                <w:lang w:val="uk-UA"/>
              </w:rPr>
              <w:t>5</w:t>
            </w:r>
            <w:r w:rsidRPr="00567431">
              <w:rPr>
                <w:sz w:val="28"/>
                <w:szCs w:val="28"/>
                <w:lang w:val="uk-UA"/>
              </w:rPr>
              <w:t>.201</w:t>
            </w:r>
            <w:r>
              <w:rPr>
                <w:sz w:val="28"/>
                <w:szCs w:val="28"/>
                <w:lang w:val="uk-UA"/>
              </w:rPr>
              <w:t>6</w:t>
            </w:r>
          </w:p>
        </w:tc>
        <w:tc>
          <w:tcPr>
            <w:tcW w:w="2553" w:type="dxa"/>
          </w:tcPr>
          <w:p w:rsidR="00275751" w:rsidRDefault="00275751" w:rsidP="008E7AAC">
            <w:pPr>
              <w:rPr>
                <w:sz w:val="28"/>
                <w:szCs w:val="28"/>
                <w:lang w:val="uk-UA"/>
              </w:rPr>
            </w:pPr>
            <w:r>
              <w:rPr>
                <w:sz w:val="28"/>
                <w:szCs w:val="28"/>
                <w:lang w:val="uk-UA"/>
              </w:rPr>
              <w:t>Татарінов В.М.</w:t>
            </w:r>
          </w:p>
          <w:p w:rsidR="00275751" w:rsidRPr="00902F34" w:rsidRDefault="00275751" w:rsidP="008E7AAC">
            <w:pPr>
              <w:rPr>
                <w:sz w:val="28"/>
                <w:lang w:val="uk-UA"/>
              </w:rPr>
            </w:pPr>
            <w:r>
              <w:rPr>
                <w:sz w:val="28"/>
                <w:szCs w:val="28"/>
                <w:lang w:val="uk-UA"/>
              </w:rPr>
              <w:t>Доронін О.П</w:t>
            </w:r>
            <w:r w:rsidRPr="006C0C01">
              <w:rPr>
                <w:sz w:val="28"/>
                <w:szCs w:val="28"/>
                <w:lang w:val="uk-UA"/>
              </w:rPr>
              <w:t>.</w:t>
            </w:r>
          </w:p>
        </w:tc>
      </w:tr>
      <w:tr w:rsidR="00275751" w:rsidTr="001C2918">
        <w:tc>
          <w:tcPr>
            <w:tcW w:w="567" w:type="dxa"/>
            <w:gridSpan w:val="2"/>
          </w:tcPr>
          <w:p w:rsidR="00275751" w:rsidRDefault="00275751" w:rsidP="006C7D57">
            <w:pPr>
              <w:rPr>
                <w:sz w:val="28"/>
                <w:szCs w:val="28"/>
                <w:lang w:val="uk-UA"/>
              </w:rPr>
            </w:pPr>
            <w:r>
              <w:rPr>
                <w:sz w:val="28"/>
                <w:szCs w:val="28"/>
                <w:lang w:val="uk-UA"/>
              </w:rPr>
              <w:t>23.</w:t>
            </w:r>
          </w:p>
        </w:tc>
        <w:tc>
          <w:tcPr>
            <w:tcW w:w="4960" w:type="dxa"/>
          </w:tcPr>
          <w:p w:rsidR="00275751" w:rsidRPr="00B20743" w:rsidRDefault="00275751" w:rsidP="009B41A7">
            <w:pPr>
              <w:jc w:val="both"/>
              <w:rPr>
                <w:sz w:val="28"/>
                <w:lang w:val="uk-UA"/>
              </w:rPr>
            </w:pPr>
            <w:r w:rsidRPr="00B20743">
              <w:rPr>
                <w:sz w:val="28"/>
                <w:szCs w:val="28"/>
                <w:lang w:val="uk-UA"/>
              </w:rPr>
              <w:t>Про роботу Роменського районного центру соціальних служб для сім’ї, дітей та молоді щодо здійснення соціального супроводу сімей, які опинилися у складних життєвих обставинах і потребують сторонньої допомоги</w:t>
            </w:r>
          </w:p>
        </w:tc>
        <w:tc>
          <w:tcPr>
            <w:tcW w:w="1701" w:type="dxa"/>
          </w:tcPr>
          <w:p w:rsidR="00275751" w:rsidRDefault="00275751" w:rsidP="00FE7E20">
            <w:pPr>
              <w:rPr>
                <w:sz w:val="28"/>
                <w:szCs w:val="28"/>
                <w:lang w:val="uk-UA"/>
              </w:rPr>
            </w:pPr>
            <w:r>
              <w:rPr>
                <w:sz w:val="28"/>
                <w:szCs w:val="28"/>
                <w:lang w:val="uk-UA"/>
              </w:rPr>
              <w:t>13.</w:t>
            </w:r>
            <w:r w:rsidRPr="00567431">
              <w:rPr>
                <w:sz w:val="28"/>
                <w:szCs w:val="28"/>
                <w:lang w:val="uk-UA"/>
              </w:rPr>
              <w:t>06.201</w:t>
            </w:r>
            <w:r>
              <w:rPr>
                <w:sz w:val="28"/>
                <w:szCs w:val="28"/>
                <w:lang w:val="uk-UA"/>
              </w:rPr>
              <w:t>6</w:t>
            </w:r>
          </w:p>
        </w:tc>
        <w:tc>
          <w:tcPr>
            <w:tcW w:w="2553" w:type="dxa"/>
          </w:tcPr>
          <w:p w:rsidR="00275751" w:rsidRPr="0078267B" w:rsidRDefault="00275751" w:rsidP="001C2918">
            <w:pPr>
              <w:rPr>
                <w:sz w:val="28"/>
                <w:szCs w:val="28"/>
                <w:lang w:val="uk-UA"/>
              </w:rPr>
            </w:pPr>
            <w:r w:rsidRPr="0078267B">
              <w:rPr>
                <w:sz w:val="28"/>
                <w:szCs w:val="28"/>
                <w:lang w:val="uk-UA"/>
              </w:rPr>
              <w:t>Татарінов В.М.</w:t>
            </w:r>
          </w:p>
          <w:p w:rsidR="00275751" w:rsidRPr="00902F34" w:rsidRDefault="00275751" w:rsidP="001C2918">
            <w:pPr>
              <w:rPr>
                <w:sz w:val="28"/>
                <w:lang w:val="uk-UA"/>
              </w:rPr>
            </w:pPr>
            <w:r>
              <w:rPr>
                <w:sz w:val="28"/>
                <w:szCs w:val="28"/>
                <w:lang w:val="uk-UA"/>
              </w:rPr>
              <w:t>Сушко М.М</w:t>
            </w:r>
            <w:r w:rsidRPr="0078267B">
              <w:rPr>
                <w:sz w:val="28"/>
                <w:szCs w:val="28"/>
                <w:lang w:val="uk-UA"/>
              </w:rPr>
              <w:t>.</w:t>
            </w:r>
          </w:p>
        </w:tc>
      </w:tr>
      <w:tr w:rsidR="00275751" w:rsidTr="001C2918">
        <w:tc>
          <w:tcPr>
            <w:tcW w:w="567" w:type="dxa"/>
            <w:gridSpan w:val="2"/>
          </w:tcPr>
          <w:p w:rsidR="00275751" w:rsidRDefault="00275751" w:rsidP="006C7D57">
            <w:pPr>
              <w:rPr>
                <w:sz w:val="28"/>
                <w:szCs w:val="28"/>
                <w:lang w:val="uk-UA"/>
              </w:rPr>
            </w:pPr>
            <w:r>
              <w:rPr>
                <w:sz w:val="28"/>
                <w:szCs w:val="28"/>
                <w:lang w:val="uk-UA"/>
              </w:rPr>
              <w:t>24.</w:t>
            </w:r>
          </w:p>
        </w:tc>
        <w:tc>
          <w:tcPr>
            <w:tcW w:w="4960" w:type="dxa"/>
          </w:tcPr>
          <w:p w:rsidR="00275751" w:rsidRPr="00206A10" w:rsidRDefault="00275751" w:rsidP="006C7D57">
            <w:pPr>
              <w:jc w:val="both"/>
              <w:rPr>
                <w:sz w:val="28"/>
                <w:szCs w:val="28"/>
                <w:lang w:val="uk-UA"/>
              </w:rPr>
            </w:pPr>
            <w:r w:rsidRPr="00206A10">
              <w:rPr>
                <w:sz w:val="28"/>
                <w:szCs w:val="28"/>
                <w:lang w:val="uk-UA"/>
              </w:rPr>
              <w:t>Про роботу управління економічного розвитку, торгівлі та організації діяль</w:t>
            </w:r>
            <w:r>
              <w:rPr>
                <w:sz w:val="28"/>
                <w:szCs w:val="28"/>
                <w:lang w:val="uk-UA"/>
              </w:rPr>
              <w:t>-</w:t>
            </w:r>
            <w:r w:rsidRPr="00206A10">
              <w:rPr>
                <w:sz w:val="28"/>
                <w:szCs w:val="28"/>
                <w:lang w:val="uk-UA"/>
              </w:rPr>
              <w:t>ності центру надання адміністра</w:t>
            </w:r>
            <w:r>
              <w:rPr>
                <w:sz w:val="28"/>
                <w:szCs w:val="28"/>
                <w:lang w:val="uk-UA"/>
              </w:rPr>
              <w:t>-</w:t>
            </w:r>
            <w:r w:rsidRPr="00206A10">
              <w:rPr>
                <w:sz w:val="28"/>
                <w:szCs w:val="28"/>
                <w:lang w:val="uk-UA"/>
              </w:rPr>
              <w:t>тивних послуг районної державної адміністрації з питань організації державного контролю за додержанням правил торгівлі, побутового обслуго</w:t>
            </w:r>
            <w:r>
              <w:rPr>
                <w:sz w:val="28"/>
                <w:szCs w:val="28"/>
                <w:lang w:val="uk-UA"/>
              </w:rPr>
              <w:t>-</w:t>
            </w:r>
            <w:r w:rsidRPr="00206A10">
              <w:rPr>
                <w:sz w:val="28"/>
                <w:szCs w:val="28"/>
                <w:lang w:val="uk-UA"/>
              </w:rPr>
              <w:t>вування, законодавства про захист прав споживачів</w:t>
            </w:r>
          </w:p>
        </w:tc>
        <w:tc>
          <w:tcPr>
            <w:tcW w:w="1701" w:type="dxa"/>
          </w:tcPr>
          <w:p w:rsidR="00275751" w:rsidRDefault="00275751" w:rsidP="00585251">
            <w:pPr>
              <w:rPr>
                <w:sz w:val="28"/>
                <w:szCs w:val="28"/>
                <w:lang w:val="uk-UA"/>
              </w:rPr>
            </w:pPr>
            <w:r>
              <w:rPr>
                <w:sz w:val="28"/>
                <w:szCs w:val="28"/>
                <w:lang w:val="uk-UA"/>
              </w:rPr>
              <w:t>13.</w:t>
            </w:r>
            <w:r w:rsidRPr="00567431">
              <w:rPr>
                <w:sz w:val="28"/>
                <w:szCs w:val="28"/>
                <w:lang w:val="uk-UA"/>
              </w:rPr>
              <w:t>06.201</w:t>
            </w:r>
            <w:r>
              <w:rPr>
                <w:sz w:val="28"/>
                <w:szCs w:val="28"/>
                <w:lang w:val="uk-UA"/>
              </w:rPr>
              <w:t>6</w:t>
            </w:r>
          </w:p>
        </w:tc>
        <w:tc>
          <w:tcPr>
            <w:tcW w:w="2553" w:type="dxa"/>
          </w:tcPr>
          <w:p w:rsidR="00275751" w:rsidRDefault="00275751" w:rsidP="00585251">
            <w:pPr>
              <w:rPr>
                <w:sz w:val="28"/>
                <w:szCs w:val="28"/>
                <w:lang w:val="uk-UA"/>
              </w:rPr>
            </w:pPr>
            <w:r>
              <w:rPr>
                <w:sz w:val="28"/>
                <w:szCs w:val="28"/>
                <w:lang w:val="uk-UA"/>
              </w:rPr>
              <w:t>Журенко Н.М.</w:t>
            </w:r>
          </w:p>
          <w:p w:rsidR="00275751" w:rsidRPr="0078267B" w:rsidRDefault="00275751" w:rsidP="00585251">
            <w:pPr>
              <w:rPr>
                <w:sz w:val="28"/>
                <w:szCs w:val="28"/>
                <w:lang w:val="uk-UA"/>
              </w:rPr>
            </w:pPr>
            <w:r>
              <w:rPr>
                <w:sz w:val="28"/>
                <w:szCs w:val="28"/>
                <w:lang w:val="uk-UA"/>
              </w:rPr>
              <w:t>Гребенюк О.П.</w:t>
            </w:r>
          </w:p>
        </w:tc>
      </w:tr>
      <w:tr w:rsidR="00275751" w:rsidTr="001C2918">
        <w:tc>
          <w:tcPr>
            <w:tcW w:w="567" w:type="dxa"/>
            <w:gridSpan w:val="2"/>
          </w:tcPr>
          <w:p w:rsidR="00275751" w:rsidRDefault="00275751" w:rsidP="003A4DEE">
            <w:pPr>
              <w:rPr>
                <w:sz w:val="28"/>
                <w:szCs w:val="28"/>
                <w:lang w:val="uk-UA"/>
              </w:rPr>
            </w:pPr>
            <w:r>
              <w:rPr>
                <w:sz w:val="28"/>
                <w:szCs w:val="28"/>
                <w:lang w:val="uk-UA"/>
              </w:rPr>
              <w:t>25.</w:t>
            </w:r>
          </w:p>
        </w:tc>
        <w:tc>
          <w:tcPr>
            <w:tcW w:w="4960" w:type="dxa"/>
          </w:tcPr>
          <w:p w:rsidR="00275751" w:rsidRPr="00B20743" w:rsidRDefault="00275751" w:rsidP="00E52514">
            <w:pPr>
              <w:jc w:val="both"/>
              <w:rPr>
                <w:sz w:val="28"/>
                <w:szCs w:val="28"/>
                <w:lang w:val="uk-UA"/>
              </w:rPr>
            </w:pPr>
            <w:r w:rsidRPr="00B20743">
              <w:rPr>
                <w:sz w:val="28"/>
                <w:szCs w:val="28"/>
                <w:lang w:val="uk-UA"/>
              </w:rPr>
              <w:t>Аналіз виконання відділом ведення Державного реєстру виборців районної державної адміністрації Закону Укра</w:t>
            </w:r>
            <w:r>
              <w:rPr>
                <w:sz w:val="28"/>
                <w:szCs w:val="28"/>
                <w:lang w:val="uk-UA"/>
              </w:rPr>
              <w:t>-</w:t>
            </w:r>
            <w:r w:rsidRPr="00B20743">
              <w:rPr>
                <w:sz w:val="28"/>
                <w:szCs w:val="28"/>
                <w:lang w:val="uk-UA"/>
              </w:rPr>
              <w:t>їни «Про державний реєстр виборців»</w:t>
            </w:r>
          </w:p>
        </w:tc>
        <w:tc>
          <w:tcPr>
            <w:tcW w:w="1701" w:type="dxa"/>
          </w:tcPr>
          <w:p w:rsidR="00275751" w:rsidRPr="00567431" w:rsidRDefault="00275751" w:rsidP="003A4DEE">
            <w:pPr>
              <w:rPr>
                <w:sz w:val="28"/>
                <w:szCs w:val="28"/>
                <w:lang w:val="uk-UA"/>
              </w:rPr>
            </w:pPr>
            <w:r>
              <w:rPr>
                <w:sz w:val="28"/>
                <w:szCs w:val="28"/>
                <w:lang w:val="uk-UA"/>
              </w:rPr>
              <w:t>13.</w:t>
            </w:r>
            <w:r w:rsidRPr="00567431">
              <w:rPr>
                <w:sz w:val="28"/>
                <w:szCs w:val="28"/>
                <w:lang w:val="uk-UA"/>
              </w:rPr>
              <w:t>06.201</w:t>
            </w:r>
            <w:r>
              <w:rPr>
                <w:sz w:val="28"/>
                <w:szCs w:val="28"/>
                <w:lang w:val="uk-UA"/>
              </w:rPr>
              <w:t>6</w:t>
            </w:r>
          </w:p>
        </w:tc>
        <w:tc>
          <w:tcPr>
            <w:tcW w:w="2553" w:type="dxa"/>
          </w:tcPr>
          <w:p w:rsidR="00275751" w:rsidRDefault="00275751" w:rsidP="003A4DEE">
            <w:pPr>
              <w:rPr>
                <w:sz w:val="28"/>
                <w:szCs w:val="28"/>
                <w:lang w:val="uk-UA"/>
              </w:rPr>
            </w:pPr>
            <w:r>
              <w:rPr>
                <w:sz w:val="28"/>
                <w:szCs w:val="28"/>
                <w:lang w:val="uk-UA"/>
              </w:rPr>
              <w:t>Ломко М.О.</w:t>
            </w:r>
          </w:p>
          <w:p w:rsidR="00275751" w:rsidRDefault="00275751" w:rsidP="003A4DEE">
            <w:pPr>
              <w:rPr>
                <w:sz w:val="28"/>
                <w:szCs w:val="28"/>
                <w:lang w:val="uk-UA"/>
              </w:rPr>
            </w:pPr>
            <w:r>
              <w:rPr>
                <w:sz w:val="28"/>
                <w:szCs w:val="28"/>
                <w:lang w:val="uk-UA"/>
              </w:rPr>
              <w:t>Куріпко В.В.</w:t>
            </w:r>
          </w:p>
        </w:tc>
      </w:tr>
      <w:tr w:rsidR="00275751" w:rsidTr="001C2918">
        <w:tc>
          <w:tcPr>
            <w:tcW w:w="567" w:type="dxa"/>
            <w:gridSpan w:val="2"/>
          </w:tcPr>
          <w:p w:rsidR="00275751" w:rsidRDefault="00275751" w:rsidP="003A4DEE">
            <w:pPr>
              <w:rPr>
                <w:sz w:val="28"/>
                <w:szCs w:val="28"/>
                <w:lang w:val="uk-UA"/>
              </w:rPr>
            </w:pPr>
            <w:r>
              <w:rPr>
                <w:sz w:val="28"/>
                <w:szCs w:val="28"/>
                <w:lang w:val="uk-UA"/>
              </w:rPr>
              <w:t>26.</w:t>
            </w:r>
          </w:p>
        </w:tc>
        <w:tc>
          <w:tcPr>
            <w:tcW w:w="4960" w:type="dxa"/>
          </w:tcPr>
          <w:p w:rsidR="00275751" w:rsidRPr="00BC4824" w:rsidRDefault="00275751" w:rsidP="0074332D">
            <w:pPr>
              <w:jc w:val="both"/>
              <w:rPr>
                <w:color w:val="FF0000"/>
                <w:sz w:val="28"/>
                <w:szCs w:val="28"/>
                <w:lang w:val="uk-UA"/>
              </w:rPr>
            </w:pPr>
            <w:r w:rsidRPr="00206A10">
              <w:rPr>
                <w:sz w:val="28"/>
                <w:lang w:val="uk-UA"/>
              </w:rPr>
              <w:t>Звіт начальника управління освіти</w:t>
            </w:r>
            <w:r w:rsidRPr="00847614">
              <w:rPr>
                <w:sz w:val="28"/>
                <w:lang w:val="uk-UA"/>
              </w:rPr>
              <w:t>,</w:t>
            </w:r>
            <w:r w:rsidRPr="00BC4824">
              <w:rPr>
                <w:color w:val="FF0000"/>
                <w:sz w:val="28"/>
                <w:lang w:val="uk-UA"/>
              </w:rPr>
              <w:t xml:space="preserve"> </w:t>
            </w:r>
            <w:r w:rsidRPr="00206A10">
              <w:rPr>
                <w:sz w:val="28"/>
                <w:lang w:val="uk-UA"/>
              </w:rPr>
              <w:t>молоді та спорту районної державної</w:t>
            </w:r>
          </w:p>
        </w:tc>
        <w:tc>
          <w:tcPr>
            <w:tcW w:w="1701" w:type="dxa"/>
          </w:tcPr>
          <w:p w:rsidR="00275751" w:rsidRDefault="00275751" w:rsidP="003A4DEE">
            <w:pPr>
              <w:rPr>
                <w:sz w:val="28"/>
                <w:szCs w:val="28"/>
                <w:lang w:val="uk-UA"/>
              </w:rPr>
            </w:pPr>
            <w:r>
              <w:rPr>
                <w:sz w:val="28"/>
                <w:szCs w:val="28"/>
                <w:lang w:val="uk-UA"/>
              </w:rPr>
              <w:t>13</w:t>
            </w:r>
            <w:r w:rsidRPr="00567431">
              <w:rPr>
                <w:sz w:val="28"/>
                <w:szCs w:val="28"/>
                <w:lang w:val="uk-UA"/>
              </w:rPr>
              <w:t>.0</w:t>
            </w:r>
            <w:r>
              <w:rPr>
                <w:sz w:val="28"/>
                <w:szCs w:val="28"/>
                <w:lang w:val="uk-UA"/>
              </w:rPr>
              <w:t>6</w:t>
            </w:r>
            <w:r w:rsidRPr="00567431">
              <w:rPr>
                <w:sz w:val="28"/>
                <w:szCs w:val="28"/>
                <w:lang w:val="uk-UA"/>
              </w:rPr>
              <w:t>.201</w:t>
            </w:r>
            <w:r>
              <w:rPr>
                <w:sz w:val="28"/>
                <w:szCs w:val="28"/>
                <w:lang w:val="uk-UA"/>
              </w:rPr>
              <w:t>6</w:t>
            </w:r>
          </w:p>
        </w:tc>
        <w:tc>
          <w:tcPr>
            <w:tcW w:w="2553" w:type="dxa"/>
          </w:tcPr>
          <w:p w:rsidR="00275751" w:rsidRDefault="00275751" w:rsidP="003A4DEE">
            <w:pPr>
              <w:rPr>
                <w:sz w:val="28"/>
                <w:szCs w:val="28"/>
                <w:lang w:val="uk-UA"/>
              </w:rPr>
            </w:pPr>
            <w:r>
              <w:rPr>
                <w:sz w:val="28"/>
                <w:szCs w:val="28"/>
                <w:lang w:val="uk-UA"/>
              </w:rPr>
              <w:t>Татарінов В.М.</w:t>
            </w:r>
          </w:p>
        </w:tc>
      </w:tr>
      <w:tr w:rsidR="00275751" w:rsidTr="004879C8">
        <w:tc>
          <w:tcPr>
            <w:tcW w:w="9781" w:type="dxa"/>
            <w:gridSpan w:val="5"/>
          </w:tcPr>
          <w:p w:rsidR="00275751" w:rsidRPr="00206A10" w:rsidRDefault="00275751" w:rsidP="004879C8">
            <w:pPr>
              <w:rPr>
                <w:sz w:val="28"/>
                <w:szCs w:val="28"/>
                <w:lang w:val="uk-UA"/>
              </w:rPr>
            </w:pPr>
            <w:r w:rsidRPr="00206A10">
              <w:rPr>
                <w:sz w:val="28"/>
                <w:szCs w:val="28"/>
                <w:lang w:val="uk-UA"/>
              </w:rPr>
              <w:t xml:space="preserve">                                                                                                 Продовження додатка</w:t>
            </w:r>
          </w:p>
        </w:tc>
      </w:tr>
      <w:tr w:rsidR="00275751" w:rsidTr="001C2918">
        <w:tc>
          <w:tcPr>
            <w:tcW w:w="567" w:type="dxa"/>
            <w:gridSpan w:val="2"/>
          </w:tcPr>
          <w:p w:rsidR="00275751" w:rsidRDefault="00275751" w:rsidP="004879C8">
            <w:pPr>
              <w:rPr>
                <w:sz w:val="28"/>
                <w:szCs w:val="28"/>
                <w:lang w:val="uk-UA"/>
              </w:rPr>
            </w:pPr>
            <w:r>
              <w:rPr>
                <w:sz w:val="28"/>
                <w:szCs w:val="28"/>
                <w:lang w:val="uk-UA"/>
              </w:rPr>
              <w:t>1</w:t>
            </w:r>
          </w:p>
        </w:tc>
        <w:tc>
          <w:tcPr>
            <w:tcW w:w="4960" w:type="dxa"/>
          </w:tcPr>
          <w:p w:rsidR="00275751" w:rsidRPr="00206A10" w:rsidRDefault="00275751" w:rsidP="004879C8">
            <w:pPr>
              <w:jc w:val="center"/>
              <w:rPr>
                <w:sz w:val="28"/>
                <w:szCs w:val="28"/>
                <w:lang w:val="uk-UA"/>
              </w:rPr>
            </w:pPr>
            <w:r w:rsidRPr="00206A10">
              <w:rPr>
                <w:sz w:val="28"/>
                <w:szCs w:val="28"/>
                <w:lang w:val="uk-UA"/>
              </w:rPr>
              <w:t>2</w:t>
            </w:r>
          </w:p>
        </w:tc>
        <w:tc>
          <w:tcPr>
            <w:tcW w:w="1701" w:type="dxa"/>
          </w:tcPr>
          <w:p w:rsidR="00275751" w:rsidRDefault="00275751" w:rsidP="004879C8">
            <w:pPr>
              <w:jc w:val="center"/>
              <w:rPr>
                <w:sz w:val="28"/>
                <w:szCs w:val="28"/>
                <w:lang w:val="uk-UA"/>
              </w:rPr>
            </w:pPr>
            <w:r>
              <w:rPr>
                <w:sz w:val="28"/>
                <w:szCs w:val="28"/>
                <w:lang w:val="uk-UA"/>
              </w:rPr>
              <w:t>3</w:t>
            </w:r>
          </w:p>
        </w:tc>
        <w:tc>
          <w:tcPr>
            <w:tcW w:w="2553" w:type="dxa"/>
          </w:tcPr>
          <w:p w:rsidR="00275751" w:rsidRDefault="00275751" w:rsidP="004879C8">
            <w:pPr>
              <w:jc w:val="center"/>
              <w:rPr>
                <w:sz w:val="28"/>
                <w:szCs w:val="28"/>
                <w:lang w:val="uk-UA"/>
              </w:rPr>
            </w:pPr>
            <w:r>
              <w:rPr>
                <w:sz w:val="28"/>
                <w:szCs w:val="28"/>
                <w:lang w:val="uk-UA"/>
              </w:rPr>
              <w:t>4</w:t>
            </w:r>
          </w:p>
        </w:tc>
      </w:tr>
      <w:tr w:rsidR="00275751" w:rsidTr="001C2918">
        <w:tc>
          <w:tcPr>
            <w:tcW w:w="567" w:type="dxa"/>
            <w:gridSpan w:val="2"/>
          </w:tcPr>
          <w:p w:rsidR="00275751" w:rsidRDefault="00275751" w:rsidP="006C7D57">
            <w:pPr>
              <w:rPr>
                <w:sz w:val="28"/>
                <w:szCs w:val="28"/>
                <w:lang w:val="uk-UA"/>
              </w:rPr>
            </w:pPr>
          </w:p>
        </w:tc>
        <w:tc>
          <w:tcPr>
            <w:tcW w:w="4960" w:type="dxa"/>
          </w:tcPr>
          <w:p w:rsidR="00275751" w:rsidRPr="00BC4824" w:rsidRDefault="00275751" w:rsidP="005A1B4C">
            <w:pPr>
              <w:jc w:val="both"/>
              <w:rPr>
                <w:color w:val="FF0000"/>
                <w:sz w:val="28"/>
                <w:szCs w:val="28"/>
                <w:lang w:val="uk-UA"/>
              </w:rPr>
            </w:pPr>
            <w:r w:rsidRPr="00206A10">
              <w:rPr>
                <w:sz w:val="28"/>
                <w:lang w:val="uk-UA"/>
              </w:rPr>
              <w:t>адміністрації про стан роботи зі зверненнями громадян</w:t>
            </w:r>
          </w:p>
        </w:tc>
        <w:tc>
          <w:tcPr>
            <w:tcW w:w="1701" w:type="dxa"/>
          </w:tcPr>
          <w:p w:rsidR="00275751" w:rsidRDefault="00275751" w:rsidP="005A1B4C">
            <w:pPr>
              <w:rPr>
                <w:sz w:val="28"/>
                <w:szCs w:val="28"/>
                <w:lang w:val="uk-UA"/>
              </w:rPr>
            </w:pPr>
          </w:p>
        </w:tc>
        <w:tc>
          <w:tcPr>
            <w:tcW w:w="2553" w:type="dxa"/>
          </w:tcPr>
          <w:p w:rsidR="00275751" w:rsidRDefault="00275751" w:rsidP="005A1B4C">
            <w:pPr>
              <w:rPr>
                <w:sz w:val="28"/>
                <w:szCs w:val="28"/>
                <w:lang w:val="uk-UA"/>
              </w:rPr>
            </w:pPr>
            <w:r>
              <w:rPr>
                <w:sz w:val="28"/>
                <w:szCs w:val="28"/>
                <w:lang w:val="uk-UA"/>
              </w:rPr>
              <w:t>Шкурат Л.П.</w:t>
            </w:r>
          </w:p>
        </w:tc>
      </w:tr>
      <w:tr w:rsidR="00275751" w:rsidTr="001C2918">
        <w:tc>
          <w:tcPr>
            <w:tcW w:w="567" w:type="dxa"/>
            <w:gridSpan w:val="2"/>
          </w:tcPr>
          <w:p w:rsidR="00275751" w:rsidRDefault="00275751" w:rsidP="006C7D57">
            <w:pPr>
              <w:rPr>
                <w:sz w:val="28"/>
                <w:szCs w:val="28"/>
                <w:lang w:val="uk-UA"/>
              </w:rPr>
            </w:pPr>
            <w:r>
              <w:rPr>
                <w:sz w:val="28"/>
                <w:szCs w:val="28"/>
                <w:lang w:val="uk-UA"/>
              </w:rPr>
              <w:t>27.</w:t>
            </w:r>
          </w:p>
        </w:tc>
        <w:tc>
          <w:tcPr>
            <w:tcW w:w="4960" w:type="dxa"/>
          </w:tcPr>
          <w:p w:rsidR="00275751" w:rsidRPr="00E52514" w:rsidRDefault="00275751" w:rsidP="004879C8">
            <w:pPr>
              <w:jc w:val="both"/>
              <w:rPr>
                <w:sz w:val="28"/>
                <w:szCs w:val="28"/>
                <w:lang w:val="uk-UA"/>
              </w:rPr>
            </w:pPr>
            <w:r w:rsidRPr="00E52514">
              <w:rPr>
                <w:sz w:val="28"/>
                <w:szCs w:val="28"/>
                <w:lang w:val="uk-UA"/>
              </w:rPr>
              <w:t>Про стан виконання розпорядження голови Сумської обласної державної адміністрації від 20.05.2011 № 347 «Про забезп</w:t>
            </w:r>
            <w:r>
              <w:rPr>
                <w:sz w:val="28"/>
                <w:szCs w:val="28"/>
                <w:lang w:val="uk-UA"/>
              </w:rPr>
              <w:t xml:space="preserve">ечення розрахунків за спожитий </w:t>
            </w:r>
            <w:r w:rsidRPr="00E52514">
              <w:rPr>
                <w:sz w:val="28"/>
                <w:szCs w:val="28"/>
                <w:lang w:val="uk-UA"/>
              </w:rPr>
              <w:t>природний газ підприємст</w:t>
            </w:r>
            <w:r>
              <w:rPr>
                <w:sz w:val="28"/>
                <w:szCs w:val="28"/>
                <w:lang w:val="uk-UA"/>
              </w:rPr>
              <w:t>-</w:t>
            </w:r>
            <w:r w:rsidRPr="00E52514">
              <w:rPr>
                <w:sz w:val="28"/>
                <w:szCs w:val="28"/>
                <w:lang w:val="uk-UA"/>
              </w:rPr>
              <w:t>вами, організаці</w:t>
            </w:r>
            <w:r>
              <w:rPr>
                <w:sz w:val="28"/>
                <w:szCs w:val="28"/>
                <w:lang w:val="uk-UA"/>
              </w:rPr>
              <w:t>ями та установами області» щодо</w:t>
            </w:r>
            <w:r w:rsidRPr="00E52514">
              <w:rPr>
                <w:sz w:val="28"/>
                <w:szCs w:val="28"/>
                <w:lang w:val="uk-UA"/>
              </w:rPr>
              <w:t xml:space="preserve"> розрахунків відповід</w:t>
            </w:r>
            <w:r>
              <w:rPr>
                <w:sz w:val="28"/>
                <w:szCs w:val="28"/>
                <w:lang w:val="uk-UA"/>
              </w:rPr>
              <w:t>-</w:t>
            </w:r>
            <w:r w:rsidRPr="00E52514">
              <w:rPr>
                <w:sz w:val="28"/>
                <w:szCs w:val="28"/>
                <w:lang w:val="uk-UA"/>
              </w:rPr>
              <w:t>них розпорядників коштів за спожитий природний газ, використаний для потреб об’єктів соціальної сфери Роменського району</w:t>
            </w:r>
          </w:p>
        </w:tc>
        <w:tc>
          <w:tcPr>
            <w:tcW w:w="1701" w:type="dxa"/>
          </w:tcPr>
          <w:p w:rsidR="00275751" w:rsidRPr="00C94A2A" w:rsidRDefault="00275751" w:rsidP="00FE7E20">
            <w:pPr>
              <w:rPr>
                <w:sz w:val="28"/>
                <w:szCs w:val="28"/>
                <w:lang w:val="uk-UA"/>
              </w:rPr>
            </w:pPr>
            <w:r w:rsidRPr="00C94A2A">
              <w:rPr>
                <w:sz w:val="28"/>
                <w:szCs w:val="28"/>
                <w:lang w:val="uk-UA"/>
              </w:rPr>
              <w:t>02.07.2016</w:t>
            </w:r>
          </w:p>
          <w:p w:rsidR="00275751" w:rsidRPr="00C94A2A" w:rsidRDefault="00275751" w:rsidP="009A6342">
            <w:pPr>
              <w:rPr>
                <w:sz w:val="28"/>
                <w:szCs w:val="28"/>
                <w:lang w:val="uk-UA"/>
              </w:rPr>
            </w:pPr>
          </w:p>
        </w:tc>
        <w:tc>
          <w:tcPr>
            <w:tcW w:w="2553" w:type="dxa"/>
          </w:tcPr>
          <w:p w:rsidR="00275751" w:rsidRDefault="00275751" w:rsidP="009A6342">
            <w:pPr>
              <w:rPr>
                <w:sz w:val="28"/>
                <w:lang w:val="uk-UA"/>
              </w:rPr>
            </w:pPr>
            <w:r>
              <w:rPr>
                <w:sz w:val="28"/>
                <w:lang w:val="uk-UA"/>
              </w:rPr>
              <w:t>Жур</w:t>
            </w:r>
            <w:r w:rsidRPr="00723C86">
              <w:rPr>
                <w:sz w:val="28"/>
                <w:lang w:val="uk-UA"/>
              </w:rPr>
              <w:t>енко Н.М.</w:t>
            </w:r>
          </w:p>
          <w:p w:rsidR="00275751" w:rsidRDefault="00275751" w:rsidP="009A6342">
            <w:pPr>
              <w:rPr>
                <w:sz w:val="28"/>
                <w:szCs w:val="28"/>
                <w:lang w:val="uk-UA"/>
              </w:rPr>
            </w:pPr>
            <w:r>
              <w:rPr>
                <w:sz w:val="28"/>
                <w:lang w:val="uk-UA"/>
              </w:rPr>
              <w:t>Ведмідь В.О.</w:t>
            </w:r>
          </w:p>
        </w:tc>
      </w:tr>
      <w:tr w:rsidR="00275751" w:rsidTr="001C2918">
        <w:tc>
          <w:tcPr>
            <w:tcW w:w="567" w:type="dxa"/>
            <w:gridSpan w:val="2"/>
          </w:tcPr>
          <w:p w:rsidR="00275751" w:rsidRDefault="00275751" w:rsidP="006C7D57">
            <w:pPr>
              <w:rPr>
                <w:sz w:val="28"/>
                <w:szCs w:val="28"/>
                <w:lang w:val="uk-UA"/>
              </w:rPr>
            </w:pPr>
            <w:r>
              <w:rPr>
                <w:sz w:val="28"/>
                <w:szCs w:val="28"/>
                <w:lang w:val="uk-UA"/>
              </w:rPr>
              <w:t>28.</w:t>
            </w:r>
          </w:p>
        </w:tc>
        <w:tc>
          <w:tcPr>
            <w:tcW w:w="4960" w:type="dxa"/>
          </w:tcPr>
          <w:p w:rsidR="00275751" w:rsidRPr="00206A10" w:rsidRDefault="00275751" w:rsidP="0032525B">
            <w:pPr>
              <w:jc w:val="both"/>
              <w:rPr>
                <w:sz w:val="28"/>
                <w:szCs w:val="28"/>
                <w:lang w:val="uk-UA"/>
              </w:rPr>
            </w:pPr>
            <w:r w:rsidRPr="00206A10">
              <w:rPr>
                <w:sz w:val="28"/>
                <w:szCs w:val="28"/>
                <w:lang w:val="uk-UA"/>
              </w:rPr>
              <w:t>Про підсумки призову громадян Роменського району на строкову військову службу до Збройних Сил України навесні 2016 року</w:t>
            </w:r>
          </w:p>
        </w:tc>
        <w:tc>
          <w:tcPr>
            <w:tcW w:w="1701" w:type="dxa"/>
          </w:tcPr>
          <w:p w:rsidR="00275751" w:rsidRPr="00C94A2A" w:rsidRDefault="00275751" w:rsidP="00FE7E20">
            <w:pPr>
              <w:rPr>
                <w:sz w:val="28"/>
                <w:szCs w:val="28"/>
                <w:lang w:val="uk-UA"/>
              </w:rPr>
            </w:pPr>
            <w:r w:rsidRPr="00C94A2A">
              <w:rPr>
                <w:sz w:val="28"/>
                <w:szCs w:val="28"/>
                <w:lang w:val="uk-UA"/>
              </w:rPr>
              <w:t>02.07.2016</w:t>
            </w:r>
          </w:p>
          <w:p w:rsidR="00275751" w:rsidRPr="00C94A2A" w:rsidRDefault="00275751" w:rsidP="001C2918">
            <w:pPr>
              <w:rPr>
                <w:sz w:val="28"/>
                <w:szCs w:val="28"/>
                <w:lang w:val="uk-UA"/>
              </w:rPr>
            </w:pPr>
          </w:p>
        </w:tc>
        <w:tc>
          <w:tcPr>
            <w:tcW w:w="2553" w:type="dxa"/>
          </w:tcPr>
          <w:p w:rsidR="00275751" w:rsidRDefault="00275751" w:rsidP="007C634B">
            <w:pPr>
              <w:rPr>
                <w:sz w:val="28"/>
                <w:szCs w:val="28"/>
                <w:lang w:val="uk-UA"/>
              </w:rPr>
            </w:pPr>
            <w:r>
              <w:rPr>
                <w:sz w:val="28"/>
                <w:szCs w:val="28"/>
                <w:lang w:val="uk-UA"/>
              </w:rPr>
              <w:t>Татарінов В.М.</w:t>
            </w:r>
          </w:p>
          <w:p w:rsidR="00275751" w:rsidRDefault="00275751" w:rsidP="001C2918">
            <w:pPr>
              <w:rPr>
                <w:sz w:val="28"/>
                <w:szCs w:val="28"/>
                <w:lang w:val="uk-UA"/>
              </w:rPr>
            </w:pPr>
            <w:r>
              <w:rPr>
                <w:sz w:val="28"/>
                <w:szCs w:val="28"/>
                <w:lang w:val="uk-UA"/>
              </w:rPr>
              <w:t>Доронін О.П</w:t>
            </w:r>
            <w:r w:rsidRPr="006C0C01">
              <w:rPr>
                <w:sz w:val="28"/>
                <w:szCs w:val="28"/>
                <w:lang w:val="uk-UA"/>
              </w:rPr>
              <w:t>.</w:t>
            </w:r>
          </w:p>
        </w:tc>
      </w:tr>
      <w:tr w:rsidR="00275751" w:rsidTr="001C2918">
        <w:tc>
          <w:tcPr>
            <w:tcW w:w="567" w:type="dxa"/>
            <w:gridSpan w:val="2"/>
          </w:tcPr>
          <w:p w:rsidR="00275751" w:rsidRDefault="00275751" w:rsidP="006C7D57">
            <w:pPr>
              <w:rPr>
                <w:sz w:val="28"/>
                <w:szCs w:val="28"/>
                <w:lang w:val="uk-UA"/>
              </w:rPr>
            </w:pPr>
            <w:r>
              <w:rPr>
                <w:sz w:val="28"/>
                <w:szCs w:val="28"/>
                <w:lang w:val="uk-UA"/>
              </w:rPr>
              <w:t>29.</w:t>
            </w:r>
          </w:p>
        </w:tc>
        <w:tc>
          <w:tcPr>
            <w:tcW w:w="4960" w:type="dxa"/>
          </w:tcPr>
          <w:p w:rsidR="00275751" w:rsidRPr="0057724B" w:rsidRDefault="00275751" w:rsidP="00C60B9F">
            <w:pPr>
              <w:jc w:val="both"/>
              <w:rPr>
                <w:sz w:val="28"/>
                <w:szCs w:val="28"/>
                <w:lang w:val="uk-UA"/>
              </w:rPr>
            </w:pPr>
            <w:r w:rsidRPr="0057724B">
              <w:rPr>
                <w:sz w:val="28"/>
                <w:szCs w:val="28"/>
                <w:lang w:val="uk-UA"/>
              </w:rPr>
              <w:t>Про роботу управління економічного розвитку, торгівлі та організації діяльності центру надання адміні-стративних послуг районної державної адміністрації щодо здійснення дер-жавної регуляторної політики на тери-торії Роменського району в рамках реалізації Закону України «Про засади державної регуляторної політики у сфері господарської діяльності»</w:t>
            </w:r>
          </w:p>
        </w:tc>
        <w:tc>
          <w:tcPr>
            <w:tcW w:w="1701" w:type="dxa"/>
          </w:tcPr>
          <w:p w:rsidR="00275751" w:rsidRPr="00567431" w:rsidRDefault="00275751" w:rsidP="00FE7E20">
            <w:pPr>
              <w:rPr>
                <w:sz w:val="28"/>
                <w:lang w:val="uk-UA"/>
              </w:rPr>
            </w:pPr>
            <w:r>
              <w:rPr>
                <w:sz w:val="28"/>
                <w:szCs w:val="28"/>
                <w:lang w:val="uk-UA"/>
              </w:rPr>
              <w:t>11</w:t>
            </w:r>
            <w:r w:rsidRPr="00567431">
              <w:rPr>
                <w:sz w:val="28"/>
                <w:szCs w:val="28"/>
                <w:lang w:val="uk-UA"/>
              </w:rPr>
              <w:t>.07.201</w:t>
            </w:r>
            <w:r>
              <w:rPr>
                <w:sz w:val="28"/>
                <w:szCs w:val="28"/>
                <w:lang w:val="uk-UA"/>
              </w:rPr>
              <w:t>6</w:t>
            </w:r>
          </w:p>
        </w:tc>
        <w:tc>
          <w:tcPr>
            <w:tcW w:w="2553" w:type="dxa"/>
          </w:tcPr>
          <w:p w:rsidR="00275751" w:rsidRDefault="00275751" w:rsidP="00963D34">
            <w:pPr>
              <w:rPr>
                <w:sz w:val="28"/>
                <w:szCs w:val="28"/>
                <w:lang w:val="uk-UA"/>
              </w:rPr>
            </w:pPr>
            <w:r>
              <w:rPr>
                <w:sz w:val="28"/>
                <w:szCs w:val="28"/>
                <w:lang w:val="uk-UA"/>
              </w:rPr>
              <w:t>Журенко Н.М.</w:t>
            </w:r>
          </w:p>
          <w:p w:rsidR="00275751" w:rsidRDefault="00275751" w:rsidP="001C2918">
            <w:pPr>
              <w:rPr>
                <w:sz w:val="28"/>
                <w:lang w:val="uk-UA"/>
              </w:rPr>
            </w:pPr>
            <w:r>
              <w:rPr>
                <w:sz w:val="28"/>
                <w:lang w:val="uk-UA"/>
              </w:rPr>
              <w:t>Гребенюк О.П.</w:t>
            </w:r>
          </w:p>
        </w:tc>
      </w:tr>
      <w:tr w:rsidR="00275751" w:rsidTr="00A37577">
        <w:trPr>
          <w:trHeight w:val="1970"/>
        </w:trPr>
        <w:tc>
          <w:tcPr>
            <w:tcW w:w="567" w:type="dxa"/>
            <w:gridSpan w:val="2"/>
          </w:tcPr>
          <w:p w:rsidR="00275751" w:rsidRDefault="00275751" w:rsidP="00097CD8">
            <w:pPr>
              <w:rPr>
                <w:sz w:val="28"/>
                <w:szCs w:val="28"/>
                <w:lang w:val="uk-UA"/>
              </w:rPr>
            </w:pPr>
            <w:r>
              <w:rPr>
                <w:sz w:val="28"/>
                <w:szCs w:val="28"/>
                <w:lang w:val="uk-UA"/>
              </w:rPr>
              <w:t>30.</w:t>
            </w:r>
          </w:p>
        </w:tc>
        <w:tc>
          <w:tcPr>
            <w:tcW w:w="4960" w:type="dxa"/>
          </w:tcPr>
          <w:p w:rsidR="00275751" w:rsidRPr="00E52514" w:rsidRDefault="00275751" w:rsidP="0057724B">
            <w:pPr>
              <w:jc w:val="both"/>
              <w:rPr>
                <w:sz w:val="28"/>
                <w:lang w:val="uk-UA"/>
              </w:rPr>
            </w:pPr>
            <w:r w:rsidRPr="00E52514">
              <w:rPr>
                <w:sz w:val="28"/>
                <w:szCs w:val="28"/>
                <w:lang w:val="uk-UA"/>
              </w:rPr>
              <w:t xml:space="preserve">Про виконання районної програми </w:t>
            </w:r>
            <w:r w:rsidRPr="00E52514">
              <w:rPr>
                <w:sz w:val="28"/>
                <w:lang w:val="uk-UA"/>
              </w:rPr>
              <w:t xml:space="preserve">забезпечення містобудівною </w:t>
            </w:r>
            <w:r>
              <w:rPr>
                <w:sz w:val="28"/>
                <w:lang w:val="uk-UA"/>
              </w:rPr>
              <w:t>докумен-</w:t>
            </w:r>
            <w:r w:rsidRPr="00E52514">
              <w:rPr>
                <w:sz w:val="28"/>
                <w:lang w:val="uk-UA"/>
              </w:rPr>
              <w:t>тацією населених пунктів на території Роменського району щодо</w:t>
            </w:r>
            <w:r w:rsidRPr="00E52514">
              <w:rPr>
                <w:sz w:val="28"/>
                <w:szCs w:val="28"/>
                <w:lang w:val="uk-UA"/>
              </w:rPr>
              <w:t xml:space="preserve"> оновлен</w:t>
            </w:r>
            <w:r>
              <w:rPr>
                <w:sz w:val="28"/>
                <w:szCs w:val="28"/>
                <w:lang w:val="uk-UA"/>
              </w:rPr>
              <w:t>ня</w:t>
            </w:r>
          </w:p>
          <w:p w:rsidR="00275751" w:rsidRPr="00206A10" w:rsidRDefault="00275751" w:rsidP="00C60B9F">
            <w:pPr>
              <w:jc w:val="both"/>
              <w:rPr>
                <w:sz w:val="28"/>
                <w:szCs w:val="28"/>
                <w:lang w:val="uk-UA"/>
              </w:rPr>
            </w:pPr>
            <w:r w:rsidRPr="00E52514">
              <w:rPr>
                <w:sz w:val="28"/>
                <w:szCs w:val="28"/>
                <w:lang w:val="uk-UA"/>
              </w:rPr>
              <w:t>містобудівної документації населених пунктів Роменського району</w:t>
            </w:r>
          </w:p>
        </w:tc>
        <w:tc>
          <w:tcPr>
            <w:tcW w:w="1701" w:type="dxa"/>
          </w:tcPr>
          <w:p w:rsidR="00275751" w:rsidRPr="00567431" w:rsidRDefault="00275751" w:rsidP="0025782D">
            <w:pPr>
              <w:rPr>
                <w:sz w:val="28"/>
                <w:lang w:val="uk-UA"/>
              </w:rPr>
            </w:pPr>
            <w:r>
              <w:rPr>
                <w:sz w:val="28"/>
                <w:szCs w:val="28"/>
                <w:lang w:val="uk-UA"/>
              </w:rPr>
              <w:t>11</w:t>
            </w:r>
            <w:r w:rsidRPr="00567431">
              <w:rPr>
                <w:sz w:val="28"/>
                <w:szCs w:val="28"/>
                <w:lang w:val="uk-UA"/>
              </w:rPr>
              <w:t>.07.201</w:t>
            </w:r>
            <w:r>
              <w:rPr>
                <w:sz w:val="28"/>
                <w:szCs w:val="28"/>
                <w:lang w:val="uk-UA"/>
              </w:rPr>
              <w:t>6</w:t>
            </w:r>
          </w:p>
        </w:tc>
        <w:tc>
          <w:tcPr>
            <w:tcW w:w="2553" w:type="dxa"/>
          </w:tcPr>
          <w:p w:rsidR="00275751" w:rsidRDefault="00275751" w:rsidP="0025782D">
            <w:pPr>
              <w:rPr>
                <w:sz w:val="28"/>
                <w:szCs w:val="28"/>
                <w:lang w:val="uk-UA"/>
              </w:rPr>
            </w:pPr>
            <w:r>
              <w:rPr>
                <w:sz w:val="28"/>
                <w:szCs w:val="28"/>
                <w:lang w:val="uk-UA"/>
              </w:rPr>
              <w:t>Журенко Н.М.</w:t>
            </w:r>
          </w:p>
          <w:p w:rsidR="00275751" w:rsidRDefault="00275751" w:rsidP="0025782D">
            <w:pPr>
              <w:rPr>
                <w:sz w:val="28"/>
                <w:lang w:val="uk-UA"/>
              </w:rPr>
            </w:pPr>
            <w:r>
              <w:rPr>
                <w:sz w:val="28"/>
                <w:lang w:val="uk-UA"/>
              </w:rPr>
              <w:t>Федько Л.Г.</w:t>
            </w:r>
          </w:p>
        </w:tc>
      </w:tr>
      <w:tr w:rsidR="00275751" w:rsidTr="001C2918">
        <w:tc>
          <w:tcPr>
            <w:tcW w:w="567" w:type="dxa"/>
            <w:gridSpan w:val="2"/>
          </w:tcPr>
          <w:p w:rsidR="00275751" w:rsidRPr="00AD2C1D" w:rsidRDefault="00275751" w:rsidP="00C94A2A">
            <w:pPr>
              <w:rPr>
                <w:sz w:val="28"/>
                <w:szCs w:val="28"/>
                <w:lang w:val="uk-UA"/>
              </w:rPr>
            </w:pPr>
            <w:r>
              <w:rPr>
                <w:sz w:val="28"/>
                <w:szCs w:val="28"/>
                <w:lang w:val="uk-UA"/>
              </w:rPr>
              <w:t>31.</w:t>
            </w:r>
          </w:p>
        </w:tc>
        <w:tc>
          <w:tcPr>
            <w:tcW w:w="4960" w:type="dxa"/>
          </w:tcPr>
          <w:p w:rsidR="00275751" w:rsidRPr="00206A10" w:rsidRDefault="00275751" w:rsidP="00A37577">
            <w:pPr>
              <w:jc w:val="both"/>
              <w:rPr>
                <w:b/>
                <w:sz w:val="28"/>
                <w:szCs w:val="28"/>
                <w:lang w:val="uk-UA"/>
              </w:rPr>
            </w:pPr>
            <w:r w:rsidRPr="00206A10">
              <w:rPr>
                <w:sz w:val="28"/>
                <w:szCs w:val="28"/>
                <w:lang w:val="uk-UA"/>
              </w:rPr>
              <w:t>Про</w:t>
            </w:r>
            <w:r w:rsidRPr="00206A10">
              <w:rPr>
                <w:b/>
                <w:sz w:val="28"/>
                <w:szCs w:val="28"/>
                <w:lang w:val="uk-UA"/>
              </w:rPr>
              <w:t xml:space="preserve"> </w:t>
            </w:r>
            <w:r w:rsidRPr="00206A10">
              <w:rPr>
                <w:sz w:val="28"/>
                <w:szCs w:val="28"/>
                <w:lang w:val="uk-UA"/>
              </w:rPr>
              <w:t>стан роботи консультативних, дорадчих та інших допоміжних органів районної державної адміністрації за перше півріччя 2016 року</w:t>
            </w:r>
          </w:p>
        </w:tc>
        <w:tc>
          <w:tcPr>
            <w:tcW w:w="1701" w:type="dxa"/>
          </w:tcPr>
          <w:p w:rsidR="00275751" w:rsidRPr="00A50249" w:rsidRDefault="00275751" w:rsidP="00585251">
            <w:pPr>
              <w:rPr>
                <w:sz w:val="28"/>
                <w:szCs w:val="28"/>
                <w:lang w:val="uk-UA"/>
              </w:rPr>
            </w:pPr>
            <w:r w:rsidRPr="00A50249">
              <w:rPr>
                <w:sz w:val="28"/>
                <w:szCs w:val="28"/>
                <w:lang w:val="uk-UA"/>
              </w:rPr>
              <w:t>25.07.2016</w:t>
            </w:r>
          </w:p>
        </w:tc>
        <w:tc>
          <w:tcPr>
            <w:tcW w:w="2553" w:type="dxa"/>
          </w:tcPr>
          <w:p w:rsidR="00275751" w:rsidRDefault="00275751" w:rsidP="00585251">
            <w:pPr>
              <w:rPr>
                <w:sz w:val="28"/>
                <w:szCs w:val="28"/>
                <w:lang w:val="uk-UA"/>
              </w:rPr>
            </w:pPr>
            <w:r>
              <w:rPr>
                <w:sz w:val="28"/>
                <w:szCs w:val="28"/>
                <w:lang w:val="uk-UA"/>
              </w:rPr>
              <w:t>Ломко М.О.</w:t>
            </w:r>
          </w:p>
          <w:p w:rsidR="00275751" w:rsidRPr="00A50249" w:rsidRDefault="00275751" w:rsidP="00585251">
            <w:pPr>
              <w:rPr>
                <w:sz w:val="28"/>
                <w:szCs w:val="28"/>
                <w:lang w:val="uk-UA"/>
              </w:rPr>
            </w:pPr>
            <w:r w:rsidRPr="00A50249">
              <w:rPr>
                <w:sz w:val="28"/>
                <w:szCs w:val="28"/>
                <w:lang w:val="uk-UA"/>
              </w:rPr>
              <w:t>Воскобойнікова М.А.</w:t>
            </w:r>
          </w:p>
        </w:tc>
      </w:tr>
      <w:tr w:rsidR="00275751" w:rsidTr="001C2918">
        <w:tc>
          <w:tcPr>
            <w:tcW w:w="567" w:type="dxa"/>
            <w:gridSpan w:val="2"/>
          </w:tcPr>
          <w:p w:rsidR="00275751" w:rsidRPr="00AD2C1D" w:rsidRDefault="00275751" w:rsidP="00C94A2A">
            <w:pPr>
              <w:rPr>
                <w:sz w:val="28"/>
                <w:szCs w:val="28"/>
                <w:lang w:val="uk-UA"/>
              </w:rPr>
            </w:pPr>
            <w:r>
              <w:rPr>
                <w:sz w:val="28"/>
                <w:szCs w:val="28"/>
                <w:lang w:val="uk-UA"/>
              </w:rPr>
              <w:t>32.</w:t>
            </w:r>
          </w:p>
        </w:tc>
        <w:tc>
          <w:tcPr>
            <w:tcW w:w="4960" w:type="dxa"/>
          </w:tcPr>
          <w:p w:rsidR="00275751" w:rsidRPr="00206A10" w:rsidRDefault="00275751" w:rsidP="008C1943">
            <w:pPr>
              <w:jc w:val="both"/>
              <w:rPr>
                <w:b/>
                <w:sz w:val="28"/>
                <w:szCs w:val="28"/>
                <w:lang w:val="uk-UA"/>
              </w:rPr>
            </w:pPr>
            <w:r w:rsidRPr="00206A10">
              <w:rPr>
                <w:sz w:val="28"/>
                <w:szCs w:val="28"/>
                <w:lang w:val="uk-UA"/>
              </w:rPr>
              <w:t>Про</w:t>
            </w:r>
            <w:r w:rsidRPr="00206A10">
              <w:rPr>
                <w:b/>
                <w:sz w:val="28"/>
                <w:szCs w:val="28"/>
                <w:lang w:val="uk-UA"/>
              </w:rPr>
              <w:t xml:space="preserve"> </w:t>
            </w:r>
            <w:r w:rsidRPr="00206A10">
              <w:rPr>
                <w:sz w:val="28"/>
                <w:szCs w:val="28"/>
                <w:lang w:val="uk-UA"/>
              </w:rPr>
              <w:t>результати комплексної перевірки виконавчого комітету Анастасівської сільської ради щодо виконання делегованих повноважень органів виконавчої влади</w:t>
            </w:r>
          </w:p>
        </w:tc>
        <w:tc>
          <w:tcPr>
            <w:tcW w:w="1701" w:type="dxa"/>
          </w:tcPr>
          <w:p w:rsidR="00275751" w:rsidRPr="00A50249" w:rsidRDefault="00275751" w:rsidP="003A4DEE">
            <w:pPr>
              <w:rPr>
                <w:sz w:val="28"/>
                <w:szCs w:val="28"/>
                <w:lang w:val="uk-UA"/>
              </w:rPr>
            </w:pPr>
            <w:r w:rsidRPr="00A50249">
              <w:rPr>
                <w:sz w:val="28"/>
                <w:szCs w:val="28"/>
                <w:lang w:val="uk-UA"/>
              </w:rPr>
              <w:t>25.07.2016</w:t>
            </w:r>
          </w:p>
        </w:tc>
        <w:tc>
          <w:tcPr>
            <w:tcW w:w="2553" w:type="dxa"/>
          </w:tcPr>
          <w:p w:rsidR="00275751" w:rsidRDefault="00275751" w:rsidP="003A4DEE">
            <w:pPr>
              <w:rPr>
                <w:sz w:val="28"/>
                <w:szCs w:val="28"/>
                <w:lang w:val="uk-UA"/>
              </w:rPr>
            </w:pPr>
            <w:r>
              <w:rPr>
                <w:sz w:val="28"/>
                <w:szCs w:val="28"/>
                <w:lang w:val="uk-UA"/>
              </w:rPr>
              <w:t>Ломко М.О.</w:t>
            </w:r>
          </w:p>
          <w:p w:rsidR="00275751" w:rsidRPr="00A50249" w:rsidRDefault="00275751" w:rsidP="003A4DEE">
            <w:pPr>
              <w:rPr>
                <w:sz w:val="28"/>
                <w:szCs w:val="28"/>
                <w:lang w:val="uk-UA"/>
              </w:rPr>
            </w:pPr>
            <w:r w:rsidRPr="00A50249">
              <w:rPr>
                <w:sz w:val="28"/>
                <w:szCs w:val="28"/>
                <w:lang w:val="uk-UA"/>
              </w:rPr>
              <w:t>Ярмак І.М.</w:t>
            </w:r>
          </w:p>
        </w:tc>
      </w:tr>
      <w:tr w:rsidR="00275751" w:rsidTr="004879C8">
        <w:tc>
          <w:tcPr>
            <w:tcW w:w="9781" w:type="dxa"/>
            <w:gridSpan w:val="5"/>
          </w:tcPr>
          <w:p w:rsidR="00275751" w:rsidRPr="00206A10" w:rsidRDefault="00275751" w:rsidP="004879C8">
            <w:pPr>
              <w:rPr>
                <w:sz w:val="28"/>
                <w:szCs w:val="28"/>
                <w:lang w:val="uk-UA"/>
              </w:rPr>
            </w:pPr>
            <w:r w:rsidRPr="00206A10">
              <w:rPr>
                <w:sz w:val="28"/>
                <w:szCs w:val="28"/>
                <w:lang w:val="uk-UA"/>
              </w:rPr>
              <w:t xml:space="preserve">                                                                                                 Продовження додатка</w:t>
            </w:r>
          </w:p>
        </w:tc>
      </w:tr>
      <w:tr w:rsidR="00275751" w:rsidTr="001C2918">
        <w:tc>
          <w:tcPr>
            <w:tcW w:w="567" w:type="dxa"/>
            <w:gridSpan w:val="2"/>
          </w:tcPr>
          <w:p w:rsidR="00275751" w:rsidRDefault="00275751" w:rsidP="004879C8">
            <w:pPr>
              <w:rPr>
                <w:sz w:val="28"/>
                <w:szCs w:val="28"/>
                <w:lang w:val="uk-UA"/>
              </w:rPr>
            </w:pPr>
            <w:r>
              <w:rPr>
                <w:sz w:val="28"/>
                <w:szCs w:val="28"/>
                <w:lang w:val="uk-UA"/>
              </w:rPr>
              <w:t>1</w:t>
            </w:r>
          </w:p>
        </w:tc>
        <w:tc>
          <w:tcPr>
            <w:tcW w:w="4960" w:type="dxa"/>
          </w:tcPr>
          <w:p w:rsidR="00275751" w:rsidRPr="00206A10" w:rsidRDefault="00275751" w:rsidP="004879C8">
            <w:pPr>
              <w:jc w:val="center"/>
              <w:rPr>
                <w:sz w:val="28"/>
                <w:szCs w:val="28"/>
                <w:lang w:val="uk-UA"/>
              </w:rPr>
            </w:pPr>
            <w:r w:rsidRPr="00206A10">
              <w:rPr>
                <w:sz w:val="28"/>
                <w:szCs w:val="28"/>
                <w:lang w:val="uk-UA"/>
              </w:rPr>
              <w:t>2</w:t>
            </w:r>
          </w:p>
        </w:tc>
        <w:tc>
          <w:tcPr>
            <w:tcW w:w="1701" w:type="dxa"/>
          </w:tcPr>
          <w:p w:rsidR="00275751" w:rsidRDefault="00275751" w:rsidP="004879C8">
            <w:pPr>
              <w:jc w:val="center"/>
              <w:rPr>
                <w:sz w:val="28"/>
                <w:szCs w:val="28"/>
                <w:lang w:val="uk-UA"/>
              </w:rPr>
            </w:pPr>
            <w:r>
              <w:rPr>
                <w:sz w:val="28"/>
                <w:szCs w:val="28"/>
                <w:lang w:val="uk-UA"/>
              </w:rPr>
              <w:t>3</w:t>
            </w:r>
          </w:p>
        </w:tc>
        <w:tc>
          <w:tcPr>
            <w:tcW w:w="2553" w:type="dxa"/>
          </w:tcPr>
          <w:p w:rsidR="00275751" w:rsidRDefault="00275751" w:rsidP="004879C8">
            <w:pPr>
              <w:jc w:val="center"/>
              <w:rPr>
                <w:sz w:val="28"/>
                <w:szCs w:val="28"/>
                <w:lang w:val="uk-UA"/>
              </w:rPr>
            </w:pPr>
            <w:r>
              <w:rPr>
                <w:sz w:val="28"/>
                <w:szCs w:val="28"/>
                <w:lang w:val="uk-UA"/>
              </w:rPr>
              <w:t>4</w:t>
            </w:r>
          </w:p>
        </w:tc>
      </w:tr>
      <w:tr w:rsidR="00275751" w:rsidTr="001C2918">
        <w:tc>
          <w:tcPr>
            <w:tcW w:w="567" w:type="dxa"/>
            <w:gridSpan w:val="2"/>
          </w:tcPr>
          <w:p w:rsidR="00275751" w:rsidRDefault="00275751" w:rsidP="00C94A2A">
            <w:pPr>
              <w:rPr>
                <w:sz w:val="28"/>
                <w:szCs w:val="28"/>
                <w:lang w:val="uk-UA"/>
              </w:rPr>
            </w:pPr>
            <w:r>
              <w:rPr>
                <w:sz w:val="28"/>
                <w:szCs w:val="28"/>
                <w:lang w:val="uk-UA"/>
              </w:rPr>
              <w:t>33.</w:t>
            </w:r>
          </w:p>
        </w:tc>
        <w:tc>
          <w:tcPr>
            <w:tcW w:w="4960" w:type="dxa"/>
          </w:tcPr>
          <w:p w:rsidR="00275751" w:rsidRPr="0057724B" w:rsidRDefault="00275751" w:rsidP="00AD5713">
            <w:pPr>
              <w:pStyle w:val="BodyTextIndent3"/>
              <w:ind w:firstLine="0"/>
              <w:rPr>
                <w:szCs w:val="28"/>
              </w:rPr>
            </w:pPr>
            <w:r w:rsidRPr="0057724B">
              <w:rPr>
                <w:szCs w:val="28"/>
              </w:rPr>
              <w:t>Про хід виконання районної програми співпраці та підтримки засобів масової інформації на 2016 рік</w:t>
            </w:r>
          </w:p>
        </w:tc>
        <w:tc>
          <w:tcPr>
            <w:tcW w:w="1701" w:type="dxa"/>
          </w:tcPr>
          <w:p w:rsidR="00275751" w:rsidRPr="00567431" w:rsidRDefault="00275751" w:rsidP="00FE7E20">
            <w:pPr>
              <w:rPr>
                <w:sz w:val="28"/>
                <w:szCs w:val="28"/>
                <w:lang w:val="uk-UA"/>
              </w:rPr>
            </w:pPr>
            <w:r>
              <w:rPr>
                <w:sz w:val="28"/>
                <w:szCs w:val="28"/>
                <w:lang w:val="uk-UA"/>
              </w:rPr>
              <w:t>08</w:t>
            </w:r>
            <w:r w:rsidRPr="00567431">
              <w:rPr>
                <w:sz w:val="28"/>
                <w:szCs w:val="28"/>
                <w:lang w:val="uk-UA"/>
              </w:rPr>
              <w:t>.0</w:t>
            </w:r>
            <w:r>
              <w:rPr>
                <w:sz w:val="28"/>
                <w:szCs w:val="28"/>
                <w:lang w:val="uk-UA"/>
              </w:rPr>
              <w:t>8</w:t>
            </w:r>
            <w:r w:rsidRPr="00567431">
              <w:rPr>
                <w:sz w:val="28"/>
                <w:szCs w:val="28"/>
                <w:lang w:val="uk-UA"/>
              </w:rPr>
              <w:t>.201</w:t>
            </w:r>
            <w:r>
              <w:rPr>
                <w:sz w:val="28"/>
                <w:szCs w:val="28"/>
                <w:lang w:val="uk-UA"/>
              </w:rPr>
              <w:t>6</w:t>
            </w:r>
          </w:p>
        </w:tc>
        <w:tc>
          <w:tcPr>
            <w:tcW w:w="2553" w:type="dxa"/>
          </w:tcPr>
          <w:p w:rsidR="00275751" w:rsidRDefault="00275751" w:rsidP="005A1B4C">
            <w:pPr>
              <w:rPr>
                <w:sz w:val="28"/>
                <w:szCs w:val="28"/>
                <w:lang w:val="uk-UA"/>
              </w:rPr>
            </w:pPr>
            <w:r>
              <w:rPr>
                <w:sz w:val="28"/>
                <w:szCs w:val="28"/>
                <w:lang w:val="uk-UA"/>
              </w:rPr>
              <w:t>Татарінов В.М.</w:t>
            </w:r>
          </w:p>
          <w:p w:rsidR="00275751" w:rsidRPr="0078267B" w:rsidRDefault="00275751" w:rsidP="005A1B4C">
            <w:pPr>
              <w:rPr>
                <w:sz w:val="28"/>
                <w:szCs w:val="28"/>
                <w:lang w:val="uk-UA"/>
              </w:rPr>
            </w:pPr>
            <w:r>
              <w:rPr>
                <w:sz w:val="28"/>
                <w:szCs w:val="28"/>
                <w:lang w:val="uk-UA"/>
              </w:rPr>
              <w:t>Сидоренко О.М.</w:t>
            </w:r>
          </w:p>
        </w:tc>
      </w:tr>
      <w:tr w:rsidR="00275751" w:rsidTr="001C2918">
        <w:tc>
          <w:tcPr>
            <w:tcW w:w="567" w:type="dxa"/>
            <w:gridSpan w:val="2"/>
          </w:tcPr>
          <w:p w:rsidR="00275751" w:rsidRDefault="00275751" w:rsidP="00C94A2A">
            <w:pPr>
              <w:rPr>
                <w:sz w:val="28"/>
                <w:szCs w:val="28"/>
                <w:lang w:val="uk-UA"/>
              </w:rPr>
            </w:pPr>
            <w:r>
              <w:rPr>
                <w:sz w:val="28"/>
                <w:szCs w:val="28"/>
                <w:lang w:val="uk-UA"/>
              </w:rPr>
              <w:t>34.</w:t>
            </w:r>
          </w:p>
        </w:tc>
        <w:tc>
          <w:tcPr>
            <w:tcW w:w="4960" w:type="dxa"/>
          </w:tcPr>
          <w:p w:rsidR="00275751" w:rsidRPr="00206A10" w:rsidRDefault="00275751" w:rsidP="00AD5713">
            <w:pPr>
              <w:pStyle w:val="BodyTextIndent3"/>
              <w:ind w:firstLine="0"/>
              <w:rPr>
                <w:szCs w:val="28"/>
              </w:rPr>
            </w:pPr>
            <w:r w:rsidRPr="00206A10">
              <w:rPr>
                <w:szCs w:val="28"/>
              </w:rPr>
              <w:t>Про стан використання коштів на благоустрій населених пунктів</w:t>
            </w:r>
          </w:p>
        </w:tc>
        <w:tc>
          <w:tcPr>
            <w:tcW w:w="1701" w:type="dxa"/>
          </w:tcPr>
          <w:p w:rsidR="00275751" w:rsidRDefault="00275751" w:rsidP="00FE7E20">
            <w:pPr>
              <w:rPr>
                <w:sz w:val="28"/>
                <w:szCs w:val="28"/>
                <w:lang w:val="uk-UA"/>
              </w:rPr>
            </w:pPr>
            <w:r>
              <w:rPr>
                <w:sz w:val="28"/>
                <w:szCs w:val="28"/>
                <w:lang w:val="uk-UA"/>
              </w:rPr>
              <w:t>08</w:t>
            </w:r>
            <w:r w:rsidRPr="00567431">
              <w:rPr>
                <w:sz w:val="28"/>
                <w:szCs w:val="28"/>
                <w:lang w:val="uk-UA"/>
              </w:rPr>
              <w:t>.0</w:t>
            </w:r>
            <w:r>
              <w:rPr>
                <w:sz w:val="28"/>
                <w:szCs w:val="28"/>
                <w:lang w:val="uk-UA"/>
              </w:rPr>
              <w:t>8</w:t>
            </w:r>
            <w:r w:rsidRPr="00567431">
              <w:rPr>
                <w:sz w:val="28"/>
                <w:szCs w:val="28"/>
                <w:lang w:val="uk-UA"/>
              </w:rPr>
              <w:t>.201</w:t>
            </w:r>
            <w:r>
              <w:rPr>
                <w:sz w:val="28"/>
                <w:szCs w:val="28"/>
                <w:lang w:val="uk-UA"/>
              </w:rPr>
              <w:t>6</w:t>
            </w:r>
          </w:p>
        </w:tc>
        <w:tc>
          <w:tcPr>
            <w:tcW w:w="2553" w:type="dxa"/>
          </w:tcPr>
          <w:p w:rsidR="00275751" w:rsidRDefault="00275751" w:rsidP="005A1B4C">
            <w:pPr>
              <w:rPr>
                <w:sz w:val="28"/>
                <w:szCs w:val="28"/>
                <w:lang w:val="uk-UA"/>
              </w:rPr>
            </w:pPr>
            <w:r>
              <w:rPr>
                <w:sz w:val="28"/>
                <w:szCs w:val="28"/>
                <w:lang w:val="uk-UA"/>
              </w:rPr>
              <w:t>Журенко Н.М.</w:t>
            </w:r>
          </w:p>
          <w:p w:rsidR="00275751" w:rsidRDefault="00275751" w:rsidP="005A1B4C">
            <w:pPr>
              <w:rPr>
                <w:sz w:val="28"/>
                <w:szCs w:val="28"/>
                <w:lang w:val="uk-UA"/>
              </w:rPr>
            </w:pPr>
            <w:r>
              <w:rPr>
                <w:sz w:val="28"/>
                <w:szCs w:val="28"/>
                <w:lang w:val="uk-UA"/>
              </w:rPr>
              <w:t>Анісімова М.В.</w:t>
            </w:r>
          </w:p>
        </w:tc>
      </w:tr>
      <w:tr w:rsidR="00275751" w:rsidTr="001C2918">
        <w:tc>
          <w:tcPr>
            <w:tcW w:w="567" w:type="dxa"/>
            <w:gridSpan w:val="2"/>
          </w:tcPr>
          <w:p w:rsidR="00275751" w:rsidRDefault="00275751" w:rsidP="00C94A2A">
            <w:pPr>
              <w:rPr>
                <w:sz w:val="28"/>
                <w:szCs w:val="28"/>
                <w:lang w:val="uk-UA"/>
              </w:rPr>
            </w:pPr>
            <w:r>
              <w:rPr>
                <w:sz w:val="28"/>
                <w:szCs w:val="28"/>
                <w:lang w:val="uk-UA"/>
              </w:rPr>
              <w:t>35.</w:t>
            </w:r>
          </w:p>
        </w:tc>
        <w:tc>
          <w:tcPr>
            <w:tcW w:w="4960" w:type="dxa"/>
          </w:tcPr>
          <w:p w:rsidR="00275751" w:rsidRPr="0057724B" w:rsidRDefault="00275751" w:rsidP="00DC4BF2">
            <w:pPr>
              <w:pStyle w:val="BodyTextIndent3"/>
              <w:ind w:firstLine="0"/>
              <w:rPr>
                <w:szCs w:val="28"/>
              </w:rPr>
            </w:pPr>
            <w:r w:rsidRPr="0057724B">
              <w:rPr>
                <w:szCs w:val="28"/>
              </w:rPr>
              <w:t>Про хід виконання районної програми розвитку малого підприємництва в Роменському районі на 2015-2016 роки за перше півріччя 2016 року</w:t>
            </w:r>
          </w:p>
        </w:tc>
        <w:tc>
          <w:tcPr>
            <w:tcW w:w="1701" w:type="dxa"/>
          </w:tcPr>
          <w:p w:rsidR="00275751" w:rsidRPr="00567431" w:rsidRDefault="00275751" w:rsidP="00FE7E20">
            <w:pPr>
              <w:rPr>
                <w:sz w:val="28"/>
                <w:szCs w:val="28"/>
                <w:lang w:val="uk-UA"/>
              </w:rPr>
            </w:pPr>
            <w:r>
              <w:rPr>
                <w:sz w:val="28"/>
                <w:szCs w:val="28"/>
                <w:lang w:val="uk-UA"/>
              </w:rPr>
              <w:t>22</w:t>
            </w:r>
            <w:r w:rsidRPr="00567431">
              <w:rPr>
                <w:sz w:val="28"/>
                <w:szCs w:val="28"/>
                <w:lang w:val="uk-UA"/>
              </w:rPr>
              <w:t>.08.201</w:t>
            </w:r>
            <w:r>
              <w:rPr>
                <w:sz w:val="28"/>
                <w:szCs w:val="28"/>
                <w:lang w:val="uk-UA"/>
              </w:rPr>
              <w:t>6</w:t>
            </w:r>
          </w:p>
        </w:tc>
        <w:tc>
          <w:tcPr>
            <w:tcW w:w="2553" w:type="dxa"/>
          </w:tcPr>
          <w:p w:rsidR="00275751" w:rsidRDefault="00275751" w:rsidP="00C60B9F">
            <w:pPr>
              <w:rPr>
                <w:sz w:val="28"/>
                <w:szCs w:val="28"/>
                <w:lang w:val="uk-UA"/>
              </w:rPr>
            </w:pPr>
            <w:r>
              <w:rPr>
                <w:sz w:val="28"/>
                <w:szCs w:val="28"/>
                <w:lang w:val="uk-UA"/>
              </w:rPr>
              <w:t>Журенко Н.М.</w:t>
            </w:r>
          </w:p>
          <w:p w:rsidR="00275751" w:rsidRDefault="00275751" w:rsidP="00C60B9F">
            <w:pPr>
              <w:rPr>
                <w:sz w:val="28"/>
                <w:szCs w:val="28"/>
                <w:lang w:val="uk-UA"/>
              </w:rPr>
            </w:pPr>
            <w:r>
              <w:rPr>
                <w:sz w:val="28"/>
                <w:lang w:val="uk-UA"/>
              </w:rPr>
              <w:t>Гребенюк О.П.</w:t>
            </w:r>
          </w:p>
          <w:p w:rsidR="00275751" w:rsidRDefault="00275751" w:rsidP="001C2918">
            <w:pPr>
              <w:rPr>
                <w:sz w:val="28"/>
                <w:szCs w:val="28"/>
                <w:lang w:val="uk-UA"/>
              </w:rPr>
            </w:pPr>
          </w:p>
          <w:p w:rsidR="00275751" w:rsidRDefault="00275751" w:rsidP="001C2918">
            <w:pPr>
              <w:rPr>
                <w:sz w:val="28"/>
                <w:szCs w:val="28"/>
                <w:lang w:val="uk-UA"/>
              </w:rPr>
            </w:pPr>
          </w:p>
        </w:tc>
      </w:tr>
      <w:tr w:rsidR="00275751" w:rsidTr="001C2918">
        <w:trPr>
          <w:gridBefore w:val="1"/>
        </w:trPr>
        <w:tc>
          <w:tcPr>
            <w:tcW w:w="567" w:type="dxa"/>
          </w:tcPr>
          <w:p w:rsidR="00275751" w:rsidRDefault="00275751" w:rsidP="00C94A2A">
            <w:pPr>
              <w:rPr>
                <w:sz w:val="28"/>
                <w:szCs w:val="28"/>
                <w:lang w:val="uk-UA"/>
              </w:rPr>
            </w:pPr>
            <w:r>
              <w:rPr>
                <w:sz w:val="28"/>
                <w:szCs w:val="28"/>
                <w:lang w:val="uk-UA"/>
              </w:rPr>
              <w:t>36.</w:t>
            </w:r>
          </w:p>
        </w:tc>
        <w:tc>
          <w:tcPr>
            <w:tcW w:w="4960" w:type="dxa"/>
          </w:tcPr>
          <w:p w:rsidR="00275751" w:rsidRPr="00C94A2A" w:rsidRDefault="00275751" w:rsidP="00C94A2A">
            <w:pPr>
              <w:jc w:val="both"/>
              <w:rPr>
                <w:sz w:val="28"/>
                <w:szCs w:val="28"/>
                <w:lang w:val="uk-UA"/>
              </w:rPr>
            </w:pPr>
            <w:r w:rsidRPr="00C94A2A">
              <w:rPr>
                <w:sz w:val="28"/>
                <w:szCs w:val="28"/>
              </w:rPr>
              <w:t>Про підсумки роботи із зверненнями громадян у першому півріччі 2016 року</w:t>
            </w:r>
          </w:p>
        </w:tc>
        <w:tc>
          <w:tcPr>
            <w:tcW w:w="1701" w:type="dxa"/>
          </w:tcPr>
          <w:p w:rsidR="00275751" w:rsidRPr="00C94A2A" w:rsidRDefault="00275751" w:rsidP="00C94A2A">
            <w:pPr>
              <w:rPr>
                <w:sz w:val="28"/>
                <w:szCs w:val="28"/>
                <w:lang w:val="uk-UA"/>
              </w:rPr>
            </w:pPr>
            <w:r w:rsidRPr="00C94A2A">
              <w:rPr>
                <w:sz w:val="28"/>
                <w:szCs w:val="28"/>
                <w:lang w:val="uk-UA"/>
              </w:rPr>
              <w:t>22.08.2016</w:t>
            </w:r>
          </w:p>
        </w:tc>
        <w:tc>
          <w:tcPr>
            <w:tcW w:w="2553" w:type="dxa"/>
          </w:tcPr>
          <w:p w:rsidR="00275751" w:rsidRDefault="00275751" w:rsidP="00C94A2A">
            <w:pPr>
              <w:rPr>
                <w:sz w:val="28"/>
                <w:szCs w:val="28"/>
                <w:lang w:val="uk-UA"/>
              </w:rPr>
            </w:pPr>
            <w:r>
              <w:rPr>
                <w:sz w:val="28"/>
                <w:szCs w:val="28"/>
                <w:lang w:val="uk-UA"/>
              </w:rPr>
              <w:t>Ломко М.О.</w:t>
            </w:r>
          </w:p>
          <w:p w:rsidR="00275751" w:rsidRDefault="00275751" w:rsidP="00C94A2A">
            <w:pPr>
              <w:rPr>
                <w:sz w:val="28"/>
                <w:szCs w:val="28"/>
                <w:lang w:val="uk-UA"/>
              </w:rPr>
            </w:pPr>
            <w:r>
              <w:rPr>
                <w:sz w:val="28"/>
                <w:szCs w:val="28"/>
                <w:lang w:val="uk-UA"/>
              </w:rPr>
              <w:t>Щербина Г.О.</w:t>
            </w:r>
          </w:p>
        </w:tc>
      </w:tr>
      <w:tr w:rsidR="00275751" w:rsidTr="001C2918">
        <w:trPr>
          <w:gridBefore w:val="1"/>
        </w:trPr>
        <w:tc>
          <w:tcPr>
            <w:tcW w:w="567" w:type="dxa"/>
          </w:tcPr>
          <w:p w:rsidR="00275751" w:rsidRDefault="00275751" w:rsidP="006C7D57">
            <w:pPr>
              <w:rPr>
                <w:sz w:val="28"/>
                <w:szCs w:val="28"/>
                <w:lang w:val="uk-UA"/>
              </w:rPr>
            </w:pPr>
            <w:r>
              <w:rPr>
                <w:sz w:val="28"/>
                <w:szCs w:val="28"/>
                <w:lang w:val="uk-UA"/>
              </w:rPr>
              <w:t>37.</w:t>
            </w:r>
          </w:p>
        </w:tc>
        <w:tc>
          <w:tcPr>
            <w:tcW w:w="4960" w:type="dxa"/>
          </w:tcPr>
          <w:p w:rsidR="00275751" w:rsidRPr="00206A10" w:rsidRDefault="00275751" w:rsidP="00AD2C1D">
            <w:pPr>
              <w:jc w:val="both"/>
              <w:rPr>
                <w:b/>
                <w:sz w:val="28"/>
                <w:szCs w:val="28"/>
                <w:lang w:val="uk-UA"/>
              </w:rPr>
            </w:pPr>
            <w:r w:rsidRPr="00206A10">
              <w:rPr>
                <w:sz w:val="28"/>
                <w:szCs w:val="28"/>
              </w:rPr>
              <w:t>Про роботу районного центру соціальних служб для сім’ї, дітей та молоді щодо реалізації молодіжної політики в Роменському районі</w:t>
            </w:r>
          </w:p>
        </w:tc>
        <w:tc>
          <w:tcPr>
            <w:tcW w:w="1701" w:type="dxa"/>
          </w:tcPr>
          <w:p w:rsidR="00275751" w:rsidRPr="00CF4D0E" w:rsidRDefault="00275751" w:rsidP="00335BF3">
            <w:pPr>
              <w:rPr>
                <w:sz w:val="28"/>
                <w:szCs w:val="28"/>
                <w:lang w:val="uk-UA"/>
              </w:rPr>
            </w:pPr>
            <w:r w:rsidRPr="00CF4D0E">
              <w:rPr>
                <w:sz w:val="28"/>
                <w:szCs w:val="28"/>
                <w:lang w:val="uk-UA"/>
              </w:rPr>
              <w:t>05.09.2016</w:t>
            </w:r>
          </w:p>
          <w:p w:rsidR="00275751" w:rsidRPr="00567431" w:rsidRDefault="00275751" w:rsidP="00335BF3">
            <w:pPr>
              <w:rPr>
                <w:sz w:val="28"/>
                <w:szCs w:val="28"/>
                <w:lang w:val="uk-UA"/>
              </w:rPr>
            </w:pPr>
          </w:p>
        </w:tc>
        <w:tc>
          <w:tcPr>
            <w:tcW w:w="2553" w:type="dxa"/>
          </w:tcPr>
          <w:p w:rsidR="00275751" w:rsidRDefault="00275751" w:rsidP="00AD2C1D">
            <w:pPr>
              <w:rPr>
                <w:sz w:val="28"/>
                <w:szCs w:val="28"/>
                <w:lang w:val="uk-UA"/>
              </w:rPr>
            </w:pPr>
            <w:r>
              <w:rPr>
                <w:sz w:val="28"/>
                <w:szCs w:val="28"/>
                <w:lang w:val="uk-UA"/>
              </w:rPr>
              <w:t>Татарінов В.М.</w:t>
            </w:r>
          </w:p>
          <w:p w:rsidR="00275751" w:rsidRDefault="00275751" w:rsidP="00AD2C1D">
            <w:pPr>
              <w:rPr>
                <w:sz w:val="28"/>
                <w:szCs w:val="28"/>
                <w:lang w:val="uk-UA"/>
              </w:rPr>
            </w:pPr>
            <w:r>
              <w:rPr>
                <w:sz w:val="28"/>
                <w:szCs w:val="28"/>
                <w:lang w:val="uk-UA"/>
              </w:rPr>
              <w:t>Сушко М.М.</w:t>
            </w:r>
          </w:p>
        </w:tc>
      </w:tr>
      <w:tr w:rsidR="00275751" w:rsidTr="001C2918">
        <w:trPr>
          <w:gridBefore w:val="1"/>
        </w:trPr>
        <w:tc>
          <w:tcPr>
            <w:tcW w:w="567" w:type="dxa"/>
          </w:tcPr>
          <w:p w:rsidR="00275751" w:rsidRDefault="00275751" w:rsidP="006C7D57">
            <w:pPr>
              <w:rPr>
                <w:sz w:val="28"/>
                <w:szCs w:val="28"/>
                <w:lang w:val="uk-UA"/>
              </w:rPr>
            </w:pPr>
            <w:r>
              <w:rPr>
                <w:sz w:val="28"/>
                <w:szCs w:val="28"/>
                <w:lang w:val="uk-UA"/>
              </w:rPr>
              <w:t>38.</w:t>
            </w:r>
          </w:p>
        </w:tc>
        <w:tc>
          <w:tcPr>
            <w:tcW w:w="4960" w:type="dxa"/>
          </w:tcPr>
          <w:p w:rsidR="00275751" w:rsidRPr="00206A10" w:rsidRDefault="00275751" w:rsidP="004879C8">
            <w:pPr>
              <w:jc w:val="both"/>
              <w:rPr>
                <w:sz w:val="28"/>
                <w:szCs w:val="28"/>
                <w:lang w:val="uk-UA"/>
              </w:rPr>
            </w:pPr>
            <w:r w:rsidRPr="00206A10">
              <w:rPr>
                <w:sz w:val="28"/>
                <w:szCs w:val="28"/>
                <w:lang w:val="uk-UA"/>
              </w:rPr>
              <w:t>Про роботу сільських дитячих музичних шкіл району щодо есте</w:t>
            </w:r>
            <w:r>
              <w:rPr>
                <w:sz w:val="28"/>
                <w:szCs w:val="28"/>
                <w:lang w:val="uk-UA"/>
              </w:rPr>
              <w:t>-</w:t>
            </w:r>
            <w:r w:rsidRPr="00206A10">
              <w:rPr>
                <w:sz w:val="28"/>
                <w:szCs w:val="28"/>
                <w:lang w:val="uk-UA"/>
              </w:rPr>
              <w:t>тичного розвитку дітей сучасними освітніми технологіями</w:t>
            </w:r>
          </w:p>
        </w:tc>
        <w:tc>
          <w:tcPr>
            <w:tcW w:w="1701" w:type="dxa"/>
          </w:tcPr>
          <w:p w:rsidR="00275751" w:rsidRDefault="00275751" w:rsidP="00FE7E20">
            <w:pPr>
              <w:rPr>
                <w:sz w:val="28"/>
                <w:szCs w:val="28"/>
                <w:lang w:val="uk-UA"/>
              </w:rPr>
            </w:pPr>
            <w:r>
              <w:rPr>
                <w:sz w:val="28"/>
                <w:szCs w:val="28"/>
                <w:lang w:val="uk-UA"/>
              </w:rPr>
              <w:t>19</w:t>
            </w:r>
            <w:r w:rsidRPr="00567431">
              <w:rPr>
                <w:sz w:val="28"/>
                <w:szCs w:val="28"/>
                <w:lang w:val="uk-UA"/>
              </w:rPr>
              <w:t>.09.201</w:t>
            </w:r>
            <w:r>
              <w:rPr>
                <w:sz w:val="28"/>
                <w:szCs w:val="28"/>
                <w:lang w:val="uk-UA"/>
              </w:rPr>
              <w:t>6</w:t>
            </w:r>
          </w:p>
        </w:tc>
        <w:tc>
          <w:tcPr>
            <w:tcW w:w="2553" w:type="dxa"/>
          </w:tcPr>
          <w:p w:rsidR="00275751" w:rsidRDefault="00275751" w:rsidP="00034791">
            <w:pPr>
              <w:rPr>
                <w:sz w:val="28"/>
                <w:szCs w:val="28"/>
                <w:lang w:val="uk-UA"/>
              </w:rPr>
            </w:pPr>
            <w:r>
              <w:rPr>
                <w:sz w:val="28"/>
                <w:szCs w:val="28"/>
                <w:lang w:val="uk-UA"/>
              </w:rPr>
              <w:t>Татарінов В.М.</w:t>
            </w:r>
          </w:p>
          <w:p w:rsidR="00275751" w:rsidRDefault="00275751" w:rsidP="00034791">
            <w:pPr>
              <w:rPr>
                <w:sz w:val="28"/>
                <w:szCs w:val="28"/>
                <w:lang w:val="uk-UA"/>
              </w:rPr>
            </w:pPr>
            <w:r>
              <w:rPr>
                <w:sz w:val="28"/>
                <w:szCs w:val="28"/>
                <w:lang w:val="uk-UA"/>
              </w:rPr>
              <w:t>Момот С.В.</w:t>
            </w:r>
          </w:p>
        </w:tc>
      </w:tr>
      <w:tr w:rsidR="00275751" w:rsidTr="001C2918">
        <w:trPr>
          <w:gridBefore w:val="1"/>
        </w:trPr>
        <w:tc>
          <w:tcPr>
            <w:tcW w:w="567" w:type="dxa"/>
          </w:tcPr>
          <w:p w:rsidR="00275751" w:rsidRDefault="00275751" w:rsidP="006C7D57">
            <w:pPr>
              <w:rPr>
                <w:sz w:val="28"/>
                <w:szCs w:val="28"/>
                <w:lang w:val="uk-UA"/>
              </w:rPr>
            </w:pPr>
            <w:r>
              <w:rPr>
                <w:sz w:val="28"/>
                <w:szCs w:val="28"/>
                <w:lang w:val="uk-UA"/>
              </w:rPr>
              <w:t>39.</w:t>
            </w:r>
          </w:p>
        </w:tc>
        <w:tc>
          <w:tcPr>
            <w:tcW w:w="4960" w:type="dxa"/>
          </w:tcPr>
          <w:p w:rsidR="00275751" w:rsidRPr="0057724B" w:rsidRDefault="00275751" w:rsidP="00165BB1">
            <w:pPr>
              <w:jc w:val="both"/>
              <w:rPr>
                <w:sz w:val="28"/>
                <w:szCs w:val="28"/>
                <w:lang w:val="uk-UA"/>
              </w:rPr>
            </w:pPr>
            <w:r w:rsidRPr="0057724B">
              <w:rPr>
                <w:sz w:val="28"/>
                <w:szCs w:val="28"/>
                <w:lang w:val="uk-UA"/>
              </w:rPr>
              <w:t>Про хід виконання районної програми зайнятості населення на період до 2017 року в частині створення нових робочих місць</w:t>
            </w:r>
          </w:p>
        </w:tc>
        <w:tc>
          <w:tcPr>
            <w:tcW w:w="1701" w:type="dxa"/>
          </w:tcPr>
          <w:p w:rsidR="00275751" w:rsidRDefault="00275751" w:rsidP="00FE7E20">
            <w:pPr>
              <w:rPr>
                <w:sz w:val="28"/>
                <w:szCs w:val="28"/>
                <w:lang w:val="uk-UA"/>
              </w:rPr>
            </w:pPr>
            <w:r>
              <w:rPr>
                <w:sz w:val="28"/>
                <w:szCs w:val="28"/>
                <w:lang w:val="uk-UA"/>
              </w:rPr>
              <w:t>03</w:t>
            </w:r>
            <w:r w:rsidRPr="00567431">
              <w:rPr>
                <w:sz w:val="28"/>
                <w:szCs w:val="28"/>
                <w:lang w:val="uk-UA"/>
              </w:rPr>
              <w:t>.10.201</w:t>
            </w:r>
            <w:r>
              <w:rPr>
                <w:sz w:val="28"/>
                <w:szCs w:val="28"/>
                <w:lang w:val="uk-UA"/>
              </w:rPr>
              <w:t>6</w:t>
            </w:r>
          </w:p>
        </w:tc>
        <w:tc>
          <w:tcPr>
            <w:tcW w:w="2553" w:type="dxa"/>
          </w:tcPr>
          <w:p w:rsidR="00275751" w:rsidRDefault="00275751" w:rsidP="00CF4D0E">
            <w:pPr>
              <w:rPr>
                <w:sz w:val="28"/>
                <w:szCs w:val="28"/>
                <w:lang w:val="uk-UA"/>
              </w:rPr>
            </w:pPr>
            <w:r>
              <w:rPr>
                <w:sz w:val="28"/>
                <w:szCs w:val="28"/>
                <w:lang w:val="uk-UA"/>
              </w:rPr>
              <w:t>Татарінов В.М.</w:t>
            </w:r>
          </w:p>
          <w:p w:rsidR="00275751" w:rsidRDefault="00275751" w:rsidP="00CF4D0E">
            <w:pPr>
              <w:rPr>
                <w:sz w:val="28"/>
                <w:szCs w:val="28"/>
                <w:lang w:val="uk-UA"/>
              </w:rPr>
            </w:pPr>
            <w:r>
              <w:rPr>
                <w:sz w:val="28"/>
                <w:szCs w:val="28"/>
                <w:lang w:val="uk-UA"/>
              </w:rPr>
              <w:t>Даценко О.М.</w:t>
            </w:r>
          </w:p>
        </w:tc>
      </w:tr>
      <w:tr w:rsidR="00275751" w:rsidTr="001C2918">
        <w:trPr>
          <w:gridBefore w:val="1"/>
        </w:trPr>
        <w:tc>
          <w:tcPr>
            <w:tcW w:w="567" w:type="dxa"/>
          </w:tcPr>
          <w:p w:rsidR="00275751" w:rsidRDefault="00275751" w:rsidP="008243B6">
            <w:pPr>
              <w:rPr>
                <w:sz w:val="28"/>
                <w:szCs w:val="28"/>
                <w:lang w:val="uk-UA"/>
              </w:rPr>
            </w:pPr>
            <w:r>
              <w:rPr>
                <w:sz w:val="28"/>
                <w:szCs w:val="28"/>
                <w:lang w:val="uk-UA"/>
              </w:rPr>
              <w:t>40.</w:t>
            </w:r>
          </w:p>
        </w:tc>
        <w:tc>
          <w:tcPr>
            <w:tcW w:w="4960" w:type="dxa"/>
          </w:tcPr>
          <w:p w:rsidR="00275751" w:rsidRPr="0057724B" w:rsidRDefault="00275751" w:rsidP="00C60B9F">
            <w:pPr>
              <w:pStyle w:val="BodyTextIndent3"/>
              <w:ind w:firstLine="0"/>
            </w:pPr>
            <w:r w:rsidRPr="0057724B">
              <w:t>Про роботу центру надання адміністративних послуг з питань виконання вимог Закону України «Про адміністративні послуги» та «Про внесення змін до деяких законодавчих актів України щодо спрощення умов ведення бізнесу (дерегуляція)»</w:t>
            </w:r>
          </w:p>
        </w:tc>
        <w:tc>
          <w:tcPr>
            <w:tcW w:w="1701" w:type="dxa"/>
          </w:tcPr>
          <w:p w:rsidR="00275751" w:rsidRPr="00567431" w:rsidRDefault="00275751" w:rsidP="00FE7E20">
            <w:pPr>
              <w:rPr>
                <w:sz w:val="28"/>
                <w:szCs w:val="28"/>
                <w:lang w:val="uk-UA"/>
              </w:rPr>
            </w:pPr>
            <w:r w:rsidRPr="00567431">
              <w:rPr>
                <w:sz w:val="28"/>
                <w:szCs w:val="28"/>
                <w:lang w:val="uk-UA"/>
              </w:rPr>
              <w:t>1</w:t>
            </w:r>
            <w:r>
              <w:rPr>
                <w:sz w:val="28"/>
                <w:szCs w:val="28"/>
                <w:lang w:val="uk-UA"/>
              </w:rPr>
              <w:t>7</w:t>
            </w:r>
            <w:r w:rsidRPr="00567431">
              <w:rPr>
                <w:sz w:val="28"/>
                <w:szCs w:val="28"/>
                <w:lang w:val="uk-UA"/>
              </w:rPr>
              <w:t>.10.201</w:t>
            </w:r>
            <w:r>
              <w:rPr>
                <w:sz w:val="28"/>
                <w:szCs w:val="28"/>
                <w:lang w:val="uk-UA"/>
              </w:rPr>
              <w:t>6</w:t>
            </w:r>
          </w:p>
        </w:tc>
        <w:tc>
          <w:tcPr>
            <w:tcW w:w="2553" w:type="dxa"/>
          </w:tcPr>
          <w:p w:rsidR="00275751" w:rsidRDefault="00275751" w:rsidP="00C60B9F">
            <w:pPr>
              <w:rPr>
                <w:sz w:val="28"/>
                <w:szCs w:val="28"/>
                <w:lang w:val="uk-UA"/>
              </w:rPr>
            </w:pPr>
            <w:r>
              <w:rPr>
                <w:sz w:val="28"/>
                <w:szCs w:val="28"/>
                <w:lang w:val="uk-UA"/>
              </w:rPr>
              <w:t>Журенко Н.М.</w:t>
            </w:r>
          </w:p>
          <w:p w:rsidR="00275751" w:rsidRPr="00723C86" w:rsidRDefault="00275751" w:rsidP="00C60B9F">
            <w:pPr>
              <w:rPr>
                <w:sz w:val="28"/>
                <w:lang w:val="uk-UA"/>
              </w:rPr>
            </w:pPr>
            <w:r>
              <w:rPr>
                <w:sz w:val="28"/>
                <w:szCs w:val="28"/>
                <w:lang w:val="uk-UA"/>
              </w:rPr>
              <w:t>Гребенюк О.П.</w:t>
            </w:r>
          </w:p>
        </w:tc>
      </w:tr>
      <w:tr w:rsidR="00275751" w:rsidTr="001C2918">
        <w:trPr>
          <w:gridBefore w:val="1"/>
        </w:trPr>
        <w:tc>
          <w:tcPr>
            <w:tcW w:w="567" w:type="dxa"/>
          </w:tcPr>
          <w:p w:rsidR="00275751" w:rsidRPr="00FD2D20" w:rsidRDefault="00275751" w:rsidP="00A42A26">
            <w:pPr>
              <w:rPr>
                <w:sz w:val="28"/>
                <w:szCs w:val="28"/>
                <w:lang w:val="uk-UA"/>
              </w:rPr>
            </w:pPr>
            <w:r>
              <w:rPr>
                <w:sz w:val="28"/>
                <w:szCs w:val="28"/>
                <w:lang w:val="uk-UA"/>
              </w:rPr>
              <w:t>41.</w:t>
            </w:r>
          </w:p>
        </w:tc>
        <w:tc>
          <w:tcPr>
            <w:tcW w:w="4960" w:type="dxa"/>
          </w:tcPr>
          <w:p w:rsidR="00275751" w:rsidRPr="00206A10" w:rsidRDefault="00275751" w:rsidP="00950DB2">
            <w:pPr>
              <w:pStyle w:val="BodyTextIndent3"/>
              <w:ind w:firstLine="0"/>
            </w:pPr>
            <w:r w:rsidRPr="00206A10">
              <w:rPr>
                <w:szCs w:val="28"/>
              </w:rPr>
              <w:t>Про розроблення проекту Програми економічного і соціального розвитку Роменського району на 2017 рік у рамках реалізації Закону України «Про</w:t>
            </w:r>
            <w:r w:rsidRPr="00950DB2">
              <w:rPr>
                <w:szCs w:val="28"/>
              </w:rPr>
              <w:t xml:space="preserve"> державне прогнозування та роз-роблення програми економічного і</w:t>
            </w:r>
            <w:r w:rsidRPr="00206A10">
              <w:rPr>
                <w:szCs w:val="28"/>
              </w:rPr>
              <w:t xml:space="preserve"> </w:t>
            </w:r>
            <w:r w:rsidRPr="00950DB2">
              <w:rPr>
                <w:szCs w:val="28"/>
              </w:rPr>
              <w:t>соціального розвитку України»</w:t>
            </w:r>
          </w:p>
        </w:tc>
        <w:tc>
          <w:tcPr>
            <w:tcW w:w="1701" w:type="dxa"/>
          </w:tcPr>
          <w:p w:rsidR="00275751" w:rsidRPr="00567431" w:rsidRDefault="00275751" w:rsidP="00A42A26">
            <w:pPr>
              <w:rPr>
                <w:sz w:val="28"/>
                <w:szCs w:val="28"/>
                <w:lang w:val="uk-UA"/>
              </w:rPr>
            </w:pPr>
            <w:r>
              <w:rPr>
                <w:sz w:val="28"/>
                <w:szCs w:val="28"/>
                <w:lang w:val="uk-UA"/>
              </w:rPr>
              <w:t>31</w:t>
            </w:r>
            <w:r w:rsidRPr="00567431">
              <w:rPr>
                <w:sz w:val="28"/>
                <w:szCs w:val="28"/>
                <w:lang w:val="uk-UA"/>
              </w:rPr>
              <w:t>.10.201</w:t>
            </w:r>
            <w:r>
              <w:rPr>
                <w:sz w:val="28"/>
                <w:szCs w:val="28"/>
                <w:lang w:val="uk-UA"/>
              </w:rPr>
              <w:t>6</w:t>
            </w:r>
          </w:p>
        </w:tc>
        <w:tc>
          <w:tcPr>
            <w:tcW w:w="2553" w:type="dxa"/>
          </w:tcPr>
          <w:p w:rsidR="00275751" w:rsidRDefault="00275751" w:rsidP="00A42A26">
            <w:pPr>
              <w:rPr>
                <w:sz w:val="28"/>
                <w:szCs w:val="28"/>
                <w:lang w:val="uk-UA"/>
              </w:rPr>
            </w:pPr>
            <w:r>
              <w:rPr>
                <w:sz w:val="28"/>
                <w:szCs w:val="28"/>
                <w:lang w:val="uk-UA"/>
              </w:rPr>
              <w:t>Журенко Н.М.</w:t>
            </w:r>
          </w:p>
          <w:p w:rsidR="00275751" w:rsidRPr="00723C86" w:rsidRDefault="00275751" w:rsidP="00A42A26">
            <w:pPr>
              <w:rPr>
                <w:sz w:val="28"/>
                <w:lang w:val="uk-UA"/>
              </w:rPr>
            </w:pPr>
            <w:r>
              <w:rPr>
                <w:sz w:val="28"/>
                <w:szCs w:val="28"/>
                <w:lang w:val="uk-UA"/>
              </w:rPr>
              <w:t>Гребенюк О.П.</w:t>
            </w:r>
          </w:p>
        </w:tc>
      </w:tr>
      <w:tr w:rsidR="00275751" w:rsidTr="001C2918">
        <w:trPr>
          <w:gridBefore w:val="1"/>
        </w:trPr>
        <w:tc>
          <w:tcPr>
            <w:tcW w:w="567" w:type="dxa"/>
          </w:tcPr>
          <w:p w:rsidR="00275751" w:rsidRPr="00AD2C1D" w:rsidRDefault="00275751" w:rsidP="003A4DEE">
            <w:pPr>
              <w:rPr>
                <w:sz w:val="28"/>
                <w:szCs w:val="28"/>
                <w:lang w:val="uk-UA"/>
              </w:rPr>
            </w:pPr>
            <w:r w:rsidRPr="00AD2C1D">
              <w:rPr>
                <w:sz w:val="28"/>
                <w:szCs w:val="28"/>
                <w:lang w:val="uk-UA"/>
              </w:rPr>
              <w:t>42.</w:t>
            </w:r>
          </w:p>
        </w:tc>
        <w:tc>
          <w:tcPr>
            <w:tcW w:w="4960" w:type="dxa"/>
          </w:tcPr>
          <w:p w:rsidR="00275751" w:rsidRPr="00206A10" w:rsidRDefault="00275751" w:rsidP="00A37577">
            <w:pPr>
              <w:jc w:val="both"/>
              <w:rPr>
                <w:b/>
                <w:sz w:val="28"/>
                <w:szCs w:val="28"/>
                <w:lang w:val="uk-UA"/>
              </w:rPr>
            </w:pPr>
            <w:r w:rsidRPr="00206A10">
              <w:rPr>
                <w:sz w:val="28"/>
                <w:szCs w:val="28"/>
                <w:lang w:val="uk-UA"/>
              </w:rPr>
              <w:t>Про</w:t>
            </w:r>
            <w:r w:rsidRPr="00206A10">
              <w:rPr>
                <w:b/>
                <w:sz w:val="28"/>
                <w:szCs w:val="28"/>
                <w:lang w:val="uk-UA"/>
              </w:rPr>
              <w:t xml:space="preserve"> </w:t>
            </w:r>
            <w:r w:rsidRPr="00206A10">
              <w:rPr>
                <w:sz w:val="28"/>
                <w:szCs w:val="28"/>
                <w:lang w:val="uk-UA"/>
              </w:rPr>
              <w:t>стан роботи консультативних, дорадчих та інших допоміжних органів районної держав</w:t>
            </w:r>
            <w:r>
              <w:rPr>
                <w:sz w:val="28"/>
                <w:szCs w:val="28"/>
                <w:lang w:val="uk-UA"/>
              </w:rPr>
              <w:t xml:space="preserve">ної адміністрації за 9 місяців </w:t>
            </w:r>
            <w:r w:rsidRPr="00206A10">
              <w:rPr>
                <w:sz w:val="28"/>
                <w:szCs w:val="28"/>
                <w:lang w:val="uk-UA"/>
              </w:rPr>
              <w:t>2016 року</w:t>
            </w:r>
          </w:p>
        </w:tc>
        <w:tc>
          <w:tcPr>
            <w:tcW w:w="1701" w:type="dxa"/>
          </w:tcPr>
          <w:p w:rsidR="00275751" w:rsidRPr="00A50249" w:rsidRDefault="00275751" w:rsidP="003A4DEE">
            <w:pPr>
              <w:rPr>
                <w:sz w:val="28"/>
                <w:szCs w:val="28"/>
                <w:lang w:val="uk-UA"/>
              </w:rPr>
            </w:pPr>
            <w:r w:rsidRPr="00A50249">
              <w:rPr>
                <w:sz w:val="28"/>
                <w:szCs w:val="28"/>
                <w:lang w:val="uk-UA"/>
              </w:rPr>
              <w:t>31.10.2016</w:t>
            </w:r>
          </w:p>
        </w:tc>
        <w:tc>
          <w:tcPr>
            <w:tcW w:w="2553" w:type="dxa"/>
          </w:tcPr>
          <w:p w:rsidR="00275751" w:rsidRDefault="00275751" w:rsidP="003A4DEE">
            <w:pPr>
              <w:rPr>
                <w:sz w:val="28"/>
                <w:szCs w:val="28"/>
                <w:lang w:val="uk-UA"/>
              </w:rPr>
            </w:pPr>
            <w:r>
              <w:rPr>
                <w:sz w:val="28"/>
                <w:szCs w:val="28"/>
                <w:lang w:val="uk-UA"/>
              </w:rPr>
              <w:t>Ломко М.О.</w:t>
            </w:r>
          </w:p>
          <w:p w:rsidR="00275751" w:rsidRDefault="00275751" w:rsidP="003A4DEE">
            <w:pPr>
              <w:rPr>
                <w:sz w:val="28"/>
                <w:szCs w:val="28"/>
                <w:lang w:val="uk-UA"/>
              </w:rPr>
            </w:pPr>
            <w:r w:rsidRPr="00A50249">
              <w:rPr>
                <w:sz w:val="28"/>
                <w:szCs w:val="28"/>
                <w:lang w:val="uk-UA"/>
              </w:rPr>
              <w:t>Воскобойнікова</w:t>
            </w:r>
          </w:p>
          <w:p w:rsidR="00275751" w:rsidRPr="00A50249" w:rsidRDefault="00275751" w:rsidP="003A4DEE">
            <w:pPr>
              <w:rPr>
                <w:sz w:val="28"/>
                <w:szCs w:val="28"/>
                <w:lang w:val="uk-UA"/>
              </w:rPr>
            </w:pPr>
            <w:r w:rsidRPr="00A50249">
              <w:rPr>
                <w:sz w:val="28"/>
                <w:szCs w:val="28"/>
                <w:lang w:val="uk-UA"/>
              </w:rPr>
              <w:t>М.А.</w:t>
            </w:r>
          </w:p>
        </w:tc>
      </w:tr>
      <w:tr w:rsidR="00275751" w:rsidTr="004879C8">
        <w:trPr>
          <w:gridBefore w:val="1"/>
        </w:trPr>
        <w:tc>
          <w:tcPr>
            <w:tcW w:w="9781" w:type="dxa"/>
            <w:gridSpan w:val="4"/>
          </w:tcPr>
          <w:p w:rsidR="00275751" w:rsidRPr="00206A10" w:rsidRDefault="00275751" w:rsidP="001C2918">
            <w:pPr>
              <w:rPr>
                <w:sz w:val="28"/>
                <w:szCs w:val="28"/>
                <w:lang w:val="uk-UA"/>
              </w:rPr>
            </w:pPr>
            <w:r w:rsidRPr="00206A10">
              <w:rPr>
                <w:sz w:val="28"/>
                <w:szCs w:val="28"/>
                <w:lang w:val="uk-UA"/>
              </w:rPr>
              <w:t xml:space="preserve">                                                                                                 Продовження додатка</w:t>
            </w:r>
          </w:p>
        </w:tc>
      </w:tr>
      <w:tr w:rsidR="00275751" w:rsidTr="001C2918">
        <w:trPr>
          <w:gridBefore w:val="1"/>
        </w:trPr>
        <w:tc>
          <w:tcPr>
            <w:tcW w:w="567" w:type="dxa"/>
          </w:tcPr>
          <w:p w:rsidR="00275751" w:rsidRDefault="00275751" w:rsidP="001C2918">
            <w:pPr>
              <w:rPr>
                <w:sz w:val="28"/>
                <w:szCs w:val="28"/>
                <w:lang w:val="uk-UA"/>
              </w:rPr>
            </w:pPr>
            <w:r>
              <w:rPr>
                <w:sz w:val="28"/>
                <w:szCs w:val="28"/>
                <w:lang w:val="uk-UA"/>
              </w:rPr>
              <w:t>1</w:t>
            </w:r>
          </w:p>
        </w:tc>
        <w:tc>
          <w:tcPr>
            <w:tcW w:w="4960" w:type="dxa"/>
          </w:tcPr>
          <w:p w:rsidR="00275751" w:rsidRPr="00206A10" w:rsidRDefault="00275751" w:rsidP="004879C8">
            <w:pPr>
              <w:jc w:val="center"/>
              <w:rPr>
                <w:sz w:val="28"/>
                <w:szCs w:val="28"/>
                <w:lang w:val="uk-UA"/>
              </w:rPr>
            </w:pPr>
            <w:r w:rsidRPr="00206A10">
              <w:rPr>
                <w:sz w:val="28"/>
                <w:szCs w:val="28"/>
                <w:lang w:val="uk-UA"/>
              </w:rPr>
              <w:t>2</w:t>
            </w:r>
          </w:p>
        </w:tc>
        <w:tc>
          <w:tcPr>
            <w:tcW w:w="1701" w:type="dxa"/>
          </w:tcPr>
          <w:p w:rsidR="00275751" w:rsidRDefault="00275751" w:rsidP="004879C8">
            <w:pPr>
              <w:jc w:val="center"/>
              <w:rPr>
                <w:sz w:val="28"/>
                <w:szCs w:val="28"/>
                <w:lang w:val="uk-UA"/>
              </w:rPr>
            </w:pPr>
            <w:r>
              <w:rPr>
                <w:sz w:val="28"/>
                <w:szCs w:val="28"/>
                <w:lang w:val="uk-UA"/>
              </w:rPr>
              <w:t>3</w:t>
            </w:r>
          </w:p>
        </w:tc>
        <w:tc>
          <w:tcPr>
            <w:tcW w:w="2553" w:type="dxa"/>
          </w:tcPr>
          <w:p w:rsidR="00275751" w:rsidRDefault="00275751" w:rsidP="004879C8">
            <w:pPr>
              <w:jc w:val="center"/>
              <w:rPr>
                <w:sz w:val="28"/>
                <w:szCs w:val="28"/>
                <w:lang w:val="uk-UA"/>
              </w:rPr>
            </w:pPr>
            <w:r>
              <w:rPr>
                <w:sz w:val="28"/>
                <w:szCs w:val="28"/>
                <w:lang w:val="uk-UA"/>
              </w:rPr>
              <w:t>4</w:t>
            </w:r>
          </w:p>
        </w:tc>
      </w:tr>
      <w:tr w:rsidR="00275751" w:rsidRPr="000413B1" w:rsidTr="001C2918">
        <w:trPr>
          <w:gridBefore w:val="1"/>
        </w:trPr>
        <w:tc>
          <w:tcPr>
            <w:tcW w:w="567" w:type="dxa"/>
          </w:tcPr>
          <w:p w:rsidR="00275751" w:rsidRDefault="00275751" w:rsidP="00585251">
            <w:pPr>
              <w:rPr>
                <w:sz w:val="28"/>
                <w:szCs w:val="28"/>
                <w:lang w:val="uk-UA"/>
              </w:rPr>
            </w:pPr>
            <w:r>
              <w:rPr>
                <w:sz w:val="28"/>
                <w:szCs w:val="28"/>
                <w:lang w:val="uk-UA"/>
              </w:rPr>
              <w:t>43.</w:t>
            </w:r>
          </w:p>
        </w:tc>
        <w:tc>
          <w:tcPr>
            <w:tcW w:w="4960" w:type="dxa"/>
          </w:tcPr>
          <w:p w:rsidR="00275751" w:rsidRPr="00CB4732" w:rsidRDefault="00275751" w:rsidP="00585251">
            <w:pPr>
              <w:jc w:val="both"/>
              <w:rPr>
                <w:color w:val="FF0000"/>
                <w:sz w:val="28"/>
                <w:szCs w:val="28"/>
                <w:lang w:val="uk-UA"/>
              </w:rPr>
            </w:pPr>
            <w:r w:rsidRPr="00104DB2">
              <w:rPr>
                <w:sz w:val="28"/>
                <w:szCs w:val="28"/>
                <w:lang w:val="uk-UA"/>
              </w:rPr>
              <w:t>Про організацію та стан виконання завдань, визначених актами законо-давства, розпорядженнями і дору-ченнями голів Сумської обласної та Роменської районної державних адмі-ністрацій за 9 місяців 2016 року</w:t>
            </w:r>
          </w:p>
        </w:tc>
        <w:tc>
          <w:tcPr>
            <w:tcW w:w="1701" w:type="dxa"/>
          </w:tcPr>
          <w:p w:rsidR="00275751" w:rsidRPr="00567431" w:rsidRDefault="00275751" w:rsidP="00585251">
            <w:pPr>
              <w:rPr>
                <w:sz w:val="28"/>
                <w:szCs w:val="28"/>
                <w:lang w:val="uk-UA"/>
              </w:rPr>
            </w:pPr>
            <w:r>
              <w:rPr>
                <w:sz w:val="28"/>
                <w:szCs w:val="28"/>
                <w:lang w:val="uk-UA"/>
              </w:rPr>
              <w:t>31</w:t>
            </w:r>
            <w:r w:rsidRPr="00567431">
              <w:rPr>
                <w:sz w:val="28"/>
                <w:szCs w:val="28"/>
                <w:lang w:val="uk-UA"/>
              </w:rPr>
              <w:t>.10.201</w:t>
            </w:r>
            <w:r>
              <w:rPr>
                <w:sz w:val="28"/>
                <w:szCs w:val="28"/>
                <w:lang w:val="uk-UA"/>
              </w:rPr>
              <w:t>6</w:t>
            </w:r>
          </w:p>
        </w:tc>
        <w:tc>
          <w:tcPr>
            <w:tcW w:w="2553" w:type="dxa"/>
          </w:tcPr>
          <w:p w:rsidR="00275751" w:rsidRDefault="00275751" w:rsidP="00585251">
            <w:pPr>
              <w:rPr>
                <w:sz w:val="28"/>
                <w:szCs w:val="28"/>
                <w:lang w:val="uk-UA"/>
              </w:rPr>
            </w:pPr>
            <w:r>
              <w:rPr>
                <w:sz w:val="28"/>
                <w:szCs w:val="28"/>
                <w:lang w:val="uk-UA"/>
              </w:rPr>
              <w:t>Ломко М.О.</w:t>
            </w:r>
          </w:p>
          <w:p w:rsidR="00275751" w:rsidRDefault="00275751" w:rsidP="00585251">
            <w:pPr>
              <w:rPr>
                <w:sz w:val="28"/>
                <w:szCs w:val="28"/>
                <w:lang w:val="uk-UA"/>
              </w:rPr>
            </w:pPr>
            <w:r>
              <w:rPr>
                <w:sz w:val="28"/>
                <w:szCs w:val="28"/>
                <w:lang w:val="uk-UA"/>
              </w:rPr>
              <w:t>Кишун Л.В.</w:t>
            </w:r>
          </w:p>
        </w:tc>
      </w:tr>
      <w:tr w:rsidR="00275751" w:rsidTr="001C2918">
        <w:trPr>
          <w:gridBefore w:val="1"/>
        </w:trPr>
        <w:tc>
          <w:tcPr>
            <w:tcW w:w="567" w:type="dxa"/>
          </w:tcPr>
          <w:p w:rsidR="00275751" w:rsidRDefault="00275751" w:rsidP="00097CD8">
            <w:pPr>
              <w:rPr>
                <w:sz w:val="28"/>
                <w:szCs w:val="28"/>
                <w:lang w:val="uk-UA"/>
              </w:rPr>
            </w:pPr>
            <w:r>
              <w:rPr>
                <w:sz w:val="28"/>
                <w:szCs w:val="28"/>
                <w:lang w:val="uk-UA"/>
              </w:rPr>
              <w:t>44.</w:t>
            </w:r>
          </w:p>
        </w:tc>
        <w:tc>
          <w:tcPr>
            <w:tcW w:w="4960" w:type="dxa"/>
          </w:tcPr>
          <w:p w:rsidR="00275751" w:rsidRPr="00104DB2" w:rsidRDefault="00275751" w:rsidP="00335BF3">
            <w:pPr>
              <w:jc w:val="both"/>
              <w:rPr>
                <w:sz w:val="28"/>
                <w:szCs w:val="28"/>
                <w:lang w:val="uk-UA"/>
              </w:rPr>
            </w:pPr>
            <w:r w:rsidRPr="00104DB2">
              <w:rPr>
                <w:sz w:val="28"/>
                <w:szCs w:val="28"/>
              </w:rPr>
              <w:t>Про підсумки роботи із зверненнями громадян за 9 місяців 2016 року</w:t>
            </w:r>
          </w:p>
        </w:tc>
        <w:tc>
          <w:tcPr>
            <w:tcW w:w="1701" w:type="dxa"/>
          </w:tcPr>
          <w:p w:rsidR="00275751" w:rsidRPr="00567431" w:rsidRDefault="00275751" w:rsidP="00335BF3">
            <w:pPr>
              <w:rPr>
                <w:sz w:val="28"/>
                <w:szCs w:val="28"/>
                <w:lang w:val="uk-UA"/>
              </w:rPr>
            </w:pPr>
            <w:r>
              <w:rPr>
                <w:sz w:val="28"/>
                <w:szCs w:val="28"/>
                <w:lang w:val="uk-UA"/>
              </w:rPr>
              <w:t>31</w:t>
            </w:r>
            <w:r w:rsidRPr="00567431">
              <w:rPr>
                <w:sz w:val="28"/>
                <w:szCs w:val="28"/>
                <w:lang w:val="uk-UA"/>
              </w:rPr>
              <w:t>.10.201</w:t>
            </w:r>
            <w:r>
              <w:rPr>
                <w:sz w:val="28"/>
                <w:szCs w:val="28"/>
                <w:lang w:val="uk-UA"/>
              </w:rPr>
              <w:t>6</w:t>
            </w:r>
          </w:p>
        </w:tc>
        <w:tc>
          <w:tcPr>
            <w:tcW w:w="2553" w:type="dxa"/>
          </w:tcPr>
          <w:p w:rsidR="00275751" w:rsidRDefault="00275751" w:rsidP="00335BF3">
            <w:pPr>
              <w:rPr>
                <w:sz w:val="28"/>
                <w:szCs w:val="28"/>
                <w:lang w:val="uk-UA"/>
              </w:rPr>
            </w:pPr>
            <w:r>
              <w:rPr>
                <w:sz w:val="28"/>
                <w:szCs w:val="28"/>
                <w:lang w:val="uk-UA"/>
              </w:rPr>
              <w:t>Ломко М.О.</w:t>
            </w:r>
          </w:p>
          <w:p w:rsidR="00275751" w:rsidRDefault="00275751" w:rsidP="00335BF3">
            <w:pPr>
              <w:rPr>
                <w:sz w:val="28"/>
                <w:szCs w:val="28"/>
                <w:lang w:val="uk-UA"/>
              </w:rPr>
            </w:pPr>
            <w:r>
              <w:rPr>
                <w:sz w:val="28"/>
                <w:szCs w:val="28"/>
                <w:lang w:val="uk-UA"/>
              </w:rPr>
              <w:t>Щербина Г.О.</w:t>
            </w:r>
          </w:p>
        </w:tc>
      </w:tr>
      <w:tr w:rsidR="00275751" w:rsidTr="001C2918">
        <w:trPr>
          <w:gridBefore w:val="1"/>
        </w:trPr>
        <w:tc>
          <w:tcPr>
            <w:tcW w:w="567" w:type="dxa"/>
          </w:tcPr>
          <w:p w:rsidR="00275751" w:rsidRPr="00B31491" w:rsidRDefault="00275751" w:rsidP="00282208">
            <w:pPr>
              <w:rPr>
                <w:sz w:val="28"/>
                <w:szCs w:val="28"/>
                <w:lang w:val="uk-UA"/>
              </w:rPr>
            </w:pPr>
            <w:r>
              <w:rPr>
                <w:sz w:val="28"/>
                <w:szCs w:val="28"/>
                <w:lang w:val="uk-UA"/>
              </w:rPr>
              <w:t>45.</w:t>
            </w:r>
          </w:p>
        </w:tc>
        <w:tc>
          <w:tcPr>
            <w:tcW w:w="4960" w:type="dxa"/>
          </w:tcPr>
          <w:p w:rsidR="00275751" w:rsidRPr="00104DB2" w:rsidRDefault="00275751" w:rsidP="00282208">
            <w:pPr>
              <w:jc w:val="both"/>
              <w:rPr>
                <w:sz w:val="28"/>
                <w:szCs w:val="28"/>
                <w:lang w:val="uk-UA"/>
              </w:rPr>
            </w:pPr>
            <w:r w:rsidRPr="00104DB2">
              <w:rPr>
                <w:sz w:val="28"/>
                <w:szCs w:val="28"/>
                <w:lang w:val="uk-UA"/>
              </w:rPr>
              <w:t>Про</w:t>
            </w:r>
            <w:r w:rsidRPr="00104DB2">
              <w:rPr>
                <w:b/>
                <w:sz w:val="28"/>
                <w:szCs w:val="28"/>
                <w:lang w:val="uk-UA"/>
              </w:rPr>
              <w:t xml:space="preserve"> </w:t>
            </w:r>
            <w:r w:rsidRPr="00104DB2">
              <w:rPr>
                <w:sz w:val="28"/>
                <w:szCs w:val="28"/>
                <w:lang w:val="uk-UA"/>
              </w:rPr>
              <w:t>результати комплексної перевірки виконавчого комітету Андріяшівської сільської ради щодо виконання делегованих повноважень органів виконавчої влади</w:t>
            </w:r>
          </w:p>
        </w:tc>
        <w:tc>
          <w:tcPr>
            <w:tcW w:w="1701" w:type="dxa"/>
          </w:tcPr>
          <w:p w:rsidR="00275751" w:rsidRPr="00A50249" w:rsidRDefault="00275751" w:rsidP="00282208">
            <w:pPr>
              <w:rPr>
                <w:sz w:val="28"/>
                <w:szCs w:val="28"/>
                <w:lang w:val="uk-UA"/>
              </w:rPr>
            </w:pPr>
            <w:r w:rsidRPr="00A50249">
              <w:rPr>
                <w:sz w:val="28"/>
                <w:szCs w:val="28"/>
                <w:lang w:val="uk-UA"/>
              </w:rPr>
              <w:t>31.10.2016</w:t>
            </w:r>
          </w:p>
        </w:tc>
        <w:tc>
          <w:tcPr>
            <w:tcW w:w="2553" w:type="dxa"/>
          </w:tcPr>
          <w:p w:rsidR="00275751" w:rsidRPr="00A50249" w:rsidRDefault="00275751" w:rsidP="00282208">
            <w:pPr>
              <w:rPr>
                <w:sz w:val="28"/>
                <w:szCs w:val="28"/>
                <w:lang w:val="uk-UA"/>
              </w:rPr>
            </w:pPr>
            <w:r w:rsidRPr="00A50249">
              <w:rPr>
                <w:sz w:val="28"/>
                <w:szCs w:val="28"/>
                <w:lang w:val="uk-UA"/>
              </w:rPr>
              <w:t>Ломко М.О.</w:t>
            </w:r>
          </w:p>
          <w:p w:rsidR="00275751" w:rsidRPr="00A50249" w:rsidRDefault="00275751" w:rsidP="00282208">
            <w:pPr>
              <w:rPr>
                <w:sz w:val="28"/>
                <w:szCs w:val="28"/>
                <w:lang w:val="uk-UA"/>
              </w:rPr>
            </w:pPr>
            <w:r w:rsidRPr="00A50249">
              <w:rPr>
                <w:sz w:val="28"/>
                <w:szCs w:val="28"/>
                <w:lang w:val="uk-UA"/>
              </w:rPr>
              <w:t>Ярмак І.М.</w:t>
            </w:r>
          </w:p>
        </w:tc>
      </w:tr>
      <w:tr w:rsidR="00275751" w:rsidRPr="00761F0A" w:rsidTr="001C2918">
        <w:trPr>
          <w:gridBefore w:val="1"/>
        </w:trPr>
        <w:tc>
          <w:tcPr>
            <w:tcW w:w="567" w:type="dxa"/>
          </w:tcPr>
          <w:p w:rsidR="00275751" w:rsidRDefault="00275751" w:rsidP="00097CD8">
            <w:pPr>
              <w:rPr>
                <w:sz w:val="28"/>
                <w:szCs w:val="28"/>
                <w:lang w:val="uk-UA"/>
              </w:rPr>
            </w:pPr>
            <w:r>
              <w:rPr>
                <w:sz w:val="28"/>
                <w:szCs w:val="28"/>
                <w:lang w:val="uk-UA"/>
              </w:rPr>
              <w:t>46.</w:t>
            </w:r>
          </w:p>
        </w:tc>
        <w:tc>
          <w:tcPr>
            <w:tcW w:w="4960" w:type="dxa"/>
          </w:tcPr>
          <w:p w:rsidR="00275751" w:rsidRPr="00206A10" w:rsidRDefault="00275751" w:rsidP="00761F0A">
            <w:pPr>
              <w:jc w:val="both"/>
              <w:rPr>
                <w:sz w:val="28"/>
                <w:szCs w:val="28"/>
                <w:lang w:val="uk-UA"/>
              </w:rPr>
            </w:pPr>
            <w:r w:rsidRPr="00206A10">
              <w:rPr>
                <w:sz w:val="28"/>
                <w:szCs w:val="28"/>
                <w:lang w:val="uk-UA"/>
              </w:rPr>
              <w:t>Про стан виконання розпорядження голови районної державної адміні</w:t>
            </w:r>
            <w:r>
              <w:rPr>
                <w:sz w:val="28"/>
                <w:szCs w:val="28"/>
                <w:lang w:val="uk-UA"/>
              </w:rPr>
              <w:t>-</w:t>
            </w:r>
            <w:r w:rsidRPr="00206A10">
              <w:rPr>
                <w:sz w:val="28"/>
                <w:szCs w:val="28"/>
                <w:lang w:val="uk-UA"/>
              </w:rPr>
              <w:t>страції щодо формування районного бюджету</w:t>
            </w:r>
          </w:p>
        </w:tc>
        <w:tc>
          <w:tcPr>
            <w:tcW w:w="1701" w:type="dxa"/>
          </w:tcPr>
          <w:p w:rsidR="00275751" w:rsidRDefault="00275751" w:rsidP="00FE7E20">
            <w:pPr>
              <w:jc w:val="center"/>
              <w:rPr>
                <w:sz w:val="28"/>
                <w:szCs w:val="28"/>
                <w:lang w:val="uk-UA"/>
              </w:rPr>
            </w:pPr>
            <w:r>
              <w:rPr>
                <w:sz w:val="28"/>
                <w:szCs w:val="28"/>
                <w:lang w:val="uk-UA"/>
              </w:rPr>
              <w:t>14</w:t>
            </w:r>
            <w:r w:rsidRPr="00567431">
              <w:rPr>
                <w:sz w:val="28"/>
                <w:szCs w:val="28"/>
                <w:lang w:val="uk-UA"/>
              </w:rPr>
              <w:t>.11.20</w:t>
            </w:r>
            <w:r>
              <w:rPr>
                <w:sz w:val="28"/>
                <w:szCs w:val="28"/>
                <w:lang w:val="uk-UA"/>
              </w:rPr>
              <w:t>16</w:t>
            </w:r>
          </w:p>
        </w:tc>
        <w:tc>
          <w:tcPr>
            <w:tcW w:w="2553" w:type="dxa"/>
          </w:tcPr>
          <w:p w:rsidR="00275751" w:rsidRDefault="00275751" w:rsidP="008C1943">
            <w:pPr>
              <w:rPr>
                <w:sz w:val="28"/>
                <w:szCs w:val="28"/>
                <w:lang w:val="uk-UA"/>
              </w:rPr>
            </w:pPr>
            <w:r>
              <w:rPr>
                <w:sz w:val="28"/>
                <w:szCs w:val="28"/>
                <w:lang w:val="uk-UA"/>
              </w:rPr>
              <w:t>Журенко Н.М. Анісімова М.В.</w:t>
            </w:r>
          </w:p>
        </w:tc>
      </w:tr>
      <w:tr w:rsidR="00275751" w:rsidRPr="00761F0A" w:rsidTr="001C2918">
        <w:trPr>
          <w:gridBefore w:val="1"/>
        </w:trPr>
        <w:tc>
          <w:tcPr>
            <w:tcW w:w="567" w:type="dxa"/>
          </w:tcPr>
          <w:p w:rsidR="00275751" w:rsidRDefault="00275751" w:rsidP="00097CD8">
            <w:pPr>
              <w:rPr>
                <w:sz w:val="28"/>
                <w:szCs w:val="28"/>
                <w:lang w:val="uk-UA"/>
              </w:rPr>
            </w:pPr>
            <w:r>
              <w:rPr>
                <w:sz w:val="28"/>
                <w:szCs w:val="28"/>
                <w:lang w:val="uk-UA"/>
              </w:rPr>
              <w:t>47.</w:t>
            </w:r>
          </w:p>
        </w:tc>
        <w:tc>
          <w:tcPr>
            <w:tcW w:w="4960" w:type="dxa"/>
          </w:tcPr>
          <w:p w:rsidR="00275751" w:rsidRPr="00104DB2" w:rsidRDefault="00275751" w:rsidP="00CF4D0E">
            <w:pPr>
              <w:jc w:val="both"/>
              <w:rPr>
                <w:sz w:val="28"/>
                <w:szCs w:val="28"/>
                <w:lang w:val="uk-UA"/>
              </w:rPr>
            </w:pPr>
            <w:r w:rsidRPr="00104DB2">
              <w:rPr>
                <w:sz w:val="28"/>
                <w:szCs w:val="28"/>
                <w:lang w:val="uk-UA"/>
              </w:rPr>
              <w:t>Про стан виконання Закону України «Про статус ветеранів війни, гарантії їх соціального захисту» в частині пільгового забезпечення учасників бойових дій</w:t>
            </w:r>
          </w:p>
        </w:tc>
        <w:tc>
          <w:tcPr>
            <w:tcW w:w="1701" w:type="dxa"/>
          </w:tcPr>
          <w:p w:rsidR="00275751" w:rsidRPr="00567431" w:rsidRDefault="00275751" w:rsidP="008243B6">
            <w:pPr>
              <w:rPr>
                <w:sz w:val="28"/>
                <w:szCs w:val="28"/>
                <w:lang w:val="uk-UA"/>
              </w:rPr>
            </w:pPr>
            <w:r>
              <w:rPr>
                <w:sz w:val="28"/>
                <w:szCs w:val="28"/>
                <w:lang w:val="uk-UA"/>
              </w:rPr>
              <w:t>14</w:t>
            </w:r>
            <w:r w:rsidRPr="00567431">
              <w:rPr>
                <w:sz w:val="28"/>
                <w:szCs w:val="28"/>
                <w:lang w:val="uk-UA"/>
              </w:rPr>
              <w:t>.11.20</w:t>
            </w:r>
            <w:r>
              <w:rPr>
                <w:sz w:val="28"/>
                <w:szCs w:val="28"/>
                <w:lang w:val="uk-UA"/>
              </w:rPr>
              <w:t>16</w:t>
            </w:r>
          </w:p>
        </w:tc>
        <w:tc>
          <w:tcPr>
            <w:tcW w:w="2553" w:type="dxa"/>
          </w:tcPr>
          <w:p w:rsidR="00275751" w:rsidRDefault="00275751" w:rsidP="008243B6">
            <w:pPr>
              <w:rPr>
                <w:sz w:val="28"/>
                <w:szCs w:val="28"/>
                <w:lang w:val="uk-UA"/>
              </w:rPr>
            </w:pPr>
            <w:r>
              <w:rPr>
                <w:sz w:val="28"/>
                <w:szCs w:val="28"/>
                <w:lang w:val="uk-UA"/>
              </w:rPr>
              <w:t>Татарінов В.М. Даценко О.М.</w:t>
            </w:r>
          </w:p>
        </w:tc>
      </w:tr>
      <w:tr w:rsidR="00275751" w:rsidTr="001C2918">
        <w:trPr>
          <w:gridBefore w:val="1"/>
        </w:trPr>
        <w:tc>
          <w:tcPr>
            <w:tcW w:w="567" w:type="dxa"/>
          </w:tcPr>
          <w:p w:rsidR="00275751" w:rsidRDefault="00275751" w:rsidP="00097CD8">
            <w:pPr>
              <w:rPr>
                <w:sz w:val="28"/>
                <w:szCs w:val="28"/>
                <w:lang w:val="uk-UA"/>
              </w:rPr>
            </w:pPr>
            <w:r>
              <w:rPr>
                <w:sz w:val="28"/>
                <w:szCs w:val="28"/>
                <w:lang w:val="uk-UA"/>
              </w:rPr>
              <w:t>48.</w:t>
            </w:r>
          </w:p>
        </w:tc>
        <w:tc>
          <w:tcPr>
            <w:tcW w:w="4960" w:type="dxa"/>
          </w:tcPr>
          <w:p w:rsidR="00275751" w:rsidRPr="009B5EA3" w:rsidRDefault="00275751" w:rsidP="007C765A">
            <w:pPr>
              <w:jc w:val="both"/>
              <w:rPr>
                <w:sz w:val="28"/>
                <w:lang w:val="uk-UA"/>
              </w:rPr>
            </w:pPr>
            <w:r w:rsidRPr="009B5EA3">
              <w:rPr>
                <w:sz w:val="28"/>
                <w:szCs w:val="28"/>
                <w:lang w:val="uk-UA"/>
              </w:rPr>
              <w:t>Про розрахунки відповідних розпорядників коштів за спожитий природний газ, використаний для потреб об’єктів соціальної сфери Роменського району</w:t>
            </w:r>
            <w:r w:rsidRPr="009B5EA3">
              <w:rPr>
                <w:sz w:val="28"/>
                <w:lang w:val="uk-UA"/>
              </w:rPr>
              <w:t xml:space="preserve"> </w:t>
            </w:r>
          </w:p>
        </w:tc>
        <w:tc>
          <w:tcPr>
            <w:tcW w:w="1701" w:type="dxa"/>
          </w:tcPr>
          <w:p w:rsidR="00275751" w:rsidRPr="00567431" w:rsidRDefault="00275751" w:rsidP="009A6342">
            <w:pPr>
              <w:rPr>
                <w:sz w:val="28"/>
                <w:szCs w:val="28"/>
                <w:lang w:val="uk-UA"/>
              </w:rPr>
            </w:pPr>
            <w:r>
              <w:rPr>
                <w:sz w:val="28"/>
                <w:szCs w:val="28"/>
                <w:lang w:val="uk-UA"/>
              </w:rPr>
              <w:t>14</w:t>
            </w:r>
            <w:r w:rsidRPr="00567431">
              <w:rPr>
                <w:sz w:val="28"/>
                <w:szCs w:val="28"/>
                <w:lang w:val="uk-UA"/>
              </w:rPr>
              <w:t>.11.20</w:t>
            </w:r>
            <w:r>
              <w:rPr>
                <w:sz w:val="28"/>
                <w:szCs w:val="28"/>
                <w:lang w:val="uk-UA"/>
              </w:rPr>
              <w:t>16</w:t>
            </w:r>
          </w:p>
        </w:tc>
        <w:tc>
          <w:tcPr>
            <w:tcW w:w="2553" w:type="dxa"/>
          </w:tcPr>
          <w:p w:rsidR="00275751" w:rsidRDefault="00275751" w:rsidP="009A6342">
            <w:pPr>
              <w:rPr>
                <w:sz w:val="28"/>
                <w:szCs w:val="28"/>
                <w:lang w:val="uk-UA"/>
              </w:rPr>
            </w:pPr>
            <w:r>
              <w:rPr>
                <w:sz w:val="28"/>
                <w:szCs w:val="28"/>
                <w:lang w:val="uk-UA"/>
              </w:rPr>
              <w:t xml:space="preserve">Журенко Н.М. </w:t>
            </w:r>
          </w:p>
          <w:p w:rsidR="00275751" w:rsidRDefault="00275751" w:rsidP="009A6342">
            <w:pPr>
              <w:rPr>
                <w:sz w:val="28"/>
                <w:szCs w:val="28"/>
                <w:lang w:val="uk-UA"/>
              </w:rPr>
            </w:pPr>
            <w:r>
              <w:rPr>
                <w:sz w:val="28"/>
                <w:szCs w:val="28"/>
                <w:lang w:val="uk-UA"/>
              </w:rPr>
              <w:t>Ведмідь В.О.</w:t>
            </w:r>
          </w:p>
        </w:tc>
      </w:tr>
      <w:tr w:rsidR="00275751" w:rsidTr="001C2918">
        <w:trPr>
          <w:gridBefore w:val="1"/>
        </w:trPr>
        <w:tc>
          <w:tcPr>
            <w:tcW w:w="567" w:type="dxa"/>
          </w:tcPr>
          <w:p w:rsidR="00275751" w:rsidRDefault="00275751" w:rsidP="001C2918">
            <w:pPr>
              <w:rPr>
                <w:sz w:val="28"/>
                <w:szCs w:val="28"/>
                <w:lang w:val="uk-UA"/>
              </w:rPr>
            </w:pPr>
            <w:r>
              <w:rPr>
                <w:sz w:val="28"/>
                <w:szCs w:val="28"/>
                <w:lang w:val="uk-UA"/>
              </w:rPr>
              <w:t>49.</w:t>
            </w:r>
          </w:p>
        </w:tc>
        <w:tc>
          <w:tcPr>
            <w:tcW w:w="4960" w:type="dxa"/>
          </w:tcPr>
          <w:p w:rsidR="00275751" w:rsidRPr="00104DB2" w:rsidRDefault="00275751" w:rsidP="005A1B4C">
            <w:pPr>
              <w:jc w:val="both"/>
              <w:rPr>
                <w:sz w:val="28"/>
                <w:lang w:val="uk-UA"/>
              </w:rPr>
            </w:pPr>
            <w:r w:rsidRPr="00104DB2">
              <w:rPr>
                <w:sz w:val="28"/>
                <w:lang w:val="uk-UA"/>
              </w:rPr>
              <w:t>Про реалізацію Закону України «Про доступ до публічної інформації» в районній державній адміністрації</w:t>
            </w:r>
          </w:p>
        </w:tc>
        <w:tc>
          <w:tcPr>
            <w:tcW w:w="1701" w:type="dxa"/>
          </w:tcPr>
          <w:p w:rsidR="00275751" w:rsidRPr="00567431" w:rsidRDefault="00275751" w:rsidP="001C2918">
            <w:pPr>
              <w:rPr>
                <w:sz w:val="28"/>
                <w:szCs w:val="28"/>
                <w:lang w:val="uk-UA"/>
              </w:rPr>
            </w:pPr>
            <w:r>
              <w:rPr>
                <w:sz w:val="28"/>
                <w:szCs w:val="28"/>
                <w:lang w:val="uk-UA"/>
              </w:rPr>
              <w:t>14</w:t>
            </w:r>
            <w:r w:rsidRPr="00567431">
              <w:rPr>
                <w:sz w:val="28"/>
                <w:szCs w:val="28"/>
                <w:lang w:val="uk-UA"/>
              </w:rPr>
              <w:t>.11.20</w:t>
            </w:r>
            <w:r>
              <w:rPr>
                <w:sz w:val="28"/>
                <w:szCs w:val="28"/>
                <w:lang w:val="uk-UA"/>
              </w:rPr>
              <w:t>16</w:t>
            </w:r>
          </w:p>
        </w:tc>
        <w:tc>
          <w:tcPr>
            <w:tcW w:w="2553" w:type="dxa"/>
          </w:tcPr>
          <w:p w:rsidR="00275751" w:rsidRDefault="00275751" w:rsidP="001C2918">
            <w:pPr>
              <w:rPr>
                <w:sz w:val="28"/>
                <w:szCs w:val="28"/>
                <w:lang w:val="uk-UA"/>
              </w:rPr>
            </w:pPr>
            <w:r>
              <w:rPr>
                <w:sz w:val="28"/>
                <w:szCs w:val="28"/>
                <w:lang w:val="uk-UA"/>
              </w:rPr>
              <w:t>Татарінов В.М.</w:t>
            </w:r>
          </w:p>
          <w:p w:rsidR="00275751" w:rsidRDefault="00275751" w:rsidP="001C2918">
            <w:pPr>
              <w:rPr>
                <w:sz w:val="28"/>
                <w:szCs w:val="28"/>
                <w:lang w:val="uk-UA"/>
              </w:rPr>
            </w:pPr>
            <w:r>
              <w:rPr>
                <w:sz w:val="28"/>
                <w:szCs w:val="28"/>
                <w:lang w:val="uk-UA"/>
              </w:rPr>
              <w:t>Сидоренко О.М.</w:t>
            </w:r>
          </w:p>
        </w:tc>
      </w:tr>
      <w:tr w:rsidR="00275751" w:rsidTr="001C2918">
        <w:trPr>
          <w:gridBefore w:val="1"/>
        </w:trPr>
        <w:tc>
          <w:tcPr>
            <w:tcW w:w="567" w:type="dxa"/>
          </w:tcPr>
          <w:p w:rsidR="00275751" w:rsidRDefault="00275751" w:rsidP="001C2918">
            <w:pPr>
              <w:rPr>
                <w:sz w:val="28"/>
                <w:szCs w:val="28"/>
                <w:lang w:val="uk-UA"/>
              </w:rPr>
            </w:pPr>
            <w:r>
              <w:rPr>
                <w:sz w:val="28"/>
                <w:szCs w:val="28"/>
                <w:lang w:val="uk-UA"/>
              </w:rPr>
              <w:t>50.</w:t>
            </w:r>
          </w:p>
        </w:tc>
        <w:tc>
          <w:tcPr>
            <w:tcW w:w="4960" w:type="dxa"/>
          </w:tcPr>
          <w:p w:rsidR="00275751" w:rsidRPr="00206A10" w:rsidRDefault="00275751" w:rsidP="006C7D57">
            <w:pPr>
              <w:jc w:val="both"/>
              <w:rPr>
                <w:sz w:val="28"/>
                <w:szCs w:val="28"/>
                <w:lang w:val="uk-UA"/>
              </w:rPr>
            </w:pPr>
            <w:r w:rsidRPr="00206A10">
              <w:rPr>
                <w:sz w:val="28"/>
                <w:szCs w:val="28"/>
                <w:lang w:val="uk-UA"/>
              </w:rPr>
              <w:t>Про стан роботи районної міжвідомчої координаційно-методичної ради по правовій освіті населення та виконання повноважень в галузі забезпечення законності, прав і свобод громадян в частині організації та забезпечення надання безоплатної первинної пра</w:t>
            </w:r>
            <w:r>
              <w:rPr>
                <w:sz w:val="28"/>
                <w:szCs w:val="28"/>
                <w:lang w:val="uk-UA"/>
              </w:rPr>
              <w:t>во-</w:t>
            </w:r>
            <w:r w:rsidRPr="00206A10">
              <w:rPr>
                <w:sz w:val="28"/>
                <w:szCs w:val="28"/>
                <w:lang w:val="uk-UA"/>
              </w:rPr>
              <w:t xml:space="preserve"> вої допомоги та організації правового інформування і  виховання населення</w:t>
            </w:r>
          </w:p>
        </w:tc>
        <w:tc>
          <w:tcPr>
            <w:tcW w:w="1701" w:type="dxa"/>
          </w:tcPr>
          <w:p w:rsidR="00275751" w:rsidRPr="00567431" w:rsidRDefault="00275751" w:rsidP="00B30270">
            <w:pPr>
              <w:rPr>
                <w:sz w:val="28"/>
                <w:szCs w:val="28"/>
                <w:lang w:val="uk-UA"/>
              </w:rPr>
            </w:pPr>
            <w:r>
              <w:rPr>
                <w:sz w:val="28"/>
                <w:szCs w:val="28"/>
                <w:lang w:val="uk-UA"/>
              </w:rPr>
              <w:t>28</w:t>
            </w:r>
            <w:r w:rsidRPr="00567431">
              <w:rPr>
                <w:sz w:val="28"/>
                <w:szCs w:val="28"/>
                <w:lang w:val="uk-UA"/>
              </w:rPr>
              <w:t>.1</w:t>
            </w:r>
            <w:r>
              <w:rPr>
                <w:sz w:val="28"/>
                <w:szCs w:val="28"/>
                <w:lang w:val="uk-UA"/>
              </w:rPr>
              <w:t>1</w:t>
            </w:r>
            <w:r w:rsidRPr="00567431">
              <w:rPr>
                <w:sz w:val="28"/>
                <w:szCs w:val="28"/>
                <w:lang w:val="uk-UA"/>
              </w:rPr>
              <w:t>.201</w:t>
            </w:r>
            <w:r>
              <w:rPr>
                <w:sz w:val="28"/>
                <w:szCs w:val="28"/>
                <w:lang w:val="uk-UA"/>
              </w:rPr>
              <w:t>6</w:t>
            </w:r>
          </w:p>
        </w:tc>
        <w:tc>
          <w:tcPr>
            <w:tcW w:w="2553" w:type="dxa"/>
          </w:tcPr>
          <w:p w:rsidR="00275751" w:rsidRDefault="00275751" w:rsidP="000308FC">
            <w:pPr>
              <w:rPr>
                <w:sz w:val="28"/>
                <w:szCs w:val="28"/>
                <w:lang w:val="uk-UA"/>
              </w:rPr>
            </w:pPr>
            <w:r>
              <w:rPr>
                <w:sz w:val="28"/>
                <w:szCs w:val="28"/>
                <w:lang w:val="uk-UA"/>
              </w:rPr>
              <w:t>Ломко М.О.</w:t>
            </w:r>
          </w:p>
          <w:p w:rsidR="00275751" w:rsidRDefault="00275751" w:rsidP="000308FC">
            <w:pPr>
              <w:rPr>
                <w:sz w:val="28"/>
                <w:szCs w:val="28"/>
                <w:lang w:val="uk-UA"/>
              </w:rPr>
            </w:pPr>
            <w:r>
              <w:rPr>
                <w:sz w:val="28"/>
                <w:szCs w:val="28"/>
                <w:lang w:val="uk-UA"/>
              </w:rPr>
              <w:t>Дяченко С.В.</w:t>
            </w:r>
          </w:p>
        </w:tc>
      </w:tr>
      <w:tr w:rsidR="00275751" w:rsidTr="001C2918">
        <w:trPr>
          <w:gridBefore w:val="1"/>
        </w:trPr>
        <w:tc>
          <w:tcPr>
            <w:tcW w:w="567" w:type="dxa"/>
          </w:tcPr>
          <w:p w:rsidR="00275751" w:rsidRDefault="00275751" w:rsidP="003A4DEE">
            <w:pPr>
              <w:rPr>
                <w:sz w:val="28"/>
                <w:szCs w:val="28"/>
                <w:lang w:val="uk-UA"/>
              </w:rPr>
            </w:pPr>
            <w:r>
              <w:rPr>
                <w:sz w:val="28"/>
                <w:szCs w:val="28"/>
                <w:lang w:val="uk-UA"/>
              </w:rPr>
              <w:t>51.</w:t>
            </w:r>
          </w:p>
        </w:tc>
        <w:tc>
          <w:tcPr>
            <w:tcW w:w="4960" w:type="dxa"/>
          </w:tcPr>
          <w:p w:rsidR="00275751" w:rsidRPr="00104DB2" w:rsidRDefault="00275751" w:rsidP="008C1943">
            <w:pPr>
              <w:jc w:val="both"/>
              <w:rPr>
                <w:sz w:val="28"/>
                <w:szCs w:val="28"/>
                <w:lang w:val="uk-UA"/>
              </w:rPr>
            </w:pPr>
            <w:r w:rsidRPr="00104DB2">
              <w:rPr>
                <w:sz w:val="28"/>
                <w:szCs w:val="28"/>
                <w:lang w:val="uk-UA"/>
              </w:rPr>
              <w:t xml:space="preserve">Про хід виконання комплексної районної програми «Правопорядок» на2016-2017 роки </w:t>
            </w:r>
          </w:p>
        </w:tc>
        <w:tc>
          <w:tcPr>
            <w:tcW w:w="1701" w:type="dxa"/>
          </w:tcPr>
          <w:p w:rsidR="00275751" w:rsidRDefault="00275751" w:rsidP="003A4DEE">
            <w:pPr>
              <w:rPr>
                <w:sz w:val="28"/>
                <w:szCs w:val="28"/>
                <w:lang w:val="uk-UA"/>
              </w:rPr>
            </w:pPr>
            <w:r>
              <w:rPr>
                <w:sz w:val="28"/>
                <w:szCs w:val="28"/>
                <w:lang w:val="uk-UA"/>
              </w:rPr>
              <w:t>28</w:t>
            </w:r>
            <w:r w:rsidRPr="00567431">
              <w:rPr>
                <w:sz w:val="28"/>
                <w:szCs w:val="28"/>
                <w:lang w:val="uk-UA"/>
              </w:rPr>
              <w:t>.1</w:t>
            </w:r>
            <w:r>
              <w:rPr>
                <w:sz w:val="28"/>
                <w:szCs w:val="28"/>
                <w:lang w:val="uk-UA"/>
              </w:rPr>
              <w:t>1</w:t>
            </w:r>
            <w:r w:rsidRPr="00567431">
              <w:rPr>
                <w:sz w:val="28"/>
                <w:szCs w:val="28"/>
                <w:lang w:val="uk-UA"/>
              </w:rPr>
              <w:t>.201</w:t>
            </w:r>
            <w:r>
              <w:rPr>
                <w:sz w:val="28"/>
                <w:szCs w:val="28"/>
                <w:lang w:val="uk-UA"/>
              </w:rPr>
              <w:t>6</w:t>
            </w:r>
          </w:p>
        </w:tc>
        <w:tc>
          <w:tcPr>
            <w:tcW w:w="2553" w:type="dxa"/>
          </w:tcPr>
          <w:p w:rsidR="00275751" w:rsidRDefault="00275751" w:rsidP="003A4DEE">
            <w:pPr>
              <w:rPr>
                <w:sz w:val="28"/>
                <w:szCs w:val="28"/>
                <w:lang w:val="uk-UA"/>
              </w:rPr>
            </w:pPr>
            <w:r>
              <w:rPr>
                <w:sz w:val="28"/>
                <w:szCs w:val="28"/>
                <w:lang w:val="uk-UA"/>
              </w:rPr>
              <w:t>Татарінов В.М.</w:t>
            </w:r>
          </w:p>
          <w:p w:rsidR="00275751" w:rsidRPr="00902F34" w:rsidRDefault="00275751" w:rsidP="003A4DEE">
            <w:pPr>
              <w:rPr>
                <w:sz w:val="28"/>
                <w:lang w:val="uk-UA"/>
              </w:rPr>
            </w:pPr>
            <w:r>
              <w:rPr>
                <w:sz w:val="28"/>
                <w:szCs w:val="28"/>
                <w:lang w:val="uk-UA"/>
              </w:rPr>
              <w:t>Доронін О.П</w:t>
            </w:r>
            <w:r w:rsidRPr="006C0C01">
              <w:rPr>
                <w:sz w:val="28"/>
                <w:szCs w:val="28"/>
                <w:lang w:val="uk-UA"/>
              </w:rPr>
              <w:t>.</w:t>
            </w:r>
          </w:p>
        </w:tc>
      </w:tr>
      <w:tr w:rsidR="00275751" w:rsidTr="009F20BE">
        <w:trPr>
          <w:gridBefore w:val="1"/>
        </w:trPr>
        <w:tc>
          <w:tcPr>
            <w:tcW w:w="9781" w:type="dxa"/>
            <w:gridSpan w:val="4"/>
          </w:tcPr>
          <w:p w:rsidR="00275751" w:rsidRPr="00206A10" w:rsidRDefault="00275751" w:rsidP="00335BF3">
            <w:pPr>
              <w:rPr>
                <w:sz w:val="28"/>
                <w:szCs w:val="28"/>
                <w:lang w:val="uk-UA"/>
              </w:rPr>
            </w:pPr>
            <w:r w:rsidRPr="00206A10">
              <w:rPr>
                <w:sz w:val="28"/>
                <w:szCs w:val="28"/>
                <w:lang w:val="uk-UA"/>
              </w:rPr>
              <w:t xml:space="preserve">                                                                                                 Продовження додатка</w:t>
            </w:r>
          </w:p>
        </w:tc>
      </w:tr>
      <w:tr w:rsidR="00275751" w:rsidTr="001C2918">
        <w:trPr>
          <w:gridBefore w:val="1"/>
        </w:trPr>
        <w:tc>
          <w:tcPr>
            <w:tcW w:w="567" w:type="dxa"/>
          </w:tcPr>
          <w:p w:rsidR="00275751" w:rsidRDefault="00275751" w:rsidP="00335BF3">
            <w:pPr>
              <w:rPr>
                <w:sz w:val="28"/>
                <w:szCs w:val="28"/>
                <w:lang w:val="uk-UA"/>
              </w:rPr>
            </w:pPr>
            <w:r>
              <w:rPr>
                <w:sz w:val="28"/>
                <w:szCs w:val="28"/>
                <w:lang w:val="uk-UA"/>
              </w:rPr>
              <w:t>1</w:t>
            </w:r>
          </w:p>
        </w:tc>
        <w:tc>
          <w:tcPr>
            <w:tcW w:w="4960" w:type="dxa"/>
          </w:tcPr>
          <w:p w:rsidR="00275751" w:rsidRPr="00206A10" w:rsidRDefault="00275751" w:rsidP="00335BF3">
            <w:pPr>
              <w:jc w:val="center"/>
              <w:rPr>
                <w:sz w:val="28"/>
                <w:szCs w:val="28"/>
                <w:lang w:val="uk-UA"/>
              </w:rPr>
            </w:pPr>
            <w:r w:rsidRPr="00206A10">
              <w:rPr>
                <w:sz w:val="28"/>
                <w:szCs w:val="28"/>
                <w:lang w:val="uk-UA"/>
              </w:rPr>
              <w:t>2</w:t>
            </w:r>
          </w:p>
        </w:tc>
        <w:tc>
          <w:tcPr>
            <w:tcW w:w="1701" w:type="dxa"/>
          </w:tcPr>
          <w:p w:rsidR="00275751" w:rsidRDefault="00275751" w:rsidP="00335BF3">
            <w:pPr>
              <w:jc w:val="center"/>
              <w:rPr>
                <w:sz w:val="28"/>
                <w:szCs w:val="28"/>
                <w:lang w:val="uk-UA"/>
              </w:rPr>
            </w:pPr>
            <w:r>
              <w:rPr>
                <w:sz w:val="28"/>
                <w:szCs w:val="28"/>
                <w:lang w:val="uk-UA"/>
              </w:rPr>
              <w:t>3</w:t>
            </w:r>
          </w:p>
        </w:tc>
        <w:tc>
          <w:tcPr>
            <w:tcW w:w="2553" w:type="dxa"/>
          </w:tcPr>
          <w:p w:rsidR="00275751" w:rsidRDefault="00275751" w:rsidP="00335BF3">
            <w:pPr>
              <w:jc w:val="center"/>
              <w:rPr>
                <w:sz w:val="28"/>
                <w:szCs w:val="28"/>
                <w:lang w:val="uk-UA"/>
              </w:rPr>
            </w:pPr>
            <w:r>
              <w:rPr>
                <w:sz w:val="28"/>
                <w:szCs w:val="28"/>
                <w:lang w:val="uk-UA"/>
              </w:rPr>
              <w:t>4</w:t>
            </w:r>
          </w:p>
        </w:tc>
      </w:tr>
      <w:tr w:rsidR="00275751" w:rsidRPr="00950DB2" w:rsidTr="001C2918">
        <w:trPr>
          <w:gridBefore w:val="1"/>
        </w:trPr>
        <w:tc>
          <w:tcPr>
            <w:tcW w:w="567" w:type="dxa"/>
          </w:tcPr>
          <w:p w:rsidR="00275751" w:rsidRDefault="00275751" w:rsidP="00585251">
            <w:pPr>
              <w:rPr>
                <w:sz w:val="28"/>
                <w:szCs w:val="28"/>
                <w:lang w:val="uk-UA"/>
              </w:rPr>
            </w:pPr>
            <w:r>
              <w:rPr>
                <w:sz w:val="28"/>
                <w:szCs w:val="28"/>
                <w:lang w:val="uk-UA"/>
              </w:rPr>
              <w:t>52.</w:t>
            </w:r>
          </w:p>
        </w:tc>
        <w:tc>
          <w:tcPr>
            <w:tcW w:w="4960" w:type="dxa"/>
          </w:tcPr>
          <w:p w:rsidR="00275751" w:rsidRPr="00206A10" w:rsidRDefault="00275751" w:rsidP="00585251">
            <w:pPr>
              <w:jc w:val="both"/>
              <w:rPr>
                <w:sz w:val="28"/>
                <w:lang w:val="uk-UA"/>
              </w:rPr>
            </w:pPr>
            <w:r w:rsidRPr="00206A10">
              <w:rPr>
                <w:sz w:val="28"/>
                <w:szCs w:val="28"/>
                <w:lang w:val="uk-UA"/>
              </w:rPr>
              <w:t>Про організацію контролю архівним відділом районної державної адмі</w:t>
            </w:r>
            <w:r>
              <w:rPr>
                <w:sz w:val="28"/>
                <w:szCs w:val="28"/>
                <w:lang w:val="uk-UA"/>
              </w:rPr>
              <w:t>-</w:t>
            </w:r>
            <w:r w:rsidRPr="00206A10">
              <w:rPr>
                <w:sz w:val="28"/>
                <w:szCs w:val="28"/>
                <w:lang w:val="uk-UA"/>
              </w:rPr>
              <w:t>ністрації з питань додержання зако</w:t>
            </w:r>
            <w:r>
              <w:rPr>
                <w:sz w:val="28"/>
                <w:szCs w:val="28"/>
                <w:lang w:val="uk-UA"/>
              </w:rPr>
              <w:t>-</w:t>
            </w:r>
            <w:r w:rsidRPr="00206A10">
              <w:rPr>
                <w:sz w:val="28"/>
                <w:szCs w:val="28"/>
                <w:lang w:val="uk-UA"/>
              </w:rPr>
              <w:t>нодавства про Національний архівний фонд та архівні установи в Ро</w:t>
            </w:r>
            <w:r>
              <w:rPr>
                <w:sz w:val="28"/>
                <w:szCs w:val="28"/>
                <w:lang w:val="uk-UA"/>
              </w:rPr>
              <w:t>-</w:t>
            </w:r>
            <w:r w:rsidRPr="00206A10">
              <w:rPr>
                <w:sz w:val="28"/>
                <w:szCs w:val="28"/>
                <w:lang w:val="uk-UA"/>
              </w:rPr>
              <w:t>менському районі</w:t>
            </w:r>
          </w:p>
        </w:tc>
        <w:tc>
          <w:tcPr>
            <w:tcW w:w="1701" w:type="dxa"/>
          </w:tcPr>
          <w:p w:rsidR="00275751" w:rsidRPr="00567431" w:rsidRDefault="00275751" w:rsidP="00585251">
            <w:pPr>
              <w:rPr>
                <w:sz w:val="28"/>
                <w:szCs w:val="28"/>
                <w:lang w:val="uk-UA"/>
              </w:rPr>
            </w:pPr>
            <w:r>
              <w:rPr>
                <w:sz w:val="28"/>
                <w:szCs w:val="28"/>
                <w:lang w:val="uk-UA"/>
              </w:rPr>
              <w:t>12</w:t>
            </w:r>
            <w:r w:rsidRPr="00567431">
              <w:rPr>
                <w:sz w:val="28"/>
                <w:szCs w:val="28"/>
                <w:lang w:val="uk-UA"/>
              </w:rPr>
              <w:t>.12.201</w:t>
            </w:r>
            <w:r>
              <w:rPr>
                <w:sz w:val="28"/>
                <w:szCs w:val="28"/>
                <w:lang w:val="uk-UA"/>
              </w:rPr>
              <w:t>6</w:t>
            </w:r>
          </w:p>
          <w:p w:rsidR="00275751" w:rsidRPr="00567431" w:rsidRDefault="00275751" w:rsidP="00585251">
            <w:pPr>
              <w:rPr>
                <w:sz w:val="28"/>
                <w:szCs w:val="28"/>
                <w:lang w:val="uk-UA"/>
              </w:rPr>
            </w:pPr>
          </w:p>
        </w:tc>
        <w:tc>
          <w:tcPr>
            <w:tcW w:w="2553" w:type="dxa"/>
          </w:tcPr>
          <w:p w:rsidR="00275751" w:rsidRDefault="00275751" w:rsidP="00585251">
            <w:pPr>
              <w:rPr>
                <w:sz w:val="28"/>
                <w:lang w:val="uk-UA"/>
              </w:rPr>
            </w:pPr>
            <w:r>
              <w:rPr>
                <w:sz w:val="28"/>
                <w:lang w:val="uk-UA"/>
              </w:rPr>
              <w:t>Ломко М.О.</w:t>
            </w:r>
          </w:p>
          <w:p w:rsidR="00275751" w:rsidRPr="00902F34" w:rsidRDefault="00275751" w:rsidP="00585251">
            <w:pPr>
              <w:rPr>
                <w:sz w:val="28"/>
                <w:lang w:val="uk-UA"/>
              </w:rPr>
            </w:pPr>
            <w:r>
              <w:rPr>
                <w:sz w:val="28"/>
                <w:lang w:val="uk-UA"/>
              </w:rPr>
              <w:t>Суборова О.А.</w:t>
            </w:r>
          </w:p>
        </w:tc>
      </w:tr>
      <w:tr w:rsidR="00275751" w:rsidRPr="00BB0C41" w:rsidTr="001C2918">
        <w:trPr>
          <w:gridBefore w:val="1"/>
        </w:trPr>
        <w:tc>
          <w:tcPr>
            <w:tcW w:w="567" w:type="dxa"/>
          </w:tcPr>
          <w:p w:rsidR="00275751" w:rsidRDefault="00275751" w:rsidP="001C2918">
            <w:pPr>
              <w:rPr>
                <w:sz w:val="28"/>
                <w:szCs w:val="28"/>
                <w:lang w:val="uk-UA"/>
              </w:rPr>
            </w:pPr>
            <w:r>
              <w:rPr>
                <w:sz w:val="28"/>
                <w:szCs w:val="28"/>
                <w:lang w:val="uk-UA"/>
              </w:rPr>
              <w:t>53.</w:t>
            </w:r>
          </w:p>
        </w:tc>
        <w:tc>
          <w:tcPr>
            <w:tcW w:w="4960" w:type="dxa"/>
          </w:tcPr>
          <w:p w:rsidR="00275751" w:rsidRPr="00104DB2" w:rsidRDefault="00275751" w:rsidP="00F62FD4">
            <w:pPr>
              <w:jc w:val="both"/>
              <w:rPr>
                <w:sz w:val="28"/>
                <w:szCs w:val="28"/>
                <w:lang w:val="uk-UA"/>
              </w:rPr>
            </w:pPr>
            <w:r w:rsidRPr="00104DB2">
              <w:rPr>
                <w:sz w:val="28"/>
                <w:szCs w:val="28"/>
                <w:lang w:val="uk-UA"/>
              </w:rPr>
              <w:t xml:space="preserve">Аналіз виконання відділом ведення Державного реєстру виборців районної державної адміністрації Закону України «Про державний реєстр виборців» </w:t>
            </w:r>
          </w:p>
        </w:tc>
        <w:tc>
          <w:tcPr>
            <w:tcW w:w="1701" w:type="dxa"/>
          </w:tcPr>
          <w:p w:rsidR="00275751" w:rsidRPr="00567431" w:rsidRDefault="00275751" w:rsidP="004921D7">
            <w:pPr>
              <w:rPr>
                <w:sz w:val="28"/>
                <w:szCs w:val="28"/>
                <w:lang w:val="uk-UA"/>
              </w:rPr>
            </w:pPr>
            <w:r>
              <w:rPr>
                <w:sz w:val="28"/>
                <w:szCs w:val="28"/>
                <w:lang w:val="uk-UA"/>
              </w:rPr>
              <w:t>26.12</w:t>
            </w:r>
            <w:r w:rsidRPr="00567431">
              <w:rPr>
                <w:sz w:val="28"/>
                <w:szCs w:val="28"/>
                <w:lang w:val="uk-UA"/>
              </w:rPr>
              <w:t>.201</w:t>
            </w:r>
            <w:r>
              <w:rPr>
                <w:sz w:val="28"/>
                <w:szCs w:val="28"/>
                <w:lang w:val="uk-UA"/>
              </w:rPr>
              <w:t>6</w:t>
            </w:r>
          </w:p>
        </w:tc>
        <w:tc>
          <w:tcPr>
            <w:tcW w:w="2553" w:type="dxa"/>
          </w:tcPr>
          <w:p w:rsidR="00275751" w:rsidRDefault="00275751" w:rsidP="00F62FD4">
            <w:pPr>
              <w:rPr>
                <w:sz w:val="28"/>
                <w:szCs w:val="28"/>
                <w:lang w:val="uk-UA"/>
              </w:rPr>
            </w:pPr>
            <w:r>
              <w:rPr>
                <w:sz w:val="28"/>
                <w:szCs w:val="28"/>
                <w:lang w:val="uk-UA"/>
              </w:rPr>
              <w:t>Ломко М.О.</w:t>
            </w:r>
          </w:p>
          <w:p w:rsidR="00275751" w:rsidRDefault="00275751" w:rsidP="00F62FD4">
            <w:pPr>
              <w:rPr>
                <w:sz w:val="28"/>
                <w:szCs w:val="28"/>
                <w:lang w:val="uk-UA"/>
              </w:rPr>
            </w:pPr>
            <w:r>
              <w:rPr>
                <w:sz w:val="28"/>
                <w:szCs w:val="28"/>
                <w:lang w:val="uk-UA"/>
              </w:rPr>
              <w:t>Куріпко В.В.</w:t>
            </w:r>
          </w:p>
        </w:tc>
      </w:tr>
      <w:tr w:rsidR="00275751" w:rsidTr="001C2918">
        <w:trPr>
          <w:gridBefore w:val="1"/>
        </w:trPr>
        <w:tc>
          <w:tcPr>
            <w:tcW w:w="567" w:type="dxa"/>
          </w:tcPr>
          <w:p w:rsidR="00275751" w:rsidRPr="00B31491" w:rsidRDefault="00275751" w:rsidP="00282208">
            <w:pPr>
              <w:rPr>
                <w:sz w:val="28"/>
                <w:szCs w:val="28"/>
                <w:lang w:val="uk-UA"/>
              </w:rPr>
            </w:pPr>
            <w:r>
              <w:rPr>
                <w:sz w:val="28"/>
                <w:szCs w:val="28"/>
                <w:lang w:val="uk-UA"/>
              </w:rPr>
              <w:t>54.</w:t>
            </w:r>
          </w:p>
        </w:tc>
        <w:tc>
          <w:tcPr>
            <w:tcW w:w="4960" w:type="dxa"/>
          </w:tcPr>
          <w:p w:rsidR="00275751" w:rsidRPr="00206A10" w:rsidRDefault="00275751" w:rsidP="00282208">
            <w:pPr>
              <w:jc w:val="both"/>
              <w:rPr>
                <w:b/>
                <w:sz w:val="28"/>
                <w:szCs w:val="28"/>
                <w:lang w:val="uk-UA"/>
              </w:rPr>
            </w:pPr>
            <w:r w:rsidRPr="00206A10">
              <w:rPr>
                <w:sz w:val="28"/>
                <w:szCs w:val="28"/>
                <w:lang w:val="uk-UA"/>
              </w:rPr>
              <w:t>Про</w:t>
            </w:r>
            <w:r w:rsidRPr="00206A10">
              <w:rPr>
                <w:b/>
                <w:sz w:val="28"/>
                <w:szCs w:val="28"/>
                <w:lang w:val="uk-UA"/>
              </w:rPr>
              <w:t xml:space="preserve"> </w:t>
            </w:r>
            <w:r w:rsidRPr="00206A10">
              <w:rPr>
                <w:sz w:val="28"/>
                <w:szCs w:val="28"/>
                <w:lang w:val="uk-UA"/>
              </w:rPr>
              <w:t>результати комплексної перевірки виконавчого комітету Хоминцівської сільської ради щодо виконання делегованих повноважень органів виконавчої влади</w:t>
            </w:r>
          </w:p>
        </w:tc>
        <w:tc>
          <w:tcPr>
            <w:tcW w:w="1701" w:type="dxa"/>
          </w:tcPr>
          <w:p w:rsidR="00275751" w:rsidRPr="00A50249" w:rsidRDefault="00275751" w:rsidP="00282208">
            <w:pPr>
              <w:rPr>
                <w:sz w:val="28"/>
                <w:szCs w:val="28"/>
                <w:lang w:val="uk-UA"/>
              </w:rPr>
            </w:pPr>
            <w:r w:rsidRPr="00A50249">
              <w:rPr>
                <w:sz w:val="28"/>
                <w:szCs w:val="28"/>
                <w:lang w:val="uk-UA"/>
              </w:rPr>
              <w:t>26.12.2016</w:t>
            </w:r>
          </w:p>
        </w:tc>
        <w:tc>
          <w:tcPr>
            <w:tcW w:w="2553" w:type="dxa"/>
          </w:tcPr>
          <w:p w:rsidR="00275751" w:rsidRDefault="00275751" w:rsidP="00282208">
            <w:pPr>
              <w:rPr>
                <w:sz w:val="28"/>
                <w:szCs w:val="28"/>
                <w:lang w:val="uk-UA"/>
              </w:rPr>
            </w:pPr>
            <w:r>
              <w:rPr>
                <w:sz w:val="28"/>
                <w:szCs w:val="28"/>
                <w:lang w:val="uk-UA"/>
              </w:rPr>
              <w:t>Журенко Н.М.</w:t>
            </w:r>
          </w:p>
          <w:p w:rsidR="00275751" w:rsidRPr="00A50249" w:rsidRDefault="00275751" w:rsidP="00282208">
            <w:pPr>
              <w:rPr>
                <w:sz w:val="28"/>
                <w:szCs w:val="28"/>
                <w:lang w:val="uk-UA"/>
              </w:rPr>
            </w:pPr>
            <w:r w:rsidRPr="00A50249">
              <w:rPr>
                <w:sz w:val="28"/>
                <w:szCs w:val="28"/>
                <w:lang w:val="uk-UA"/>
              </w:rPr>
              <w:t>Ярмак І.М.</w:t>
            </w:r>
          </w:p>
        </w:tc>
      </w:tr>
    </w:tbl>
    <w:p w:rsidR="00275751" w:rsidRDefault="00275751" w:rsidP="00B17B94">
      <w:pPr>
        <w:rPr>
          <w:sz w:val="28"/>
          <w:szCs w:val="28"/>
          <w:lang w:val="uk-UA"/>
        </w:rPr>
      </w:pPr>
    </w:p>
    <w:p w:rsidR="00275751" w:rsidRPr="00206A10" w:rsidRDefault="00275751" w:rsidP="00CD2977">
      <w:pPr>
        <w:jc w:val="center"/>
        <w:rPr>
          <w:bCs/>
          <w:sz w:val="28"/>
          <w:lang w:val="uk-UA"/>
        </w:rPr>
      </w:pPr>
      <w:r w:rsidRPr="00206A10">
        <w:rPr>
          <w:bCs/>
          <w:sz w:val="28"/>
          <w:lang w:val="uk-UA"/>
        </w:rPr>
        <w:t>ІІІ. Підготовка питань для внесення на розгляд Роменської районної ради</w:t>
      </w:r>
    </w:p>
    <w:p w:rsidR="00275751" w:rsidRPr="009256BF" w:rsidRDefault="00275751" w:rsidP="00CD2977">
      <w:pPr>
        <w:jc w:val="center"/>
        <w:rPr>
          <w:b/>
          <w:bCs/>
          <w:sz w:val="28"/>
          <w:lang w:val="uk-UA"/>
        </w:rPr>
      </w:pPr>
      <w:r w:rsidRPr="00206A10">
        <w:rPr>
          <w:bCs/>
          <w:sz w:val="28"/>
          <w:lang w:val="uk-UA"/>
        </w:rPr>
        <w:t>І квартал</w:t>
      </w:r>
    </w:p>
    <w:p w:rsidR="00275751" w:rsidRPr="00206A10" w:rsidRDefault="00275751" w:rsidP="00CD2977">
      <w:pPr>
        <w:ind w:firstLine="708"/>
        <w:jc w:val="both"/>
        <w:rPr>
          <w:bCs/>
          <w:sz w:val="28"/>
          <w:lang w:val="uk-UA"/>
        </w:rPr>
      </w:pPr>
      <w:r w:rsidRPr="00206A10">
        <w:rPr>
          <w:sz w:val="28"/>
          <w:lang w:val="uk-UA"/>
        </w:rPr>
        <w:t xml:space="preserve">1. Про затвердження звіту про виконання районного бюджету за 2015 рік </w:t>
      </w:r>
    </w:p>
    <w:p w:rsidR="00275751" w:rsidRPr="00206A10" w:rsidRDefault="00275751" w:rsidP="00CD2977">
      <w:pPr>
        <w:ind w:left="3540"/>
        <w:jc w:val="both"/>
        <w:rPr>
          <w:sz w:val="28"/>
          <w:lang w:val="uk-UA"/>
        </w:rPr>
      </w:pPr>
      <w:r w:rsidRPr="00206A10">
        <w:rPr>
          <w:sz w:val="28"/>
          <w:lang w:val="uk-UA"/>
        </w:rPr>
        <w:t>відповідальні: Журенко Н.М., Анісімова М.В.</w:t>
      </w:r>
    </w:p>
    <w:p w:rsidR="00275751" w:rsidRPr="00206A10" w:rsidRDefault="00275751" w:rsidP="00CD2977">
      <w:pPr>
        <w:ind w:firstLine="708"/>
        <w:jc w:val="both"/>
        <w:rPr>
          <w:sz w:val="28"/>
          <w:lang w:val="uk-UA"/>
        </w:rPr>
      </w:pPr>
      <w:r w:rsidRPr="00206A10">
        <w:rPr>
          <w:sz w:val="28"/>
          <w:lang w:val="uk-UA"/>
        </w:rPr>
        <w:t xml:space="preserve">2. Про внесення змін до рішення районної ради «Про районний бюджет на 2016 рік» </w:t>
      </w:r>
    </w:p>
    <w:p w:rsidR="00275751" w:rsidRPr="00206A10" w:rsidRDefault="00275751" w:rsidP="00CD2977">
      <w:pPr>
        <w:ind w:left="3544"/>
        <w:jc w:val="both"/>
        <w:rPr>
          <w:sz w:val="28"/>
          <w:lang w:val="uk-UA"/>
        </w:rPr>
      </w:pPr>
      <w:r w:rsidRPr="00206A10">
        <w:rPr>
          <w:sz w:val="28"/>
          <w:lang w:val="uk-UA"/>
        </w:rPr>
        <w:t xml:space="preserve">при наявності потреби згідно плану роботи районної ради </w:t>
      </w:r>
    </w:p>
    <w:p w:rsidR="00275751" w:rsidRPr="00206A10" w:rsidRDefault="00275751" w:rsidP="00CD2977">
      <w:pPr>
        <w:ind w:left="3544"/>
        <w:jc w:val="both"/>
        <w:rPr>
          <w:sz w:val="28"/>
          <w:lang w:val="uk-UA"/>
        </w:rPr>
      </w:pPr>
      <w:r w:rsidRPr="00206A10">
        <w:rPr>
          <w:sz w:val="28"/>
          <w:lang w:val="uk-UA"/>
        </w:rPr>
        <w:t>відповідальні: Журенко Н.М., Анісімова М.В.</w:t>
      </w:r>
    </w:p>
    <w:p w:rsidR="00275751" w:rsidRPr="00206A10" w:rsidRDefault="00275751" w:rsidP="00FC34DB">
      <w:pPr>
        <w:ind w:firstLine="708"/>
        <w:jc w:val="both"/>
        <w:rPr>
          <w:sz w:val="28"/>
          <w:lang w:val="uk-UA"/>
        </w:rPr>
      </w:pPr>
      <w:r w:rsidRPr="00206A10">
        <w:rPr>
          <w:sz w:val="28"/>
          <w:lang w:val="uk-UA"/>
        </w:rPr>
        <w:t>3. Про внесення змін до Програми економічного і соціального розвитку Роменського району на 2016 рік</w:t>
      </w:r>
    </w:p>
    <w:p w:rsidR="00275751" w:rsidRPr="00206A10" w:rsidRDefault="00275751" w:rsidP="00FC34DB">
      <w:pPr>
        <w:ind w:left="5387" w:hanging="1847"/>
        <w:jc w:val="both"/>
        <w:rPr>
          <w:sz w:val="28"/>
          <w:lang w:val="uk-UA"/>
        </w:rPr>
      </w:pPr>
      <w:r w:rsidRPr="00206A10">
        <w:rPr>
          <w:sz w:val="28"/>
          <w:lang w:val="uk-UA"/>
        </w:rPr>
        <w:t>відповідальні: Татарінов В.М., Журенко Н.М., Гребенюк О.П.</w:t>
      </w:r>
    </w:p>
    <w:p w:rsidR="00275751" w:rsidRPr="00781F36" w:rsidRDefault="00275751" w:rsidP="00CD2977">
      <w:pPr>
        <w:pStyle w:val="Heading2"/>
        <w:ind w:firstLine="708"/>
        <w:jc w:val="both"/>
        <w:rPr>
          <w:b w:val="0"/>
        </w:rPr>
      </w:pPr>
      <w:r w:rsidRPr="00781F36">
        <w:rPr>
          <w:b w:val="0"/>
        </w:rPr>
        <w:t>4. Про хід виконання програми забезпечення населення якісною питною водою на 2006-2020 роки у Роменському районі</w:t>
      </w:r>
    </w:p>
    <w:p w:rsidR="00275751" w:rsidRPr="00781F36" w:rsidRDefault="00275751" w:rsidP="00CD2977">
      <w:pPr>
        <w:ind w:left="3540"/>
        <w:jc w:val="both"/>
        <w:rPr>
          <w:sz w:val="28"/>
          <w:lang w:val="uk-UA"/>
        </w:rPr>
      </w:pPr>
      <w:r w:rsidRPr="00781F36">
        <w:rPr>
          <w:sz w:val="28"/>
          <w:lang w:val="uk-UA"/>
        </w:rPr>
        <w:t xml:space="preserve">відповідальні: </w:t>
      </w:r>
      <w:r>
        <w:rPr>
          <w:sz w:val="28"/>
          <w:lang w:val="uk-UA"/>
        </w:rPr>
        <w:t>Журенко Н.</w:t>
      </w:r>
      <w:r w:rsidRPr="00781F36">
        <w:rPr>
          <w:sz w:val="28"/>
          <w:lang w:val="uk-UA"/>
        </w:rPr>
        <w:t xml:space="preserve">М., </w:t>
      </w:r>
      <w:r>
        <w:rPr>
          <w:sz w:val="28"/>
          <w:lang w:val="uk-UA"/>
        </w:rPr>
        <w:t>Ведмідь В.О</w:t>
      </w:r>
      <w:r w:rsidRPr="00781F36">
        <w:rPr>
          <w:sz w:val="28"/>
          <w:lang w:val="uk-UA"/>
        </w:rPr>
        <w:t>.</w:t>
      </w:r>
    </w:p>
    <w:p w:rsidR="00275751" w:rsidRPr="00206A10" w:rsidRDefault="00275751" w:rsidP="00CD2977">
      <w:pPr>
        <w:pStyle w:val="Heading2"/>
        <w:ind w:firstLine="708"/>
        <w:jc w:val="both"/>
        <w:rPr>
          <w:b w:val="0"/>
        </w:rPr>
      </w:pPr>
      <w:r w:rsidRPr="00206A10">
        <w:rPr>
          <w:b w:val="0"/>
        </w:rPr>
        <w:t xml:space="preserve">5. Про внесення змін до районної програми «Розвиток галузі охорони здоров’я у Роменському районі на 2016 рік» </w:t>
      </w:r>
    </w:p>
    <w:p w:rsidR="00275751" w:rsidRPr="00206A10" w:rsidRDefault="00275751" w:rsidP="00CD2977">
      <w:pPr>
        <w:ind w:left="3540"/>
        <w:jc w:val="both"/>
        <w:rPr>
          <w:sz w:val="28"/>
          <w:lang w:val="uk-UA"/>
        </w:rPr>
      </w:pPr>
      <w:r w:rsidRPr="00206A10">
        <w:rPr>
          <w:sz w:val="28"/>
          <w:lang w:val="uk-UA"/>
        </w:rPr>
        <w:t>відповідальні: Татарінов В.М., Козаченко М.І.</w:t>
      </w:r>
    </w:p>
    <w:p w:rsidR="00275751" w:rsidRPr="00206A10" w:rsidRDefault="00275751" w:rsidP="00C444B2">
      <w:pPr>
        <w:ind w:firstLine="708"/>
        <w:jc w:val="both"/>
        <w:rPr>
          <w:sz w:val="28"/>
          <w:lang w:val="uk-UA"/>
        </w:rPr>
      </w:pPr>
      <w:r w:rsidRPr="00206A10">
        <w:rPr>
          <w:lang w:val="uk-UA"/>
        </w:rPr>
        <w:t xml:space="preserve">6. </w:t>
      </w:r>
      <w:r w:rsidRPr="00206A10">
        <w:rPr>
          <w:sz w:val="28"/>
          <w:lang w:val="uk-UA"/>
        </w:rPr>
        <w:t xml:space="preserve">Про виконання районної цільової програми «Соціальна підтримка осіб з обмеженими фізичними можливостями та інших малозахищених верств населення на 2014-2016 роки» </w:t>
      </w:r>
      <w:r w:rsidRPr="00C94A2A">
        <w:rPr>
          <w:sz w:val="28"/>
          <w:lang w:val="uk-UA"/>
        </w:rPr>
        <w:t>у</w:t>
      </w:r>
      <w:r w:rsidRPr="00206A10">
        <w:rPr>
          <w:sz w:val="28"/>
          <w:lang w:val="uk-UA"/>
        </w:rPr>
        <w:t xml:space="preserve"> 2015 р</w:t>
      </w:r>
      <w:r w:rsidRPr="00C94A2A">
        <w:rPr>
          <w:sz w:val="28"/>
          <w:lang w:val="uk-UA"/>
        </w:rPr>
        <w:t>оці</w:t>
      </w:r>
    </w:p>
    <w:p w:rsidR="00275751" w:rsidRPr="00206A10" w:rsidRDefault="00275751" w:rsidP="00C444B2">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Татарінов В.М., Даценко О.М.</w:t>
      </w:r>
    </w:p>
    <w:p w:rsidR="00275751" w:rsidRPr="00206A10" w:rsidRDefault="00275751" w:rsidP="00C444B2">
      <w:pPr>
        <w:ind w:firstLine="708"/>
        <w:jc w:val="both"/>
        <w:rPr>
          <w:sz w:val="28"/>
          <w:szCs w:val="28"/>
          <w:lang w:val="uk-UA"/>
        </w:rPr>
      </w:pPr>
      <w:r w:rsidRPr="00206A10">
        <w:rPr>
          <w:sz w:val="28"/>
          <w:szCs w:val="28"/>
          <w:lang w:val="uk-UA"/>
        </w:rPr>
        <w:t xml:space="preserve">7. Про ефективність використання коштів районного бюджету на діючі програми в галузі освіти </w:t>
      </w:r>
      <w:r w:rsidRPr="00206A10">
        <w:rPr>
          <w:sz w:val="28"/>
          <w:szCs w:val="28"/>
        </w:rPr>
        <w:t>(на засідання постійної комісії районної ради)</w:t>
      </w:r>
    </w:p>
    <w:p w:rsidR="00275751" w:rsidRPr="00206A10" w:rsidRDefault="00275751" w:rsidP="00BC4824">
      <w:pPr>
        <w:ind w:left="2832" w:firstLine="708"/>
        <w:jc w:val="both"/>
        <w:rPr>
          <w:sz w:val="28"/>
          <w:lang w:val="uk-UA"/>
        </w:rPr>
      </w:pPr>
      <w:r w:rsidRPr="00206A10">
        <w:rPr>
          <w:sz w:val="28"/>
          <w:lang w:val="uk-UA"/>
        </w:rPr>
        <w:t>відповідальні: Татарінов В.М., Шкурат Л.П.</w:t>
      </w:r>
    </w:p>
    <w:p w:rsidR="00275751" w:rsidRPr="00206A10" w:rsidRDefault="00275751" w:rsidP="00211C96">
      <w:pPr>
        <w:ind w:firstLine="708"/>
        <w:jc w:val="both"/>
        <w:rPr>
          <w:sz w:val="28"/>
          <w:szCs w:val="28"/>
          <w:lang w:val="uk-UA"/>
        </w:rPr>
      </w:pPr>
      <w:r w:rsidRPr="00206A10">
        <w:rPr>
          <w:sz w:val="28"/>
          <w:szCs w:val="28"/>
          <w:lang w:val="uk-UA"/>
        </w:rPr>
        <w:t>8. Про роботу комунального закладу «Центр первинної медико-санітарної допомоги Роменського району Сумської області» щодо виконання обласної цільової програми запобігання та лікування серцево-судинних і судинно-мозкових захворювань у Сумській області на 2013-2017 роки» (на засідання постійної комісії районної ради)</w:t>
      </w:r>
    </w:p>
    <w:p w:rsidR="00275751" w:rsidRPr="00206A10" w:rsidRDefault="00275751" w:rsidP="00211C96">
      <w:pPr>
        <w:ind w:left="3540"/>
        <w:jc w:val="both"/>
        <w:rPr>
          <w:sz w:val="28"/>
          <w:lang w:val="uk-UA"/>
        </w:rPr>
      </w:pPr>
      <w:r w:rsidRPr="00206A10">
        <w:rPr>
          <w:sz w:val="28"/>
          <w:lang w:val="uk-UA"/>
        </w:rPr>
        <w:t>відповідальні: Татарінов В.М., Козаченко М.І.</w:t>
      </w:r>
    </w:p>
    <w:p w:rsidR="00275751" w:rsidRPr="00FE6FDA" w:rsidRDefault="00275751" w:rsidP="00CD2977">
      <w:pPr>
        <w:jc w:val="both"/>
        <w:rPr>
          <w:sz w:val="16"/>
          <w:szCs w:val="16"/>
          <w:lang w:val="uk-UA"/>
        </w:rPr>
      </w:pPr>
    </w:p>
    <w:p w:rsidR="00275751" w:rsidRPr="00206A10" w:rsidRDefault="00275751" w:rsidP="00CD2977">
      <w:pPr>
        <w:pStyle w:val="Heading2"/>
        <w:ind w:left="3540" w:firstLine="708"/>
        <w:jc w:val="both"/>
        <w:rPr>
          <w:b w:val="0"/>
        </w:rPr>
      </w:pPr>
      <w:r w:rsidRPr="00206A10">
        <w:rPr>
          <w:b w:val="0"/>
        </w:rPr>
        <w:t>ІІ квартал</w:t>
      </w:r>
    </w:p>
    <w:p w:rsidR="00275751" w:rsidRPr="00206A10" w:rsidRDefault="00275751" w:rsidP="00CD2977">
      <w:pPr>
        <w:ind w:firstLine="708"/>
        <w:jc w:val="both"/>
        <w:rPr>
          <w:sz w:val="28"/>
          <w:lang w:val="uk-UA"/>
        </w:rPr>
      </w:pPr>
      <w:r w:rsidRPr="00206A10">
        <w:rPr>
          <w:sz w:val="28"/>
          <w:lang w:val="uk-UA"/>
        </w:rPr>
        <w:t>1. Про затвердження звіту про виконання районного бюджету за І квартал 2016 року</w:t>
      </w:r>
    </w:p>
    <w:p w:rsidR="00275751" w:rsidRPr="00206A10" w:rsidRDefault="00275751" w:rsidP="00CD2977">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 xml:space="preserve">відповідальні: Журенко Н.М., Анісімова М.В. </w:t>
      </w:r>
    </w:p>
    <w:p w:rsidR="00275751" w:rsidRPr="00206A10" w:rsidRDefault="00275751" w:rsidP="005B47A7">
      <w:pPr>
        <w:ind w:firstLine="708"/>
        <w:jc w:val="both"/>
        <w:rPr>
          <w:sz w:val="28"/>
          <w:lang w:val="uk-UA"/>
        </w:rPr>
      </w:pPr>
      <w:r w:rsidRPr="00206A10">
        <w:rPr>
          <w:sz w:val="28"/>
          <w:lang w:val="uk-UA"/>
        </w:rPr>
        <w:t xml:space="preserve">2. Про внесення змін до рішення районної ради «Про районний бюджет на 2016 рік» </w:t>
      </w:r>
    </w:p>
    <w:p w:rsidR="00275751" w:rsidRPr="00206A10" w:rsidRDefault="00275751" w:rsidP="005B47A7">
      <w:pPr>
        <w:ind w:left="3544"/>
        <w:jc w:val="both"/>
        <w:rPr>
          <w:sz w:val="28"/>
          <w:lang w:val="uk-UA"/>
        </w:rPr>
      </w:pPr>
      <w:r w:rsidRPr="00206A10">
        <w:rPr>
          <w:sz w:val="28"/>
          <w:lang w:val="uk-UA"/>
        </w:rPr>
        <w:t xml:space="preserve">при наявності потреби згідно плану роботи районної ради </w:t>
      </w:r>
    </w:p>
    <w:p w:rsidR="00275751" w:rsidRPr="00206A10" w:rsidRDefault="00275751" w:rsidP="005B47A7">
      <w:pPr>
        <w:ind w:left="3544"/>
        <w:jc w:val="both"/>
        <w:rPr>
          <w:sz w:val="28"/>
          <w:lang w:val="uk-UA"/>
        </w:rPr>
      </w:pPr>
      <w:r w:rsidRPr="00206A10">
        <w:rPr>
          <w:sz w:val="28"/>
          <w:lang w:val="uk-UA"/>
        </w:rPr>
        <w:t>відповідальні: Журенко Н.М., Анісімова М.В.</w:t>
      </w:r>
    </w:p>
    <w:p w:rsidR="00275751" w:rsidRPr="00206A10" w:rsidRDefault="00275751" w:rsidP="00FC34DB">
      <w:pPr>
        <w:ind w:firstLine="708"/>
        <w:jc w:val="both"/>
        <w:rPr>
          <w:sz w:val="28"/>
          <w:lang w:val="uk-UA"/>
        </w:rPr>
      </w:pPr>
      <w:r w:rsidRPr="00206A10">
        <w:rPr>
          <w:sz w:val="28"/>
          <w:lang w:val="uk-UA"/>
        </w:rPr>
        <w:t>3. Про внесення змін до Програми економічного і соціального розвитку Роменського району на 2016 рік</w:t>
      </w:r>
    </w:p>
    <w:p w:rsidR="00275751" w:rsidRPr="00206A10" w:rsidRDefault="00275751" w:rsidP="00FC34DB">
      <w:pPr>
        <w:ind w:left="5387" w:hanging="1847"/>
        <w:jc w:val="both"/>
        <w:rPr>
          <w:sz w:val="28"/>
          <w:lang w:val="uk-UA"/>
        </w:rPr>
      </w:pPr>
      <w:r w:rsidRPr="00206A10">
        <w:rPr>
          <w:sz w:val="28"/>
          <w:lang w:val="uk-UA"/>
        </w:rPr>
        <w:t>відповідальні: Татарінов В.М., Журенко Н.М., Гребенюк О.П.</w:t>
      </w:r>
    </w:p>
    <w:p w:rsidR="00275751" w:rsidRPr="00206A10" w:rsidRDefault="00275751" w:rsidP="005B47A7">
      <w:pPr>
        <w:ind w:firstLine="708"/>
        <w:jc w:val="both"/>
        <w:rPr>
          <w:sz w:val="28"/>
          <w:lang w:val="uk-UA"/>
        </w:rPr>
      </w:pPr>
      <w:r w:rsidRPr="00206A10">
        <w:rPr>
          <w:sz w:val="28"/>
          <w:lang w:val="uk-UA"/>
        </w:rPr>
        <w:t xml:space="preserve">4. </w:t>
      </w:r>
      <w:r w:rsidRPr="00206A10">
        <w:rPr>
          <w:sz w:val="28"/>
          <w:szCs w:val="28"/>
          <w:lang w:val="uk-UA"/>
        </w:rPr>
        <w:t>Про організацію надання платних послуг населенню та залучення інвестицій в заклад</w:t>
      </w:r>
      <w:r w:rsidRPr="00C94A2A">
        <w:rPr>
          <w:sz w:val="28"/>
          <w:szCs w:val="28"/>
          <w:lang w:val="uk-UA"/>
        </w:rPr>
        <w:t>и</w:t>
      </w:r>
      <w:r w:rsidRPr="00206A10">
        <w:rPr>
          <w:sz w:val="28"/>
          <w:szCs w:val="28"/>
          <w:lang w:val="uk-UA"/>
        </w:rPr>
        <w:t xml:space="preserve"> культури району</w:t>
      </w:r>
    </w:p>
    <w:p w:rsidR="00275751" w:rsidRPr="00206A10" w:rsidRDefault="00275751" w:rsidP="00CD2977">
      <w:pPr>
        <w:ind w:left="3540"/>
        <w:jc w:val="both"/>
        <w:rPr>
          <w:sz w:val="28"/>
          <w:lang w:val="uk-UA"/>
        </w:rPr>
      </w:pPr>
      <w:r w:rsidRPr="00206A10">
        <w:rPr>
          <w:sz w:val="28"/>
          <w:lang w:val="uk-UA"/>
        </w:rPr>
        <w:t>відповідальні: Татарінов В.М., Момот С.В.</w:t>
      </w:r>
    </w:p>
    <w:p w:rsidR="00275751" w:rsidRPr="00206A10" w:rsidRDefault="00275751" w:rsidP="00CD2977">
      <w:pPr>
        <w:ind w:firstLine="708"/>
        <w:jc w:val="both"/>
        <w:rPr>
          <w:sz w:val="28"/>
          <w:lang w:val="uk-UA"/>
        </w:rPr>
      </w:pPr>
      <w:r w:rsidRPr="00206A10">
        <w:rPr>
          <w:sz w:val="28"/>
          <w:lang w:val="uk-UA"/>
        </w:rPr>
        <w:t xml:space="preserve">5. Про хід виконання районної програми </w:t>
      </w:r>
      <w:r w:rsidRPr="00C94A2A">
        <w:rPr>
          <w:sz w:val="28"/>
          <w:lang w:val="uk-UA"/>
        </w:rPr>
        <w:t>«Освіта Роменщини» на 2016 рік</w:t>
      </w:r>
      <w:r w:rsidRPr="00206A10">
        <w:rPr>
          <w:sz w:val="28"/>
          <w:lang w:val="uk-UA"/>
        </w:rPr>
        <w:t xml:space="preserve"> за підсумками першого півріччя (на засідання постійної комісії районної ради)</w:t>
      </w:r>
    </w:p>
    <w:p w:rsidR="00275751" w:rsidRPr="00206A10" w:rsidRDefault="00275751" w:rsidP="00CD2977">
      <w:pPr>
        <w:ind w:firstLine="708"/>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Татарінов В.М., Шкурат Л.П.</w:t>
      </w:r>
    </w:p>
    <w:p w:rsidR="00275751" w:rsidRPr="00206A10" w:rsidRDefault="00275751" w:rsidP="00CD2977">
      <w:pPr>
        <w:pStyle w:val="Heading2"/>
        <w:ind w:firstLine="708"/>
        <w:jc w:val="both"/>
        <w:rPr>
          <w:b w:val="0"/>
        </w:rPr>
      </w:pPr>
      <w:r w:rsidRPr="00206A10">
        <w:rPr>
          <w:b w:val="0"/>
        </w:rPr>
        <w:t xml:space="preserve">6. </w:t>
      </w:r>
      <w:r w:rsidRPr="00206A10">
        <w:rPr>
          <w:b w:val="0"/>
          <w:szCs w:val="28"/>
        </w:rPr>
        <w:t>Про роботу комунального закладу «Центр первинної медико-санітарної допомоги Роменського району Сумської області» щодо виконання</w:t>
      </w:r>
      <w:r w:rsidRPr="00206A10">
        <w:rPr>
          <w:b w:val="0"/>
        </w:rPr>
        <w:t xml:space="preserve"> Регіональної програми боротьби з онкологічними захворюваннями на період до 2016 року (на засідання постійної комісії районної ради)</w:t>
      </w:r>
    </w:p>
    <w:p w:rsidR="00275751" w:rsidRPr="00206A10" w:rsidRDefault="00275751" w:rsidP="00CD2977">
      <w:pPr>
        <w:ind w:left="3540"/>
        <w:jc w:val="both"/>
        <w:rPr>
          <w:sz w:val="28"/>
          <w:lang w:val="uk-UA"/>
        </w:rPr>
      </w:pPr>
      <w:r w:rsidRPr="00206A10">
        <w:rPr>
          <w:sz w:val="28"/>
          <w:lang w:val="uk-UA"/>
        </w:rPr>
        <w:t>відповідальні: Татарінов В.М., Козаченко М.І.</w:t>
      </w:r>
    </w:p>
    <w:p w:rsidR="00275751" w:rsidRPr="00FE6FDA" w:rsidRDefault="00275751" w:rsidP="00CD2977">
      <w:pPr>
        <w:jc w:val="both"/>
        <w:rPr>
          <w:sz w:val="16"/>
          <w:szCs w:val="16"/>
          <w:lang w:val="uk-UA"/>
        </w:rPr>
      </w:pPr>
    </w:p>
    <w:p w:rsidR="00275751" w:rsidRPr="00206A10" w:rsidRDefault="00275751" w:rsidP="00CD2977">
      <w:pPr>
        <w:pStyle w:val="Heading2"/>
        <w:ind w:left="3540" w:firstLine="708"/>
        <w:jc w:val="both"/>
        <w:rPr>
          <w:b w:val="0"/>
        </w:rPr>
      </w:pPr>
      <w:r w:rsidRPr="00206A10">
        <w:rPr>
          <w:b w:val="0"/>
        </w:rPr>
        <w:t>ІІІ квартал</w:t>
      </w:r>
    </w:p>
    <w:p w:rsidR="00275751" w:rsidRPr="00206A10" w:rsidRDefault="00275751" w:rsidP="00CD2977">
      <w:pPr>
        <w:ind w:firstLine="708"/>
        <w:jc w:val="both"/>
        <w:rPr>
          <w:sz w:val="28"/>
          <w:lang w:val="uk-UA"/>
        </w:rPr>
      </w:pPr>
      <w:r w:rsidRPr="00206A10">
        <w:rPr>
          <w:sz w:val="28"/>
          <w:lang w:val="uk-UA"/>
        </w:rPr>
        <w:t>1. Про затвердження звіту про виконання районного бюджету за перше півріччя 2016 року</w:t>
      </w:r>
    </w:p>
    <w:p w:rsidR="00275751" w:rsidRPr="00206A10" w:rsidRDefault="00275751" w:rsidP="00CD2977">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Журенко Н.М., Анісімова М.В.</w:t>
      </w:r>
    </w:p>
    <w:p w:rsidR="00275751" w:rsidRPr="00206A10" w:rsidRDefault="00275751" w:rsidP="005B47A7">
      <w:pPr>
        <w:ind w:firstLine="708"/>
        <w:jc w:val="both"/>
        <w:rPr>
          <w:sz w:val="28"/>
          <w:lang w:val="uk-UA"/>
        </w:rPr>
      </w:pPr>
      <w:r w:rsidRPr="00206A10">
        <w:rPr>
          <w:sz w:val="28"/>
          <w:lang w:val="uk-UA"/>
        </w:rPr>
        <w:t xml:space="preserve">2. Про внесення змін до рішення районної ради «Про районний бюджет на 2016 рік» </w:t>
      </w:r>
    </w:p>
    <w:p w:rsidR="00275751" w:rsidRPr="00206A10" w:rsidRDefault="00275751" w:rsidP="005B47A7">
      <w:pPr>
        <w:ind w:left="3544"/>
        <w:jc w:val="both"/>
        <w:rPr>
          <w:sz w:val="28"/>
          <w:lang w:val="uk-UA"/>
        </w:rPr>
      </w:pPr>
      <w:r w:rsidRPr="00206A10">
        <w:rPr>
          <w:sz w:val="28"/>
          <w:lang w:val="uk-UA"/>
        </w:rPr>
        <w:t xml:space="preserve">при наявності потреби згідно плану роботи районної ради </w:t>
      </w:r>
    </w:p>
    <w:p w:rsidR="00275751" w:rsidRPr="00206A10" w:rsidRDefault="00275751" w:rsidP="005B47A7">
      <w:pPr>
        <w:ind w:left="3544"/>
        <w:jc w:val="both"/>
        <w:rPr>
          <w:sz w:val="28"/>
          <w:lang w:val="uk-UA"/>
        </w:rPr>
      </w:pPr>
      <w:r w:rsidRPr="00206A10">
        <w:rPr>
          <w:sz w:val="28"/>
          <w:lang w:val="uk-UA"/>
        </w:rPr>
        <w:t>відповідальні: Журенко Н.М., Анісімова М.В.</w:t>
      </w:r>
    </w:p>
    <w:p w:rsidR="00275751" w:rsidRPr="00206A10" w:rsidRDefault="00275751" w:rsidP="00CD2977">
      <w:pPr>
        <w:ind w:firstLine="708"/>
        <w:jc w:val="both"/>
        <w:rPr>
          <w:sz w:val="28"/>
          <w:lang w:val="uk-UA"/>
        </w:rPr>
      </w:pPr>
      <w:r w:rsidRPr="00206A10">
        <w:rPr>
          <w:sz w:val="28"/>
          <w:lang w:val="uk-UA"/>
        </w:rPr>
        <w:t>3. Про внесення змін до Програми економічного і соціального розвитку Роменського району на 2016 рік</w:t>
      </w:r>
    </w:p>
    <w:p w:rsidR="00275751" w:rsidRPr="00206A10" w:rsidRDefault="00275751" w:rsidP="00FC34DB">
      <w:pPr>
        <w:ind w:left="5387" w:hanging="1847"/>
        <w:jc w:val="both"/>
        <w:rPr>
          <w:sz w:val="28"/>
          <w:lang w:val="uk-UA"/>
        </w:rPr>
      </w:pPr>
      <w:r w:rsidRPr="00206A10">
        <w:rPr>
          <w:sz w:val="28"/>
          <w:lang w:val="uk-UA"/>
        </w:rPr>
        <w:t>відповідальні: Татарінов В.М., Журенко Н.М., Гребенюк О.П.</w:t>
      </w:r>
    </w:p>
    <w:p w:rsidR="00275751" w:rsidRPr="00206A10" w:rsidRDefault="00275751" w:rsidP="00CD2977">
      <w:pPr>
        <w:ind w:firstLine="708"/>
        <w:jc w:val="both"/>
        <w:rPr>
          <w:sz w:val="28"/>
          <w:lang w:val="uk-UA"/>
        </w:rPr>
      </w:pPr>
      <w:r w:rsidRPr="00206A10">
        <w:rPr>
          <w:sz w:val="28"/>
          <w:lang w:val="uk-UA"/>
        </w:rPr>
        <w:t>4. Про хід виконання районної програми оздоровлення та відпочинку дітей на 2016 рік (на засідання постійної комісії районної ради)</w:t>
      </w:r>
    </w:p>
    <w:p w:rsidR="00275751" w:rsidRPr="00206A10" w:rsidRDefault="00275751" w:rsidP="00CD2977">
      <w:pPr>
        <w:ind w:firstLine="708"/>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Татарінов В.М., Шкурат Л.П.</w:t>
      </w:r>
    </w:p>
    <w:p w:rsidR="00275751" w:rsidRPr="00206A10" w:rsidRDefault="00275751" w:rsidP="00CD2977">
      <w:pPr>
        <w:pStyle w:val="Heading2"/>
        <w:ind w:firstLine="708"/>
        <w:jc w:val="both"/>
        <w:rPr>
          <w:b w:val="0"/>
        </w:rPr>
      </w:pPr>
      <w:r w:rsidRPr="00206A10">
        <w:rPr>
          <w:b w:val="0"/>
        </w:rPr>
        <w:t>5. Про роботу комунального закладу «Центр первинної медико-санітарної допомоги» щодо виконання Загальнодержавної програми протидії захворюванню на туберкульоз на 2012-2016 роки (на засідання постійної комісії районної ради)</w:t>
      </w:r>
    </w:p>
    <w:p w:rsidR="00275751" w:rsidRPr="00206A10" w:rsidRDefault="00275751" w:rsidP="00CD2977">
      <w:pPr>
        <w:ind w:left="3540"/>
        <w:jc w:val="both"/>
        <w:rPr>
          <w:sz w:val="28"/>
          <w:lang w:val="uk-UA"/>
        </w:rPr>
      </w:pPr>
      <w:r w:rsidRPr="00206A10">
        <w:rPr>
          <w:sz w:val="28"/>
          <w:lang w:val="uk-UA"/>
        </w:rPr>
        <w:t>відповідальні: Татарінов В.М., Козаченко М.І.</w:t>
      </w:r>
    </w:p>
    <w:p w:rsidR="00275751" w:rsidRPr="00206A10" w:rsidRDefault="00275751" w:rsidP="00CB3E3C">
      <w:pPr>
        <w:pStyle w:val="Heading2"/>
        <w:ind w:firstLine="708"/>
        <w:jc w:val="both"/>
        <w:rPr>
          <w:b w:val="0"/>
        </w:rPr>
      </w:pPr>
      <w:r>
        <w:rPr>
          <w:b w:val="0"/>
        </w:rPr>
        <w:t>6</w:t>
      </w:r>
      <w:r w:rsidRPr="00206A10">
        <w:rPr>
          <w:b w:val="0"/>
        </w:rPr>
        <w:t>. Про виконання районної програми зайнятості населення на період до 2017 року в частині створення нових робочих місць (на засідання постійної комісії районної ради)</w:t>
      </w:r>
    </w:p>
    <w:p w:rsidR="00275751" w:rsidRPr="00206A10" w:rsidRDefault="00275751" w:rsidP="00CB3E3C">
      <w:pPr>
        <w:ind w:left="3540"/>
        <w:jc w:val="both"/>
        <w:rPr>
          <w:sz w:val="28"/>
          <w:lang w:val="uk-UA"/>
        </w:rPr>
      </w:pPr>
      <w:r w:rsidRPr="00206A10">
        <w:rPr>
          <w:sz w:val="28"/>
          <w:lang w:val="uk-UA"/>
        </w:rPr>
        <w:t>відповідальні: Татарінов В.М., Даценко О.М.</w:t>
      </w:r>
    </w:p>
    <w:p w:rsidR="00275751" w:rsidRPr="00FE6FDA" w:rsidRDefault="00275751" w:rsidP="00FE6FDA">
      <w:pPr>
        <w:jc w:val="both"/>
        <w:rPr>
          <w:bCs/>
          <w:sz w:val="16"/>
          <w:szCs w:val="16"/>
          <w:lang w:val="uk-UA"/>
        </w:rPr>
      </w:pPr>
    </w:p>
    <w:p w:rsidR="00275751" w:rsidRPr="00206A10" w:rsidRDefault="00275751" w:rsidP="00CD2977">
      <w:pPr>
        <w:ind w:left="3540" w:firstLine="708"/>
        <w:jc w:val="both"/>
        <w:rPr>
          <w:bCs/>
          <w:sz w:val="28"/>
          <w:lang w:val="uk-UA"/>
        </w:rPr>
      </w:pPr>
      <w:r w:rsidRPr="00206A10">
        <w:rPr>
          <w:bCs/>
          <w:sz w:val="28"/>
          <w:lang w:val="uk-UA"/>
        </w:rPr>
        <w:t>І</w:t>
      </w:r>
      <w:r w:rsidRPr="00206A10">
        <w:rPr>
          <w:bCs/>
          <w:sz w:val="28"/>
          <w:lang w:val="en-US"/>
        </w:rPr>
        <w:t>V</w:t>
      </w:r>
      <w:r w:rsidRPr="00206A10">
        <w:rPr>
          <w:bCs/>
          <w:sz w:val="28"/>
          <w:lang w:val="uk-UA"/>
        </w:rPr>
        <w:t xml:space="preserve"> квартал</w:t>
      </w:r>
    </w:p>
    <w:p w:rsidR="00275751" w:rsidRPr="00206A10" w:rsidRDefault="00275751" w:rsidP="00CD2977">
      <w:pPr>
        <w:ind w:firstLine="708"/>
        <w:jc w:val="both"/>
        <w:rPr>
          <w:sz w:val="28"/>
          <w:lang w:val="uk-UA"/>
        </w:rPr>
      </w:pPr>
      <w:r w:rsidRPr="00206A10">
        <w:rPr>
          <w:sz w:val="28"/>
          <w:lang w:val="uk-UA"/>
        </w:rPr>
        <w:t xml:space="preserve">1. Про затвердження районної програми оздоровлення та відпочинку дітей на 2017 рік  </w:t>
      </w:r>
    </w:p>
    <w:p w:rsidR="00275751" w:rsidRPr="00206A10" w:rsidRDefault="00275751" w:rsidP="00CD2977">
      <w:pPr>
        <w:ind w:left="3540"/>
        <w:jc w:val="both"/>
        <w:rPr>
          <w:sz w:val="28"/>
          <w:lang w:val="uk-UA"/>
        </w:rPr>
      </w:pPr>
      <w:r w:rsidRPr="00206A10">
        <w:rPr>
          <w:sz w:val="28"/>
          <w:lang w:val="uk-UA"/>
        </w:rPr>
        <w:t>відповідальні: Татарінов В.М., Шкурат Л.П., Тунік Т.О.</w:t>
      </w:r>
    </w:p>
    <w:p w:rsidR="00275751" w:rsidRPr="00206A10" w:rsidRDefault="00275751" w:rsidP="00CD2977">
      <w:pPr>
        <w:ind w:firstLine="708"/>
        <w:jc w:val="both"/>
        <w:rPr>
          <w:sz w:val="28"/>
          <w:lang w:val="uk-UA"/>
        </w:rPr>
      </w:pPr>
      <w:r w:rsidRPr="00206A10">
        <w:rPr>
          <w:sz w:val="28"/>
          <w:lang w:val="uk-UA"/>
        </w:rPr>
        <w:t>2. Про затвердження районної програми «Освіта Роменщини» на 2017 рік</w:t>
      </w:r>
    </w:p>
    <w:p w:rsidR="00275751" w:rsidRPr="00206A10" w:rsidRDefault="00275751" w:rsidP="00CD2977">
      <w:pPr>
        <w:ind w:firstLine="708"/>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Татарінов В.М., Шкурат Л.П.</w:t>
      </w:r>
    </w:p>
    <w:p w:rsidR="00275751" w:rsidRPr="00206A10" w:rsidRDefault="00275751" w:rsidP="00CD2977">
      <w:pPr>
        <w:ind w:firstLine="708"/>
        <w:jc w:val="both"/>
        <w:rPr>
          <w:sz w:val="28"/>
          <w:lang w:val="uk-UA"/>
        </w:rPr>
      </w:pPr>
      <w:r w:rsidRPr="00206A10">
        <w:rPr>
          <w:sz w:val="28"/>
          <w:lang w:val="uk-UA"/>
        </w:rPr>
        <w:t>3. Про затвердження звіту про виконання районного бюджету за 9 місяців 2016 року</w:t>
      </w:r>
    </w:p>
    <w:p w:rsidR="00275751" w:rsidRPr="00206A10" w:rsidRDefault="00275751" w:rsidP="00CD2977">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Журенко Н.М., Анісімова М.В.</w:t>
      </w:r>
    </w:p>
    <w:p w:rsidR="00275751" w:rsidRPr="00206A10" w:rsidRDefault="00275751" w:rsidP="00FC34DB">
      <w:pPr>
        <w:ind w:firstLine="708"/>
        <w:jc w:val="both"/>
        <w:rPr>
          <w:sz w:val="28"/>
          <w:lang w:val="uk-UA"/>
        </w:rPr>
      </w:pPr>
      <w:r w:rsidRPr="00206A10">
        <w:rPr>
          <w:sz w:val="28"/>
          <w:lang w:val="uk-UA"/>
        </w:rPr>
        <w:t>4. Про внесення змін до Програми економічного і соціального розвитку Роменського району на 2016 рік</w:t>
      </w:r>
    </w:p>
    <w:p w:rsidR="00275751" w:rsidRPr="00206A10" w:rsidRDefault="00275751" w:rsidP="00FC34DB">
      <w:pPr>
        <w:ind w:left="5387" w:hanging="1847"/>
        <w:jc w:val="both"/>
        <w:rPr>
          <w:sz w:val="28"/>
          <w:lang w:val="uk-UA"/>
        </w:rPr>
      </w:pPr>
      <w:r w:rsidRPr="00206A10">
        <w:rPr>
          <w:sz w:val="28"/>
          <w:lang w:val="uk-UA"/>
        </w:rPr>
        <w:t>відповідальні: Татарінов В.М., Журенко Н.М., Гребенюк О.П.</w:t>
      </w:r>
    </w:p>
    <w:p w:rsidR="00275751" w:rsidRPr="00206A10" w:rsidRDefault="00275751" w:rsidP="00CD2977">
      <w:pPr>
        <w:ind w:firstLine="708"/>
        <w:jc w:val="both"/>
        <w:rPr>
          <w:sz w:val="28"/>
          <w:szCs w:val="28"/>
          <w:lang w:val="uk-UA"/>
        </w:rPr>
      </w:pPr>
      <w:r w:rsidRPr="00206A10">
        <w:rPr>
          <w:sz w:val="28"/>
          <w:lang w:val="uk-UA"/>
        </w:rPr>
        <w:t xml:space="preserve">5. </w:t>
      </w:r>
      <w:r w:rsidRPr="00206A10">
        <w:rPr>
          <w:sz w:val="28"/>
          <w:szCs w:val="28"/>
          <w:lang w:val="uk-UA"/>
        </w:rPr>
        <w:t xml:space="preserve">Про затвердження Програми розвитку культури та мистецтв на 2017 рік </w:t>
      </w:r>
    </w:p>
    <w:p w:rsidR="00275751" w:rsidRPr="00206A10" w:rsidRDefault="00275751" w:rsidP="00CD2977">
      <w:pPr>
        <w:ind w:left="2832" w:firstLine="708"/>
        <w:jc w:val="both"/>
        <w:rPr>
          <w:sz w:val="28"/>
          <w:lang w:val="uk-UA"/>
        </w:rPr>
      </w:pPr>
      <w:r w:rsidRPr="00206A10">
        <w:rPr>
          <w:sz w:val="28"/>
          <w:lang w:val="uk-UA"/>
        </w:rPr>
        <w:t>відповідальні: Татарінов В.М., Момот С.В.</w:t>
      </w:r>
    </w:p>
    <w:p w:rsidR="00275751" w:rsidRPr="00206A10" w:rsidRDefault="00275751" w:rsidP="00CD2977">
      <w:pPr>
        <w:ind w:firstLine="708"/>
        <w:jc w:val="both"/>
        <w:rPr>
          <w:sz w:val="28"/>
          <w:lang w:val="uk-UA"/>
        </w:rPr>
      </w:pPr>
      <w:r w:rsidRPr="00206A10">
        <w:rPr>
          <w:sz w:val="28"/>
          <w:lang w:val="uk-UA"/>
        </w:rPr>
        <w:t xml:space="preserve">6. Про хід виконання програми забезпечення містобудівною документацією населених пунктів на території Роменського району </w:t>
      </w:r>
    </w:p>
    <w:p w:rsidR="00275751" w:rsidRPr="00206A10" w:rsidRDefault="00275751" w:rsidP="00CD2977">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Журенко Н.М., Федько Л.Г.</w:t>
      </w:r>
    </w:p>
    <w:p w:rsidR="00275751" w:rsidRPr="00206A10" w:rsidRDefault="00275751" w:rsidP="00CD2977">
      <w:pPr>
        <w:ind w:firstLine="708"/>
        <w:jc w:val="both"/>
        <w:rPr>
          <w:sz w:val="28"/>
          <w:lang w:val="uk-UA"/>
        </w:rPr>
      </w:pPr>
      <w:r w:rsidRPr="00206A10">
        <w:rPr>
          <w:sz w:val="28"/>
          <w:lang w:val="uk-UA"/>
        </w:rPr>
        <w:t xml:space="preserve">7. Про хід виконання районної програми містобудівної діяльності та створення служби містобудівного кадастру </w:t>
      </w:r>
    </w:p>
    <w:p w:rsidR="00275751" w:rsidRPr="00206A10" w:rsidRDefault="00275751" w:rsidP="00D4436D">
      <w:pPr>
        <w:jc w:val="both"/>
        <w:rPr>
          <w:sz w:val="28"/>
          <w:lang w:val="uk-UA"/>
        </w:rPr>
      </w:pPr>
      <w:r w:rsidRPr="004879C8">
        <w:rPr>
          <w:sz w:val="28"/>
          <w:lang w:val="uk-UA"/>
        </w:rPr>
        <w:tab/>
      </w:r>
      <w:r w:rsidRPr="004879C8">
        <w:rPr>
          <w:sz w:val="28"/>
          <w:lang w:val="uk-UA"/>
        </w:rPr>
        <w:tab/>
      </w:r>
      <w:r w:rsidRPr="004879C8">
        <w:rPr>
          <w:sz w:val="28"/>
          <w:lang w:val="uk-UA"/>
        </w:rPr>
        <w:tab/>
      </w:r>
      <w:r w:rsidRPr="004879C8">
        <w:rPr>
          <w:sz w:val="28"/>
          <w:lang w:val="uk-UA"/>
        </w:rPr>
        <w:tab/>
      </w:r>
      <w:r w:rsidRPr="004879C8">
        <w:rPr>
          <w:sz w:val="28"/>
          <w:lang w:val="uk-UA"/>
        </w:rPr>
        <w:tab/>
      </w:r>
      <w:r w:rsidRPr="00206A10">
        <w:rPr>
          <w:sz w:val="28"/>
          <w:lang w:val="uk-UA"/>
        </w:rPr>
        <w:t>відповідальні: Журенко Н.М., Федько Л.Г.</w:t>
      </w:r>
    </w:p>
    <w:p w:rsidR="00275751" w:rsidRPr="00206A10" w:rsidRDefault="00275751" w:rsidP="00D4436D">
      <w:pPr>
        <w:ind w:firstLine="708"/>
        <w:jc w:val="both"/>
        <w:rPr>
          <w:sz w:val="28"/>
          <w:lang w:val="uk-UA"/>
        </w:rPr>
      </w:pPr>
      <w:r w:rsidRPr="00206A10">
        <w:rPr>
          <w:sz w:val="28"/>
          <w:lang w:val="uk-UA"/>
        </w:rPr>
        <w:t>8. Про хід виконання районної програми з розроблення схеми планування території Роменського району</w:t>
      </w:r>
    </w:p>
    <w:p w:rsidR="00275751" w:rsidRPr="00206A10" w:rsidRDefault="00275751" w:rsidP="00D4436D">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Журенко Н.М., Федько Л.Г.</w:t>
      </w:r>
    </w:p>
    <w:p w:rsidR="00275751" w:rsidRPr="00206A10" w:rsidRDefault="00275751" w:rsidP="00D4436D">
      <w:pPr>
        <w:ind w:firstLine="708"/>
        <w:jc w:val="both"/>
        <w:rPr>
          <w:bCs/>
          <w:sz w:val="28"/>
          <w:lang w:val="uk-UA"/>
        </w:rPr>
      </w:pPr>
      <w:r w:rsidRPr="00206A10">
        <w:rPr>
          <w:bCs/>
          <w:sz w:val="28"/>
          <w:lang w:val="uk-UA"/>
        </w:rPr>
        <w:t>9. Про хід виконання районної Програми з реалізації Конвенції ООН про права дитини на 2012-2016 роки</w:t>
      </w:r>
    </w:p>
    <w:p w:rsidR="00275751" w:rsidRPr="00206A10" w:rsidRDefault="00275751" w:rsidP="00CD2977">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Татарінов В.М., Степаненко З.В.</w:t>
      </w:r>
    </w:p>
    <w:p w:rsidR="00275751" w:rsidRPr="00206A10" w:rsidRDefault="00275751" w:rsidP="00CD2977">
      <w:pPr>
        <w:ind w:firstLine="708"/>
        <w:jc w:val="both"/>
        <w:rPr>
          <w:sz w:val="28"/>
          <w:lang w:val="uk-UA"/>
        </w:rPr>
      </w:pPr>
      <w:r w:rsidRPr="00206A10">
        <w:rPr>
          <w:sz w:val="28"/>
          <w:lang w:val="uk-UA"/>
        </w:rPr>
        <w:t>1</w:t>
      </w:r>
      <w:r>
        <w:rPr>
          <w:sz w:val="28"/>
          <w:lang w:val="uk-UA"/>
        </w:rPr>
        <w:t>0</w:t>
      </w:r>
      <w:r w:rsidRPr="00206A10">
        <w:rPr>
          <w:sz w:val="28"/>
          <w:lang w:val="uk-UA"/>
        </w:rPr>
        <w:t>. Про затвердження районної Програми «Ветеран» на 2017 рік</w:t>
      </w:r>
    </w:p>
    <w:p w:rsidR="00275751" w:rsidRPr="00206A10" w:rsidRDefault="00275751" w:rsidP="00CD2977">
      <w:pPr>
        <w:ind w:left="3540"/>
        <w:jc w:val="both"/>
        <w:rPr>
          <w:sz w:val="28"/>
          <w:lang w:val="uk-UA"/>
        </w:rPr>
      </w:pPr>
      <w:r w:rsidRPr="00206A10">
        <w:rPr>
          <w:sz w:val="28"/>
          <w:lang w:val="uk-UA"/>
        </w:rPr>
        <w:t>відповідальні: Татарінов В.М., Сидоренко О.М.</w:t>
      </w:r>
    </w:p>
    <w:p w:rsidR="00275751" w:rsidRPr="00206A10" w:rsidRDefault="00275751" w:rsidP="00CD2977">
      <w:pPr>
        <w:ind w:firstLine="708"/>
        <w:jc w:val="both"/>
        <w:rPr>
          <w:sz w:val="28"/>
          <w:lang w:val="uk-UA"/>
        </w:rPr>
      </w:pPr>
      <w:r w:rsidRPr="00206A10">
        <w:rPr>
          <w:sz w:val="28"/>
          <w:lang w:val="uk-UA"/>
        </w:rPr>
        <w:t>1</w:t>
      </w:r>
      <w:r>
        <w:rPr>
          <w:sz w:val="28"/>
          <w:lang w:val="uk-UA"/>
        </w:rPr>
        <w:t>1</w:t>
      </w:r>
      <w:r w:rsidRPr="00206A10">
        <w:rPr>
          <w:sz w:val="28"/>
          <w:lang w:val="uk-UA"/>
        </w:rPr>
        <w:t>. Про затвердження районної програми співпраці та підтримки засобів масової інформації на 2017 рік</w:t>
      </w:r>
    </w:p>
    <w:p w:rsidR="00275751" w:rsidRPr="00206A10" w:rsidRDefault="00275751" w:rsidP="00CD2977">
      <w:pPr>
        <w:ind w:left="3540"/>
        <w:jc w:val="both"/>
        <w:rPr>
          <w:sz w:val="28"/>
          <w:lang w:val="uk-UA"/>
        </w:rPr>
      </w:pPr>
      <w:r w:rsidRPr="00206A10">
        <w:rPr>
          <w:sz w:val="28"/>
          <w:lang w:val="uk-UA"/>
        </w:rPr>
        <w:t>відповідальні: Татарінов В.М., Сидоренко О.М.</w:t>
      </w:r>
    </w:p>
    <w:p w:rsidR="00275751" w:rsidRPr="00206A10" w:rsidRDefault="00275751" w:rsidP="00CD2977">
      <w:pPr>
        <w:ind w:firstLine="708"/>
        <w:jc w:val="both"/>
        <w:rPr>
          <w:sz w:val="28"/>
          <w:lang w:val="uk-UA"/>
        </w:rPr>
      </w:pPr>
      <w:r w:rsidRPr="00206A10">
        <w:rPr>
          <w:sz w:val="28"/>
          <w:lang w:val="uk-UA"/>
        </w:rPr>
        <w:t>1</w:t>
      </w:r>
      <w:r>
        <w:rPr>
          <w:sz w:val="28"/>
          <w:lang w:val="uk-UA"/>
        </w:rPr>
        <w:t>2</w:t>
      </w:r>
      <w:r w:rsidRPr="00206A10">
        <w:rPr>
          <w:sz w:val="28"/>
          <w:lang w:val="uk-UA"/>
        </w:rPr>
        <w:t>. Про затвердження Програми «Відзначення державних свят та знаменних подій у 2017 році»</w:t>
      </w:r>
    </w:p>
    <w:p w:rsidR="00275751" w:rsidRPr="00206A10" w:rsidRDefault="00275751" w:rsidP="00CD2977">
      <w:pPr>
        <w:ind w:left="3540"/>
        <w:jc w:val="both"/>
        <w:rPr>
          <w:sz w:val="28"/>
          <w:lang w:val="uk-UA"/>
        </w:rPr>
      </w:pPr>
      <w:r w:rsidRPr="00206A10">
        <w:rPr>
          <w:sz w:val="28"/>
          <w:lang w:val="uk-UA"/>
        </w:rPr>
        <w:t>відповідальні: Татарінов В.М., Сидоренко О.М.</w:t>
      </w:r>
    </w:p>
    <w:p w:rsidR="00275751" w:rsidRPr="00206A10" w:rsidRDefault="00275751" w:rsidP="00CD2977">
      <w:pPr>
        <w:ind w:firstLine="708"/>
        <w:jc w:val="both"/>
        <w:rPr>
          <w:sz w:val="28"/>
          <w:lang w:val="uk-UA"/>
        </w:rPr>
      </w:pPr>
      <w:r w:rsidRPr="00206A10">
        <w:rPr>
          <w:sz w:val="28"/>
          <w:lang w:val="uk-UA"/>
        </w:rPr>
        <w:t>1</w:t>
      </w:r>
      <w:r>
        <w:rPr>
          <w:sz w:val="28"/>
          <w:lang w:val="uk-UA"/>
        </w:rPr>
        <w:t>3</w:t>
      </w:r>
      <w:r w:rsidRPr="00206A10">
        <w:rPr>
          <w:sz w:val="28"/>
          <w:lang w:val="uk-UA"/>
        </w:rPr>
        <w:t>. Про затвердження Програми економічного і соціального розвитку Роменського району на 2017 рік</w:t>
      </w:r>
    </w:p>
    <w:p w:rsidR="00275751" w:rsidRPr="00206A10" w:rsidRDefault="00275751" w:rsidP="00CD2977">
      <w:pPr>
        <w:ind w:left="3540"/>
        <w:jc w:val="both"/>
        <w:rPr>
          <w:sz w:val="28"/>
          <w:lang w:val="uk-UA"/>
        </w:rPr>
      </w:pPr>
      <w:r w:rsidRPr="00206A10">
        <w:rPr>
          <w:sz w:val="28"/>
          <w:lang w:val="uk-UA"/>
        </w:rPr>
        <w:t>відповідальні: Татарінов В.М., Журенко Н.М., Гребенюк О.П.</w:t>
      </w:r>
    </w:p>
    <w:p w:rsidR="00275751" w:rsidRPr="00206A10" w:rsidRDefault="00275751" w:rsidP="00761F0A">
      <w:pPr>
        <w:ind w:firstLine="708"/>
        <w:jc w:val="both"/>
        <w:rPr>
          <w:sz w:val="28"/>
          <w:lang w:val="uk-UA"/>
        </w:rPr>
      </w:pPr>
      <w:r w:rsidRPr="00206A10">
        <w:rPr>
          <w:sz w:val="28"/>
          <w:lang w:val="uk-UA"/>
        </w:rPr>
        <w:t>1</w:t>
      </w:r>
      <w:r>
        <w:rPr>
          <w:sz w:val="28"/>
          <w:lang w:val="uk-UA"/>
        </w:rPr>
        <w:t>4</w:t>
      </w:r>
      <w:r w:rsidRPr="00206A10">
        <w:rPr>
          <w:sz w:val="28"/>
          <w:lang w:val="uk-UA"/>
        </w:rPr>
        <w:t xml:space="preserve">. Про внесення змін до рішення районної ради «Про районний бюджет на 2016 рік» </w:t>
      </w:r>
    </w:p>
    <w:p w:rsidR="00275751" w:rsidRPr="00206A10" w:rsidRDefault="00275751" w:rsidP="00761F0A">
      <w:pPr>
        <w:ind w:left="3544"/>
        <w:jc w:val="both"/>
        <w:rPr>
          <w:sz w:val="28"/>
          <w:lang w:val="uk-UA"/>
        </w:rPr>
      </w:pPr>
      <w:r w:rsidRPr="00206A10">
        <w:rPr>
          <w:sz w:val="28"/>
          <w:lang w:val="uk-UA"/>
        </w:rPr>
        <w:t xml:space="preserve">при наявності потреби згідно плану роботи районної ради </w:t>
      </w:r>
    </w:p>
    <w:p w:rsidR="00275751" w:rsidRPr="00206A10" w:rsidRDefault="00275751" w:rsidP="00761F0A">
      <w:pPr>
        <w:ind w:left="3544"/>
        <w:jc w:val="both"/>
        <w:rPr>
          <w:sz w:val="28"/>
          <w:lang w:val="uk-UA"/>
        </w:rPr>
      </w:pPr>
      <w:r w:rsidRPr="00206A10">
        <w:rPr>
          <w:sz w:val="28"/>
          <w:lang w:val="uk-UA"/>
        </w:rPr>
        <w:t>відповідальні: Журенко Н.М., Анісімова М.В.</w:t>
      </w:r>
    </w:p>
    <w:p w:rsidR="00275751" w:rsidRPr="00206A10" w:rsidRDefault="00275751" w:rsidP="00CD2977">
      <w:pPr>
        <w:ind w:firstLine="708"/>
        <w:jc w:val="both"/>
        <w:rPr>
          <w:sz w:val="28"/>
          <w:lang w:val="uk-UA"/>
        </w:rPr>
      </w:pPr>
      <w:r w:rsidRPr="00206A10">
        <w:rPr>
          <w:sz w:val="28"/>
          <w:lang w:val="uk-UA"/>
        </w:rPr>
        <w:t>1</w:t>
      </w:r>
      <w:r>
        <w:rPr>
          <w:sz w:val="28"/>
          <w:lang w:val="uk-UA"/>
        </w:rPr>
        <w:t>5</w:t>
      </w:r>
      <w:r w:rsidRPr="00206A10">
        <w:rPr>
          <w:sz w:val="28"/>
          <w:lang w:val="uk-UA"/>
        </w:rPr>
        <w:t xml:space="preserve">. Про районний бюджет на 2017 рік </w:t>
      </w:r>
    </w:p>
    <w:p w:rsidR="00275751" w:rsidRPr="00206A10" w:rsidRDefault="00275751" w:rsidP="00CD2977">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Журенко Н.М., Анісімова М.В.</w:t>
      </w:r>
    </w:p>
    <w:p w:rsidR="00275751" w:rsidRPr="00206A10" w:rsidRDefault="00275751" w:rsidP="00FC34DB">
      <w:pPr>
        <w:ind w:firstLine="708"/>
        <w:jc w:val="both"/>
        <w:rPr>
          <w:sz w:val="28"/>
          <w:lang w:val="uk-UA"/>
        </w:rPr>
      </w:pPr>
      <w:r w:rsidRPr="00206A10">
        <w:rPr>
          <w:sz w:val="28"/>
          <w:lang w:val="uk-UA"/>
        </w:rPr>
        <w:t>1</w:t>
      </w:r>
      <w:r>
        <w:rPr>
          <w:sz w:val="28"/>
          <w:lang w:val="uk-UA"/>
        </w:rPr>
        <w:t>6</w:t>
      </w:r>
      <w:r w:rsidRPr="00206A10">
        <w:rPr>
          <w:sz w:val="28"/>
          <w:lang w:val="uk-UA"/>
        </w:rPr>
        <w:t>. Про проект Програми розвитку малого та середнього підприємництва на 2017-2018 роки</w:t>
      </w:r>
    </w:p>
    <w:p w:rsidR="00275751" w:rsidRPr="00206A10" w:rsidRDefault="00275751" w:rsidP="00FC34DB">
      <w:pPr>
        <w:ind w:left="3540"/>
        <w:jc w:val="both"/>
        <w:rPr>
          <w:sz w:val="28"/>
          <w:lang w:val="uk-UA"/>
        </w:rPr>
      </w:pPr>
      <w:r w:rsidRPr="00206A10">
        <w:rPr>
          <w:sz w:val="28"/>
          <w:lang w:val="uk-UA"/>
        </w:rPr>
        <w:t>відповідальні: Журенко Н.М., Гребенюк О.П.</w:t>
      </w:r>
    </w:p>
    <w:p w:rsidR="00275751" w:rsidRPr="00206A10" w:rsidRDefault="00275751" w:rsidP="00FC34DB">
      <w:pPr>
        <w:ind w:firstLine="708"/>
        <w:jc w:val="both"/>
        <w:rPr>
          <w:sz w:val="28"/>
          <w:lang w:val="uk-UA"/>
        </w:rPr>
      </w:pPr>
      <w:r>
        <w:rPr>
          <w:sz w:val="28"/>
          <w:lang w:val="uk-UA"/>
        </w:rPr>
        <w:t>17</w:t>
      </w:r>
      <w:r w:rsidRPr="00206A10">
        <w:rPr>
          <w:sz w:val="28"/>
          <w:lang w:val="uk-UA"/>
        </w:rPr>
        <w:t>. Про проект Програми забезпечення діяльності центру надання адміністративних послуг при районній державній адміністрації на 2017-2018 роки</w:t>
      </w:r>
    </w:p>
    <w:p w:rsidR="00275751" w:rsidRPr="00206A10" w:rsidRDefault="00275751" w:rsidP="00FC34DB">
      <w:pPr>
        <w:ind w:left="3540"/>
        <w:jc w:val="both"/>
        <w:rPr>
          <w:sz w:val="28"/>
          <w:lang w:val="uk-UA"/>
        </w:rPr>
      </w:pPr>
      <w:r w:rsidRPr="00206A10">
        <w:rPr>
          <w:sz w:val="28"/>
          <w:lang w:val="uk-UA"/>
        </w:rPr>
        <w:t>відповідальні: Журенко Н.М., Гребенюк О.П.</w:t>
      </w:r>
    </w:p>
    <w:p w:rsidR="00275751" w:rsidRPr="00206A10" w:rsidRDefault="00275751" w:rsidP="00E333EB">
      <w:pPr>
        <w:ind w:firstLine="708"/>
        <w:jc w:val="both"/>
        <w:rPr>
          <w:sz w:val="28"/>
          <w:lang w:val="uk-UA"/>
        </w:rPr>
      </w:pPr>
      <w:r>
        <w:rPr>
          <w:sz w:val="28"/>
          <w:lang w:val="uk-UA"/>
        </w:rPr>
        <w:t>18</w:t>
      </w:r>
      <w:r w:rsidRPr="00206A10">
        <w:rPr>
          <w:sz w:val="28"/>
          <w:lang w:val="uk-UA"/>
        </w:rPr>
        <w:t>. Про хід виконання комплексної районної програми «Правопорядок» на 2016-2017 роки</w:t>
      </w:r>
      <w:r w:rsidRPr="00206A10">
        <w:rPr>
          <w:sz w:val="28"/>
          <w:lang w:val="uk-UA"/>
        </w:rPr>
        <w:tab/>
      </w:r>
      <w:r w:rsidRPr="00206A10">
        <w:rPr>
          <w:sz w:val="28"/>
          <w:lang w:val="uk-UA"/>
        </w:rPr>
        <w:tab/>
      </w:r>
      <w:r w:rsidRPr="00206A10">
        <w:rPr>
          <w:sz w:val="28"/>
          <w:lang w:val="uk-UA"/>
        </w:rPr>
        <w:tab/>
      </w:r>
      <w:r w:rsidRPr="00206A10">
        <w:rPr>
          <w:sz w:val="28"/>
          <w:lang w:val="uk-UA"/>
        </w:rPr>
        <w:tab/>
      </w:r>
    </w:p>
    <w:p w:rsidR="00275751" w:rsidRPr="00206A10" w:rsidRDefault="00275751" w:rsidP="00413AF0">
      <w:pPr>
        <w:ind w:left="5664" w:hanging="2120"/>
        <w:jc w:val="both"/>
        <w:rPr>
          <w:sz w:val="28"/>
          <w:lang w:val="uk-UA"/>
        </w:rPr>
      </w:pPr>
      <w:r w:rsidRPr="00206A10">
        <w:rPr>
          <w:sz w:val="28"/>
          <w:lang w:val="uk-UA"/>
        </w:rPr>
        <w:t>відповідальні: Татарінов В.М., Доронін О.П.</w:t>
      </w:r>
    </w:p>
    <w:p w:rsidR="00275751" w:rsidRPr="00206A10" w:rsidRDefault="00275751" w:rsidP="00CD2977">
      <w:pPr>
        <w:ind w:firstLine="708"/>
        <w:jc w:val="both"/>
        <w:rPr>
          <w:sz w:val="28"/>
          <w:lang w:val="uk-UA"/>
        </w:rPr>
      </w:pPr>
      <w:r>
        <w:rPr>
          <w:sz w:val="28"/>
          <w:lang w:val="uk-UA"/>
        </w:rPr>
        <w:t>19</w:t>
      </w:r>
      <w:r w:rsidRPr="00206A10">
        <w:rPr>
          <w:sz w:val="28"/>
          <w:lang w:val="uk-UA"/>
        </w:rPr>
        <w:t>. Про хід виконання районної програми «Освіта Роменщини» на 2016 рік за підсумками другого півріччя (на засідання постійної комісії районної ради)</w:t>
      </w:r>
    </w:p>
    <w:p w:rsidR="00275751" w:rsidRPr="00206A10" w:rsidRDefault="00275751" w:rsidP="00CD2977">
      <w:pPr>
        <w:ind w:firstLine="708"/>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Татарінов В.М., Шкурат Л.П.</w:t>
      </w:r>
    </w:p>
    <w:p w:rsidR="00275751" w:rsidRPr="00206A10" w:rsidRDefault="00275751" w:rsidP="00CD2977">
      <w:pPr>
        <w:pStyle w:val="Heading2"/>
        <w:ind w:firstLine="708"/>
        <w:jc w:val="both"/>
        <w:rPr>
          <w:b w:val="0"/>
        </w:rPr>
      </w:pPr>
      <w:r w:rsidRPr="00206A10">
        <w:rPr>
          <w:b w:val="0"/>
        </w:rPr>
        <w:t>2</w:t>
      </w:r>
      <w:r>
        <w:rPr>
          <w:b w:val="0"/>
        </w:rPr>
        <w:t>0</w:t>
      </w:r>
      <w:r w:rsidRPr="00206A10">
        <w:rPr>
          <w:b w:val="0"/>
        </w:rPr>
        <w:t>. Про стан здоров’я сільського населення та діяльність комунального закладу «Центр первинної медико-санітарної допомоги» по наданню медичної допомоги населенню Роменського району. Проблемні питання, шляхи поліпшення якості медичної допомоги, забезпечення епідеміологічного благополуччя населення Роменського району (на засідання постійної комісії районної ради)</w:t>
      </w:r>
    </w:p>
    <w:p w:rsidR="00275751" w:rsidRPr="00206A10" w:rsidRDefault="00275751" w:rsidP="00CD2977">
      <w:pPr>
        <w:ind w:left="3540"/>
        <w:jc w:val="both"/>
        <w:rPr>
          <w:sz w:val="28"/>
          <w:lang w:val="uk-UA"/>
        </w:rPr>
      </w:pPr>
      <w:r w:rsidRPr="00206A10">
        <w:rPr>
          <w:sz w:val="28"/>
          <w:lang w:val="uk-UA"/>
        </w:rPr>
        <w:t>відповідальні: Татарінов В.М., Козаченко М.І.</w:t>
      </w:r>
    </w:p>
    <w:p w:rsidR="00275751" w:rsidRPr="00206A10" w:rsidRDefault="00275751" w:rsidP="00CB3E3C">
      <w:pPr>
        <w:pStyle w:val="Heading2"/>
        <w:ind w:firstLine="708"/>
        <w:jc w:val="both"/>
        <w:rPr>
          <w:b w:val="0"/>
        </w:rPr>
      </w:pPr>
      <w:r w:rsidRPr="00206A10">
        <w:rPr>
          <w:b w:val="0"/>
        </w:rPr>
        <w:t>2</w:t>
      </w:r>
      <w:r>
        <w:rPr>
          <w:b w:val="0"/>
        </w:rPr>
        <w:t>1</w:t>
      </w:r>
      <w:r w:rsidRPr="00206A10">
        <w:rPr>
          <w:b w:val="0"/>
        </w:rPr>
        <w:t>. Про стан виконання Закону України «Про статус ветеранів війни, гарантії їх соціального захисту» в частині пільгового забезпечення учасників бойових дій (на засідання постійної комісії районної ради)</w:t>
      </w:r>
    </w:p>
    <w:p w:rsidR="00275751" w:rsidRPr="00206A10" w:rsidRDefault="00275751" w:rsidP="00CB3E3C">
      <w:pPr>
        <w:ind w:left="3540"/>
        <w:jc w:val="both"/>
        <w:rPr>
          <w:sz w:val="28"/>
          <w:lang w:val="uk-UA"/>
        </w:rPr>
      </w:pPr>
      <w:r w:rsidRPr="00206A10">
        <w:rPr>
          <w:sz w:val="28"/>
          <w:lang w:val="uk-UA"/>
        </w:rPr>
        <w:t>відповідальні: Татарінов В.М., Даценко О.М.</w:t>
      </w:r>
    </w:p>
    <w:p w:rsidR="00275751" w:rsidRPr="00135CF5" w:rsidRDefault="00275751" w:rsidP="00CD2977">
      <w:pPr>
        <w:jc w:val="both"/>
        <w:rPr>
          <w:sz w:val="28"/>
          <w:szCs w:val="28"/>
          <w:lang w:val="uk-UA"/>
        </w:rPr>
      </w:pPr>
    </w:p>
    <w:p w:rsidR="00275751" w:rsidRPr="00206A10" w:rsidRDefault="00275751" w:rsidP="00CD2977">
      <w:pPr>
        <w:pStyle w:val="Heading5"/>
        <w:jc w:val="both"/>
        <w:rPr>
          <w:b w:val="0"/>
        </w:rPr>
      </w:pPr>
      <w:r w:rsidRPr="00206A10">
        <w:rPr>
          <w:b w:val="0"/>
        </w:rPr>
        <w:t>І</w:t>
      </w:r>
      <w:r w:rsidRPr="00206A10">
        <w:rPr>
          <w:b w:val="0"/>
          <w:lang w:val="en-US"/>
        </w:rPr>
        <w:t>V</w:t>
      </w:r>
      <w:r w:rsidRPr="00206A10">
        <w:rPr>
          <w:b w:val="0"/>
          <w:bCs w:val="0"/>
        </w:rPr>
        <w:t xml:space="preserve">. </w:t>
      </w:r>
      <w:r w:rsidRPr="00206A10">
        <w:rPr>
          <w:b w:val="0"/>
        </w:rPr>
        <w:t xml:space="preserve">Перелік програм, над реалізацією яких працюватиме </w:t>
      </w:r>
      <w:r w:rsidRPr="00206A10">
        <w:rPr>
          <w:b w:val="0"/>
          <w:bCs w:val="0"/>
        </w:rPr>
        <w:t>Роменська районна державна адміністрація</w:t>
      </w:r>
    </w:p>
    <w:p w:rsidR="00275751" w:rsidRPr="00A13CE9" w:rsidRDefault="00275751" w:rsidP="00CD2977">
      <w:pPr>
        <w:jc w:val="both"/>
        <w:rPr>
          <w:sz w:val="16"/>
          <w:szCs w:val="16"/>
          <w:lang w:val="uk-UA"/>
        </w:rPr>
      </w:pPr>
    </w:p>
    <w:p w:rsidR="00275751" w:rsidRPr="00206A10" w:rsidRDefault="00275751" w:rsidP="00CD2977">
      <w:pPr>
        <w:ind w:firstLine="708"/>
        <w:jc w:val="both"/>
        <w:rPr>
          <w:sz w:val="28"/>
          <w:lang w:val="uk-UA"/>
        </w:rPr>
      </w:pPr>
      <w:r w:rsidRPr="00206A10">
        <w:rPr>
          <w:sz w:val="28"/>
          <w:lang w:val="uk-UA"/>
        </w:rPr>
        <w:t>Програма економічного і соціального розвитку Роменського району на 2016 рік</w:t>
      </w:r>
    </w:p>
    <w:p w:rsidR="00275751" w:rsidRDefault="00275751" w:rsidP="00474D6D">
      <w:pPr>
        <w:ind w:left="4248" w:hanging="704"/>
        <w:jc w:val="both"/>
        <w:rPr>
          <w:sz w:val="28"/>
          <w:lang w:val="uk-UA"/>
        </w:rPr>
      </w:pPr>
      <w:r w:rsidRPr="00206A10">
        <w:rPr>
          <w:sz w:val="28"/>
          <w:lang w:val="uk-UA"/>
        </w:rPr>
        <w:t xml:space="preserve">відповідальні: </w:t>
      </w:r>
      <w:r>
        <w:rPr>
          <w:sz w:val="28"/>
          <w:lang w:val="uk-UA"/>
        </w:rPr>
        <w:t>Татарінов В.М., Журенко Н.М.,</w:t>
      </w:r>
    </w:p>
    <w:p w:rsidR="00275751" w:rsidRPr="00206A10" w:rsidRDefault="00275751" w:rsidP="00474D6D">
      <w:pPr>
        <w:ind w:left="4248" w:hanging="704"/>
        <w:jc w:val="both"/>
        <w:rPr>
          <w:sz w:val="28"/>
          <w:lang w:val="uk-UA"/>
        </w:rPr>
      </w:pPr>
      <w:r w:rsidRPr="00206A10">
        <w:rPr>
          <w:sz w:val="28"/>
          <w:lang w:val="uk-UA"/>
        </w:rPr>
        <w:t>Гребенюк О.П.</w:t>
      </w:r>
    </w:p>
    <w:p w:rsidR="00275751" w:rsidRPr="00206A10" w:rsidRDefault="00275751" w:rsidP="00CD2977">
      <w:pPr>
        <w:ind w:firstLine="708"/>
        <w:jc w:val="both"/>
        <w:rPr>
          <w:sz w:val="28"/>
          <w:lang w:val="uk-UA"/>
        </w:rPr>
      </w:pPr>
      <w:r w:rsidRPr="00206A10">
        <w:rPr>
          <w:bCs/>
          <w:sz w:val="28"/>
          <w:lang w:val="uk-UA"/>
        </w:rPr>
        <w:t>Районна програма розвитку малого та середнього підприємництва на 2015-2016 роки</w:t>
      </w: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r>
    </w:p>
    <w:p w:rsidR="00275751" w:rsidRPr="00206A10" w:rsidRDefault="00275751" w:rsidP="00CD2977">
      <w:pPr>
        <w:ind w:left="2832" w:firstLine="708"/>
        <w:jc w:val="both"/>
        <w:rPr>
          <w:sz w:val="28"/>
          <w:lang w:val="uk-UA"/>
        </w:rPr>
      </w:pPr>
      <w:r w:rsidRPr="00206A10">
        <w:rPr>
          <w:sz w:val="28"/>
          <w:lang w:val="uk-UA"/>
        </w:rPr>
        <w:t>відповідальні: Журенко Н.М., Гребенюк О.П.</w:t>
      </w:r>
    </w:p>
    <w:p w:rsidR="00275751" w:rsidRPr="00206A10" w:rsidRDefault="00275751" w:rsidP="00AF6610">
      <w:pPr>
        <w:ind w:firstLine="708"/>
        <w:jc w:val="both"/>
        <w:rPr>
          <w:sz w:val="28"/>
          <w:lang w:val="uk-UA"/>
        </w:rPr>
      </w:pPr>
      <w:r w:rsidRPr="00206A10">
        <w:rPr>
          <w:sz w:val="28"/>
          <w:lang w:val="uk-UA"/>
        </w:rPr>
        <w:t>Програма інформатизації у Роменському районі на 2015-2017 роки</w:t>
      </w:r>
    </w:p>
    <w:p w:rsidR="00275751" w:rsidRPr="00206A10" w:rsidRDefault="00275751" w:rsidP="00AF6610">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Журенко Н.М., Гребенюк О.П.</w:t>
      </w:r>
    </w:p>
    <w:p w:rsidR="00275751" w:rsidRPr="00206A10" w:rsidRDefault="00275751" w:rsidP="00AF6610">
      <w:pPr>
        <w:pStyle w:val="ListParagraph"/>
        <w:spacing w:after="0" w:line="240" w:lineRule="auto"/>
        <w:ind w:left="0" w:firstLine="720"/>
        <w:jc w:val="both"/>
        <w:rPr>
          <w:rFonts w:ascii="Times New Roman" w:hAnsi="Times New Roman"/>
          <w:bCs/>
          <w:sz w:val="28"/>
          <w:szCs w:val="24"/>
          <w:lang w:val="uk-UA" w:eastAsia="ru-RU"/>
        </w:rPr>
      </w:pPr>
      <w:r w:rsidRPr="00206A10">
        <w:rPr>
          <w:rFonts w:ascii="Times New Roman" w:hAnsi="Times New Roman"/>
          <w:bCs/>
          <w:sz w:val="28"/>
          <w:szCs w:val="24"/>
          <w:lang w:val="uk-UA" w:eastAsia="ru-RU"/>
        </w:rPr>
        <w:t>Програма забезпечення діяльності центру надання адміністративних послуг при районній державній адміністрації на 2015-2016 роки</w:t>
      </w:r>
    </w:p>
    <w:p w:rsidR="00275751" w:rsidRPr="00206A10" w:rsidRDefault="00275751" w:rsidP="00CD2977">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Журенко Н.М., Гребенюк О.П.</w:t>
      </w:r>
    </w:p>
    <w:p w:rsidR="00275751" w:rsidRPr="00986BD6" w:rsidRDefault="00275751" w:rsidP="00CD2977">
      <w:pPr>
        <w:ind w:firstLine="708"/>
        <w:jc w:val="both"/>
        <w:rPr>
          <w:sz w:val="28"/>
          <w:lang w:val="uk-UA"/>
        </w:rPr>
      </w:pPr>
      <w:r w:rsidRPr="00986BD6">
        <w:rPr>
          <w:sz w:val="28"/>
          <w:lang w:val="uk-UA"/>
        </w:rPr>
        <w:t>Районна цільова програма підтримки індивідуального житлового будівництва «Власний дім» на 2016 рік</w:t>
      </w:r>
    </w:p>
    <w:p w:rsidR="00275751" w:rsidRPr="006C7D57" w:rsidRDefault="00275751" w:rsidP="008C1943">
      <w:pPr>
        <w:ind w:left="3540"/>
        <w:jc w:val="both"/>
        <w:rPr>
          <w:sz w:val="28"/>
          <w:lang w:val="uk-UA"/>
        </w:rPr>
      </w:pPr>
      <w:r w:rsidRPr="00986BD6">
        <w:rPr>
          <w:sz w:val="28"/>
          <w:lang w:val="uk-UA"/>
        </w:rPr>
        <w:t xml:space="preserve">відповідальні: </w:t>
      </w:r>
      <w:r w:rsidRPr="006C7D57">
        <w:rPr>
          <w:sz w:val="28"/>
          <w:lang w:val="uk-UA"/>
        </w:rPr>
        <w:t>Журенко Н.М.,</w:t>
      </w:r>
      <w:r w:rsidRPr="009B5EA3">
        <w:rPr>
          <w:color w:val="FF0000"/>
          <w:sz w:val="28"/>
          <w:lang w:val="uk-UA"/>
        </w:rPr>
        <w:t xml:space="preserve"> </w:t>
      </w:r>
      <w:r>
        <w:rPr>
          <w:sz w:val="28"/>
          <w:lang w:val="uk-UA"/>
        </w:rPr>
        <w:t>Ведмідь В.О</w:t>
      </w:r>
      <w:r w:rsidRPr="00781F36">
        <w:rPr>
          <w:sz w:val="28"/>
          <w:lang w:val="uk-UA"/>
        </w:rPr>
        <w:t>.</w:t>
      </w:r>
    </w:p>
    <w:p w:rsidR="00275751" w:rsidRPr="009B5EA3" w:rsidRDefault="00275751" w:rsidP="00CD2977">
      <w:pPr>
        <w:ind w:firstLine="708"/>
        <w:jc w:val="both"/>
        <w:rPr>
          <w:sz w:val="28"/>
          <w:lang w:val="uk-UA"/>
        </w:rPr>
      </w:pPr>
      <w:r w:rsidRPr="009B5EA3">
        <w:rPr>
          <w:sz w:val="28"/>
          <w:lang w:val="uk-UA"/>
        </w:rPr>
        <w:t xml:space="preserve">Будівництво, реконструкція, ремонт та утримання вулиць і доріг комунальної власності у населених пунктах Роменського району за рахунок субвенції та інших коштів </w:t>
      </w:r>
    </w:p>
    <w:p w:rsidR="00275751" w:rsidRPr="006C7D57" w:rsidRDefault="00275751" w:rsidP="008C1943">
      <w:pPr>
        <w:ind w:left="3540"/>
        <w:jc w:val="both"/>
        <w:rPr>
          <w:sz w:val="28"/>
          <w:lang w:val="uk-UA"/>
        </w:rPr>
      </w:pPr>
      <w:r w:rsidRPr="00986BD6">
        <w:rPr>
          <w:sz w:val="28"/>
          <w:lang w:val="uk-UA"/>
        </w:rPr>
        <w:t xml:space="preserve">відповідальні: </w:t>
      </w:r>
      <w:r w:rsidRPr="006C7D57">
        <w:rPr>
          <w:sz w:val="28"/>
          <w:lang w:val="uk-UA"/>
        </w:rPr>
        <w:t>Журенко Н.М.,</w:t>
      </w:r>
      <w:r w:rsidRPr="009B5EA3">
        <w:rPr>
          <w:color w:val="FF0000"/>
          <w:sz w:val="28"/>
          <w:lang w:val="uk-UA"/>
        </w:rPr>
        <w:t xml:space="preserve"> </w:t>
      </w:r>
      <w:r>
        <w:rPr>
          <w:sz w:val="28"/>
          <w:lang w:val="uk-UA"/>
        </w:rPr>
        <w:t>Ведмідь В.О</w:t>
      </w:r>
      <w:r w:rsidRPr="00781F36">
        <w:rPr>
          <w:sz w:val="28"/>
          <w:lang w:val="uk-UA"/>
        </w:rPr>
        <w:t>.</w:t>
      </w:r>
    </w:p>
    <w:p w:rsidR="00275751" w:rsidRPr="00206A10" w:rsidRDefault="00275751" w:rsidP="008C1943">
      <w:pPr>
        <w:ind w:firstLine="708"/>
        <w:jc w:val="both"/>
        <w:rPr>
          <w:sz w:val="28"/>
          <w:lang w:val="uk-UA"/>
        </w:rPr>
      </w:pPr>
      <w:r w:rsidRPr="00206A10">
        <w:rPr>
          <w:sz w:val="28"/>
          <w:lang w:val="uk-UA"/>
        </w:rPr>
        <w:t>Районна програма «Молодь Роменщини» на 2016 рік</w:t>
      </w:r>
    </w:p>
    <w:p w:rsidR="00275751" w:rsidRPr="00206A10" w:rsidRDefault="00275751" w:rsidP="00CD2977">
      <w:pPr>
        <w:ind w:left="3540" w:firstLine="60"/>
        <w:jc w:val="both"/>
        <w:rPr>
          <w:sz w:val="28"/>
          <w:lang w:val="uk-UA"/>
        </w:rPr>
      </w:pPr>
      <w:r w:rsidRPr="00206A10">
        <w:rPr>
          <w:sz w:val="28"/>
          <w:lang w:val="uk-UA"/>
        </w:rPr>
        <w:t>відповідальні: Татарінов В.М., Тунік Т.О.</w:t>
      </w:r>
    </w:p>
    <w:p w:rsidR="00275751" w:rsidRPr="00206A10" w:rsidRDefault="00275751" w:rsidP="00CD2977">
      <w:pPr>
        <w:ind w:firstLine="708"/>
        <w:jc w:val="both"/>
        <w:rPr>
          <w:sz w:val="28"/>
          <w:lang w:val="uk-UA"/>
        </w:rPr>
      </w:pPr>
      <w:r w:rsidRPr="00206A10">
        <w:rPr>
          <w:sz w:val="28"/>
          <w:lang w:val="uk-UA"/>
        </w:rPr>
        <w:t>Програма розвитку фізичної культури і спорту в Роменському районі на 2016 рік</w:t>
      </w:r>
    </w:p>
    <w:p w:rsidR="00275751" w:rsidRPr="00206A10" w:rsidRDefault="00275751" w:rsidP="00CD2977">
      <w:pPr>
        <w:ind w:left="3540" w:firstLine="60"/>
        <w:jc w:val="both"/>
        <w:rPr>
          <w:sz w:val="28"/>
          <w:lang w:val="uk-UA"/>
        </w:rPr>
      </w:pPr>
      <w:r w:rsidRPr="00206A10">
        <w:rPr>
          <w:sz w:val="28"/>
          <w:lang w:val="uk-UA"/>
        </w:rPr>
        <w:t>відповідальні: Татарінов В.М., Матвієнко С.Г.</w:t>
      </w:r>
    </w:p>
    <w:p w:rsidR="00275751" w:rsidRPr="00206A10" w:rsidRDefault="00275751" w:rsidP="00CD2977">
      <w:pPr>
        <w:ind w:left="708"/>
        <w:jc w:val="both"/>
        <w:rPr>
          <w:sz w:val="28"/>
          <w:lang w:val="uk-UA"/>
        </w:rPr>
      </w:pPr>
      <w:r w:rsidRPr="00206A10">
        <w:rPr>
          <w:sz w:val="28"/>
          <w:lang w:val="uk-UA"/>
        </w:rPr>
        <w:t>Районна програма «Освіта Роменщини» на 2016 рік</w:t>
      </w: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 xml:space="preserve">відповідальні: Татарінов В.М., </w:t>
      </w:r>
      <w:r>
        <w:rPr>
          <w:sz w:val="28"/>
          <w:lang w:val="uk-UA"/>
        </w:rPr>
        <w:t>Шкурат Л.П</w:t>
      </w:r>
      <w:r w:rsidRPr="00206A10">
        <w:rPr>
          <w:sz w:val="28"/>
          <w:lang w:val="uk-UA"/>
        </w:rPr>
        <w:t>.</w:t>
      </w:r>
    </w:p>
    <w:p w:rsidR="00275751" w:rsidRPr="00206A10" w:rsidRDefault="00275751" w:rsidP="00CD2977">
      <w:pPr>
        <w:ind w:firstLine="708"/>
        <w:jc w:val="both"/>
        <w:rPr>
          <w:sz w:val="28"/>
          <w:lang w:val="uk-UA"/>
        </w:rPr>
      </w:pPr>
      <w:r w:rsidRPr="00206A10">
        <w:rPr>
          <w:sz w:val="28"/>
          <w:lang w:val="uk-UA"/>
        </w:rPr>
        <w:t>Районна програма оздоровлення та відпочинку дітей на 2016 рік</w:t>
      </w:r>
    </w:p>
    <w:p w:rsidR="00275751" w:rsidRPr="00206A10" w:rsidRDefault="00275751" w:rsidP="00CD2977">
      <w:pPr>
        <w:ind w:left="3544" w:firstLine="56"/>
        <w:jc w:val="both"/>
        <w:rPr>
          <w:sz w:val="28"/>
          <w:lang w:val="uk-UA"/>
        </w:rPr>
      </w:pPr>
      <w:r w:rsidRPr="00206A10">
        <w:rPr>
          <w:sz w:val="28"/>
          <w:lang w:val="uk-UA"/>
        </w:rPr>
        <w:t>відповідальні: Татарінов В.М., Тунік Т.О.</w:t>
      </w:r>
    </w:p>
    <w:p w:rsidR="00275751" w:rsidRPr="00206A10" w:rsidRDefault="00275751" w:rsidP="00865464">
      <w:pPr>
        <w:ind w:left="708"/>
        <w:jc w:val="both"/>
        <w:rPr>
          <w:sz w:val="28"/>
          <w:lang w:val="uk-UA"/>
        </w:rPr>
      </w:pPr>
      <w:r w:rsidRPr="00206A10">
        <w:rPr>
          <w:sz w:val="28"/>
          <w:lang w:val="uk-UA"/>
        </w:rPr>
        <w:t>Районна програма розвитку дошкільної освіти на 2016 рік</w:t>
      </w:r>
    </w:p>
    <w:p w:rsidR="00275751" w:rsidRPr="00206A10" w:rsidRDefault="00275751" w:rsidP="00865464">
      <w:pPr>
        <w:ind w:left="3544" w:firstLine="56"/>
        <w:jc w:val="both"/>
        <w:rPr>
          <w:sz w:val="28"/>
          <w:lang w:val="uk-UA"/>
        </w:rPr>
      </w:pPr>
      <w:r w:rsidRPr="00206A10">
        <w:rPr>
          <w:sz w:val="28"/>
          <w:lang w:val="uk-UA"/>
        </w:rPr>
        <w:t>відповідальні: Татарінов В.М., Завадько В.І.</w:t>
      </w:r>
    </w:p>
    <w:p w:rsidR="00275751" w:rsidRPr="00206A10" w:rsidRDefault="00275751" w:rsidP="00865464">
      <w:pPr>
        <w:ind w:firstLine="708"/>
        <w:jc w:val="both"/>
        <w:rPr>
          <w:sz w:val="28"/>
          <w:szCs w:val="28"/>
          <w:lang w:val="uk-UA"/>
        </w:rPr>
      </w:pPr>
      <w:r w:rsidRPr="00206A10">
        <w:rPr>
          <w:sz w:val="28"/>
          <w:szCs w:val="28"/>
          <w:lang w:val="uk-UA"/>
        </w:rPr>
        <w:t>Програма розвитку культури і мистецтв на 2016 рік</w:t>
      </w:r>
    </w:p>
    <w:p w:rsidR="00275751" w:rsidRPr="00206A10" w:rsidRDefault="00275751" w:rsidP="00D328FD">
      <w:pPr>
        <w:ind w:left="3544" w:firstLine="56"/>
        <w:jc w:val="both"/>
        <w:rPr>
          <w:sz w:val="28"/>
          <w:lang w:val="uk-UA"/>
        </w:rPr>
      </w:pPr>
      <w:r w:rsidRPr="00206A10">
        <w:rPr>
          <w:sz w:val="28"/>
          <w:lang w:val="uk-UA"/>
        </w:rPr>
        <w:t>відповідальні: Татарінов В.М., Момот С.І.</w:t>
      </w:r>
    </w:p>
    <w:p w:rsidR="00275751" w:rsidRPr="00206A10" w:rsidRDefault="00275751" w:rsidP="00CD2977">
      <w:pPr>
        <w:ind w:firstLine="708"/>
        <w:jc w:val="both"/>
        <w:rPr>
          <w:sz w:val="28"/>
          <w:lang w:val="uk-UA"/>
        </w:rPr>
      </w:pPr>
      <w:r w:rsidRPr="00206A10">
        <w:rPr>
          <w:sz w:val="28"/>
          <w:lang w:val="uk-UA"/>
        </w:rPr>
        <w:t>Районна цільова програма «Соціальна підтримка осіб з обмеженими фізичними можливостями та інших малозахищених верств населення на 2014-2016 роки»</w:t>
      </w:r>
    </w:p>
    <w:p w:rsidR="00275751" w:rsidRPr="00206A10" w:rsidRDefault="00275751" w:rsidP="00CD2977">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Татарінов В.М., Даценко О.М.</w:t>
      </w:r>
    </w:p>
    <w:p w:rsidR="00275751" w:rsidRPr="00206A10" w:rsidRDefault="00275751" w:rsidP="00CD2977">
      <w:pPr>
        <w:ind w:firstLine="708"/>
        <w:jc w:val="both"/>
        <w:rPr>
          <w:sz w:val="28"/>
          <w:lang w:val="uk-UA"/>
        </w:rPr>
      </w:pPr>
      <w:r w:rsidRPr="00206A10">
        <w:rPr>
          <w:sz w:val="28"/>
          <w:lang w:val="uk-UA"/>
        </w:rPr>
        <w:t>Районна програма «Ветеран» на 2016 рік</w:t>
      </w:r>
    </w:p>
    <w:p w:rsidR="00275751" w:rsidRPr="00206A10" w:rsidRDefault="00275751" w:rsidP="00CD2E60">
      <w:pPr>
        <w:ind w:left="5664" w:hanging="2120"/>
        <w:jc w:val="both"/>
        <w:rPr>
          <w:sz w:val="28"/>
          <w:lang w:val="uk-UA"/>
        </w:rPr>
      </w:pPr>
      <w:r w:rsidRPr="00206A10">
        <w:rPr>
          <w:sz w:val="28"/>
          <w:lang w:val="uk-UA"/>
        </w:rPr>
        <w:t>відповідальні: Татарінов В.М., Сидоренко О.М.</w:t>
      </w:r>
    </w:p>
    <w:p w:rsidR="00275751" w:rsidRPr="00206A10" w:rsidRDefault="00275751" w:rsidP="00D56401">
      <w:pPr>
        <w:ind w:firstLine="708"/>
        <w:jc w:val="both"/>
        <w:rPr>
          <w:sz w:val="28"/>
          <w:lang w:val="uk-UA"/>
        </w:rPr>
      </w:pPr>
      <w:r w:rsidRPr="00206A10">
        <w:rPr>
          <w:sz w:val="28"/>
          <w:lang w:val="uk-UA"/>
        </w:rPr>
        <w:t>Районна програма зайнятості населення на період до 2017 року</w:t>
      </w:r>
    </w:p>
    <w:p w:rsidR="00275751" w:rsidRPr="00206A10" w:rsidRDefault="00275751" w:rsidP="00D56401">
      <w:pPr>
        <w:jc w:val="both"/>
        <w:rPr>
          <w:sz w:val="28"/>
          <w:lang w:val="uk-UA"/>
        </w:rPr>
      </w:pPr>
      <w:r w:rsidRPr="00206A10">
        <w:rPr>
          <w:sz w:val="28"/>
          <w:lang w:val="uk-UA"/>
        </w:rPr>
        <w:tab/>
      </w:r>
      <w:r w:rsidRPr="00206A10">
        <w:rPr>
          <w:sz w:val="28"/>
          <w:lang w:val="uk-UA"/>
        </w:rPr>
        <w:tab/>
      </w:r>
      <w:r w:rsidRPr="00206A10">
        <w:rPr>
          <w:sz w:val="28"/>
          <w:lang w:val="uk-UA"/>
        </w:rPr>
        <w:tab/>
      </w:r>
      <w:r w:rsidRPr="00206A10">
        <w:rPr>
          <w:sz w:val="28"/>
          <w:lang w:val="uk-UA"/>
        </w:rPr>
        <w:tab/>
      </w:r>
      <w:r w:rsidRPr="00206A10">
        <w:rPr>
          <w:sz w:val="28"/>
          <w:lang w:val="uk-UA"/>
        </w:rPr>
        <w:tab/>
        <w:t>відповідальні: Татарінов В.М., Даценко О.М.</w:t>
      </w:r>
    </w:p>
    <w:p w:rsidR="00275751" w:rsidRPr="00206A10" w:rsidRDefault="00275751" w:rsidP="00D56401">
      <w:pPr>
        <w:ind w:firstLine="708"/>
        <w:jc w:val="both"/>
        <w:rPr>
          <w:sz w:val="28"/>
          <w:lang w:val="uk-UA"/>
        </w:rPr>
      </w:pPr>
      <w:r w:rsidRPr="00206A10">
        <w:rPr>
          <w:sz w:val="28"/>
          <w:lang w:val="uk-UA"/>
        </w:rPr>
        <w:t>Програма «Відзначення державних свят та знаменних подій у 2016 році»</w:t>
      </w:r>
    </w:p>
    <w:p w:rsidR="00275751" w:rsidRPr="00206A10" w:rsidRDefault="00275751" w:rsidP="00D56401">
      <w:pPr>
        <w:ind w:left="5664" w:hanging="2120"/>
        <w:jc w:val="both"/>
        <w:rPr>
          <w:sz w:val="28"/>
          <w:lang w:val="uk-UA"/>
        </w:rPr>
      </w:pPr>
      <w:r w:rsidRPr="00206A10">
        <w:rPr>
          <w:sz w:val="28"/>
          <w:lang w:val="uk-UA"/>
        </w:rPr>
        <w:t>відповідальні: Татарінов В.М., Сидоренко О.М.</w:t>
      </w:r>
    </w:p>
    <w:p w:rsidR="00275751" w:rsidRPr="00206A10" w:rsidRDefault="00275751" w:rsidP="00D56401">
      <w:pPr>
        <w:ind w:firstLine="708"/>
        <w:jc w:val="both"/>
        <w:rPr>
          <w:sz w:val="28"/>
          <w:lang w:val="uk-UA"/>
        </w:rPr>
      </w:pPr>
      <w:r w:rsidRPr="00206A10">
        <w:rPr>
          <w:sz w:val="28"/>
          <w:lang w:val="uk-UA"/>
        </w:rPr>
        <w:t>Районна Програма співпраці та підтримки засобів масової інформації на 2016 рік</w:t>
      </w:r>
    </w:p>
    <w:p w:rsidR="00275751" w:rsidRPr="00206A10" w:rsidRDefault="00275751" w:rsidP="00D56401">
      <w:pPr>
        <w:ind w:left="5664" w:hanging="2120"/>
        <w:jc w:val="both"/>
        <w:rPr>
          <w:sz w:val="28"/>
          <w:lang w:val="uk-UA"/>
        </w:rPr>
      </w:pPr>
      <w:r w:rsidRPr="00206A10">
        <w:rPr>
          <w:sz w:val="28"/>
          <w:lang w:val="uk-UA"/>
        </w:rPr>
        <w:t>відповідальні: Татарінов В.М., Сидоренко О.М.</w:t>
      </w:r>
    </w:p>
    <w:p w:rsidR="00275751" w:rsidRPr="003D1C66" w:rsidRDefault="00275751" w:rsidP="00D56401">
      <w:pPr>
        <w:ind w:firstLine="708"/>
        <w:jc w:val="both"/>
        <w:rPr>
          <w:sz w:val="28"/>
          <w:lang w:val="uk-UA"/>
        </w:rPr>
      </w:pPr>
      <w:r w:rsidRPr="003D1C66">
        <w:rPr>
          <w:sz w:val="28"/>
          <w:lang w:val="uk-UA"/>
        </w:rPr>
        <w:t>Програма забезпечення населення якісною питною водою на 2006-2020 роки</w:t>
      </w:r>
    </w:p>
    <w:p w:rsidR="00275751" w:rsidRDefault="00275751" w:rsidP="008C1943">
      <w:pPr>
        <w:jc w:val="both"/>
        <w:rPr>
          <w:sz w:val="28"/>
          <w:lang w:val="uk-UA"/>
        </w:rPr>
      </w:pPr>
      <w:r w:rsidRPr="003D1C66">
        <w:rPr>
          <w:sz w:val="28"/>
          <w:lang w:val="uk-UA"/>
        </w:rPr>
        <w:tab/>
      </w:r>
      <w:r w:rsidRPr="003D1C66">
        <w:rPr>
          <w:sz w:val="28"/>
          <w:lang w:val="uk-UA"/>
        </w:rPr>
        <w:tab/>
      </w:r>
      <w:r w:rsidRPr="003D1C66">
        <w:rPr>
          <w:sz w:val="28"/>
          <w:lang w:val="uk-UA"/>
        </w:rPr>
        <w:tab/>
      </w:r>
      <w:r w:rsidRPr="003D1C66">
        <w:rPr>
          <w:sz w:val="28"/>
          <w:lang w:val="uk-UA"/>
        </w:rPr>
        <w:tab/>
      </w:r>
      <w:r w:rsidRPr="003D1C66">
        <w:rPr>
          <w:sz w:val="28"/>
          <w:lang w:val="uk-UA"/>
        </w:rPr>
        <w:tab/>
      </w:r>
      <w:r w:rsidRPr="00986BD6">
        <w:rPr>
          <w:sz w:val="28"/>
          <w:lang w:val="uk-UA"/>
        </w:rPr>
        <w:t xml:space="preserve">відповідальні: </w:t>
      </w:r>
      <w:r w:rsidRPr="006C7D57">
        <w:rPr>
          <w:sz w:val="28"/>
          <w:lang w:val="uk-UA"/>
        </w:rPr>
        <w:t>Журенко Н.М.,</w:t>
      </w:r>
      <w:r w:rsidRPr="009B5EA3">
        <w:rPr>
          <w:color w:val="FF0000"/>
          <w:sz w:val="28"/>
          <w:lang w:val="uk-UA"/>
        </w:rPr>
        <w:t xml:space="preserve"> </w:t>
      </w:r>
      <w:r>
        <w:rPr>
          <w:sz w:val="28"/>
          <w:lang w:val="uk-UA"/>
        </w:rPr>
        <w:t>Ведмідь В.О</w:t>
      </w:r>
      <w:r w:rsidRPr="00781F36">
        <w:rPr>
          <w:sz w:val="28"/>
          <w:lang w:val="uk-UA"/>
        </w:rPr>
        <w:t>.</w:t>
      </w:r>
    </w:p>
    <w:p w:rsidR="00275751" w:rsidRPr="00206A10" w:rsidRDefault="00275751" w:rsidP="008C1943">
      <w:pPr>
        <w:ind w:firstLine="708"/>
        <w:jc w:val="both"/>
        <w:rPr>
          <w:sz w:val="28"/>
          <w:lang w:val="uk-UA"/>
        </w:rPr>
      </w:pPr>
      <w:r w:rsidRPr="00206A10">
        <w:rPr>
          <w:sz w:val="28"/>
          <w:lang w:val="uk-UA"/>
        </w:rPr>
        <w:t xml:space="preserve">Районна програма містобудівної діяльності та створення служби містобудівного кадастру </w:t>
      </w:r>
    </w:p>
    <w:p w:rsidR="00275751" w:rsidRPr="00206A10" w:rsidRDefault="00275751" w:rsidP="00263111">
      <w:pPr>
        <w:ind w:left="3540"/>
        <w:jc w:val="both"/>
        <w:rPr>
          <w:sz w:val="28"/>
          <w:lang w:val="uk-UA"/>
        </w:rPr>
      </w:pPr>
      <w:r w:rsidRPr="00206A10">
        <w:rPr>
          <w:sz w:val="28"/>
          <w:lang w:val="uk-UA"/>
        </w:rPr>
        <w:t>відповідальні: Журенко Н.М., Федько Л.Г.</w:t>
      </w:r>
    </w:p>
    <w:p w:rsidR="00275751" w:rsidRPr="00206A10" w:rsidRDefault="00275751" w:rsidP="00263111">
      <w:pPr>
        <w:ind w:firstLine="708"/>
        <w:jc w:val="both"/>
        <w:rPr>
          <w:sz w:val="28"/>
          <w:lang w:val="uk-UA"/>
        </w:rPr>
      </w:pPr>
      <w:r w:rsidRPr="00206A10">
        <w:rPr>
          <w:sz w:val="28"/>
          <w:lang w:val="uk-UA"/>
        </w:rPr>
        <w:t>Районна програма з розроблення схеми планування території Роменського району</w:t>
      </w:r>
    </w:p>
    <w:p w:rsidR="00275751" w:rsidRPr="00206A10" w:rsidRDefault="00275751" w:rsidP="00263111">
      <w:pPr>
        <w:pStyle w:val="ListParagraph"/>
        <w:spacing w:after="0" w:line="240" w:lineRule="auto"/>
        <w:ind w:left="2832" w:firstLine="708"/>
        <w:jc w:val="both"/>
        <w:rPr>
          <w:rFonts w:ascii="Times New Roman" w:hAnsi="Times New Roman"/>
          <w:sz w:val="28"/>
          <w:lang w:val="uk-UA"/>
        </w:rPr>
      </w:pPr>
      <w:r w:rsidRPr="00206A10">
        <w:rPr>
          <w:rFonts w:ascii="Times New Roman" w:hAnsi="Times New Roman"/>
          <w:sz w:val="28"/>
          <w:lang w:val="uk-UA"/>
        </w:rPr>
        <w:t>відповідальні: Журенко Н.М., Федько Л.Г.</w:t>
      </w:r>
    </w:p>
    <w:p w:rsidR="00275751" w:rsidRPr="00206A10" w:rsidRDefault="00275751" w:rsidP="00D56401">
      <w:pPr>
        <w:ind w:firstLine="708"/>
        <w:jc w:val="both"/>
        <w:rPr>
          <w:sz w:val="28"/>
          <w:lang w:val="uk-UA"/>
        </w:rPr>
      </w:pPr>
      <w:r w:rsidRPr="00206A10">
        <w:rPr>
          <w:sz w:val="28"/>
          <w:lang w:val="uk-UA"/>
        </w:rPr>
        <w:t>Районна програма забезпечення містобудівною документацією населених пунктів на території Роменського району</w:t>
      </w:r>
    </w:p>
    <w:p w:rsidR="00275751" w:rsidRPr="00206A10" w:rsidRDefault="00275751" w:rsidP="00263111">
      <w:pPr>
        <w:pStyle w:val="ListParagraph"/>
        <w:spacing w:after="0" w:line="240" w:lineRule="auto"/>
        <w:ind w:left="2832" w:firstLine="708"/>
        <w:jc w:val="both"/>
        <w:rPr>
          <w:rFonts w:ascii="Times New Roman" w:hAnsi="Times New Roman"/>
          <w:sz w:val="28"/>
          <w:lang w:val="uk-UA"/>
        </w:rPr>
      </w:pPr>
      <w:r w:rsidRPr="00206A10">
        <w:rPr>
          <w:rFonts w:ascii="Times New Roman" w:hAnsi="Times New Roman"/>
          <w:sz w:val="28"/>
          <w:lang w:val="uk-UA"/>
        </w:rPr>
        <w:t>відповідальні: Журенко Н.М., Федько Л.Г.</w:t>
      </w:r>
    </w:p>
    <w:p w:rsidR="00275751" w:rsidRPr="00AB1077" w:rsidRDefault="00275751" w:rsidP="00D56401">
      <w:pPr>
        <w:pStyle w:val="ListParagraph"/>
        <w:spacing w:after="0" w:line="240" w:lineRule="auto"/>
        <w:ind w:left="0" w:firstLine="708"/>
        <w:jc w:val="both"/>
        <w:rPr>
          <w:rFonts w:ascii="Times New Roman" w:hAnsi="Times New Roman"/>
          <w:sz w:val="28"/>
          <w:szCs w:val="28"/>
          <w:lang w:val="uk-UA"/>
        </w:rPr>
      </w:pPr>
      <w:r w:rsidRPr="00AB1077">
        <w:rPr>
          <w:rFonts w:ascii="Times New Roman" w:hAnsi="Times New Roman"/>
          <w:sz w:val="28"/>
          <w:szCs w:val="28"/>
          <w:lang w:val="uk-UA"/>
        </w:rPr>
        <w:t>П</w:t>
      </w:r>
      <w:r w:rsidRPr="00AB1077">
        <w:rPr>
          <w:rFonts w:ascii="Times New Roman" w:hAnsi="Times New Roman"/>
          <w:sz w:val="28"/>
          <w:szCs w:val="28"/>
        </w:rPr>
        <w:t xml:space="preserve">рограма </w:t>
      </w:r>
      <w:r w:rsidRPr="00AB1077">
        <w:rPr>
          <w:rFonts w:ascii="Times New Roman" w:hAnsi="Times New Roman"/>
          <w:sz w:val="28"/>
          <w:szCs w:val="28"/>
          <w:lang w:val="uk-UA"/>
        </w:rPr>
        <w:t>поводження з твердими побутовими відходами</w:t>
      </w:r>
      <w:r w:rsidRPr="00AB1077">
        <w:rPr>
          <w:rFonts w:ascii="Times New Roman" w:hAnsi="Times New Roman"/>
          <w:sz w:val="28"/>
          <w:szCs w:val="28"/>
        </w:rPr>
        <w:t xml:space="preserve"> </w:t>
      </w:r>
      <w:r w:rsidRPr="00AB1077">
        <w:rPr>
          <w:rFonts w:ascii="Times New Roman" w:hAnsi="Times New Roman"/>
          <w:sz w:val="28"/>
          <w:szCs w:val="28"/>
          <w:lang w:val="uk-UA"/>
        </w:rPr>
        <w:t>н</w:t>
      </w:r>
      <w:r w:rsidRPr="00AB1077">
        <w:rPr>
          <w:rFonts w:ascii="Times New Roman" w:hAnsi="Times New Roman"/>
          <w:sz w:val="28"/>
          <w:szCs w:val="28"/>
        </w:rPr>
        <w:t>а території Роменського району на 201</w:t>
      </w:r>
      <w:r w:rsidRPr="00AB1077">
        <w:rPr>
          <w:rFonts w:ascii="Times New Roman" w:hAnsi="Times New Roman"/>
          <w:sz w:val="28"/>
          <w:szCs w:val="28"/>
          <w:lang w:val="uk-UA"/>
        </w:rPr>
        <w:t>4</w:t>
      </w:r>
      <w:r w:rsidRPr="00AB1077">
        <w:rPr>
          <w:rFonts w:ascii="Times New Roman" w:hAnsi="Times New Roman"/>
          <w:sz w:val="28"/>
          <w:szCs w:val="28"/>
        </w:rPr>
        <w:t>-201</w:t>
      </w:r>
      <w:r w:rsidRPr="00AB1077">
        <w:rPr>
          <w:rFonts w:ascii="Times New Roman" w:hAnsi="Times New Roman"/>
          <w:sz w:val="28"/>
          <w:szCs w:val="28"/>
          <w:lang w:val="uk-UA"/>
        </w:rPr>
        <w:t>6</w:t>
      </w:r>
      <w:r w:rsidRPr="00AB1077">
        <w:rPr>
          <w:rFonts w:ascii="Times New Roman" w:hAnsi="Times New Roman"/>
          <w:sz w:val="28"/>
          <w:szCs w:val="28"/>
        </w:rPr>
        <w:t xml:space="preserve"> роки</w:t>
      </w:r>
    </w:p>
    <w:p w:rsidR="00275751" w:rsidRPr="006C7D57" w:rsidRDefault="00275751" w:rsidP="009C7C1C">
      <w:pPr>
        <w:ind w:left="2832" w:firstLine="708"/>
        <w:jc w:val="both"/>
        <w:rPr>
          <w:sz w:val="28"/>
          <w:lang w:val="uk-UA"/>
        </w:rPr>
      </w:pPr>
      <w:r w:rsidRPr="00986BD6">
        <w:rPr>
          <w:sz w:val="28"/>
          <w:lang w:val="uk-UA"/>
        </w:rPr>
        <w:t xml:space="preserve">відповідальні: </w:t>
      </w:r>
      <w:r w:rsidRPr="006C7D57">
        <w:rPr>
          <w:sz w:val="28"/>
          <w:lang w:val="uk-UA"/>
        </w:rPr>
        <w:t>Журенко Н.М.,</w:t>
      </w:r>
      <w:r w:rsidRPr="009B5EA3">
        <w:rPr>
          <w:color w:val="FF0000"/>
          <w:sz w:val="28"/>
          <w:lang w:val="uk-UA"/>
        </w:rPr>
        <w:t xml:space="preserve"> </w:t>
      </w:r>
      <w:r>
        <w:rPr>
          <w:sz w:val="28"/>
          <w:lang w:val="uk-UA"/>
        </w:rPr>
        <w:t>Ведмідь В.О</w:t>
      </w:r>
      <w:r w:rsidRPr="00781F36">
        <w:rPr>
          <w:sz w:val="28"/>
          <w:lang w:val="uk-UA"/>
        </w:rPr>
        <w:t>.</w:t>
      </w:r>
    </w:p>
    <w:p w:rsidR="00275751" w:rsidRPr="00206A10" w:rsidRDefault="00275751" w:rsidP="00D56401">
      <w:pPr>
        <w:ind w:firstLine="708"/>
        <w:jc w:val="both"/>
        <w:rPr>
          <w:sz w:val="28"/>
          <w:lang w:val="uk-UA"/>
        </w:rPr>
      </w:pPr>
      <w:r w:rsidRPr="00206A10">
        <w:rPr>
          <w:sz w:val="28"/>
          <w:lang w:val="uk-UA"/>
        </w:rPr>
        <w:t>Комплексна районна програма «Правопорядок» на 2016-2017 роки</w:t>
      </w:r>
    </w:p>
    <w:p w:rsidR="00275751" w:rsidRPr="00206A10" w:rsidRDefault="00275751" w:rsidP="00D56401">
      <w:pPr>
        <w:ind w:left="5664" w:hanging="2120"/>
        <w:jc w:val="both"/>
        <w:rPr>
          <w:sz w:val="28"/>
          <w:lang w:val="uk-UA"/>
        </w:rPr>
      </w:pPr>
      <w:r w:rsidRPr="00206A10">
        <w:rPr>
          <w:sz w:val="28"/>
          <w:lang w:val="uk-UA"/>
        </w:rPr>
        <w:t>відповідальні: Татарінов В.М., Доронін О.П.</w:t>
      </w:r>
    </w:p>
    <w:p w:rsidR="00275751" w:rsidRPr="00206A10" w:rsidRDefault="00275751" w:rsidP="0032525B">
      <w:pPr>
        <w:ind w:firstLine="708"/>
        <w:jc w:val="both"/>
        <w:rPr>
          <w:sz w:val="28"/>
          <w:lang w:val="uk-UA"/>
        </w:rPr>
      </w:pPr>
      <w:r w:rsidRPr="00206A10">
        <w:rPr>
          <w:sz w:val="28"/>
          <w:lang w:val="uk-UA"/>
        </w:rPr>
        <w:t>Програма мобілізаційної підготовки  місцевого значення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2016-2017 роки</w:t>
      </w:r>
    </w:p>
    <w:p w:rsidR="00275751" w:rsidRPr="00206A10" w:rsidRDefault="00275751" w:rsidP="0032525B">
      <w:pPr>
        <w:ind w:left="5664" w:hanging="2120"/>
        <w:jc w:val="both"/>
        <w:rPr>
          <w:sz w:val="28"/>
          <w:lang w:val="uk-UA"/>
        </w:rPr>
      </w:pPr>
      <w:r w:rsidRPr="00206A10">
        <w:rPr>
          <w:sz w:val="28"/>
          <w:lang w:val="uk-UA"/>
        </w:rPr>
        <w:t>відповідальні: Татарінов В.М., Доронін О.П.</w:t>
      </w:r>
    </w:p>
    <w:p w:rsidR="00275751" w:rsidRPr="00206A10" w:rsidRDefault="00275751" w:rsidP="00D56401">
      <w:pPr>
        <w:ind w:firstLine="708"/>
        <w:jc w:val="both"/>
        <w:rPr>
          <w:sz w:val="28"/>
          <w:lang w:val="uk-UA"/>
        </w:rPr>
      </w:pPr>
      <w:r w:rsidRPr="00206A10">
        <w:rPr>
          <w:sz w:val="28"/>
          <w:lang w:val="uk-UA"/>
        </w:rPr>
        <w:t>Районна програма правової освіти населення Роменського району на 2016-2020 роки</w:t>
      </w:r>
    </w:p>
    <w:p w:rsidR="00275751" w:rsidRPr="00206A10" w:rsidRDefault="00275751" w:rsidP="00D56401">
      <w:pPr>
        <w:ind w:left="2832" w:firstLine="708"/>
        <w:jc w:val="both"/>
        <w:rPr>
          <w:sz w:val="28"/>
          <w:lang w:val="uk-UA"/>
        </w:rPr>
      </w:pPr>
      <w:r w:rsidRPr="00206A10">
        <w:rPr>
          <w:sz w:val="28"/>
          <w:lang w:val="uk-UA"/>
        </w:rPr>
        <w:t>відповідальні: Ломко М.О., Дяченко С.В.</w:t>
      </w:r>
    </w:p>
    <w:p w:rsidR="00275751" w:rsidRPr="00206A10" w:rsidRDefault="00275751" w:rsidP="008A0862">
      <w:pPr>
        <w:ind w:firstLine="708"/>
        <w:jc w:val="both"/>
        <w:rPr>
          <w:sz w:val="28"/>
          <w:lang w:val="uk-UA"/>
        </w:rPr>
      </w:pPr>
      <w:r>
        <w:rPr>
          <w:sz w:val="28"/>
          <w:szCs w:val="28"/>
          <w:lang w:val="uk-UA"/>
        </w:rPr>
        <w:t xml:space="preserve">План заходів на виконання </w:t>
      </w:r>
      <w:r w:rsidRPr="00206A10">
        <w:rPr>
          <w:sz w:val="28"/>
          <w:szCs w:val="28"/>
          <w:lang w:val="uk-UA"/>
        </w:rPr>
        <w:t>Районн</w:t>
      </w:r>
      <w:r>
        <w:rPr>
          <w:sz w:val="28"/>
          <w:szCs w:val="28"/>
          <w:lang w:val="uk-UA"/>
        </w:rPr>
        <w:t>ої</w:t>
      </w:r>
      <w:r w:rsidRPr="00206A10">
        <w:rPr>
          <w:sz w:val="28"/>
          <w:szCs w:val="28"/>
          <w:lang w:val="uk-UA"/>
        </w:rPr>
        <w:t xml:space="preserve"> Антикорупційн</w:t>
      </w:r>
      <w:r>
        <w:rPr>
          <w:sz w:val="28"/>
          <w:szCs w:val="28"/>
          <w:lang w:val="uk-UA"/>
        </w:rPr>
        <w:t>ої</w:t>
      </w:r>
      <w:r w:rsidRPr="00206A10">
        <w:rPr>
          <w:sz w:val="28"/>
          <w:szCs w:val="28"/>
          <w:lang w:val="uk-UA"/>
        </w:rPr>
        <w:t xml:space="preserve"> програм</w:t>
      </w:r>
      <w:r>
        <w:rPr>
          <w:sz w:val="28"/>
          <w:szCs w:val="28"/>
          <w:lang w:val="uk-UA"/>
        </w:rPr>
        <w:t>и</w:t>
      </w:r>
      <w:r w:rsidRPr="00206A10">
        <w:rPr>
          <w:sz w:val="28"/>
          <w:szCs w:val="28"/>
          <w:lang w:val="uk-UA"/>
        </w:rPr>
        <w:t xml:space="preserve"> на 2016-2020 роки</w:t>
      </w:r>
      <w:r w:rsidRPr="00206A10">
        <w:rPr>
          <w:sz w:val="28"/>
          <w:lang w:val="uk-UA"/>
        </w:rPr>
        <w:t xml:space="preserve"> </w:t>
      </w:r>
    </w:p>
    <w:p w:rsidR="00275751" w:rsidRPr="00206A10" w:rsidRDefault="00275751" w:rsidP="008A0862">
      <w:pPr>
        <w:ind w:left="2832" w:firstLine="708"/>
        <w:jc w:val="both"/>
        <w:rPr>
          <w:sz w:val="28"/>
          <w:lang w:val="uk-UA"/>
        </w:rPr>
      </w:pPr>
      <w:r w:rsidRPr="00206A10">
        <w:rPr>
          <w:sz w:val="28"/>
          <w:lang w:val="uk-UA"/>
        </w:rPr>
        <w:t>відповідальні: Татарінов В.М., Дяченко О.А.</w:t>
      </w:r>
    </w:p>
    <w:p w:rsidR="00275751" w:rsidRPr="00206A10" w:rsidRDefault="00275751" w:rsidP="00D56401">
      <w:pPr>
        <w:ind w:firstLine="708"/>
        <w:jc w:val="both"/>
        <w:rPr>
          <w:sz w:val="28"/>
          <w:lang w:val="uk-UA"/>
        </w:rPr>
      </w:pPr>
      <w:r w:rsidRPr="00206A10">
        <w:rPr>
          <w:sz w:val="28"/>
          <w:lang w:val="uk-UA"/>
        </w:rPr>
        <w:t>Районна програма використання та охорони земель Роменського району на 2009- 2016 роки</w:t>
      </w:r>
    </w:p>
    <w:p w:rsidR="00275751" w:rsidRPr="00206A10" w:rsidRDefault="00275751" w:rsidP="00D56401">
      <w:pPr>
        <w:ind w:left="2832" w:firstLine="708"/>
        <w:jc w:val="both"/>
        <w:rPr>
          <w:sz w:val="28"/>
          <w:lang w:val="uk-UA"/>
        </w:rPr>
      </w:pPr>
      <w:r w:rsidRPr="00206A10">
        <w:rPr>
          <w:sz w:val="28"/>
          <w:lang w:val="uk-UA"/>
        </w:rPr>
        <w:t xml:space="preserve">відповідальні: Журенко Н.М., </w:t>
      </w:r>
      <w:r>
        <w:rPr>
          <w:sz w:val="28"/>
          <w:lang w:val="uk-UA"/>
        </w:rPr>
        <w:t>Псарьова А.М</w:t>
      </w:r>
      <w:r w:rsidRPr="00206A10">
        <w:rPr>
          <w:sz w:val="28"/>
          <w:lang w:val="uk-UA"/>
        </w:rPr>
        <w:t>.</w:t>
      </w:r>
    </w:p>
    <w:p w:rsidR="00275751" w:rsidRPr="00206A10" w:rsidRDefault="00275751" w:rsidP="00D56401">
      <w:pPr>
        <w:ind w:firstLine="708"/>
        <w:jc w:val="both"/>
        <w:rPr>
          <w:sz w:val="28"/>
          <w:lang w:val="uk-UA"/>
        </w:rPr>
      </w:pPr>
      <w:r w:rsidRPr="00206A10">
        <w:rPr>
          <w:sz w:val="28"/>
          <w:lang w:val="uk-UA"/>
        </w:rPr>
        <w:t>Комплексна програма охорони навколишнього середовища Роменського району до 2016 року</w:t>
      </w:r>
    </w:p>
    <w:p w:rsidR="00275751" w:rsidRPr="00206A10" w:rsidRDefault="00275751" w:rsidP="009C7C1C">
      <w:pPr>
        <w:ind w:left="2832" w:firstLine="708"/>
        <w:jc w:val="both"/>
        <w:rPr>
          <w:sz w:val="28"/>
          <w:lang w:val="uk-UA"/>
        </w:rPr>
      </w:pPr>
      <w:r w:rsidRPr="00206A10">
        <w:rPr>
          <w:sz w:val="28"/>
          <w:lang w:val="uk-UA"/>
        </w:rPr>
        <w:t xml:space="preserve">відповідальні: Журенко Н.М., </w:t>
      </w:r>
      <w:r>
        <w:rPr>
          <w:sz w:val="28"/>
          <w:lang w:val="uk-UA"/>
        </w:rPr>
        <w:t>Псарьова А.М</w:t>
      </w:r>
      <w:r w:rsidRPr="00206A10">
        <w:rPr>
          <w:sz w:val="28"/>
          <w:lang w:val="uk-UA"/>
        </w:rPr>
        <w:t>.</w:t>
      </w:r>
    </w:p>
    <w:p w:rsidR="00275751" w:rsidRPr="00206A10" w:rsidRDefault="00275751" w:rsidP="00D56401">
      <w:pPr>
        <w:ind w:firstLine="708"/>
        <w:jc w:val="both"/>
        <w:rPr>
          <w:sz w:val="28"/>
          <w:lang w:val="uk-UA"/>
        </w:rPr>
      </w:pPr>
      <w:r w:rsidRPr="00206A10">
        <w:rPr>
          <w:sz w:val="28"/>
          <w:lang w:val="uk-UA"/>
        </w:rPr>
        <w:t>Державна цільова соціальна програма підтримки сім’ї до 2016 року</w:t>
      </w:r>
    </w:p>
    <w:p w:rsidR="00275751" w:rsidRPr="00206A10" w:rsidRDefault="00275751" w:rsidP="00D56401">
      <w:pPr>
        <w:ind w:left="5664" w:hanging="2120"/>
        <w:jc w:val="both"/>
        <w:rPr>
          <w:sz w:val="28"/>
          <w:lang w:val="uk-UA"/>
        </w:rPr>
      </w:pPr>
      <w:r w:rsidRPr="00206A10">
        <w:rPr>
          <w:sz w:val="28"/>
          <w:lang w:val="uk-UA"/>
        </w:rPr>
        <w:t>відповідальні: Татарінов В.М., Сушко М.М.</w:t>
      </w:r>
    </w:p>
    <w:p w:rsidR="00275751" w:rsidRPr="00206A10" w:rsidRDefault="00275751" w:rsidP="00042D80">
      <w:pPr>
        <w:jc w:val="both"/>
        <w:rPr>
          <w:sz w:val="28"/>
          <w:lang w:val="uk-UA"/>
        </w:rPr>
      </w:pPr>
      <w:r w:rsidRPr="00206A10">
        <w:rPr>
          <w:sz w:val="28"/>
          <w:lang w:val="uk-UA"/>
        </w:rPr>
        <w:tab/>
        <w:t>Обласна цільова програма щодо реалізації державн</w:t>
      </w:r>
      <w:r>
        <w:rPr>
          <w:sz w:val="28"/>
          <w:lang w:val="uk-UA"/>
        </w:rPr>
        <w:t xml:space="preserve">ої політики у сфері наркотиків </w:t>
      </w:r>
      <w:r w:rsidRPr="00206A10">
        <w:rPr>
          <w:sz w:val="28"/>
          <w:lang w:val="uk-UA"/>
        </w:rPr>
        <w:t>на 2014-2016 роки</w:t>
      </w:r>
    </w:p>
    <w:p w:rsidR="00275751" w:rsidRPr="00206A10" w:rsidRDefault="00275751" w:rsidP="00042D80">
      <w:pPr>
        <w:ind w:left="2832" w:firstLine="708"/>
        <w:jc w:val="both"/>
        <w:rPr>
          <w:sz w:val="28"/>
          <w:lang w:val="uk-UA"/>
        </w:rPr>
      </w:pPr>
      <w:r w:rsidRPr="00206A10">
        <w:rPr>
          <w:sz w:val="28"/>
          <w:lang w:val="uk-UA"/>
        </w:rPr>
        <w:t>відповідальні: Татарінов В.М., Сушко М.М.</w:t>
      </w:r>
    </w:p>
    <w:p w:rsidR="00275751" w:rsidRPr="00206A10" w:rsidRDefault="00275751" w:rsidP="00BA4FCD">
      <w:pPr>
        <w:ind w:firstLine="708"/>
        <w:jc w:val="both"/>
        <w:rPr>
          <w:sz w:val="28"/>
          <w:lang w:val="uk-UA"/>
        </w:rPr>
      </w:pPr>
      <w:r w:rsidRPr="00206A10">
        <w:rPr>
          <w:sz w:val="28"/>
          <w:lang w:val="uk-UA"/>
        </w:rPr>
        <w:t>Обласна програма реформування системи закладів для дітей-сиріт та дітей, позбавлених батьківського піклування до 2017 року</w:t>
      </w:r>
    </w:p>
    <w:p w:rsidR="00275751" w:rsidRPr="00206A10" w:rsidRDefault="00275751" w:rsidP="0097268C">
      <w:pPr>
        <w:ind w:left="5664" w:hanging="2120"/>
        <w:jc w:val="both"/>
        <w:rPr>
          <w:sz w:val="28"/>
          <w:lang w:val="uk-UA"/>
        </w:rPr>
      </w:pPr>
      <w:r w:rsidRPr="00206A10">
        <w:rPr>
          <w:sz w:val="28"/>
          <w:lang w:val="uk-UA"/>
        </w:rPr>
        <w:t>відповідальні: Татарінов В.М., Сушко М.М.</w:t>
      </w:r>
    </w:p>
    <w:p w:rsidR="00275751" w:rsidRPr="00206A10" w:rsidRDefault="00275751" w:rsidP="00BA4FCD">
      <w:pPr>
        <w:jc w:val="both"/>
        <w:rPr>
          <w:sz w:val="28"/>
          <w:lang w:val="uk-UA"/>
        </w:rPr>
      </w:pPr>
      <w:r w:rsidRPr="00206A10">
        <w:rPr>
          <w:sz w:val="28"/>
          <w:lang w:val="uk-UA"/>
        </w:rPr>
        <w:tab/>
        <w:t>Районна програма з реалізації Конвенції ООН про права дитини на 2012-2016 роки</w:t>
      </w:r>
    </w:p>
    <w:p w:rsidR="00275751" w:rsidRDefault="00275751" w:rsidP="00BA4FCD">
      <w:pPr>
        <w:ind w:left="5664" w:hanging="2120"/>
        <w:jc w:val="both"/>
        <w:rPr>
          <w:sz w:val="28"/>
          <w:lang w:val="uk-UA"/>
        </w:rPr>
      </w:pPr>
      <w:r w:rsidRPr="00206A10">
        <w:rPr>
          <w:sz w:val="28"/>
          <w:lang w:val="uk-UA"/>
        </w:rPr>
        <w:t>відповідальні: Т</w:t>
      </w:r>
      <w:r>
        <w:rPr>
          <w:sz w:val="28"/>
          <w:lang w:val="uk-UA"/>
        </w:rPr>
        <w:t>атарінов В.М., Степаненко З.В.,</w:t>
      </w:r>
    </w:p>
    <w:p w:rsidR="00275751" w:rsidRPr="00206A10" w:rsidRDefault="00275751" w:rsidP="00BA4FCD">
      <w:pPr>
        <w:ind w:left="5664" w:hanging="2120"/>
        <w:jc w:val="both"/>
        <w:rPr>
          <w:sz w:val="28"/>
          <w:lang w:val="uk-UA"/>
        </w:rPr>
      </w:pPr>
      <w:r w:rsidRPr="00206A10">
        <w:rPr>
          <w:sz w:val="28"/>
          <w:lang w:val="uk-UA"/>
        </w:rPr>
        <w:t>Сушко М.М.</w:t>
      </w:r>
    </w:p>
    <w:p w:rsidR="00275751" w:rsidRPr="00206A10" w:rsidRDefault="00275751" w:rsidP="004345A2">
      <w:pPr>
        <w:jc w:val="both"/>
        <w:rPr>
          <w:sz w:val="28"/>
          <w:szCs w:val="28"/>
          <w:lang w:val="uk-UA"/>
        </w:rPr>
      </w:pPr>
      <w:r w:rsidRPr="00206A10">
        <w:rPr>
          <w:lang w:val="uk-UA"/>
        </w:rPr>
        <w:tab/>
      </w:r>
      <w:r w:rsidRPr="00206A10">
        <w:rPr>
          <w:sz w:val="28"/>
          <w:szCs w:val="28"/>
          <w:lang w:val="uk-UA"/>
        </w:rPr>
        <w:t>Районна програма «Розвиток галузі охорони здоров’я у Роменському районі на 2016 рік»</w:t>
      </w:r>
    </w:p>
    <w:p w:rsidR="00275751" w:rsidRPr="00206A10" w:rsidRDefault="00275751" w:rsidP="004345A2">
      <w:pPr>
        <w:ind w:left="2832" w:firstLine="708"/>
        <w:jc w:val="both"/>
        <w:rPr>
          <w:sz w:val="28"/>
          <w:lang w:val="uk-UA"/>
        </w:rPr>
      </w:pPr>
      <w:r w:rsidRPr="00206A10">
        <w:rPr>
          <w:sz w:val="28"/>
          <w:lang w:val="uk-UA"/>
        </w:rPr>
        <w:t>відповідальні: Татарінов В.М., Козаченко М.І.</w:t>
      </w:r>
    </w:p>
    <w:p w:rsidR="00275751" w:rsidRPr="00206A10" w:rsidRDefault="00275751" w:rsidP="004345A2">
      <w:pPr>
        <w:ind w:firstLine="708"/>
        <w:jc w:val="both"/>
        <w:rPr>
          <w:sz w:val="28"/>
          <w:szCs w:val="28"/>
          <w:lang w:val="uk-UA"/>
        </w:rPr>
      </w:pPr>
      <w:r w:rsidRPr="00206A10">
        <w:rPr>
          <w:sz w:val="28"/>
          <w:szCs w:val="28"/>
          <w:lang w:val="uk-UA"/>
        </w:rPr>
        <w:t>Загальнодержавна цільова соціальна програма протидії ВІЛ-інфекції/СНІДу на 2014-2018 роки</w:t>
      </w:r>
    </w:p>
    <w:p w:rsidR="00275751" w:rsidRPr="00206A10" w:rsidRDefault="00275751" w:rsidP="00D56401">
      <w:pPr>
        <w:ind w:left="2832" w:firstLine="708"/>
        <w:jc w:val="both"/>
        <w:rPr>
          <w:sz w:val="28"/>
          <w:lang w:val="uk-UA"/>
        </w:rPr>
      </w:pPr>
      <w:r w:rsidRPr="00206A10">
        <w:rPr>
          <w:sz w:val="28"/>
          <w:lang w:val="uk-UA"/>
        </w:rPr>
        <w:t>відповідальні: Татарінов В.М., Козаченко М.І.</w:t>
      </w:r>
    </w:p>
    <w:p w:rsidR="00275751" w:rsidRPr="00206A10" w:rsidRDefault="00275751" w:rsidP="00105E49">
      <w:pPr>
        <w:ind w:firstLine="708"/>
        <w:jc w:val="both"/>
        <w:rPr>
          <w:sz w:val="28"/>
          <w:lang w:val="uk-UA"/>
        </w:rPr>
      </w:pPr>
      <w:r w:rsidRPr="00206A10">
        <w:rPr>
          <w:sz w:val="28"/>
          <w:lang w:val="uk-UA"/>
        </w:rPr>
        <w:t>Програма здійснення контролю за наявністю, станом і рухом документів Національного архівного фонду та таких, що підлягають включенню до нього на 2009-2019 роки</w:t>
      </w:r>
    </w:p>
    <w:p w:rsidR="00275751" w:rsidRPr="00206A10" w:rsidRDefault="00275751" w:rsidP="006B5DC6">
      <w:pPr>
        <w:ind w:left="2832" w:firstLine="708"/>
        <w:jc w:val="both"/>
        <w:rPr>
          <w:sz w:val="28"/>
          <w:lang w:val="uk-UA"/>
        </w:rPr>
      </w:pPr>
      <w:r w:rsidRPr="00206A10">
        <w:rPr>
          <w:sz w:val="28"/>
          <w:lang w:val="uk-UA"/>
        </w:rPr>
        <w:t>відповідальні: Ломко М.О., Суборова О.А.</w:t>
      </w:r>
    </w:p>
    <w:p w:rsidR="00275751" w:rsidRPr="00FE6FDA" w:rsidRDefault="00275751" w:rsidP="00D56401">
      <w:pPr>
        <w:jc w:val="both"/>
        <w:rPr>
          <w:sz w:val="16"/>
          <w:szCs w:val="16"/>
          <w:lang w:val="uk-UA"/>
        </w:rPr>
      </w:pPr>
    </w:p>
    <w:p w:rsidR="00275751" w:rsidRPr="005D3A17" w:rsidRDefault="00275751" w:rsidP="00D56401">
      <w:pPr>
        <w:ind w:firstLine="708"/>
        <w:jc w:val="both"/>
        <w:rPr>
          <w:sz w:val="28"/>
          <w:szCs w:val="28"/>
          <w:lang w:val="uk-UA"/>
        </w:rPr>
      </w:pPr>
      <w:r w:rsidRPr="005D3A17">
        <w:rPr>
          <w:bCs/>
          <w:sz w:val="28"/>
          <w:lang w:val="en-US"/>
        </w:rPr>
        <w:t>V</w:t>
      </w:r>
      <w:r w:rsidRPr="005D3A17">
        <w:rPr>
          <w:bCs/>
          <w:sz w:val="28"/>
          <w:lang w:val="uk-UA"/>
        </w:rPr>
        <w:t xml:space="preserve">. Перевірки з питань виконання Конституції України та інших законів, нормативно-правових актів Президента України, Кабінету Міністрів України, розпоряджень голів Сумської обласної та Роменської районної державних адміністрацій, у тому числі перевірки </w:t>
      </w:r>
      <w:r w:rsidRPr="005D3A17">
        <w:rPr>
          <w:sz w:val="28"/>
          <w:szCs w:val="28"/>
          <w:lang w:val="uk-UA"/>
        </w:rPr>
        <w:t>виконавчих органів місцевого самоврядування щодо здійснення делегованих їм повноважень органів виконавчої влади</w:t>
      </w:r>
    </w:p>
    <w:p w:rsidR="00275751" w:rsidRPr="005D3A17" w:rsidRDefault="00275751" w:rsidP="008C1943">
      <w:pPr>
        <w:ind w:left="3540" w:firstLine="708"/>
        <w:jc w:val="both"/>
        <w:rPr>
          <w:bCs/>
          <w:sz w:val="28"/>
          <w:lang w:val="uk-UA"/>
        </w:rPr>
      </w:pPr>
      <w:r w:rsidRPr="005D3A17">
        <w:rPr>
          <w:bCs/>
          <w:sz w:val="28"/>
          <w:lang w:val="uk-UA"/>
        </w:rPr>
        <w:t>Січень</w:t>
      </w:r>
    </w:p>
    <w:p w:rsidR="00275751" w:rsidRPr="009C7C1C" w:rsidRDefault="00275751" w:rsidP="008C1943">
      <w:pPr>
        <w:jc w:val="both"/>
        <w:rPr>
          <w:sz w:val="28"/>
          <w:lang w:val="uk-UA"/>
        </w:rPr>
      </w:pPr>
      <w:r w:rsidRPr="005D3A17">
        <w:rPr>
          <w:sz w:val="28"/>
          <w:lang w:val="uk-UA"/>
        </w:rPr>
        <w:tab/>
        <w:t xml:space="preserve">Перевірка виконавчих </w:t>
      </w:r>
      <w:r w:rsidRPr="005D3A17">
        <w:rPr>
          <w:sz w:val="28"/>
          <w:szCs w:val="28"/>
          <w:lang w:val="uk-UA"/>
        </w:rPr>
        <w:t xml:space="preserve">комітетів Анастасівської, Андріївської, Андріяшівської </w:t>
      </w:r>
      <w:r w:rsidRPr="005D3A17">
        <w:rPr>
          <w:sz w:val="28"/>
          <w:lang w:val="uk-UA"/>
        </w:rPr>
        <w:t>сільських рад та управління соціального захисту населення районної державної адміністрації стану дотримання вимог законодавства щодо розгляду звернень громадян та надання методичної допомоги.</w:t>
      </w:r>
    </w:p>
    <w:p w:rsidR="00275751" w:rsidRPr="005D3A17" w:rsidRDefault="00275751" w:rsidP="008C1943">
      <w:pPr>
        <w:ind w:left="3540" w:firstLine="708"/>
        <w:jc w:val="both"/>
        <w:rPr>
          <w:bCs/>
          <w:sz w:val="28"/>
          <w:lang w:val="uk-UA"/>
        </w:rPr>
      </w:pPr>
      <w:r w:rsidRPr="005D3A17">
        <w:rPr>
          <w:bCs/>
          <w:sz w:val="28"/>
          <w:lang w:val="uk-UA"/>
        </w:rPr>
        <w:t>Лютий</w:t>
      </w:r>
    </w:p>
    <w:p w:rsidR="00275751" w:rsidRPr="005D3A17" w:rsidRDefault="00275751" w:rsidP="008C1943">
      <w:pPr>
        <w:ind w:firstLine="708"/>
        <w:jc w:val="both"/>
        <w:rPr>
          <w:sz w:val="28"/>
          <w:szCs w:val="28"/>
          <w:lang w:val="uk-UA"/>
        </w:rPr>
      </w:pPr>
      <w:r w:rsidRPr="005D3A17">
        <w:rPr>
          <w:sz w:val="28"/>
          <w:lang w:val="uk-UA"/>
        </w:rPr>
        <w:t xml:space="preserve">Перевірка та надання методичної допомоги виконавчому комітету </w:t>
      </w:r>
      <w:r w:rsidRPr="005D3A17">
        <w:rPr>
          <w:sz w:val="28"/>
          <w:szCs w:val="28"/>
          <w:lang w:val="uk-UA"/>
        </w:rPr>
        <w:t>Хмелівської</w:t>
      </w:r>
      <w:r w:rsidRPr="005D3A17">
        <w:rPr>
          <w:sz w:val="28"/>
          <w:lang w:val="uk-UA"/>
        </w:rPr>
        <w:t xml:space="preserve"> сільської ради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275751" w:rsidRPr="005D3A17" w:rsidRDefault="00275751" w:rsidP="008C1943">
      <w:pPr>
        <w:jc w:val="both"/>
        <w:rPr>
          <w:sz w:val="28"/>
          <w:szCs w:val="28"/>
          <w:lang w:val="uk-UA"/>
        </w:rPr>
      </w:pPr>
      <w:r w:rsidRPr="005D3A17">
        <w:rPr>
          <w:lang w:val="uk-UA"/>
        </w:rPr>
        <w:tab/>
      </w:r>
      <w:r w:rsidRPr="005D3A17">
        <w:rPr>
          <w:sz w:val="28"/>
          <w:lang w:val="uk-UA"/>
        </w:rPr>
        <w:t xml:space="preserve">Перевірка виконавчих </w:t>
      </w:r>
      <w:r w:rsidRPr="005D3A17">
        <w:rPr>
          <w:sz w:val="28"/>
          <w:szCs w:val="28"/>
          <w:lang w:val="uk-UA"/>
        </w:rPr>
        <w:t>комітетів Артюхівської, Басівської, Біловодської</w:t>
      </w:r>
      <w:r w:rsidRPr="005D3A17">
        <w:rPr>
          <w:szCs w:val="28"/>
          <w:lang w:val="uk-UA"/>
        </w:rPr>
        <w:t xml:space="preserve"> </w:t>
      </w:r>
      <w:r w:rsidRPr="005D3A17">
        <w:rPr>
          <w:sz w:val="28"/>
          <w:lang w:val="uk-UA"/>
        </w:rPr>
        <w:t>сільських рад стану дотримання вимог законодавства щодо розгляду звернень громадян та надання методичної допомоги.</w:t>
      </w:r>
    </w:p>
    <w:p w:rsidR="00275751" w:rsidRPr="009C7C1C" w:rsidRDefault="00275751" w:rsidP="008C1943">
      <w:pPr>
        <w:ind w:firstLine="708"/>
        <w:jc w:val="both"/>
        <w:rPr>
          <w:sz w:val="28"/>
          <w:lang w:val="uk-UA"/>
        </w:rPr>
      </w:pPr>
      <w:r w:rsidRPr="005D3A17">
        <w:rPr>
          <w:sz w:val="28"/>
          <w:lang w:val="uk-UA"/>
        </w:rPr>
        <w:t>Перевірка виконавчого комітету Погожокриницької сільської ради щодо здійснення делегованих повноважень у сфері освіти.</w:t>
      </w:r>
    </w:p>
    <w:p w:rsidR="00275751" w:rsidRPr="005D3A17" w:rsidRDefault="00275751" w:rsidP="008C1943">
      <w:pPr>
        <w:jc w:val="center"/>
        <w:rPr>
          <w:sz w:val="28"/>
          <w:lang w:val="uk-UA"/>
        </w:rPr>
      </w:pPr>
      <w:r w:rsidRPr="005D3A17">
        <w:rPr>
          <w:bCs/>
          <w:sz w:val="28"/>
          <w:lang w:val="uk-UA"/>
        </w:rPr>
        <w:t>Березень</w:t>
      </w:r>
    </w:p>
    <w:p w:rsidR="00275751" w:rsidRPr="005D3A17" w:rsidRDefault="00275751" w:rsidP="008C1943">
      <w:pPr>
        <w:ind w:firstLine="708"/>
        <w:jc w:val="both"/>
        <w:rPr>
          <w:sz w:val="28"/>
          <w:szCs w:val="28"/>
          <w:lang w:val="uk-UA"/>
        </w:rPr>
      </w:pPr>
      <w:r w:rsidRPr="005D3A17">
        <w:rPr>
          <w:sz w:val="28"/>
          <w:szCs w:val="28"/>
          <w:lang w:val="uk-UA"/>
        </w:rPr>
        <w:t xml:space="preserve">Перевірка та надання методичної допомоги </w:t>
      </w:r>
      <w:r w:rsidRPr="005D3A17">
        <w:rPr>
          <w:sz w:val="28"/>
          <w:lang w:val="uk-UA"/>
        </w:rPr>
        <w:t xml:space="preserve">виконавчому комітету </w:t>
      </w:r>
      <w:r w:rsidRPr="005D3A17">
        <w:rPr>
          <w:sz w:val="28"/>
          <w:szCs w:val="28"/>
          <w:lang w:val="uk-UA"/>
        </w:rPr>
        <w:t>Малобубнівської</w:t>
      </w:r>
      <w:r w:rsidRPr="005D3A17">
        <w:rPr>
          <w:sz w:val="28"/>
          <w:lang w:val="uk-UA"/>
        </w:rPr>
        <w:t xml:space="preserve"> сільської ради </w:t>
      </w:r>
      <w:r w:rsidRPr="005D3A17">
        <w:rPr>
          <w:sz w:val="28"/>
          <w:szCs w:val="28"/>
          <w:lang w:val="uk-UA"/>
        </w:rPr>
        <w:t xml:space="preserve">щодо обліку та контролю за виконанням розпорядчих документів органів вищої влади та розпоряджень і доручень голови </w:t>
      </w:r>
      <w:r w:rsidRPr="005D3A17">
        <w:rPr>
          <w:sz w:val="28"/>
          <w:lang w:val="uk-UA"/>
        </w:rPr>
        <w:t>районної державної адміністрації</w:t>
      </w:r>
      <w:r w:rsidRPr="005D3A17">
        <w:rPr>
          <w:sz w:val="28"/>
          <w:szCs w:val="28"/>
          <w:lang w:val="uk-UA"/>
        </w:rPr>
        <w:t>.</w:t>
      </w:r>
    </w:p>
    <w:p w:rsidR="00275751" w:rsidRDefault="00275751" w:rsidP="008C1943">
      <w:pPr>
        <w:jc w:val="both"/>
        <w:rPr>
          <w:sz w:val="28"/>
          <w:lang w:val="uk-UA"/>
        </w:rPr>
      </w:pPr>
      <w:r w:rsidRPr="005D3A17">
        <w:rPr>
          <w:lang w:val="uk-UA"/>
        </w:rPr>
        <w:tab/>
      </w:r>
      <w:r w:rsidRPr="005D3A17">
        <w:rPr>
          <w:sz w:val="28"/>
          <w:lang w:val="uk-UA"/>
        </w:rPr>
        <w:t xml:space="preserve">Перевірка виконавчих </w:t>
      </w:r>
      <w:r w:rsidRPr="005D3A17">
        <w:rPr>
          <w:sz w:val="28"/>
          <w:szCs w:val="28"/>
          <w:lang w:val="uk-UA"/>
        </w:rPr>
        <w:t>комітетів Бобрицької, Василівської, В.Бубнівської</w:t>
      </w:r>
      <w:r w:rsidRPr="005D3A17">
        <w:rPr>
          <w:szCs w:val="28"/>
          <w:lang w:val="uk-UA"/>
        </w:rPr>
        <w:t xml:space="preserve"> </w:t>
      </w:r>
      <w:r w:rsidRPr="005D3A17">
        <w:rPr>
          <w:sz w:val="28"/>
          <w:lang w:val="uk-UA"/>
        </w:rPr>
        <w:t>сільських рад стану дотримання вимог законодавства щодо розгляду звернень громадян та надання методичної допомоги.</w:t>
      </w:r>
    </w:p>
    <w:p w:rsidR="00275751" w:rsidRPr="005D3A17" w:rsidRDefault="00275751" w:rsidP="008C1943">
      <w:pPr>
        <w:ind w:firstLine="708"/>
        <w:jc w:val="both"/>
        <w:rPr>
          <w:sz w:val="28"/>
          <w:szCs w:val="28"/>
          <w:lang w:val="uk-UA"/>
        </w:rPr>
      </w:pPr>
      <w:r w:rsidRPr="005D3A17">
        <w:rPr>
          <w:sz w:val="28"/>
          <w:lang w:val="uk-UA"/>
        </w:rPr>
        <w:t>Перевірка виконавчих комітетів Перехрестівської, Рогинської, Хмелівської сільських рад з питання організації дозвілля сільського населення в закладах</w:t>
      </w:r>
      <w:r w:rsidRPr="005D3A17">
        <w:rPr>
          <w:sz w:val="28"/>
          <w:szCs w:val="28"/>
          <w:lang w:val="uk-UA"/>
        </w:rPr>
        <w:t xml:space="preserve"> </w:t>
      </w:r>
      <w:r w:rsidRPr="005D3A17">
        <w:rPr>
          <w:sz w:val="28"/>
          <w:lang w:val="uk-UA"/>
        </w:rPr>
        <w:t>культури.</w:t>
      </w:r>
    </w:p>
    <w:p w:rsidR="00275751" w:rsidRPr="009C7C1C" w:rsidRDefault="00275751" w:rsidP="008C1943">
      <w:pPr>
        <w:ind w:firstLine="708"/>
        <w:jc w:val="both"/>
        <w:rPr>
          <w:sz w:val="28"/>
          <w:lang w:val="uk-UA"/>
        </w:rPr>
      </w:pPr>
      <w:r w:rsidRPr="005D3A17">
        <w:rPr>
          <w:sz w:val="28"/>
          <w:lang w:val="uk-UA"/>
        </w:rPr>
        <w:t>Перевірка виконавчого комітету Хоминцівської сільської ради щодо роботи відомчих архівів.</w:t>
      </w:r>
    </w:p>
    <w:p w:rsidR="00275751" w:rsidRPr="005D3A17" w:rsidRDefault="00275751" w:rsidP="008C1943">
      <w:pPr>
        <w:ind w:left="3540" w:firstLine="708"/>
        <w:jc w:val="both"/>
        <w:rPr>
          <w:bCs/>
          <w:sz w:val="28"/>
          <w:lang w:val="uk-UA"/>
        </w:rPr>
      </w:pPr>
      <w:r w:rsidRPr="005D3A17">
        <w:rPr>
          <w:bCs/>
          <w:sz w:val="28"/>
          <w:lang w:val="uk-UA"/>
        </w:rPr>
        <w:t>Квітень</w:t>
      </w:r>
    </w:p>
    <w:p w:rsidR="00275751" w:rsidRPr="005D3A17" w:rsidRDefault="00275751" w:rsidP="008C1943">
      <w:pPr>
        <w:jc w:val="both"/>
        <w:rPr>
          <w:sz w:val="28"/>
          <w:szCs w:val="28"/>
          <w:lang w:val="uk-UA"/>
        </w:rPr>
      </w:pPr>
      <w:r w:rsidRPr="005D3A17">
        <w:rPr>
          <w:sz w:val="28"/>
          <w:lang w:val="uk-UA"/>
        </w:rPr>
        <w:tab/>
        <w:t xml:space="preserve">Перевірка та надання методичної допомоги виконавчому комітету </w:t>
      </w:r>
      <w:r w:rsidRPr="005D3A17">
        <w:rPr>
          <w:sz w:val="28"/>
          <w:szCs w:val="28"/>
          <w:lang w:val="uk-UA"/>
        </w:rPr>
        <w:t>Дібрівської</w:t>
      </w:r>
      <w:r w:rsidRPr="005D3A17">
        <w:rPr>
          <w:sz w:val="28"/>
          <w:lang w:val="uk-UA"/>
        </w:rPr>
        <w:t xml:space="preserve"> сільської ради та сектору містобудування та архітектури районної державної адміністрації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275751" w:rsidRPr="009C7C1C" w:rsidRDefault="00275751" w:rsidP="008C1943">
      <w:pPr>
        <w:jc w:val="both"/>
        <w:rPr>
          <w:sz w:val="28"/>
          <w:szCs w:val="28"/>
          <w:lang w:val="uk-UA"/>
        </w:rPr>
      </w:pPr>
      <w:r w:rsidRPr="005D3A17">
        <w:rPr>
          <w:lang w:val="uk-UA"/>
        </w:rPr>
        <w:tab/>
      </w:r>
      <w:r w:rsidRPr="005D3A17">
        <w:rPr>
          <w:sz w:val="28"/>
          <w:lang w:val="uk-UA"/>
        </w:rPr>
        <w:t xml:space="preserve">Перевірка виконавчих </w:t>
      </w:r>
      <w:r w:rsidRPr="005D3A17">
        <w:rPr>
          <w:sz w:val="28"/>
          <w:szCs w:val="28"/>
          <w:lang w:val="uk-UA"/>
        </w:rPr>
        <w:t xml:space="preserve">комітетів Волошнівської, Галківської, Глинської </w:t>
      </w:r>
      <w:r w:rsidRPr="005D3A17">
        <w:rPr>
          <w:sz w:val="28"/>
          <w:lang w:val="uk-UA"/>
        </w:rPr>
        <w:t>сільських рад та відділ</w:t>
      </w:r>
      <w:r>
        <w:rPr>
          <w:sz w:val="28"/>
          <w:lang w:val="uk-UA"/>
        </w:rPr>
        <w:t>у</w:t>
      </w:r>
      <w:r w:rsidRPr="005D3A17">
        <w:rPr>
          <w:sz w:val="28"/>
          <w:lang w:val="uk-UA"/>
        </w:rPr>
        <w:t xml:space="preserve"> агропромислового розвитку районної державної адміністрації стану дотримання вимог законодавства щодо розгляду звернень громадян та надання методичної допомоги.</w:t>
      </w:r>
    </w:p>
    <w:p w:rsidR="00275751" w:rsidRPr="005D3A17" w:rsidRDefault="00275751" w:rsidP="008C1943">
      <w:pPr>
        <w:ind w:left="3540" w:firstLine="708"/>
        <w:jc w:val="both"/>
        <w:rPr>
          <w:sz w:val="28"/>
          <w:lang w:val="uk-UA"/>
        </w:rPr>
      </w:pPr>
      <w:r w:rsidRPr="005D3A17">
        <w:rPr>
          <w:bCs/>
          <w:sz w:val="28"/>
          <w:lang w:val="uk-UA"/>
        </w:rPr>
        <w:t>Травень</w:t>
      </w:r>
    </w:p>
    <w:p w:rsidR="00275751" w:rsidRPr="005D3A17" w:rsidRDefault="00275751" w:rsidP="008C1943">
      <w:pPr>
        <w:ind w:firstLine="708"/>
        <w:jc w:val="both"/>
        <w:rPr>
          <w:sz w:val="28"/>
          <w:szCs w:val="28"/>
          <w:lang w:val="uk-UA"/>
        </w:rPr>
      </w:pPr>
      <w:r w:rsidRPr="005D3A17">
        <w:rPr>
          <w:sz w:val="28"/>
          <w:lang w:val="uk-UA"/>
        </w:rPr>
        <w:t xml:space="preserve">Перевірка та надання методичної допомоги виконавчому комітету </w:t>
      </w:r>
      <w:r w:rsidRPr="005D3A17">
        <w:rPr>
          <w:sz w:val="28"/>
          <w:szCs w:val="28"/>
          <w:lang w:val="uk-UA"/>
        </w:rPr>
        <w:t>Великобубнівської</w:t>
      </w:r>
      <w:r w:rsidRPr="005D3A17">
        <w:rPr>
          <w:lang w:val="uk-UA"/>
        </w:rPr>
        <w:t xml:space="preserve"> </w:t>
      </w:r>
      <w:r w:rsidRPr="005D3A17">
        <w:rPr>
          <w:sz w:val="28"/>
          <w:lang w:val="uk-UA"/>
        </w:rPr>
        <w:t>сільської ради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275751" w:rsidRDefault="00275751" w:rsidP="008C1943">
      <w:pPr>
        <w:jc w:val="both"/>
        <w:rPr>
          <w:sz w:val="28"/>
          <w:lang w:val="uk-UA"/>
        </w:rPr>
      </w:pPr>
      <w:r w:rsidRPr="005D3A17">
        <w:rPr>
          <w:lang w:val="uk-UA"/>
        </w:rPr>
        <w:tab/>
      </w:r>
      <w:r w:rsidRPr="005D3A17">
        <w:rPr>
          <w:sz w:val="28"/>
          <w:lang w:val="uk-UA"/>
        </w:rPr>
        <w:t xml:space="preserve">Перевірка виконавчих </w:t>
      </w:r>
      <w:r w:rsidRPr="005D3A17">
        <w:rPr>
          <w:sz w:val="28"/>
          <w:szCs w:val="28"/>
          <w:lang w:val="uk-UA"/>
        </w:rPr>
        <w:t>комітетів Гришинської, Дібрівської</w:t>
      </w:r>
      <w:r w:rsidRPr="005D3A17">
        <w:rPr>
          <w:szCs w:val="28"/>
          <w:lang w:val="uk-UA"/>
        </w:rPr>
        <w:t xml:space="preserve"> </w:t>
      </w:r>
      <w:r w:rsidRPr="005D3A17">
        <w:rPr>
          <w:sz w:val="28"/>
          <w:lang w:val="uk-UA"/>
        </w:rPr>
        <w:t>сільських рад стану дотримання вимог законодавства щодо розгляду звернень громадян та надання методичної допомоги.</w:t>
      </w:r>
    </w:p>
    <w:p w:rsidR="00275751" w:rsidRPr="005D3A17" w:rsidRDefault="00275751" w:rsidP="008C1943">
      <w:pPr>
        <w:ind w:firstLine="708"/>
        <w:jc w:val="both"/>
        <w:rPr>
          <w:sz w:val="28"/>
          <w:lang w:val="uk-UA"/>
        </w:rPr>
      </w:pPr>
      <w:r w:rsidRPr="005D3A17">
        <w:rPr>
          <w:sz w:val="28"/>
          <w:lang w:val="uk-UA"/>
        </w:rPr>
        <w:t>Перевірка виконавчого комітету Бобрицької сільської ради щодо здійснення делегованих повноважень у сфері фізичної культури і спорту.</w:t>
      </w:r>
    </w:p>
    <w:p w:rsidR="00275751" w:rsidRPr="005D3A17" w:rsidRDefault="00275751" w:rsidP="008C1943">
      <w:pPr>
        <w:ind w:firstLine="708"/>
        <w:jc w:val="both"/>
        <w:rPr>
          <w:sz w:val="28"/>
          <w:lang w:val="uk-UA"/>
        </w:rPr>
      </w:pPr>
      <w:r w:rsidRPr="005D3A17">
        <w:rPr>
          <w:sz w:val="28"/>
          <w:lang w:val="uk-UA"/>
        </w:rPr>
        <w:t>Перевірка виконавчого комітету Пустовійтівської сільської ради щодо роботи відомчих архівів.</w:t>
      </w:r>
    </w:p>
    <w:p w:rsidR="00275751" w:rsidRPr="005D3A17" w:rsidRDefault="00275751" w:rsidP="008C1943">
      <w:pPr>
        <w:ind w:left="3540" w:firstLine="708"/>
        <w:jc w:val="both"/>
        <w:rPr>
          <w:bCs/>
          <w:sz w:val="28"/>
          <w:lang w:val="uk-UA"/>
        </w:rPr>
      </w:pPr>
      <w:r w:rsidRPr="005D3A17">
        <w:rPr>
          <w:bCs/>
          <w:sz w:val="28"/>
          <w:lang w:val="uk-UA"/>
        </w:rPr>
        <w:t>Червень</w:t>
      </w:r>
    </w:p>
    <w:p w:rsidR="00275751" w:rsidRPr="005D3A17" w:rsidRDefault="00275751" w:rsidP="008C1943">
      <w:pPr>
        <w:jc w:val="both"/>
        <w:rPr>
          <w:sz w:val="28"/>
          <w:szCs w:val="28"/>
          <w:lang w:val="uk-UA"/>
        </w:rPr>
      </w:pPr>
      <w:r w:rsidRPr="005D3A17">
        <w:rPr>
          <w:lang w:val="uk-UA"/>
        </w:rPr>
        <w:tab/>
      </w:r>
      <w:r w:rsidRPr="005D3A17">
        <w:rPr>
          <w:sz w:val="28"/>
          <w:szCs w:val="28"/>
          <w:lang w:val="uk-UA"/>
        </w:rPr>
        <w:t xml:space="preserve">Перевірка та надання методичної допомоги виконавчому комітету Артюхівської сільської ради щодо обліку та контролю за виконанням розпорядчих документів органів вищої влади та розпоряджень і доручень голови </w:t>
      </w:r>
      <w:r w:rsidRPr="005D3A17">
        <w:rPr>
          <w:sz w:val="28"/>
          <w:lang w:val="uk-UA"/>
        </w:rPr>
        <w:t>районної державної адміністрації</w:t>
      </w:r>
      <w:r w:rsidRPr="005D3A17">
        <w:rPr>
          <w:sz w:val="28"/>
          <w:szCs w:val="28"/>
          <w:lang w:val="uk-UA"/>
        </w:rPr>
        <w:t>.</w:t>
      </w:r>
    </w:p>
    <w:p w:rsidR="00275751" w:rsidRPr="005D3A17" w:rsidRDefault="00275751" w:rsidP="008C1943">
      <w:pPr>
        <w:ind w:firstLine="708"/>
        <w:jc w:val="both"/>
        <w:rPr>
          <w:sz w:val="28"/>
          <w:szCs w:val="28"/>
          <w:lang w:val="uk-UA"/>
        </w:rPr>
      </w:pPr>
      <w:r w:rsidRPr="005D3A17">
        <w:rPr>
          <w:sz w:val="28"/>
          <w:lang w:val="uk-UA"/>
        </w:rPr>
        <w:t xml:space="preserve">Перевірка виконавчих </w:t>
      </w:r>
      <w:r w:rsidRPr="005D3A17">
        <w:rPr>
          <w:sz w:val="28"/>
          <w:szCs w:val="28"/>
          <w:lang w:val="uk-UA"/>
        </w:rPr>
        <w:t>комітетів Довгополівської, Зарудянської, Коржівської</w:t>
      </w:r>
      <w:r w:rsidRPr="005D3A17">
        <w:rPr>
          <w:szCs w:val="28"/>
          <w:lang w:val="uk-UA"/>
        </w:rPr>
        <w:t xml:space="preserve"> </w:t>
      </w:r>
      <w:r w:rsidRPr="005D3A17">
        <w:rPr>
          <w:sz w:val="28"/>
          <w:lang w:val="uk-UA"/>
        </w:rPr>
        <w:t>сільських рад стану дотримання вимог законодавства щодо розгляду звернень громадян та надання методичної допомоги.</w:t>
      </w:r>
    </w:p>
    <w:p w:rsidR="00275751" w:rsidRPr="005D3A17" w:rsidRDefault="00275751" w:rsidP="008C1943">
      <w:pPr>
        <w:ind w:firstLine="708"/>
        <w:jc w:val="both"/>
        <w:rPr>
          <w:bCs/>
          <w:sz w:val="28"/>
          <w:lang w:val="uk-UA"/>
        </w:rPr>
      </w:pPr>
      <w:r w:rsidRPr="005D3A17">
        <w:rPr>
          <w:sz w:val="28"/>
          <w:lang w:val="uk-UA"/>
        </w:rPr>
        <w:t>Перевірка виконавчих комітетів Андіяшівської, Басівської, Плавинищенської сільських рад з питання організації дозвілля сільського населення в закладах культури.</w:t>
      </w:r>
    </w:p>
    <w:p w:rsidR="00275751" w:rsidRPr="005D3A17" w:rsidRDefault="00275751" w:rsidP="008C1943">
      <w:pPr>
        <w:ind w:firstLine="708"/>
        <w:jc w:val="both"/>
        <w:rPr>
          <w:bCs/>
          <w:sz w:val="28"/>
          <w:lang w:val="uk-UA"/>
        </w:rPr>
      </w:pPr>
      <w:r w:rsidRPr="005D3A17">
        <w:rPr>
          <w:bCs/>
          <w:sz w:val="28"/>
          <w:lang w:val="uk-UA"/>
        </w:rPr>
        <w:t>Перевірка та надання методичної допомоги виконавчому комітету Андріяшівської сільської ради щодо здійснення повноважень у сфері соціально-економічного розвитку території.</w:t>
      </w:r>
    </w:p>
    <w:p w:rsidR="00275751" w:rsidRPr="009C7C1C" w:rsidRDefault="00275751" w:rsidP="008C1943">
      <w:pPr>
        <w:ind w:firstLine="708"/>
        <w:jc w:val="both"/>
        <w:rPr>
          <w:bCs/>
          <w:sz w:val="28"/>
          <w:lang w:val="uk-UA"/>
        </w:rPr>
      </w:pPr>
      <w:r w:rsidRPr="00F555CD">
        <w:rPr>
          <w:bCs/>
          <w:sz w:val="28"/>
          <w:lang w:val="uk-UA"/>
        </w:rPr>
        <w:t xml:space="preserve">Перевірка </w:t>
      </w:r>
      <w:r w:rsidRPr="00F555CD">
        <w:rPr>
          <w:sz w:val="28"/>
          <w:szCs w:val="28"/>
          <w:lang w:val="uk-UA"/>
        </w:rPr>
        <w:t xml:space="preserve">виконавчих комітетів Смілівської, Біловодської, Рогинської </w:t>
      </w:r>
      <w:r w:rsidRPr="00F555CD">
        <w:rPr>
          <w:bCs/>
          <w:sz w:val="28"/>
          <w:lang w:val="uk-UA"/>
        </w:rPr>
        <w:t>сільських рад щодо здійснення повноважень у сфері надання житлово-комунальних послуг.</w:t>
      </w:r>
    </w:p>
    <w:p w:rsidR="00275751" w:rsidRPr="005D3A17" w:rsidRDefault="00275751" w:rsidP="008C1943">
      <w:pPr>
        <w:ind w:left="3540" w:firstLine="708"/>
        <w:jc w:val="both"/>
        <w:rPr>
          <w:sz w:val="28"/>
          <w:lang w:val="uk-UA"/>
        </w:rPr>
      </w:pPr>
      <w:r w:rsidRPr="005D3A17">
        <w:rPr>
          <w:bCs/>
          <w:sz w:val="28"/>
          <w:lang w:val="uk-UA"/>
        </w:rPr>
        <w:t>Липень</w:t>
      </w:r>
    </w:p>
    <w:p w:rsidR="00275751" w:rsidRDefault="00275751" w:rsidP="008C1943">
      <w:pPr>
        <w:ind w:firstLine="708"/>
        <w:jc w:val="both"/>
        <w:rPr>
          <w:sz w:val="28"/>
          <w:szCs w:val="28"/>
          <w:lang w:val="uk-UA"/>
        </w:rPr>
      </w:pPr>
      <w:r w:rsidRPr="005D3A17">
        <w:rPr>
          <w:sz w:val="28"/>
          <w:szCs w:val="28"/>
          <w:lang w:val="uk-UA"/>
        </w:rPr>
        <w:t xml:space="preserve">Перевірка та надання методичної допомоги виконавчому комітету Василівської сільської ради та відділу житлово-комунального господарства, будівництва, цивільного захисту та інфраструктури </w:t>
      </w:r>
      <w:r w:rsidRPr="005D3A17">
        <w:rPr>
          <w:sz w:val="28"/>
          <w:lang w:val="uk-UA"/>
        </w:rPr>
        <w:t>районної державної адміністрації</w:t>
      </w:r>
      <w:r w:rsidRPr="005D3A17">
        <w:rPr>
          <w:sz w:val="28"/>
          <w:szCs w:val="28"/>
          <w:lang w:val="uk-UA"/>
        </w:rPr>
        <w:t xml:space="preserve"> щодо обліку та контролю за виконанням розпорядчих документів органів вищої влади та розпоряджень і доручень голови </w:t>
      </w:r>
      <w:r w:rsidRPr="005D3A17">
        <w:rPr>
          <w:sz w:val="28"/>
          <w:lang w:val="uk-UA"/>
        </w:rPr>
        <w:t>районної державної адміністрації</w:t>
      </w:r>
      <w:r w:rsidRPr="005D3A17">
        <w:rPr>
          <w:sz w:val="28"/>
          <w:szCs w:val="28"/>
          <w:lang w:val="uk-UA"/>
        </w:rPr>
        <w:t>.</w:t>
      </w:r>
    </w:p>
    <w:p w:rsidR="00275751" w:rsidRPr="005D3A17" w:rsidRDefault="00275751" w:rsidP="008C1943">
      <w:pPr>
        <w:ind w:firstLine="708"/>
        <w:jc w:val="both"/>
        <w:rPr>
          <w:sz w:val="28"/>
          <w:szCs w:val="28"/>
          <w:lang w:val="uk-UA"/>
        </w:rPr>
      </w:pPr>
      <w:r w:rsidRPr="005D3A17">
        <w:rPr>
          <w:sz w:val="28"/>
          <w:lang w:val="uk-UA"/>
        </w:rPr>
        <w:t xml:space="preserve">Перевірка виконавчих </w:t>
      </w:r>
      <w:r w:rsidRPr="005D3A17">
        <w:rPr>
          <w:sz w:val="28"/>
          <w:szCs w:val="28"/>
          <w:lang w:val="uk-UA"/>
        </w:rPr>
        <w:t>комітетів Малобубнівської, Миколаївської</w:t>
      </w:r>
      <w:r w:rsidRPr="005D3A17">
        <w:rPr>
          <w:szCs w:val="28"/>
          <w:lang w:val="uk-UA"/>
        </w:rPr>
        <w:t xml:space="preserve"> </w:t>
      </w:r>
      <w:r w:rsidRPr="005D3A17">
        <w:rPr>
          <w:sz w:val="28"/>
          <w:lang w:val="uk-UA"/>
        </w:rPr>
        <w:t>сільських рад стану дотримання вимог законодавства щодо розгляду звернень громадян та надання методичної допомоги.</w:t>
      </w:r>
    </w:p>
    <w:p w:rsidR="00275751" w:rsidRPr="005D3A17" w:rsidRDefault="00275751" w:rsidP="008C1943">
      <w:pPr>
        <w:ind w:firstLine="708"/>
        <w:jc w:val="both"/>
        <w:rPr>
          <w:sz w:val="28"/>
          <w:lang w:val="uk-UA"/>
        </w:rPr>
      </w:pPr>
      <w:r w:rsidRPr="005D3A17">
        <w:rPr>
          <w:sz w:val="28"/>
          <w:lang w:val="uk-UA"/>
        </w:rPr>
        <w:t>Перевірка виконавчого комітету Волошнівської сільської ради щодо роботи відомчих архівів.</w:t>
      </w:r>
    </w:p>
    <w:p w:rsidR="00275751" w:rsidRPr="005D3A17" w:rsidRDefault="00275751" w:rsidP="008C1943">
      <w:pPr>
        <w:ind w:left="3540" w:firstLine="708"/>
        <w:jc w:val="both"/>
        <w:rPr>
          <w:bCs/>
          <w:sz w:val="28"/>
          <w:szCs w:val="28"/>
          <w:lang w:val="uk-UA"/>
        </w:rPr>
      </w:pPr>
      <w:r w:rsidRPr="005D3A17">
        <w:rPr>
          <w:bCs/>
          <w:sz w:val="28"/>
          <w:szCs w:val="28"/>
          <w:lang w:val="uk-UA"/>
        </w:rPr>
        <w:t>Серпень</w:t>
      </w:r>
    </w:p>
    <w:p w:rsidR="00275751" w:rsidRPr="005D3A17" w:rsidRDefault="00275751" w:rsidP="008C1943">
      <w:pPr>
        <w:ind w:firstLine="708"/>
        <w:jc w:val="both"/>
        <w:rPr>
          <w:sz w:val="28"/>
          <w:szCs w:val="28"/>
          <w:lang w:val="uk-UA"/>
        </w:rPr>
      </w:pPr>
      <w:r w:rsidRPr="005D3A17">
        <w:rPr>
          <w:sz w:val="28"/>
          <w:lang w:val="uk-UA"/>
        </w:rPr>
        <w:t xml:space="preserve">Перевірка та надання методичної допомоги виконавчому комітету </w:t>
      </w:r>
      <w:r w:rsidRPr="005D3A17">
        <w:rPr>
          <w:sz w:val="28"/>
          <w:szCs w:val="28"/>
          <w:lang w:val="uk-UA"/>
        </w:rPr>
        <w:t>Галківської</w:t>
      </w:r>
      <w:r w:rsidRPr="005D3A17">
        <w:rPr>
          <w:sz w:val="28"/>
          <w:lang w:val="uk-UA"/>
        </w:rPr>
        <w:t xml:space="preserve"> сільської ради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275751" w:rsidRPr="005D3A17" w:rsidRDefault="00275751" w:rsidP="008C1943">
      <w:pPr>
        <w:jc w:val="both"/>
        <w:rPr>
          <w:sz w:val="28"/>
          <w:szCs w:val="28"/>
          <w:lang w:val="uk-UA"/>
        </w:rPr>
      </w:pPr>
      <w:r w:rsidRPr="005D3A17">
        <w:rPr>
          <w:sz w:val="28"/>
          <w:lang w:val="uk-UA"/>
        </w:rPr>
        <w:tab/>
        <w:t xml:space="preserve">Перевірка виконавчих </w:t>
      </w:r>
      <w:r w:rsidRPr="005D3A17">
        <w:rPr>
          <w:sz w:val="28"/>
          <w:szCs w:val="28"/>
          <w:lang w:val="uk-UA"/>
        </w:rPr>
        <w:t>комітетів Новогребельської, Перекопівської</w:t>
      </w:r>
      <w:r w:rsidRPr="005D3A17">
        <w:rPr>
          <w:szCs w:val="28"/>
          <w:lang w:val="uk-UA"/>
        </w:rPr>
        <w:t xml:space="preserve"> </w:t>
      </w:r>
      <w:r w:rsidRPr="005D3A17">
        <w:rPr>
          <w:sz w:val="28"/>
          <w:lang w:val="uk-UA"/>
        </w:rPr>
        <w:t>сільських рад стану дотримання вимог законодавства щодо розгляду звернень громадян та надання методичної допомоги.</w:t>
      </w:r>
    </w:p>
    <w:p w:rsidR="00275751" w:rsidRPr="005D3A17" w:rsidRDefault="00275751" w:rsidP="008C1943">
      <w:pPr>
        <w:ind w:left="3540" w:firstLine="708"/>
        <w:jc w:val="both"/>
        <w:rPr>
          <w:bCs/>
          <w:sz w:val="28"/>
          <w:lang w:val="uk-UA"/>
        </w:rPr>
      </w:pPr>
      <w:r w:rsidRPr="005D3A17">
        <w:rPr>
          <w:bCs/>
          <w:sz w:val="28"/>
          <w:lang w:val="uk-UA"/>
        </w:rPr>
        <w:t>Вересень</w:t>
      </w:r>
    </w:p>
    <w:p w:rsidR="00275751" w:rsidRPr="005D3A17" w:rsidRDefault="00275751" w:rsidP="008C1943">
      <w:pPr>
        <w:ind w:firstLine="708"/>
        <w:jc w:val="both"/>
        <w:rPr>
          <w:sz w:val="28"/>
          <w:szCs w:val="28"/>
          <w:lang w:val="uk-UA"/>
        </w:rPr>
      </w:pPr>
      <w:r w:rsidRPr="005D3A17">
        <w:rPr>
          <w:sz w:val="28"/>
          <w:szCs w:val="28"/>
          <w:lang w:val="uk-UA"/>
        </w:rPr>
        <w:t xml:space="preserve">Перевірка та надання методичної допомоги виконавчому комітету Коржівської сільської ради щодо обліку та контролю за виконанням розпорядчих документів органів вищої влади та розпоряджень і доручень голови </w:t>
      </w:r>
      <w:r w:rsidRPr="005D3A17">
        <w:rPr>
          <w:sz w:val="28"/>
          <w:lang w:val="uk-UA"/>
        </w:rPr>
        <w:t>районної державної адміністрації</w:t>
      </w:r>
      <w:r w:rsidRPr="005D3A17">
        <w:rPr>
          <w:sz w:val="28"/>
          <w:szCs w:val="28"/>
          <w:lang w:val="uk-UA"/>
        </w:rPr>
        <w:t>.</w:t>
      </w:r>
    </w:p>
    <w:p w:rsidR="00275751" w:rsidRPr="005D3A17" w:rsidRDefault="00275751" w:rsidP="008C1943">
      <w:pPr>
        <w:jc w:val="both"/>
        <w:rPr>
          <w:lang w:val="uk-UA"/>
        </w:rPr>
      </w:pPr>
      <w:r w:rsidRPr="005D3A17">
        <w:rPr>
          <w:sz w:val="28"/>
          <w:lang w:val="uk-UA"/>
        </w:rPr>
        <w:tab/>
        <w:t xml:space="preserve">Перевірка виконавчих </w:t>
      </w:r>
      <w:r w:rsidRPr="005D3A17">
        <w:rPr>
          <w:sz w:val="28"/>
          <w:szCs w:val="28"/>
          <w:lang w:val="uk-UA"/>
        </w:rPr>
        <w:t>комітетів Перехрестівської, Погожокриницької, Плавинищенської сільських рад та управління освіти, молоді та спорту районної державної адміністрації</w:t>
      </w:r>
      <w:r w:rsidRPr="005D3A17">
        <w:rPr>
          <w:sz w:val="28"/>
          <w:lang w:val="uk-UA"/>
        </w:rPr>
        <w:t xml:space="preserve"> стану дотримання вимог законодавства щодо розгляду звернень громадян та надання методичної допомоги.</w:t>
      </w:r>
    </w:p>
    <w:p w:rsidR="00275751" w:rsidRPr="005D3A17" w:rsidRDefault="00275751" w:rsidP="008C1943">
      <w:pPr>
        <w:jc w:val="both"/>
        <w:rPr>
          <w:sz w:val="28"/>
          <w:lang w:val="uk-UA"/>
        </w:rPr>
      </w:pPr>
      <w:r w:rsidRPr="005D3A17">
        <w:rPr>
          <w:sz w:val="28"/>
          <w:lang w:val="uk-UA"/>
        </w:rPr>
        <w:tab/>
        <w:t>Перевірка виконавчого комітету Хмелівської сільської ради щодо організації обліку дітей дошкільного та шкільного віку.</w:t>
      </w:r>
    </w:p>
    <w:p w:rsidR="00275751" w:rsidRPr="005D3A17" w:rsidRDefault="00275751" w:rsidP="008C1943">
      <w:pPr>
        <w:ind w:firstLine="708"/>
        <w:jc w:val="both"/>
        <w:rPr>
          <w:bCs/>
          <w:sz w:val="28"/>
          <w:lang w:val="uk-UA"/>
        </w:rPr>
      </w:pPr>
      <w:r w:rsidRPr="005D3A17">
        <w:rPr>
          <w:sz w:val="28"/>
          <w:lang w:val="uk-UA"/>
        </w:rPr>
        <w:t>Перевірка виконавчих комітетів Андріївської, Дібрівської, Галківської сільських рад з питання організації дозвілля сільського населення в закладах культури.</w:t>
      </w:r>
    </w:p>
    <w:p w:rsidR="00275751" w:rsidRPr="005D3A17" w:rsidRDefault="00275751" w:rsidP="008C1943">
      <w:pPr>
        <w:ind w:left="3540" w:firstLine="708"/>
        <w:jc w:val="both"/>
        <w:rPr>
          <w:sz w:val="28"/>
          <w:lang w:val="uk-UA"/>
        </w:rPr>
      </w:pPr>
      <w:r w:rsidRPr="005D3A17">
        <w:rPr>
          <w:bCs/>
          <w:sz w:val="28"/>
          <w:lang w:val="uk-UA"/>
        </w:rPr>
        <w:t>Жовтень</w:t>
      </w:r>
    </w:p>
    <w:p w:rsidR="00275751" w:rsidRPr="005D3A17" w:rsidRDefault="00275751" w:rsidP="008C1943">
      <w:pPr>
        <w:ind w:firstLine="708"/>
        <w:jc w:val="both"/>
        <w:rPr>
          <w:sz w:val="28"/>
          <w:szCs w:val="28"/>
          <w:lang w:val="uk-UA"/>
        </w:rPr>
      </w:pPr>
      <w:r w:rsidRPr="005D3A17">
        <w:rPr>
          <w:sz w:val="28"/>
          <w:lang w:val="uk-UA"/>
        </w:rPr>
        <w:t xml:space="preserve">Перевірка та надання методичної допомоги виконавчому комітету </w:t>
      </w:r>
      <w:r w:rsidRPr="005D3A17">
        <w:rPr>
          <w:sz w:val="28"/>
          <w:szCs w:val="28"/>
          <w:lang w:val="uk-UA"/>
        </w:rPr>
        <w:t>Смілівської</w:t>
      </w:r>
      <w:r w:rsidRPr="005D3A17">
        <w:rPr>
          <w:lang w:val="uk-UA"/>
        </w:rPr>
        <w:t xml:space="preserve"> </w:t>
      </w:r>
      <w:r w:rsidRPr="005D3A17">
        <w:rPr>
          <w:sz w:val="28"/>
          <w:lang w:val="uk-UA"/>
        </w:rPr>
        <w:t>сільської ради та відділу культури районної державної адміністрації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275751" w:rsidRPr="005D3A17" w:rsidRDefault="00275751" w:rsidP="008C1943">
      <w:pPr>
        <w:ind w:firstLine="708"/>
        <w:jc w:val="both"/>
        <w:rPr>
          <w:sz w:val="28"/>
          <w:szCs w:val="28"/>
          <w:lang w:val="uk-UA"/>
        </w:rPr>
      </w:pPr>
      <w:r w:rsidRPr="005D3A17">
        <w:rPr>
          <w:sz w:val="28"/>
          <w:lang w:val="uk-UA"/>
        </w:rPr>
        <w:t xml:space="preserve">Перевірка виконавчих </w:t>
      </w:r>
      <w:r w:rsidRPr="005D3A17">
        <w:rPr>
          <w:sz w:val="28"/>
          <w:szCs w:val="28"/>
          <w:lang w:val="uk-UA"/>
        </w:rPr>
        <w:t xml:space="preserve">комітетів Рогинської, Ріпчанської, Пустовійтівської </w:t>
      </w:r>
      <w:r w:rsidRPr="005D3A17">
        <w:rPr>
          <w:sz w:val="28"/>
          <w:lang w:val="uk-UA"/>
        </w:rPr>
        <w:t xml:space="preserve">сільських рад </w:t>
      </w:r>
      <w:r w:rsidRPr="005D3A17">
        <w:rPr>
          <w:sz w:val="28"/>
          <w:szCs w:val="28"/>
          <w:lang w:val="uk-UA"/>
        </w:rPr>
        <w:t xml:space="preserve">та </w:t>
      </w:r>
      <w:r w:rsidRPr="005D3A17">
        <w:rPr>
          <w:spacing w:val="-8"/>
          <w:sz w:val="28"/>
          <w:szCs w:val="28"/>
          <w:lang w:val="uk-UA"/>
        </w:rPr>
        <w:t>відділу житлово-комунального господарства, будівництва, цивільного захисту та інфраструктури</w:t>
      </w:r>
      <w:r w:rsidRPr="005D3A17">
        <w:rPr>
          <w:sz w:val="28"/>
          <w:lang w:val="uk-UA"/>
        </w:rPr>
        <w:t xml:space="preserve"> районної державної адміністрації стану дотримання вимог законодавства щодо розгляду звернень громадян та надання методичної допомоги.</w:t>
      </w:r>
    </w:p>
    <w:p w:rsidR="00275751" w:rsidRPr="005D3A17" w:rsidRDefault="00275751" w:rsidP="008C1943">
      <w:pPr>
        <w:ind w:firstLine="708"/>
        <w:jc w:val="both"/>
        <w:rPr>
          <w:sz w:val="28"/>
          <w:lang w:val="uk-UA"/>
        </w:rPr>
      </w:pPr>
      <w:r w:rsidRPr="005D3A17">
        <w:rPr>
          <w:sz w:val="28"/>
          <w:lang w:val="uk-UA"/>
        </w:rPr>
        <w:t>Перевірка виконавчого комітету Рогинської сільської  ради щодо роботи відомчих архівів.</w:t>
      </w:r>
    </w:p>
    <w:p w:rsidR="00275751" w:rsidRPr="005D3A17" w:rsidRDefault="00275751" w:rsidP="008C1943">
      <w:pPr>
        <w:ind w:left="3540" w:firstLine="708"/>
        <w:jc w:val="both"/>
        <w:rPr>
          <w:bCs/>
          <w:sz w:val="28"/>
          <w:lang w:val="uk-UA"/>
        </w:rPr>
      </w:pPr>
      <w:r w:rsidRPr="005D3A17">
        <w:rPr>
          <w:bCs/>
          <w:sz w:val="28"/>
          <w:lang w:val="uk-UA"/>
        </w:rPr>
        <w:t>Листопад</w:t>
      </w:r>
    </w:p>
    <w:p w:rsidR="00275751" w:rsidRPr="005D3A17" w:rsidRDefault="00275751" w:rsidP="008C1943">
      <w:pPr>
        <w:ind w:firstLine="708"/>
        <w:jc w:val="both"/>
        <w:rPr>
          <w:sz w:val="28"/>
          <w:szCs w:val="28"/>
          <w:lang w:val="uk-UA"/>
        </w:rPr>
      </w:pPr>
      <w:r w:rsidRPr="005D3A17">
        <w:rPr>
          <w:sz w:val="28"/>
          <w:lang w:val="uk-UA"/>
        </w:rPr>
        <w:t xml:space="preserve">Перевірка та надання методичної допомоги виконавчому комітету </w:t>
      </w:r>
      <w:r w:rsidRPr="005D3A17">
        <w:rPr>
          <w:sz w:val="28"/>
          <w:szCs w:val="28"/>
          <w:lang w:val="uk-UA"/>
        </w:rPr>
        <w:t xml:space="preserve">Ріпчанської </w:t>
      </w:r>
      <w:r w:rsidRPr="005D3A17">
        <w:rPr>
          <w:sz w:val="28"/>
          <w:lang w:val="uk-UA"/>
        </w:rPr>
        <w:t>сільської ради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275751" w:rsidRPr="005D3A17" w:rsidRDefault="00275751" w:rsidP="008C1943">
      <w:pPr>
        <w:jc w:val="both"/>
        <w:rPr>
          <w:sz w:val="28"/>
          <w:szCs w:val="28"/>
          <w:lang w:val="uk-UA"/>
        </w:rPr>
      </w:pPr>
      <w:r w:rsidRPr="005D3A17">
        <w:rPr>
          <w:sz w:val="28"/>
          <w:lang w:val="uk-UA"/>
        </w:rPr>
        <w:tab/>
        <w:t xml:space="preserve">Перевірка виконавчих </w:t>
      </w:r>
      <w:r w:rsidRPr="005D3A17">
        <w:rPr>
          <w:sz w:val="28"/>
          <w:szCs w:val="28"/>
          <w:lang w:val="uk-UA"/>
        </w:rPr>
        <w:t>комітетів Смілівської, Сулимівської, Хмелівської</w:t>
      </w:r>
      <w:r w:rsidRPr="005D3A17">
        <w:rPr>
          <w:szCs w:val="28"/>
          <w:lang w:val="uk-UA"/>
        </w:rPr>
        <w:t xml:space="preserve"> </w:t>
      </w:r>
      <w:r w:rsidRPr="005D3A17">
        <w:rPr>
          <w:sz w:val="28"/>
          <w:lang w:val="uk-UA"/>
        </w:rPr>
        <w:t>сільських рад стану дотримання вимог законодавства щодо розгляду звернень громадян та надання методичної допомоги.</w:t>
      </w:r>
    </w:p>
    <w:p w:rsidR="00275751" w:rsidRPr="005D3A17" w:rsidRDefault="00275751" w:rsidP="008C1943">
      <w:pPr>
        <w:ind w:firstLine="708"/>
        <w:jc w:val="both"/>
        <w:rPr>
          <w:bCs/>
          <w:sz w:val="28"/>
          <w:lang w:val="uk-UA"/>
        </w:rPr>
      </w:pPr>
      <w:r w:rsidRPr="005D3A17">
        <w:rPr>
          <w:sz w:val="28"/>
          <w:lang w:val="uk-UA"/>
        </w:rPr>
        <w:t>Перевірка виконавчих комітетів Перекопівської, Пустовійтівської, Біловодської сільських рад з питання організації дозвілля сільського населення в закладах культури.</w:t>
      </w:r>
    </w:p>
    <w:p w:rsidR="00275751" w:rsidRPr="005D3A17" w:rsidRDefault="00275751" w:rsidP="008C1943">
      <w:pPr>
        <w:ind w:firstLine="708"/>
        <w:jc w:val="both"/>
        <w:rPr>
          <w:sz w:val="28"/>
          <w:lang w:val="uk-UA"/>
        </w:rPr>
      </w:pPr>
      <w:r w:rsidRPr="005D3A17">
        <w:rPr>
          <w:sz w:val="28"/>
          <w:lang w:val="uk-UA"/>
        </w:rPr>
        <w:t>Перевірка виконавчого комітету Зарудянської сільської ради щодо роботи відомчих архівів.</w:t>
      </w:r>
    </w:p>
    <w:p w:rsidR="00275751" w:rsidRPr="00F555CD" w:rsidRDefault="00275751" w:rsidP="008C1943">
      <w:pPr>
        <w:ind w:firstLine="708"/>
        <w:jc w:val="both"/>
        <w:rPr>
          <w:bCs/>
          <w:sz w:val="28"/>
          <w:lang w:val="uk-UA"/>
        </w:rPr>
      </w:pPr>
      <w:r w:rsidRPr="00F555CD">
        <w:rPr>
          <w:bCs/>
          <w:sz w:val="28"/>
          <w:lang w:val="uk-UA"/>
        </w:rPr>
        <w:t xml:space="preserve">Перевірка відділом житлово-комунального господарства, будівництва, цивільного захисту та інфраструктури </w:t>
      </w:r>
      <w:r w:rsidRPr="00F555CD">
        <w:rPr>
          <w:sz w:val="28"/>
          <w:lang w:val="uk-UA"/>
        </w:rPr>
        <w:t xml:space="preserve">районної державної адміністрації </w:t>
      </w:r>
      <w:r w:rsidRPr="00F555CD">
        <w:rPr>
          <w:sz w:val="28"/>
          <w:szCs w:val="28"/>
          <w:lang w:val="uk-UA"/>
        </w:rPr>
        <w:t xml:space="preserve">виконавчих комітетів Перехрестівської, Плавинищенської </w:t>
      </w:r>
      <w:r w:rsidRPr="00F555CD">
        <w:rPr>
          <w:bCs/>
          <w:sz w:val="28"/>
          <w:lang w:val="uk-UA"/>
        </w:rPr>
        <w:t>сільських рад щодо здійснення повноважень у сфері надання житлово-комунальних послуг.</w:t>
      </w:r>
    </w:p>
    <w:p w:rsidR="00275751" w:rsidRPr="005D3A17" w:rsidRDefault="00275751" w:rsidP="008C1943">
      <w:pPr>
        <w:ind w:left="3540" w:firstLine="708"/>
        <w:jc w:val="both"/>
        <w:rPr>
          <w:bCs/>
          <w:sz w:val="28"/>
          <w:lang w:val="uk-UA"/>
        </w:rPr>
      </w:pPr>
      <w:r w:rsidRPr="005D3A17">
        <w:rPr>
          <w:bCs/>
          <w:sz w:val="28"/>
          <w:lang w:val="uk-UA"/>
        </w:rPr>
        <w:t>Грудень</w:t>
      </w:r>
    </w:p>
    <w:p w:rsidR="00275751" w:rsidRPr="005D3A17" w:rsidRDefault="00275751" w:rsidP="008C1943">
      <w:pPr>
        <w:ind w:firstLine="708"/>
        <w:jc w:val="both"/>
        <w:rPr>
          <w:sz w:val="28"/>
          <w:szCs w:val="28"/>
          <w:lang w:val="uk-UA"/>
        </w:rPr>
      </w:pPr>
      <w:r w:rsidRPr="005D3A17">
        <w:rPr>
          <w:sz w:val="28"/>
          <w:lang w:val="uk-UA"/>
        </w:rPr>
        <w:t xml:space="preserve">Перевірка та надання методичної допомоги виконавчому комітету </w:t>
      </w:r>
      <w:r w:rsidRPr="005D3A17">
        <w:rPr>
          <w:sz w:val="28"/>
          <w:szCs w:val="28"/>
          <w:lang w:val="uk-UA"/>
        </w:rPr>
        <w:t>Миколаївської</w:t>
      </w:r>
      <w:r w:rsidRPr="005D3A17">
        <w:rPr>
          <w:sz w:val="28"/>
          <w:lang w:val="uk-UA"/>
        </w:rPr>
        <w:t xml:space="preserve"> сільської ради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 xml:space="preserve">Перевірка виконавчих </w:t>
      </w:r>
      <w:r w:rsidRPr="005D3A17">
        <w:rPr>
          <w:sz w:val="28"/>
          <w:szCs w:val="28"/>
          <w:lang w:val="uk-UA"/>
        </w:rPr>
        <w:t>комітетів Хоминцівської, Ярошівської</w:t>
      </w:r>
      <w:r w:rsidRPr="005D3A17">
        <w:rPr>
          <w:sz w:val="28"/>
          <w:lang w:val="uk-UA"/>
        </w:rPr>
        <w:t xml:space="preserve"> сільських рад стану дотримання вимог законодавства щодо розгляду звернень громадян та надання методичної допомоги.</w:t>
      </w:r>
    </w:p>
    <w:p w:rsidR="00275751" w:rsidRPr="005D3A17" w:rsidRDefault="00275751" w:rsidP="008C1943">
      <w:pPr>
        <w:ind w:firstLine="708"/>
        <w:jc w:val="both"/>
        <w:rPr>
          <w:bCs/>
          <w:sz w:val="28"/>
          <w:lang w:val="uk-UA"/>
        </w:rPr>
      </w:pPr>
      <w:r w:rsidRPr="005D3A17">
        <w:rPr>
          <w:bCs/>
          <w:sz w:val="28"/>
          <w:lang w:val="uk-UA"/>
        </w:rPr>
        <w:t>Перевірка та надання методичної допомоги виконавчому комітету Дібрівської сільської ради щодо здійснення повноважень у сфері соціально-економічного розвитку території.</w:t>
      </w:r>
    </w:p>
    <w:p w:rsidR="00275751" w:rsidRPr="009C7C1C" w:rsidRDefault="00275751" w:rsidP="008C1943">
      <w:pPr>
        <w:ind w:firstLine="708"/>
        <w:jc w:val="both"/>
        <w:rPr>
          <w:sz w:val="28"/>
          <w:lang w:val="uk-UA"/>
        </w:rPr>
      </w:pPr>
      <w:r w:rsidRPr="005D3A17">
        <w:rPr>
          <w:sz w:val="28"/>
          <w:lang w:val="uk-UA"/>
        </w:rPr>
        <w:t>Перевірка виконавчого комітету Андріяшівської сільської ради щодо військово-патріотичного виховання населення.</w:t>
      </w:r>
    </w:p>
    <w:p w:rsidR="00275751" w:rsidRPr="005D3A17" w:rsidRDefault="00275751" w:rsidP="008C1943">
      <w:pPr>
        <w:ind w:firstLine="708"/>
        <w:jc w:val="center"/>
        <w:rPr>
          <w:bCs/>
          <w:sz w:val="28"/>
          <w:lang w:val="uk-UA"/>
        </w:rPr>
      </w:pPr>
      <w:r w:rsidRPr="005D3A17">
        <w:rPr>
          <w:bCs/>
          <w:sz w:val="28"/>
          <w:lang w:val="uk-UA"/>
        </w:rPr>
        <w:t>Щомісяця</w:t>
      </w:r>
    </w:p>
    <w:p w:rsidR="00275751" w:rsidRPr="005D3A17" w:rsidRDefault="00275751" w:rsidP="008C1943">
      <w:pPr>
        <w:ind w:firstLine="708"/>
        <w:jc w:val="both"/>
        <w:rPr>
          <w:bCs/>
          <w:sz w:val="28"/>
          <w:lang w:val="uk-UA"/>
        </w:rPr>
      </w:pPr>
      <w:r w:rsidRPr="005D3A17">
        <w:rPr>
          <w:bCs/>
          <w:sz w:val="28"/>
          <w:lang w:val="uk-UA"/>
        </w:rPr>
        <w:t>Перевірка фінансовим управлінням районної державної адміністрації виконавчих комітетів сільських рад щодо здійснення відповідно до пункту 1, пункту б, статті 28 Закону України «Про місцеве самоврядування в Україні» контролю за дотриманням зобов’язань щодо платежів до місцевих бюджетів.</w:t>
      </w:r>
    </w:p>
    <w:p w:rsidR="00275751" w:rsidRPr="005D3A17" w:rsidRDefault="00275751" w:rsidP="008C1943">
      <w:pPr>
        <w:ind w:firstLine="708"/>
        <w:jc w:val="both"/>
        <w:rPr>
          <w:bCs/>
          <w:sz w:val="28"/>
          <w:lang w:val="uk-UA"/>
        </w:rPr>
      </w:pPr>
      <w:r w:rsidRPr="005D3A17">
        <w:rPr>
          <w:bCs/>
          <w:sz w:val="28"/>
          <w:lang w:val="uk-UA"/>
        </w:rPr>
        <w:t>Перевірка виконавчих комітетів сільських рад щодо здійснення повноважень у сфері побутового, торговельного обслуговування та громадського харчування та виконання постанови Кабінету Міністрів України від 25.12.1996 № 1548 «Про державне регулювання цін і тарифів на окремі види продукції».</w:t>
      </w:r>
    </w:p>
    <w:p w:rsidR="00275751" w:rsidRPr="005D3A17" w:rsidRDefault="00275751" w:rsidP="008C1943">
      <w:pPr>
        <w:jc w:val="both"/>
        <w:rPr>
          <w:bCs/>
          <w:sz w:val="28"/>
          <w:lang w:val="uk-UA"/>
        </w:rPr>
      </w:pPr>
      <w:r w:rsidRPr="005D3A17">
        <w:rPr>
          <w:bCs/>
          <w:sz w:val="28"/>
          <w:lang w:val="uk-UA"/>
        </w:rPr>
        <w:tab/>
        <w:t>Перевірка та надання методичної допомоги виконавчим комітетам сільських рад з питання реалізації державної регуляторної політики згідно Закону України «Про засади державної регуляторної політики у сфері господарської діяльності».</w:t>
      </w:r>
    </w:p>
    <w:p w:rsidR="00275751" w:rsidRPr="005D3A17" w:rsidRDefault="00275751" w:rsidP="008C1943">
      <w:pPr>
        <w:ind w:firstLine="708"/>
        <w:jc w:val="both"/>
        <w:rPr>
          <w:bCs/>
          <w:sz w:val="28"/>
          <w:lang w:val="uk-UA"/>
        </w:rPr>
      </w:pPr>
      <w:r w:rsidRPr="005D3A17">
        <w:rPr>
          <w:bCs/>
          <w:sz w:val="28"/>
          <w:lang w:val="uk-UA"/>
        </w:rPr>
        <w:t>Перевірка виконавчих комітетів сільських рад щодо адресного регістру.</w:t>
      </w:r>
    </w:p>
    <w:p w:rsidR="00275751" w:rsidRPr="00FC3B2A" w:rsidRDefault="00275751" w:rsidP="008C1943">
      <w:pPr>
        <w:ind w:firstLine="708"/>
        <w:jc w:val="both"/>
        <w:rPr>
          <w:i/>
          <w:sz w:val="28"/>
          <w:lang w:val="uk-UA"/>
        </w:rPr>
      </w:pPr>
      <w:r w:rsidRPr="005D3A17">
        <w:rPr>
          <w:sz w:val="28"/>
          <w:lang w:val="uk-UA"/>
        </w:rPr>
        <w:t xml:space="preserve">Перевірка управлінням соціального захисту населення Роменської районної державної адміністрації виконавчих комітетів сільських рад щодо </w:t>
      </w:r>
      <w:r w:rsidRPr="00FC3B2A">
        <w:rPr>
          <w:sz w:val="28"/>
          <w:lang w:val="uk-UA"/>
        </w:rPr>
        <w:t>надання достовірності довідок про склад сім’ї, земельних ділянок, сінокосів</w:t>
      </w:r>
      <w:r w:rsidRPr="00FC3B2A">
        <w:rPr>
          <w:i/>
          <w:sz w:val="28"/>
          <w:lang w:val="uk-UA"/>
        </w:rPr>
        <w:t>,</w:t>
      </w:r>
    </w:p>
    <w:p w:rsidR="00275751" w:rsidRPr="005D3A17" w:rsidRDefault="00275751" w:rsidP="008C1943">
      <w:pPr>
        <w:jc w:val="both"/>
        <w:rPr>
          <w:bCs/>
          <w:sz w:val="28"/>
          <w:lang w:val="uk-UA"/>
        </w:rPr>
      </w:pPr>
      <w:r w:rsidRPr="005D3A17">
        <w:rPr>
          <w:sz w:val="28"/>
          <w:lang w:val="uk-UA"/>
        </w:rPr>
        <w:t>пасовищ та наявності паїв, а також заробітної плати; дотримання забезпечення реалізації державної політики про працю та зайнятість населення; проведення експертизи умов праці.</w:t>
      </w:r>
      <w:r w:rsidRPr="005D3A17">
        <w:rPr>
          <w:bCs/>
          <w:sz w:val="28"/>
          <w:lang w:val="uk-UA"/>
        </w:rPr>
        <w:t xml:space="preserve"> </w:t>
      </w:r>
    </w:p>
    <w:p w:rsidR="00275751" w:rsidRPr="005D3A17" w:rsidRDefault="00275751" w:rsidP="008C1943">
      <w:pPr>
        <w:ind w:firstLine="708"/>
        <w:jc w:val="both"/>
        <w:rPr>
          <w:bCs/>
          <w:sz w:val="28"/>
          <w:lang w:val="uk-UA"/>
        </w:rPr>
      </w:pPr>
      <w:r w:rsidRPr="005D3A17">
        <w:rPr>
          <w:bCs/>
          <w:sz w:val="28"/>
          <w:lang w:val="uk-UA"/>
        </w:rPr>
        <w:t>Здійснення комплексних перевірок виконавчих комітетів сільських рад щодо виконання делегованих повноважень органів виконавчої влади:</w:t>
      </w:r>
    </w:p>
    <w:p w:rsidR="00275751" w:rsidRPr="005D3A17" w:rsidRDefault="00275751" w:rsidP="008C1943">
      <w:pPr>
        <w:ind w:firstLine="708"/>
        <w:jc w:val="both"/>
        <w:rPr>
          <w:sz w:val="28"/>
          <w:lang w:val="uk-UA"/>
        </w:rPr>
      </w:pPr>
      <w:r w:rsidRPr="005D3A17">
        <w:rPr>
          <w:sz w:val="28"/>
          <w:lang w:val="uk-UA"/>
        </w:rPr>
        <w:t>І квартал: 23-24 березня - Зарудянська сільська рада</w:t>
      </w:r>
    </w:p>
    <w:p w:rsidR="00275751" w:rsidRPr="005D3A17" w:rsidRDefault="00275751" w:rsidP="008C1943">
      <w:pPr>
        <w:ind w:firstLine="708"/>
        <w:jc w:val="both"/>
        <w:rPr>
          <w:sz w:val="28"/>
          <w:lang w:val="uk-UA"/>
        </w:rPr>
      </w:pPr>
      <w:r w:rsidRPr="005D3A17">
        <w:rPr>
          <w:sz w:val="28"/>
          <w:lang w:val="uk-UA"/>
        </w:rPr>
        <w:t>ІІ квартал: 22-23 червня - Анастасівська сільська рада</w:t>
      </w:r>
    </w:p>
    <w:p w:rsidR="00275751" w:rsidRPr="005D3A17" w:rsidRDefault="00275751" w:rsidP="008C1943">
      <w:pPr>
        <w:ind w:firstLine="708"/>
        <w:jc w:val="both"/>
        <w:rPr>
          <w:sz w:val="28"/>
          <w:lang w:val="uk-UA"/>
        </w:rPr>
      </w:pPr>
      <w:r w:rsidRPr="005D3A17">
        <w:rPr>
          <w:sz w:val="28"/>
          <w:lang w:val="uk-UA"/>
        </w:rPr>
        <w:t>ІІІ квартал: 21-22 вересня - Андріящівська сільська рада</w:t>
      </w:r>
    </w:p>
    <w:p w:rsidR="00275751" w:rsidRPr="005D3A17" w:rsidRDefault="00275751" w:rsidP="008C1943">
      <w:pPr>
        <w:ind w:firstLine="708"/>
        <w:jc w:val="both"/>
        <w:rPr>
          <w:sz w:val="28"/>
          <w:lang w:val="uk-UA"/>
        </w:rPr>
      </w:pPr>
      <w:r w:rsidRPr="005D3A17">
        <w:rPr>
          <w:sz w:val="28"/>
          <w:lang w:val="uk-UA"/>
        </w:rPr>
        <w:t>І</w:t>
      </w:r>
      <w:r w:rsidRPr="005D3A17">
        <w:rPr>
          <w:sz w:val="28"/>
          <w:lang w:val="en-US"/>
        </w:rPr>
        <w:t>V</w:t>
      </w:r>
      <w:r w:rsidRPr="005D3A17">
        <w:rPr>
          <w:sz w:val="28"/>
          <w:lang w:val="uk-UA"/>
        </w:rPr>
        <w:t xml:space="preserve"> квартал: 23-24 листопада - Хоминцівська сільська рада</w:t>
      </w:r>
    </w:p>
    <w:p w:rsidR="00275751" w:rsidRPr="00FE6FDA" w:rsidRDefault="00275751" w:rsidP="008C1943">
      <w:pPr>
        <w:ind w:left="708"/>
        <w:jc w:val="both"/>
        <w:rPr>
          <w:bCs/>
          <w:sz w:val="16"/>
          <w:szCs w:val="16"/>
          <w:lang w:val="uk-UA"/>
        </w:rPr>
      </w:pPr>
    </w:p>
    <w:p w:rsidR="00275751" w:rsidRPr="005D3A17" w:rsidRDefault="00275751" w:rsidP="008C1943">
      <w:pPr>
        <w:ind w:firstLine="708"/>
        <w:rPr>
          <w:bCs/>
          <w:sz w:val="28"/>
          <w:lang w:val="uk-UA"/>
        </w:rPr>
      </w:pPr>
      <w:r w:rsidRPr="005D3A17">
        <w:rPr>
          <w:bCs/>
          <w:sz w:val="28"/>
          <w:lang w:val="en-US"/>
        </w:rPr>
        <w:t>V</w:t>
      </w:r>
      <w:r w:rsidRPr="005D3A17">
        <w:rPr>
          <w:bCs/>
          <w:sz w:val="28"/>
          <w:lang w:val="uk-UA"/>
        </w:rPr>
        <w:t>І. Основні організаційно-масові заходи</w:t>
      </w:r>
    </w:p>
    <w:p w:rsidR="00275751" w:rsidRPr="005D3A17" w:rsidRDefault="00275751" w:rsidP="008C1943">
      <w:pPr>
        <w:ind w:left="3540" w:firstLine="708"/>
        <w:jc w:val="both"/>
        <w:rPr>
          <w:bCs/>
          <w:sz w:val="28"/>
          <w:lang w:val="uk-UA"/>
        </w:rPr>
      </w:pPr>
      <w:r w:rsidRPr="005D3A17">
        <w:rPr>
          <w:bCs/>
          <w:sz w:val="28"/>
          <w:lang w:val="uk-UA"/>
        </w:rPr>
        <w:t>Січень</w:t>
      </w:r>
    </w:p>
    <w:p w:rsidR="00275751" w:rsidRPr="005D3A17" w:rsidRDefault="00275751" w:rsidP="008C1943">
      <w:pPr>
        <w:ind w:firstLine="708"/>
        <w:jc w:val="both"/>
        <w:rPr>
          <w:sz w:val="28"/>
          <w:lang w:val="uk-UA"/>
        </w:rPr>
      </w:pPr>
      <w:r w:rsidRPr="005D3A17">
        <w:rPr>
          <w:sz w:val="28"/>
          <w:lang w:val="uk-UA"/>
        </w:rPr>
        <w:t>Заходи щодо зустрічі Нового року та святкування різдвяних свят.</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Громадсько-політичні заходи щодо відзначення Дня Соборності України.</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 xml:space="preserve">Татарінов В.М., перший заступник голови районної державної адміністрації; 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 </w:t>
      </w:r>
    </w:p>
    <w:p w:rsidR="00275751" w:rsidRPr="005D3A17" w:rsidRDefault="00275751" w:rsidP="008C1943">
      <w:pPr>
        <w:ind w:firstLine="708"/>
        <w:jc w:val="both"/>
        <w:rPr>
          <w:bCs/>
          <w:sz w:val="28"/>
          <w:lang w:val="uk-UA"/>
        </w:rPr>
      </w:pPr>
      <w:r w:rsidRPr="005D3A17">
        <w:rPr>
          <w:bCs/>
          <w:sz w:val="28"/>
          <w:lang w:val="uk-UA"/>
        </w:rPr>
        <w:t>Конференція педагогічних працівників району.</w:t>
      </w:r>
    </w:p>
    <w:p w:rsidR="00275751" w:rsidRPr="005D3A17" w:rsidRDefault="00275751"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підготовки та проведення творчого звіту Роменського району в рамках обласного культурно-мистецького фестивалю «Тобі, єдина Україно, натхнення, творчість і любов!».</w:t>
      </w:r>
    </w:p>
    <w:p w:rsidR="00275751" w:rsidRPr="005D3A17" w:rsidRDefault="00275751" w:rsidP="008C1943">
      <w:pPr>
        <w:ind w:left="2832" w:firstLine="3"/>
        <w:jc w:val="both"/>
        <w:rPr>
          <w:sz w:val="28"/>
          <w:lang w:val="uk-UA"/>
        </w:rPr>
      </w:pPr>
      <w:r w:rsidRPr="005D3A17">
        <w:rPr>
          <w:sz w:val="28"/>
          <w:lang w:val="uk-UA"/>
        </w:rPr>
        <w:t xml:space="preserve">Татарінов В.М., перший заступник голови районної державної адміністрації; Момот С.В., начальник відділу культури районної державної адміністрації </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підсумки роботи районного територіального центру соціального обслуговування (надання соціальних послуг) за 2015 рік та основні завдання та напрямки роботи на 2016 рік».</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Лісна І.А., директор районного територіального центру соціального обслуговування (надання соціальних послуг)</w:t>
      </w:r>
    </w:p>
    <w:p w:rsidR="00275751" w:rsidRPr="005D3A17" w:rsidRDefault="00275751" w:rsidP="008C1943">
      <w:pPr>
        <w:ind w:firstLine="708"/>
        <w:jc w:val="both"/>
        <w:rPr>
          <w:sz w:val="28"/>
          <w:lang w:val="uk-UA"/>
        </w:rPr>
      </w:pPr>
      <w:r w:rsidRPr="005D3A17">
        <w:rPr>
          <w:sz w:val="28"/>
          <w:lang w:val="uk-UA"/>
        </w:rPr>
        <w:t xml:space="preserve">Співбесіди з сільськими головами, головними бухгалтерами сільських рад та економістами бюджетних установ, </w:t>
      </w:r>
      <w:r w:rsidRPr="00C94A2A">
        <w:rPr>
          <w:sz w:val="28"/>
          <w:lang w:val="uk-UA"/>
        </w:rPr>
        <w:t>що</w:t>
      </w:r>
      <w:r w:rsidRPr="005D3A17">
        <w:rPr>
          <w:sz w:val="28"/>
          <w:lang w:val="uk-UA"/>
        </w:rPr>
        <w:t xml:space="preserve"> фінансуються з районного бюджету з питань правильності формування та складання помісячного розпису на 2016 рік, складання звіту про виконання плану по мережі, штатах і контингентах за 2015 рік, плану по мережі, штатах і контингентах на 2016 рік та правильності складання та затвердження кошторисів бюджетних установ на 2016 рік.</w:t>
      </w:r>
    </w:p>
    <w:p w:rsidR="00275751" w:rsidRPr="005D3A17" w:rsidRDefault="00275751" w:rsidP="008C1943">
      <w:pPr>
        <w:ind w:left="2835" w:hanging="3"/>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стан управлінської діяльності закладів освіти зі зміцнення матеріально-технічної та навчально-методичної бази».</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5D3A17" w:rsidRDefault="00275751" w:rsidP="008C1943">
      <w:pPr>
        <w:ind w:firstLine="708"/>
        <w:jc w:val="both"/>
        <w:rPr>
          <w:color w:val="FF0000"/>
          <w:sz w:val="28"/>
          <w:lang w:val="uk-UA"/>
        </w:rPr>
      </w:pPr>
      <w:r w:rsidRPr="009C7C1C">
        <w:rPr>
          <w:sz w:val="28"/>
          <w:lang w:val="uk-UA"/>
        </w:rPr>
        <w:t>Нарада при заступникові голови районної державної адміністрації Журенко Н.М. з питання: «</w:t>
      </w:r>
      <w:r w:rsidRPr="0095734A">
        <w:rPr>
          <w:sz w:val="28"/>
          <w:szCs w:val="28"/>
          <w:lang w:val="uk-UA"/>
        </w:rPr>
        <w:t>Про стан забезпечення населення району скрапленим газом в 2015 році та пропозиції щодо забезпечення скрапленим газом</w:t>
      </w:r>
      <w:r>
        <w:rPr>
          <w:sz w:val="28"/>
          <w:szCs w:val="28"/>
          <w:lang w:val="uk-UA"/>
        </w:rPr>
        <w:t xml:space="preserve"> в 2016 році</w:t>
      </w:r>
      <w:r w:rsidRPr="00AE7588">
        <w:rPr>
          <w:sz w:val="28"/>
          <w:lang w:val="uk-UA"/>
        </w:rPr>
        <w:t>».</w:t>
      </w:r>
    </w:p>
    <w:p w:rsidR="00275751" w:rsidRPr="0095734A" w:rsidRDefault="00275751" w:rsidP="008C1943">
      <w:pPr>
        <w:ind w:left="2835" w:hanging="2835"/>
        <w:jc w:val="both"/>
        <w:rPr>
          <w:bCs/>
          <w:sz w:val="28"/>
          <w:lang w:val="uk-UA"/>
        </w:rPr>
      </w:pPr>
      <w:r w:rsidRPr="005D3A17">
        <w:rPr>
          <w:color w:val="FF0000"/>
          <w:sz w:val="28"/>
          <w:lang w:val="uk-UA"/>
        </w:rPr>
        <w:tab/>
      </w:r>
      <w:r w:rsidRPr="0095734A">
        <w:rPr>
          <w:sz w:val="28"/>
          <w:lang w:val="uk-UA"/>
        </w:rPr>
        <w:t xml:space="preserve">Журенко Н.М., заступник голови районної державної адміністрації; </w:t>
      </w:r>
      <w:r>
        <w:rPr>
          <w:sz w:val="28"/>
          <w:lang w:val="uk-UA"/>
        </w:rPr>
        <w:t>Ведмідь В.О</w:t>
      </w:r>
      <w:r w:rsidRPr="006C7D57">
        <w:rPr>
          <w:sz w:val="28"/>
          <w:lang w:val="uk-UA"/>
        </w:rPr>
        <w:t>.</w:t>
      </w:r>
      <w:r w:rsidRPr="0095734A">
        <w:rPr>
          <w:sz w:val="28"/>
          <w:lang w:val="uk-UA"/>
        </w:rPr>
        <w:t xml:space="preserve">, </w:t>
      </w:r>
      <w:r>
        <w:rPr>
          <w:sz w:val="28"/>
          <w:lang w:val="uk-UA"/>
        </w:rPr>
        <w:t>начальник</w:t>
      </w:r>
      <w:r w:rsidRPr="0095734A">
        <w:rPr>
          <w:sz w:val="28"/>
          <w:lang w:val="uk-UA"/>
        </w:rPr>
        <w:t xml:space="preserve"> відділу житлово-комунального господарства, будівництва, цивільного захисту та інфраструктури районної державної адміністрації</w:t>
      </w:r>
    </w:p>
    <w:p w:rsidR="00275751" w:rsidRPr="0095734A" w:rsidRDefault="00275751"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5D3A17">
        <w:rPr>
          <w:color w:val="FF0000"/>
          <w:sz w:val="28"/>
          <w:lang w:val="uk-UA"/>
        </w:rPr>
        <w:t xml:space="preserve"> </w:t>
      </w:r>
      <w:r w:rsidRPr="0095734A">
        <w:rPr>
          <w:sz w:val="28"/>
          <w:szCs w:val="28"/>
          <w:lang w:val="uk-UA"/>
        </w:rPr>
        <w:t xml:space="preserve">Ромни </w:t>
      </w:r>
      <w:r>
        <w:rPr>
          <w:sz w:val="28"/>
          <w:szCs w:val="28"/>
          <w:lang w:val="uk-UA"/>
        </w:rPr>
        <w:t>–</w:t>
      </w:r>
      <w:r w:rsidRPr="0095734A">
        <w:rPr>
          <w:sz w:val="28"/>
          <w:szCs w:val="28"/>
          <w:lang w:val="uk-UA"/>
        </w:rPr>
        <w:t xml:space="preserve"> Глинськ</w:t>
      </w:r>
      <w:r>
        <w:rPr>
          <w:sz w:val="28"/>
          <w:szCs w:val="28"/>
          <w:lang w:val="uk-UA"/>
        </w:rPr>
        <w:t>,</w:t>
      </w:r>
      <w:r w:rsidRPr="0095734A">
        <w:rPr>
          <w:sz w:val="28"/>
          <w:szCs w:val="28"/>
          <w:lang w:val="uk-UA"/>
        </w:rPr>
        <w:t xml:space="preserve"> </w:t>
      </w:r>
    </w:p>
    <w:p w:rsidR="00275751" w:rsidRPr="0095734A" w:rsidRDefault="00275751" w:rsidP="008C1943">
      <w:pPr>
        <w:ind w:left="2835" w:hanging="2835"/>
        <w:jc w:val="both"/>
        <w:rPr>
          <w:color w:val="FF0000"/>
          <w:sz w:val="28"/>
          <w:szCs w:val="28"/>
          <w:lang w:val="uk-UA"/>
        </w:rPr>
      </w:pPr>
      <w:r w:rsidRPr="0095734A">
        <w:rPr>
          <w:sz w:val="28"/>
          <w:szCs w:val="28"/>
          <w:lang w:val="uk-UA"/>
        </w:rPr>
        <w:t>Ромни - Мале</w:t>
      </w:r>
      <w:r w:rsidRPr="00FE6FDA">
        <w:rPr>
          <w:sz w:val="28"/>
          <w:szCs w:val="28"/>
          <w:lang w:val="uk-UA"/>
        </w:rPr>
        <w:t>.</w:t>
      </w:r>
    </w:p>
    <w:p w:rsidR="00275751" w:rsidRPr="0095734A" w:rsidRDefault="00275751" w:rsidP="008C1943">
      <w:pPr>
        <w:ind w:left="2835" w:hanging="2835"/>
        <w:jc w:val="both"/>
        <w:rPr>
          <w:bCs/>
          <w:sz w:val="28"/>
          <w:lang w:val="uk-UA"/>
        </w:rPr>
      </w:pPr>
      <w:r w:rsidRPr="005D3A17">
        <w:rPr>
          <w:color w:val="FF0000"/>
          <w:sz w:val="28"/>
          <w:lang w:val="uk-UA"/>
        </w:rPr>
        <w:tab/>
      </w:r>
      <w:r w:rsidRPr="0095734A">
        <w:rPr>
          <w:sz w:val="28"/>
          <w:lang w:val="uk-UA"/>
        </w:rPr>
        <w:t>Журенко Н.М., заступник голови районної державної адміністрації; 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Засідання «круглого столу» на тему: «Алгоритм роботи щодо соціальної та психологічної підтримки мобілізованих та демобілізованих учасників антитерористичної операції та членів їх сімей».</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Сушко М.М., директор районного центру соціальних служб для сім’ї, дітей та молоді</w:t>
      </w:r>
    </w:p>
    <w:p w:rsidR="00275751" w:rsidRPr="005D3A17" w:rsidRDefault="00275751" w:rsidP="008C1943">
      <w:pPr>
        <w:ind w:firstLine="708"/>
        <w:jc w:val="both"/>
        <w:rPr>
          <w:sz w:val="28"/>
          <w:szCs w:val="28"/>
          <w:lang w:val="uk-UA"/>
        </w:rPr>
      </w:pPr>
      <w:r w:rsidRPr="005D3A17">
        <w:rPr>
          <w:sz w:val="28"/>
          <w:szCs w:val="28"/>
        </w:rPr>
        <w:t>Відзначення в районі 130</w:t>
      </w:r>
      <w:r w:rsidRPr="005D3A17">
        <w:rPr>
          <w:sz w:val="28"/>
          <w:szCs w:val="28"/>
          <w:lang w:val="uk-UA"/>
        </w:rPr>
        <w:t xml:space="preserve">-ї </w:t>
      </w:r>
      <w:r>
        <w:rPr>
          <w:sz w:val="28"/>
          <w:szCs w:val="28"/>
        </w:rPr>
        <w:t>річниці від дня народження С.</w:t>
      </w:r>
      <w:r w:rsidRPr="005D3A17">
        <w:rPr>
          <w:sz w:val="28"/>
          <w:szCs w:val="28"/>
        </w:rPr>
        <w:t>Й. Шкурата (1886–1973), українського актора, заслуженого артиста РРФСР, народного артиста УРСР</w:t>
      </w:r>
      <w:r w:rsidRPr="005D3A17">
        <w:rPr>
          <w:sz w:val="28"/>
          <w:szCs w:val="28"/>
          <w:lang w:val="uk-UA"/>
        </w:rPr>
        <w:t>.</w:t>
      </w:r>
    </w:p>
    <w:p w:rsidR="00275751" w:rsidRPr="005D3A17" w:rsidRDefault="00275751" w:rsidP="008C1943">
      <w:pPr>
        <w:ind w:left="2832"/>
        <w:jc w:val="both"/>
        <w:rPr>
          <w:bCs/>
          <w:sz w:val="28"/>
          <w:szCs w:val="28"/>
          <w:lang w:val="uk-UA"/>
        </w:rPr>
      </w:pPr>
      <w:r w:rsidRPr="005D3A17">
        <w:rPr>
          <w:sz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275751" w:rsidRPr="008C1943" w:rsidRDefault="00275751" w:rsidP="008C1943">
      <w:pPr>
        <w:ind w:left="3540" w:firstLine="708"/>
        <w:jc w:val="both"/>
        <w:rPr>
          <w:bCs/>
          <w:sz w:val="16"/>
          <w:szCs w:val="16"/>
          <w:lang w:val="uk-UA"/>
        </w:rPr>
      </w:pPr>
    </w:p>
    <w:p w:rsidR="00275751" w:rsidRPr="00206A10" w:rsidRDefault="00275751" w:rsidP="008C1943">
      <w:pPr>
        <w:ind w:left="3540" w:firstLine="708"/>
        <w:jc w:val="both"/>
        <w:rPr>
          <w:bCs/>
          <w:sz w:val="28"/>
          <w:lang w:val="uk-UA"/>
        </w:rPr>
      </w:pPr>
      <w:r w:rsidRPr="00206A10">
        <w:rPr>
          <w:bCs/>
          <w:sz w:val="28"/>
          <w:lang w:val="uk-UA"/>
        </w:rPr>
        <w:t>Лютий</w:t>
      </w:r>
    </w:p>
    <w:p w:rsidR="00275751" w:rsidRPr="005D3A17" w:rsidRDefault="00275751" w:rsidP="008C1943">
      <w:pPr>
        <w:ind w:firstLine="708"/>
        <w:jc w:val="both"/>
        <w:rPr>
          <w:sz w:val="28"/>
          <w:lang w:val="uk-UA"/>
        </w:rPr>
      </w:pPr>
      <w:r w:rsidRPr="005D3A17">
        <w:rPr>
          <w:sz w:val="28"/>
          <w:lang w:val="uk-UA"/>
        </w:rPr>
        <w:t xml:space="preserve">Співбесіди з сільськими головами, головними бухгалтерами сільських рад та економістами бюджетних установ, </w:t>
      </w:r>
      <w:r w:rsidRPr="00C94A2A">
        <w:rPr>
          <w:sz w:val="28"/>
          <w:lang w:val="uk-UA"/>
        </w:rPr>
        <w:t>що</w:t>
      </w:r>
      <w:r w:rsidRPr="005D3A17">
        <w:rPr>
          <w:sz w:val="28"/>
          <w:lang w:val="uk-UA"/>
        </w:rPr>
        <w:t xml:space="preserve"> фінансуються з районного бюджету з питань правильності формування та складання помісячного розпису на 2016 рік, складання звіту про виконання плану по мережі, штатах і контингентах за 2015 рік, плану по мережі, штатах і контингентах на 2016 рік та правильності складання та затвердження кошторисів бюджетних установ на 2016 рік.</w:t>
      </w:r>
    </w:p>
    <w:p w:rsidR="00275751" w:rsidRPr="005D3A17" w:rsidRDefault="00275751" w:rsidP="008C1943">
      <w:pPr>
        <w:ind w:left="2835" w:hanging="3"/>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Заходи до Дня Героїв Небесної Сотні.</w:t>
      </w:r>
    </w:p>
    <w:p w:rsidR="00275751" w:rsidRPr="005D3A17" w:rsidRDefault="00275751" w:rsidP="008C1943">
      <w:pPr>
        <w:ind w:left="2832"/>
        <w:jc w:val="both"/>
        <w:rPr>
          <w:sz w:val="28"/>
          <w:lang w:val="uk-UA"/>
        </w:rPr>
      </w:pPr>
      <w:r w:rsidRPr="005D3A17">
        <w:rPr>
          <w:sz w:val="28"/>
          <w:lang w:val="uk-UA"/>
        </w:rPr>
        <w:t xml:space="preserve">Татарінов В.М., перший заступник голови районної державної адміністрації; Сидоренко О.М., </w:t>
      </w:r>
      <w:r w:rsidRPr="005D3A17">
        <w:rPr>
          <w:sz w:val="28"/>
          <w:szCs w:val="28"/>
          <w:lang w:val="uk-UA"/>
        </w:rPr>
        <w:t>завідувач сектору забезпечення доступу</w:t>
      </w:r>
      <w:r w:rsidRPr="005D3A17">
        <w:rPr>
          <w:sz w:val="28"/>
          <w:lang w:val="uk-UA"/>
        </w:rPr>
        <w:t xml:space="preserve"> до публічної інформації та комунікацій з громадськістю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Заходи до Дня вшанування учасників бойових дій на території інших держав.</w:t>
      </w:r>
    </w:p>
    <w:p w:rsidR="00275751" w:rsidRPr="005D3A17" w:rsidRDefault="00275751" w:rsidP="008C1943">
      <w:pPr>
        <w:ind w:left="2832"/>
        <w:jc w:val="both"/>
        <w:rPr>
          <w:sz w:val="28"/>
          <w:lang w:val="uk-UA"/>
        </w:rPr>
      </w:pPr>
      <w:r w:rsidRPr="005D3A17">
        <w:rPr>
          <w:sz w:val="28"/>
          <w:lang w:val="uk-UA"/>
        </w:rPr>
        <w:t xml:space="preserve">Татарінов В.М., перший заступник голови районної державної адміністрації; Сидоренко О.М., </w:t>
      </w:r>
      <w:r w:rsidRPr="005D3A17">
        <w:rPr>
          <w:sz w:val="28"/>
          <w:szCs w:val="28"/>
          <w:lang w:val="uk-UA"/>
        </w:rPr>
        <w:t>завідувач сектору забезпечення доступу</w:t>
      </w:r>
      <w:r w:rsidRPr="005D3A17">
        <w:rPr>
          <w:sz w:val="28"/>
          <w:lang w:val="uk-UA"/>
        </w:rPr>
        <w:t xml:space="preserve"> до публічної інформації та комунікацій з громадськістю апарату районної державної адміністрації</w:t>
      </w:r>
    </w:p>
    <w:p w:rsidR="00275751" w:rsidRPr="005D3A17" w:rsidRDefault="00275751" w:rsidP="008C1943">
      <w:pPr>
        <w:ind w:firstLine="708"/>
        <w:jc w:val="both"/>
        <w:rPr>
          <w:sz w:val="28"/>
          <w:lang w:val="uk-UA"/>
        </w:rPr>
      </w:pPr>
      <w:r w:rsidRPr="005D3A17">
        <w:rPr>
          <w:bCs/>
          <w:sz w:val="28"/>
          <w:lang w:val="uk-UA"/>
        </w:rPr>
        <w:t>Кубок командарма Федька з волейболу.</w:t>
      </w:r>
    </w:p>
    <w:p w:rsidR="00275751" w:rsidRPr="005D3A17" w:rsidRDefault="00275751"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Матвієнко С.Г., головний спеціаліст відділу молоді та спорту управління освіти, молоді та спорту районної державної адміністрації</w:t>
      </w:r>
    </w:p>
    <w:p w:rsidR="00275751" w:rsidRPr="005D3A17" w:rsidRDefault="00275751" w:rsidP="008C1943">
      <w:pPr>
        <w:pStyle w:val="ListParagraph"/>
        <w:spacing w:after="0" w:line="240" w:lineRule="auto"/>
        <w:ind w:left="0" w:firstLine="720"/>
        <w:jc w:val="both"/>
        <w:rPr>
          <w:rFonts w:ascii="Times New Roman" w:hAnsi="Times New Roman"/>
          <w:sz w:val="28"/>
          <w:szCs w:val="28"/>
          <w:lang w:val="uk-UA"/>
        </w:rPr>
      </w:pPr>
      <w:r w:rsidRPr="005D3A17">
        <w:rPr>
          <w:rFonts w:ascii="Times New Roman" w:hAnsi="Times New Roman"/>
          <w:sz w:val="28"/>
          <w:szCs w:val="28"/>
          <w:lang w:val="uk-UA"/>
        </w:rPr>
        <w:t>Творчий звіт Роменського району в рамках обласного культурно-мистецького фестивалю «Тобі, єдина Україно, натхнення, творчість і любов!».</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w:t>
      </w:r>
      <w:r w:rsidRPr="005D3A17">
        <w:rPr>
          <w:sz w:val="28"/>
          <w:lang w:val="uk-UA"/>
        </w:rPr>
        <w:t xml:space="preserve"> </w:t>
      </w:r>
      <w:r w:rsidRPr="005D3A17">
        <w:rPr>
          <w:rFonts w:ascii="Times New Roman" w:hAnsi="Times New Roman"/>
          <w:sz w:val="28"/>
          <w:lang w:val="uk-UA"/>
        </w:rPr>
        <w:t>начальник відділу культури районної державної адміністрації</w:t>
      </w:r>
    </w:p>
    <w:p w:rsidR="00275751" w:rsidRPr="005D3A17" w:rsidRDefault="00275751" w:rsidP="008C1943">
      <w:pPr>
        <w:pStyle w:val="ListParagraph"/>
        <w:spacing w:after="0" w:line="240" w:lineRule="auto"/>
        <w:ind w:left="0" w:firstLine="720"/>
        <w:jc w:val="both"/>
        <w:rPr>
          <w:rFonts w:ascii="Times New Roman" w:hAnsi="Times New Roman"/>
          <w:sz w:val="28"/>
          <w:szCs w:val="28"/>
          <w:lang w:val="uk-UA"/>
        </w:rPr>
      </w:pPr>
      <w:r w:rsidRPr="005D3A17">
        <w:rPr>
          <w:rFonts w:ascii="Times New Roman" w:hAnsi="Times New Roman"/>
          <w:sz w:val="28"/>
          <w:szCs w:val="28"/>
          <w:lang w:val="uk-UA"/>
        </w:rPr>
        <w:t>Відзначення 100</w:t>
      </w:r>
      <w:r>
        <w:rPr>
          <w:rFonts w:ascii="Times New Roman" w:hAnsi="Times New Roman"/>
          <w:sz w:val="28"/>
          <w:szCs w:val="28"/>
          <w:lang w:val="uk-UA"/>
        </w:rPr>
        <w:t>-</w:t>
      </w:r>
      <w:r w:rsidRPr="005D3A17">
        <w:rPr>
          <w:rFonts w:ascii="Times New Roman" w:hAnsi="Times New Roman"/>
          <w:sz w:val="28"/>
          <w:szCs w:val="28"/>
          <w:lang w:val="uk-UA"/>
        </w:rPr>
        <w:t xml:space="preserve">річчя від дня народження К. Зеленко (1916–1941), Героя Радянського Союзу, яка першою серед </w:t>
      </w:r>
      <w:r w:rsidRPr="005D3A17">
        <w:rPr>
          <w:rFonts w:ascii="Times New Roman" w:hAnsi="Times New Roman"/>
          <w:sz w:val="28"/>
          <w:szCs w:val="28"/>
          <w:lang w:val="uk-UA"/>
        </w:rPr>
        <w:tab/>
        <w:t>жінок-льотчиць здійснила таран німецького літака 12</w:t>
      </w:r>
      <w:r w:rsidRPr="005D3A17">
        <w:rPr>
          <w:rFonts w:ascii="Times New Roman" w:hAnsi="Times New Roman"/>
          <w:sz w:val="28"/>
          <w:szCs w:val="28"/>
        </w:rPr>
        <w:t> </w:t>
      </w:r>
      <w:r w:rsidRPr="005D3A17">
        <w:rPr>
          <w:rFonts w:ascii="Times New Roman" w:hAnsi="Times New Roman"/>
          <w:sz w:val="28"/>
          <w:szCs w:val="28"/>
          <w:lang w:val="uk-UA"/>
        </w:rPr>
        <w:t>вересня 1941 р</w:t>
      </w:r>
      <w:r>
        <w:rPr>
          <w:rFonts w:ascii="Times New Roman" w:hAnsi="Times New Roman"/>
          <w:sz w:val="28"/>
          <w:szCs w:val="28"/>
          <w:lang w:val="uk-UA"/>
        </w:rPr>
        <w:t xml:space="preserve">оку </w:t>
      </w:r>
      <w:r w:rsidRPr="005D3A17">
        <w:rPr>
          <w:rFonts w:ascii="Times New Roman" w:hAnsi="Times New Roman"/>
          <w:sz w:val="28"/>
          <w:szCs w:val="28"/>
          <w:lang w:val="uk-UA"/>
        </w:rPr>
        <w:t xml:space="preserve">в бою під </w:t>
      </w:r>
      <w:r>
        <w:rPr>
          <w:rFonts w:ascii="Times New Roman" w:hAnsi="Times New Roman"/>
          <w:sz w:val="28"/>
          <w:szCs w:val="28"/>
          <w:lang w:val="uk-UA"/>
        </w:rPr>
        <w:t xml:space="preserve">селом </w:t>
      </w:r>
      <w:r w:rsidRPr="005D3A17">
        <w:rPr>
          <w:rFonts w:ascii="Times New Roman" w:hAnsi="Times New Roman"/>
          <w:sz w:val="28"/>
          <w:szCs w:val="28"/>
          <w:lang w:val="uk-UA"/>
        </w:rPr>
        <w:t>Анастасівк</w:t>
      </w:r>
      <w:r>
        <w:rPr>
          <w:rFonts w:ascii="Times New Roman" w:hAnsi="Times New Roman"/>
          <w:sz w:val="28"/>
          <w:szCs w:val="28"/>
          <w:lang w:val="uk-UA"/>
        </w:rPr>
        <w:t>а,</w:t>
      </w:r>
      <w:r w:rsidRPr="005D3A17">
        <w:rPr>
          <w:rFonts w:ascii="Times New Roman" w:hAnsi="Times New Roman"/>
          <w:sz w:val="28"/>
          <w:szCs w:val="28"/>
          <w:lang w:val="uk-UA"/>
        </w:rPr>
        <w:t xml:space="preserve"> Роменського району.</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w:t>
      </w:r>
      <w:r w:rsidRPr="005D3A17">
        <w:rPr>
          <w:sz w:val="28"/>
          <w:lang w:val="uk-UA"/>
        </w:rPr>
        <w:t xml:space="preserve"> </w:t>
      </w:r>
      <w:r w:rsidRPr="005D3A17">
        <w:rPr>
          <w:rFonts w:ascii="Times New Roman" w:hAnsi="Times New Roman"/>
          <w:sz w:val="28"/>
          <w:lang w:val="uk-UA"/>
        </w:rPr>
        <w:t>начальник відділу культури районної державної адміністрації</w:t>
      </w:r>
    </w:p>
    <w:p w:rsidR="00275751" w:rsidRPr="005D3A17" w:rsidRDefault="00275751" w:rsidP="008C1943">
      <w:pPr>
        <w:pStyle w:val="ListParagraph"/>
        <w:spacing w:after="0" w:line="240" w:lineRule="auto"/>
        <w:ind w:left="0" w:firstLine="720"/>
        <w:jc w:val="both"/>
        <w:rPr>
          <w:rFonts w:ascii="Times New Roman" w:hAnsi="Times New Roman"/>
          <w:bCs/>
          <w:sz w:val="28"/>
          <w:szCs w:val="28"/>
          <w:lang w:val="uk-UA"/>
        </w:rPr>
      </w:pPr>
      <w:r w:rsidRPr="005D3A17">
        <w:rPr>
          <w:rFonts w:ascii="Times New Roman" w:hAnsi="Times New Roman"/>
          <w:sz w:val="28"/>
          <w:szCs w:val="28"/>
          <w:lang w:val="uk-UA"/>
        </w:rPr>
        <w:t xml:space="preserve">Зустріч творчої молоді з ветеранами війни та учасниками </w:t>
      </w:r>
      <w:r>
        <w:rPr>
          <w:rFonts w:ascii="Times New Roman" w:hAnsi="Times New Roman"/>
          <w:sz w:val="28"/>
          <w:szCs w:val="28"/>
          <w:lang w:val="uk-UA"/>
        </w:rPr>
        <w:t>антитерористичної операції</w:t>
      </w:r>
      <w:r w:rsidRPr="005D3A17">
        <w:rPr>
          <w:rFonts w:ascii="Times New Roman" w:hAnsi="Times New Roman"/>
          <w:sz w:val="28"/>
          <w:szCs w:val="28"/>
          <w:lang w:val="uk-UA"/>
        </w:rPr>
        <w:t xml:space="preserve"> з нагоди вшанування пам’яті Героїв Майдану</w:t>
      </w:r>
      <w:r w:rsidRPr="005D3A17">
        <w:rPr>
          <w:rFonts w:ascii="Times New Roman" w:hAnsi="Times New Roman"/>
          <w:bCs/>
          <w:sz w:val="28"/>
          <w:szCs w:val="28"/>
          <w:lang w:val="uk-UA"/>
        </w:rPr>
        <w:t>.</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w:t>
      </w:r>
      <w:r w:rsidRPr="005D3A17">
        <w:rPr>
          <w:sz w:val="28"/>
          <w:lang w:val="uk-UA"/>
        </w:rPr>
        <w:t xml:space="preserve"> </w:t>
      </w:r>
      <w:r w:rsidRPr="005D3A17">
        <w:rPr>
          <w:rFonts w:ascii="Times New Roman" w:hAnsi="Times New Roman"/>
          <w:sz w:val="28"/>
          <w:lang w:val="uk-UA"/>
        </w:rPr>
        <w:t>начальник відділу культури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«Запровадження інклюзивної освіти для дітей з особливими потребами в Рогинській загальноосвітній школі І-ІІІ ступенів».</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C94A2A"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w:t>
      </w:r>
      <w:r>
        <w:rPr>
          <w:sz w:val="28"/>
          <w:lang w:val="uk-UA"/>
        </w:rPr>
        <w:t xml:space="preserve">рації Татарінову В.М. з питання: </w:t>
      </w:r>
      <w:r w:rsidRPr="005D3A17">
        <w:rPr>
          <w:sz w:val="28"/>
          <w:lang w:val="uk-UA"/>
        </w:rPr>
        <w:t xml:space="preserve">«Про виконання регіональної програми боротьби з онкологічними захворюваннями на період </w:t>
      </w:r>
      <w:r w:rsidRPr="00C94A2A">
        <w:rPr>
          <w:sz w:val="28"/>
          <w:lang w:val="uk-UA"/>
        </w:rPr>
        <w:t>до 2016 року».</w:t>
      </w:r>
    </w:p>
    <w:p w:rsidR="00275751" w:rsidRPr="005D3A17" w:rsidRDefault="00275751"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w:t>
      </w:r>
      <w:r>
        <w:rPr>
          <w:sz w:val="28"/>
          <w:lang w:val="uk-UA"/>
        </w:rPr>
        <w:t>:</w:t>
      </w:r>
      <w:r w:rsidRPr="005D3A17">
        <w:rPr>
          <w:sz w:val="28"/>
          <w:lang w:val="uk-UA"/>
        </w:rPr>
        <w:t xml:space="preserve"> «</w:t>
      </w:r>
      <w:r w:rsidRPr="005D3A17">
        <w:rPr>
          <w:sz w:val="28"/>
          <w:szCs w:val="28"/>
          <w:lang w:val="uk-UA"/>
        </w:rPr>
        <w:t>Про підсумки творчої і фінансової діяльності закладів культури і мистецтв району за 2015 рік та перспективи їх діяльності у 2016 році</w:t>
      </w:r>
      <w:r w:rsidRPr="005D3A17">
        <w:rPr>
          <w:sz w:val="28"/>
          <w:lang w:val="uk-UA"/>
        </w:rPr>
        <w:t>».</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275751" w:rsidRPr="0095734A" w:rsidRDefault="00275751"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5D3A17">
        <w:rPr>
          <w:color w:val="FF0000"/>
          <w:sz w:val="28"/>
          <w:lang w:val="uk-UA"/>
        </w:rPr>
        <w:t xml:space="preserve"> </w:t>
      </w:r>
      <w:r w:rsidRPr="0095734A">
        <w:rPr>
          <w:sz w:val="28"/>
          <w:szCs w:val="28"/>
          <w:lang w:val="uk-UA"/>
        </w:rPr>
        <w:t xml:space="preserve">Ромни </w:t>
      </w:r>
      <w:r>
        <w:rPr>
          <w:sz w:val="28"/>
          <w:szCs w:val="28"/>
          <w:lang w:val="uk-UA"/>
        </w:rPr>
        <w:t>–</w:t>
      </w:r>
      <w:r w:rsidRPr="0095734A">
        <w:rPr>
          <w:sz w:val="28"/>
          <w:szCs w:val="28"/>
          <w:lang w:val="uk-UA"/>
        </w:rPr>
        <w:t xml:space="preserve"> Хоминці</w:t>
      </w:r>
      <w:r>
        <w:rPr>
          <w:sz w:val="28"/>
          <w:szCs w:val="28"/>
          <w:lang w:val="uk-UA"/>
        </w:rPr>
        <w:t>,</w:t>
      </w:r>
    </w:p>
    <w:p w:rsidR="00275751" w:rsidRPr="0095734A" w:rsidRDefault="00275751" w:rsidP="008C1943">
      <w:pPr>
        <w:snapToGrid w:val="0"/>
        <w:ind w:left="-48" w:right="-3"/>
        <w:jc w:val="both"/>
        <w:rPr>
          <w:sz w:val="28"/>
          <w:szCs w:val="28"/>
          <w:lang w:val="uk-UA"/>
        </w:rPr>
      </w:pPr>
      <w:r w:rsidRPr="0095734A">
        <w:rPr>
          <w:sz w:val="28"/>
          <w:szCs w:val="28"/>
          <w:lang w:val="uk-UA"/>
        </w:rPr>
        <w:t>Ромни - М. Бубни</w:t>
      </w:r>
      <w:r>
        <w:rPr>
          <w:sz w:val="28"/>
          <w:szCs w:val="28"/>
          <w:lang w:val="uk-UA"/>
        </w:rPr>
        <w:t>.</w:t>
      </w:r>
    </w:p>
    <w:p w:rsidR="00275751" w:rsidRPr="0095734A" w:rsidRDefault="00275751" w:rsidP="008C1943">
      <w:pPr>
        <w:ind w:left="2832" w:firstLine="6"/>
        <w:jc w:val="both"/>
        <w:rPr>
          <w:bCs/>
          <w:sz w:val="28"/>
          <w:lang w:val="uk-UA"/>
        </w:rPr>
      </w:pPr>
      <w:r w:rsidRPr="0095734A">
        <w:rPr>
          <w:sz w:val="28"/>
          <w:lang w:val="uk-UA"/>
        </w:rPr>
        <w:t>Журенко Н.М., заступник голови районної державної адміністрації; 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275751" w:rsidRPr="005D3A17" w:rsidRDefault="00275751" w:rsidP="008C1943">
      <w:pPr>
        <w:ind w:left="142" w:firstLine="567"/>
        <w:jc w:val="both"/>
        <w:rPr>
          <w:sz w:val="28"/>
          <w:lang w:val="uk-UA"/>
        </w:rPr>
      </w:pPr>
      <w:r w:rsidRPr="005D3A17">
        <w:rPr>
          <w:sz w:val="28"/>
          <w:lang w:val="uk-UA"/>
        </w:rPr>
        <w:t>Семінар-навчання з сільськими головами та секретарями сільських рад з питання порядку періодичного поновлення персональних даних Державного реєстру виборців та форми подань з відомостями про виборців (осіб), на підставі яких здійснюється періодичне поновлення персональних даних державного реєстру виборців.</w:t>
      </w:r>
    </w:p>
    <w:p w:rsidR="00275751" w:rsidRPr="005D3A17" w:rsidRDefault="00275751" w:rsidP="008C1943">
      <w:pPr>
        <w:ind w:left="2832" w:firstLine="6"/>
        <w:jc w:val="both"/>
        <w:rPr>
          <w:sz w:val="28"/>
          <w:lang w:val="uk-UA"/>
        </w:rPr>
      </w:pPr>
      <w:r w:rsidRPr="005D3A17">
        <w:rPr>
          <w:sz w:val="28"/>
          <w:lang w:val="uk-UA"/>
        </w:rPr>
        <w:t xml:space="preserve">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 </w:t>
      </w:r>
    </w:p>
    <w:p w:rsidR="00275751" w:rsidRPr="00FE6FDA" w:rsidRDefault="00275751" w:rsidP="008C1943">
      <w:pPr>
        <w:ind w:left="2835" w:hanging="2835"/>
        <w:jc w:val="both"/>
        <w:rPr>
          <w:sz w:val="16"/>
          <w:szCs w:val="16"/>
          <w:lang w:val="uk-UA"/>
        </w:rPr>
      </w:pPr>
    </w:p>
    <w:p w:rsidR="00275751" w:rsidRPr="00206A10" w:rsidRDefault="00275751" w:rsidP="008C1943">
      <w:pPr>
        <w:ind w:left="2835" w:hanging="2835"/>
        <w:jc w:val="center"/>
        <w:rPr>
          <w:bCs/>
          <w:sz w:val="28"/>
          <w:lang w:val="uk-UA"/>
        </w:rPr>
      </w:pPr>
      <w:r w:rsidRPr="00206A10">
        <w:rPr>
          <w:bCs/>
          <w:sz w:val="28"/>
          <w:lang w:val="uk-UA"/>
        </w:rPr>
        <w:t>Березень</w:t>
      </w:r>
    </w:p>
    <w:p w:rsidR="00275751" w:rsidRPr="00206A10" w:rsidRDefault="00275751" w:rsidP="008C1943">
      <w:pPr>
        <w:ind w:firstLine="708"/>
        <w:jc w:val="both"/>
        <w:rPr>
          <w:sz w:val="28"/>
          <w:lang w:val="uk-UA"/>
        </w:rPr>
      </w:pPr>
      <w:r w:rsidRPr="00206A10">
        <w:rPr>
          <w:bCs/>
          <w:sz w:val="28"/>
          <w:lang w:val="uk-UA"/>
        </w:rPr>
        <w:t>Спартакіада району серед допризовної молоді.</w:t>
      </w:r>
    </w:p>
    <w:p w:rsidR="00275751" w:rsidRPr="00206A10" w:rsidRDefault="00275751" w:rsidP="008C1943">
      <w:pPr>
        <w:ind w:left="2832"/>
        <w:jc w:val="both"/>
        <w:rPr>
          <w:sz w:val="28"/>
          <w:lang w:val="uk-UA"/>
        </w:rPr>
      </w:pPr>
      <w:r w:rsidRPr="00206A10">
        <w:rPr>
          <w:sz w:val="28"/>
          <w:lang w:val="uk-UA"/>
        </w:rPr>
        <w:t>Татарінов В.М., перший заступник голови районної державної адміністрації; Матвієнко С.Г., головний спеціаліст відділу молоді та спорту управління освіти, молоді та спорту районної державної адміністрації</w:t>
      </w:r>
    </w:p>
    <w:p w:rsidR="00275751" w:rsidRPr="00206A10" w:rsidRDefault="00275751" w:rsidP="008C1943">
      <w:pPr>
        <w:ind w:firstLine="708"/>
        <w:jc w:val="both"/>
        <w:rPr>
          <w:sz w:val="28"/>
          <w:lang w:val="uk-UA"/>
        </w:rPr>
      </w:pPr>
      <w:r w:rsidRPr="00206A10">
        <w:rPr>
          <w:bCs/>
          <w:sz w:val="28"/>
          <w:lang w:val="uk-UA"/>
        </w:rPr>
        <w:t>Спартакіада району серед сільських рад.</w:t>
      </w:r>
    </w:p>
    <w:p w:rsidR="00275751" w:rsidRPr="00206A10" w:rsidRDefault="00275751" w:rsidP="008C1943">
      <w:pPr>
        <w:ind w:left="2832"/>
        <w:jc w:val="both"/>
        <w:rPr>
          <w:sz w:val="28"/>
          <w:lang w:val="uk-UA"/>
        </w:rPr>
      </w:pPr>
      <w:r w:rsidRPr="00206A10">
        <w:rPr>
          <w:sz w:val="28"/>
          <w:lang w:val="uk-UA"/>
        </w:rPr>
        <w:t>Татарінов В.М., перший заступник голови районної державної адміністрації; Матвієнко С.Г., головний спеціаліст відділу молоді та спорту управління освіти, молоді та спорту районної державної адміністрації</w:t>
      </w:r>
    </w:p>
    <w:p w:rsidR="00275751" w:rsidRPr="00206A10" w:rsidRDefault="00275751" w:rsidP="008C1943">
      <w:pPr>
        <w:ind w:firstLine="708"/>
        <w:jc w:val="both"/>
        <w:rPr>
          <w:sz w:val="28"/>
          <w:szCs w:val="28"/>
          <w:lang w:val="uk-UA"/>
        </w:rPr>
      </w:pPr>
      <w:r w:rsidRPr="00206A10">
        <w:rPr>
          <w:sz w:val="28"/>
          <w:szCs w:val="28"/>
          <w:lang w:val="uk-UA"/>
        </w:rPr>
        <w:t>Заходи до Міжнародного Дня прав жінок і миру: «Уклін доземний жінці трудівниці».</w:t>
      </w:r>
    </w:p>
    <w:p w:rsidR="00275751" w:rsidRPr="00206A10" w:rsidRDefault="00275751" w:rsidP="008C1943">
      <w:pPr>
        <w:ind w:left="2832"/>
        <w:jc w:val="both"/>
        <w:rPr>
          <w:bCs/>
          <w:sz w:val="28"/>
          <w:lang w:val="uk-UA"/>
        </w:rPr>
      </w:pPr>
      <w:r w:rsidRPr="00206A10">
        <w:rPr>
          <w:sz w:val="28"/>
          <w:lang w:val="uk-UA"/>
        </w:rPr>
        <w:t>Татарінов В.М., перший заступник голови районної державної адміністрації; Момот С.В.,</w:t>
      </w:r>
      <w:r w:rsidRPr="00206A10">
        <w:rPr>
          <w:bCs/>
          <w:sz w:val="28"/>
          <w:lang w:val="uk-UA"/>
        </w:rPr>
        <w:t xml:space="preserve"> </w:t>
      </w:r>
      <w:r w:rsidRPr="00206A10">
        <w:rPr>
          <w:sz w:val="28"/>
          <w:lang w:val="uk-UA"/>
        </w:rPr>
        <w:t>начальник відділу культури районної державної адміністрації</w:t>
      </w:r>
    </w:p>
    <w:p w:rsidR="00275751" w:rsidRPr="00206A10" w:rsidRDefault="00275751" w:rsidP="008C1943">
      <w:pPr>
        <w:ind w:firstLine="708"/>
        <w:jc w:val="both"/>
        <w:rPr>
          <w:sz w:val="28"/>
          <w:lang w:val="uk-UA"/>
        </w:rPr>
      </w:pPr>
      <w:r w:rsidRPr="00206A10">
        <w:rPr>
          <w:sz w:val="28"/>
          <w:lang w:val="uk-UA"/>
        </w:rPr>
        <w:t>Заходи щодо відзначення в районі 202-ї річниці з дня народження Т.Г.Шевченка.</w:t>
      </w:r>
    </w:p>
    <w:p w:rsidR="00275751" w:rsidRPr="00206A10" w:rsidRDefault="00275751" w:rsidP="008C1943">
      <w:pPr>
        <w:pStyle w:val="ListParagraph"/>
        <w:spacing w:after="0" w:line="240" w:lineRule="auto"/>
        <w:ind w:left="2832"/>
        <w:jc w:val="both"/>
        <w:rPr>
          <w:rFonts w:ascii="Times New Roman" w:hAnsi="Times New Roman"/>
          <w:bCs/>
          <w:sz w:val="28"/>
          <w:lang w:val="uk-UA"/>
        </w:rPr>
      </w:pPr>
      <w:r w:rsidRPr="00206A10">
        <w:rPr>
          <w:rFonts w:ascii="Times New Roman" w:hAnsi="Times New Roman"/>
          <w:sz w:val="28"/>
          <w:lang w:val="uk-UA"/>
        </w:rPr>
        <w:t>Татарінов В.М., перший заступник голови районної державної адміністрації;</w:t>
      </w:r>
      <w:r w:rsidRPr="00206A10">
        <w:rPr>
          <w:sz w:val="28"/>
          <w:lang w:val="uk-UA"/>
        </w:rPr>
        <w:t xml:space="preserve"> </w:t>
      </w:r>
      <w:r w:rsidRPr="00206A10">
        <w:rPr>
          <w:rFonts w:ascii="Times New Roman" w:hAnsi="Times New Roman"/>
          <w:sz w:val="28"/>
          <w:lang w:val="uk-UA"/>
        </w:rPr>
        <w:t>Момот С.В., начальник відділу культури районної державної адміністрації</w:t>
      </w:r>
    </w:p>
    <w:p w:rsidR="00275751" w:rsidRPr="00206A10" w:rsidRDefault="00275751" w:rsidP="008C1943">
      <w:pPr>
        <w:ind w:firstLine="708"/>
        <w:jc w:val="both"/>
        <w:rPr>
          <w:sz w:val="28"/>
          <w:lang w:val="uk-UA"/>
        </w:rPr>
      </w:pPr>
      <w:r w:rsidRPr="00206A10">
        <w:rPr>
          <w:sz w:val="28"/>
          <w:lang w:val="uk-UA"/>
        </w:rPr>
        <w:t>Нарада при першому заступникові голови районної державної адміністрації Татарінову В.М. з питання: «Про хід виконання Постанови Кабінету Міністрів України від 13 березня 2013 року № 162 «Про затвердження основних напрямів запобігання бездомності до 2017 року».</w:t>
      </w:r>
    </w:p>
    <w:p w:rsidR="00275751" w:rsidRPr="00206A10" w:rsidRDefault="00275751" w:rsidP="008C1943">
      <w:pPr>
        <w:ind w:left="2832" w:firstLine="3"/>
        <w:jc w:val="both"/>
        <w:rPr>
          <w:sz w:val="28"/>
          <w:lang w:val="uk-UA"/>
        </w:rPr>
      </w:pPr>
      <w:r w:rsidRPr="00206A10">
        <w:rPr>
          <w:sz w:val="28"/>
          <w:lang w:val="uk-UA"/>
        </w:rPr>
        <w:t>Татарінов В.М., перший заступник голови районної державної адміністрації; Сушко М.М., директор районного центру соціальних служб для сім’ї, дітей та молоді</w:t>
      </w:r>
    </w:p>
    <w:p w:rsidR="00275751" w:rsidRPr="00206A10" w:rsidRDefault="00275751" w:rsidP="008C1943">
      <w:pPr>
        <w:ind w:firstLine="708"/>
        <w:jc w:val="both"/>
        <w:rPr>
          <w:sz w:val="28"/>
          <w:lang w:val="uk-UA"/>
        </w:rPr>
      </w:pPr>
      <w:r w:rsidRPr="00206A10">
        <w:rPr>
          <w:sz w:val="28"/>
          <w:lang w:val="uk-UA"/>
        </w:rPr>
        <w:t>Проведення І туру щорічного Всеукраїнського конкурсу «Кращий державний службовець» в районній державній адміністрації.</w:t>
      </w:r>
    </w:p>
    <w:p w:rsidR="00275751" w:rsidRPr="00206A10" w:rsidRDefault="00275751" w:rsidP="008C1943">
      <w:pPr>
        <w:ind w:left="2832" w:firstLine="6"/>
        <w:jc w:val="both"/>
        <w:rPr>
          <w:sz w:val="28"/>
          <w:lang w:val="uk-UA"/>
        </w:rPr>
      </w:pPr>
      <w:r w:rsidRPr="00206A10">
        <w:rPr>
          <w:sz w:val="28"/>
          <w:lang w:val="uk-UA"/>
        </w:rPr>
        <w:t>Ломко М.О., керівник апарату районної державної адміністрації; Сеник О.А., завідувач сектору кадрової роботи апарату районної державної адміністрації</w:t>
      </w:r>
    </w:p>
    <w:p w:rsidR="00275751" w:rsidRPr="00206A10" w:rsidRDefault="00275751" w:rsidP="008C1943">
      <w:pPr>
        <w:ind w:firstLine="708"/>
        <w:jc w:val="both"/>
        <w:rPr>
          <w:sz w:val="28"/>
          <w:lang w:val="uk-UA"/>
        </w:rPr>
      </w:pPr>
      <w:r w:rsidRPr="00206A10">
        <w:rPr>
          <w:sz w:val="28"/>
          <w:lang w:val="uk-UA"/>
        </w:rPr>
        <w:t>Проведення щорічної оцінки виконання державними службовцями районної державної адміністрації покладених на них обов’язків та завдань за 2015 рік.</w:t>
      </w:r>
    </w:p>
    <w:p w:rsidR="00275751" w:rsidRPr="00206A10" w:rsidRDefault="00275751" w:rsidP="008C1943">
      <w:pPr>
        <w:ind w:left="2832" w:firstLine="6"/>
        <w:jc w:val="both"/>
        <w:rPr>
          <w:sz w:val="28"/>
          <w:lang w:val="uk-UA"/>
        </w:rPr>
      </w:pPr>
      <w:r w:rsidRPr="00206A10">
        <w:rPr>
          <w:sz w:val="28"/>
          <w:lang w:val="uk-UA"/>
        </w:rPr>
        <w:t>Ломко М.О., керівник апарату районної державної адміністрації; Сеник О.А., завідувач сектору кадрової роботи апарату районної державної адміністрації</w:t>
      </w:r>
    </w:p>
    <w:p w:rsidR="00275751" w:rsidRPr="00F555CD" w:rsidRDefault="00275751"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206A10">
        <w:rPr>
          <w:color w:val="FF0000"/>
          <w:sz w:val="28"/>
          <w:lang w:val="uk-UA"/>
        </w:rPr>
        <w:t xml:space="preserve"> </w:t>
      </w:r>
      <w:r w:rsidRPr="0095734A">
        <w:rPr>
          <w:sz w:val="28"/>
          <w:szCs w:val="28"/>
          <w:lang w:val="uk-UA"/>
        </w:rPr>
        <w:t xml:space="preserve">Ромни </w:t>
      </w:r>
      <w:r>
        <w:rPr>
          <w:sz w:val="28"/>
          <w:szCs w:val="28"/>
          <w:lang w:val="uk-UA"/>
        </w:rPr>
        <w:t>–</w:t>
      </w:r>
      <w:r w:rsidRPr="0095734A">
        <w:rPr>
          <w:sz w:val="28"/>
          <w:szCs w:val="28"/>
          <w:lang w:val="uk-UA"/>
        </w:rPr>
        <w:t xml:space="preserve"> Пустовійтівка</w:t>
      </w:r>
      <w:r>
        <w:rPr>
          <w:sz w:val="28"/>
          <w:szCs w:val="28"/>
          <w:lang w:val="uk-UA"/>
        </w:rPr>
        <w:t xml:space="preserve">, </w:t>
      </w:r>
      <w:r w:rsidRPr="0095734A">
        <w:rPr>
          <w:sz w:val="28"/>
          <w:szCs w:val="28"/>
          <w:lang w:val="uk-UA"/>
        </w:rPr>
        <w:t>Ромни - Гришине</w:t>
      </w:r>
      <w:r w:rsidRPr="0095734A">
        <w:rPr>
          <w:color w:val="FF0000"/>
          <w:sz w:val="28"/>
          <w:szCs w:val="28"/>
          <w:lang w:val="uk-UA"/>
        </w:rPr>
        <w:t>.</w:t>
      </w:r>
    </w:p>
    <w:p w:rsidR="00275751" w:rsidRPr="0095734A" w:rsidRDefault="00275751" w:rsidP="008C1943">
      <w:pPr>
        <w:ind w:left="2835" w:hanging="2835"/>
        <w:jc w:val="both"/>
        <w:rPr>
          <w:sz w:val="28"/>
          <w:lang w:val="uk-UA"/>
        </w:rPr>
      </w:pPr>
      <w:r w:rsidRPr="00206A10">
        <w:rPr>
          <w:color w:val="FF0000"/>
          <w:sz w:val="28"/>
          <w:lang w:val="uk-UA"/>
        </w:rPr>
        <w:tab/>
      </w:r>
      <w:r w:rsidRPr="0095734A">
        <w:rPr>
          <w:sz w:val="28"/>
          <w:lang w:val="uk-UA"/>
        </w:rPr>
        <w:t>Журенко Н.М., заступник голови районної державної адміністрації;</w:t>
      </w:r>
      <w:r>
        <w:rPr>
          <w:sz w:val="28"/>
          <w:lang w:val="uk-UA"/>
        </w:rPr>
        <w:t xml:space="preserve"> </w:t>
      </w:r>
      <w:r w:rsidRPr="0095734A">
        <w:rPr>
          <w:sz w:val="28"/>
          <w:lang w:val="uk-UA"/>
        </w:rPr>
        <w:t>Радченко Л.Г., головний спеціаліст відділу житлово-комунального господарства,</w:t>
      </w:r>
      <w:r w:rsidRPr="00206A10">
        <w:rPr>
          <w:color w:val="FF0000"/>
          <w:sz w:val="28"/>
          <w:lang w:val="uk-UA"/>
        </w:rPr>
        <w:t xml:space="preserve"> </w:t>
      </w:r>
      <w:r w:rsidRPr="0095734A">
        <w:rPr>
          <w:sz w:val="28"/>
          <w:lang w:val="uk-UA"/>
        </w:rPr>
        <w:t>будівництва, цивільного захисту та інфраструктури районної державної адміністрації</w:t>
      </w:r>
    </w:p>
    <w:p w:rsidR="00275751" w:rsidRPr="00206A10" w:rsidRDefault="00275751" w:rsidP="008C1943">
      <w:pPr>
        <w:ind w:firstLine="708"/>
        <w:jc w:val="both"/>
        <w:rPr>
          <w:sz w:val="28"/>
          <w:lang w:val="uk-UA"/>
        </w:rPr>
      </w:pPr>
      <w:r w:rsidRPr="00206A10">
        <w:rPr>
          <w:sz w:val="28"/>
          <w:lang w:val="uk-UA"/>
        </w:rPr>
        <w:t>Навчання з сільськими головами щодо правильності планування та використання коштів сільських бюджетів на благоустрій та бюджет розвитку.</w:t>
      </w:r>
    </w:p>
    <w:p w:rsidR="00275751" w:rsidRPr="00206A10" w:rsidRDefault="00275751" w:rsidP="008C1943">
      <w:pPr>
        <w:ind w:left="2832" w:firstLine="3"/>
        <w:jc w:val="both"/>
        <w:rPr>
          <w:sz w:val="28"/>
          <w:lang w:val="uk-UA"/>
        </w:rPr>
      </w:pPr>
      <w:r w:rsidRPr="00206A10">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275751" w:rsidRPr="00FE6FDA" w:rsidRDefault="00275751" w:rsidP="008C1943">
      <w:pPr>
        <w:jc w:val="both"/>
        <w:rPr>
          <w:bCs/>
          <w:sz w:val="16"/>
          <w:szCs w:val="16"/>
          <w:lang w:val="uk-UA"/>
        </w:rPr>
      </w:pPr>
    </w:p>
    <w:p w:rsidR="00275751" w:rsidRPr="00206A10" w:rsidRDefault="00275751" w:rsidP="008C1943">
      <w:pPr>
        <w:ind w:left="3540" w:firstLine="708"/>
        <w:jc w:val="both"/>
        <w:rPr>
          <w:bCs/>
          <w:sz w:val="28"/>
          <w:lang w:val="uk-UA"/>
        </w:rPr>
      </w:pPr>
      <w:r w:rsidRPr="00206A10">
        <w:rPr>
          <w:bCs/>
          <w:sz w:val="28"/>
          <w:lang w:val="uk-UA"/>
        </w:rPr>
        <w:t>Квітень</w:t>
      </w:r>
    </w:p>
    <w:p w:rsidR="00275751" w:rsidRPr="005D3A17" w:rsidRDefault="00275751" w:rsidP="008C1943">
      <w:pPr>
        <w:jc w:val="both"/>
        <w:rPr>
          <w:sz w:val="28"/>
          <w:lang w:val="uk-UA"/>
        </w:rPr>
      </w:pPr>
      <w:r w:rsidRPr="005D3A17">
        <w:rPr>
          <w:sz w:val="28"/>
          <w:lang w:val="uk-UA"/>
        </w:rPr>
        <w:tab/>
        <w:t>Заходи до Дня Чорнобильської трагедії.</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 xml:space="preserve">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введення нових видів соціальних послуг, які надаються територіальним центром, розширення зони обслуговування та введення надання соціально-побутових послуг на території Пустовійтівської сільської ради».</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Лісна І.А., директор районного територіального центру соціального обслуговування (надання соціальних послуг)</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організацію привітання ветеранів Великої Вітчизняної війни, які обслуговуються районним територіальним центром соціального обслуговування (надання соціальних послуг) зі святом Перемоги та надання їм натуральної допомоги».</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Лісна І.А., директор районного територіального центру соціального обслуговування (надання соціальних послуг)</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підсумки атестації педагогічних кадрів у 2016 році».</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Default="00275751" w:rsidP="008C1943">
      <w:pPr>
        <w:ind w:firstLine="708"/>
        <w:jc w:val="both"/>
        <w:rPr>
          <w:sz w:val="28"/>
          <w:szCs w:val="28"/>
          <w:lang w:val="uk-UA"/>
        </w:rPr>
      </w:pPr>
      <w:r w:rsidRPr="009C7C1C">
        <w:rPr>
          <w:sz w:val="28"/>
          <w:lang w:val="uk-UA"/>
        </w:rPr>
        <w:t>Нарада при заступникові голови районної державної адміністрації Журенко Н.М. з питання: «</w:t>
      </w:r>
      <w:r w:rsidRPr="0054787C">
        <w:rPr>
          <w:sz w:val="28"/>
          <w:szCs w:val="28"/>
          <w:lang w:val="uk-UA"/>
        </w:rPr>
        <w:t xml:space="preserve">Виконання регулярності графіків руху на приміських автобусних маршрутах загального користування, що не виходять за межі Роменського району в </w:t>
      </w:r>
      <w:r>
        <w:rPr>
          <w:sz w:val="28"/>
          <w:szCs w:val="28"/>
          <w:lang w:val="uk-UA"/>
        </w:rPr>
        <w:t>І</w:t>
      </w:r>
      <w:r w:rsidRPr="0054787C">
        <w:rPr>
          <w:sz w:val="28"/>
          <w:szCs w:val="28"/>
          <w:lang w:val="uk-UA"/>
        </w:rPr>
        <w:t xml:space="preserve"> кварталі 2016 року</w:t>
      </w:r>
      <w:r>
        <w:rPr>
          <w:sz w:val="28"/>
          <w:szCs w:val="28"/>
          <w:lang w:val="uk-UA"/>
        </w:rPr>
        <w:t>»</w:t>
      </w:r>
      <w:r w:rsidRPr="0054787C">
        <w:rPr>
          <w:sz w:val="28"/>
          <w:szCs w:val="28"/>
          <w:lang w:val="uk-UA"/>
        </w:rPr>
        <w:t>.</w:t>
      </w:r>
    </w:p>
    <w:p w:rsidR="00275751" w:rsidRDefault="00275751" w:rsidP="008C1943">
      <w:pPr>
        <w:ind w:left="2835" w:hanging="3"/>
        <w:jc w:val="both"/>
        <w:rPr>
          <w:sz w:val="28"/>
          <w:lang w:val="uk-UA"/>
        </w:rPr>
      </w:pP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275751" w:rsidRDefault="00275751" w:rsidP="008C1943">
      <w:pPr>
        <w:suppressAutoHyphens/>
        <w:snapToGrid w:val="0"/>
        <w:ind w:left="-48" w:right="-3" w:firstLine="756"/>
        <w:jc w:val="both"/>
        <w:rPr>
          <w:szCs w:val="28"/>
          <w:lang w:val="uk-UA"/>
        </w:rPr>
      </w:pPr>
      <w:r w:rsidRPr="009C7C1C">
        <w:rPr>
          <w:sz w:val="28"/>
          <w:lang w:val="uk-UA"/>
        </w:rPr>
        <w:t>Нарада при заступникові голови районної державної адміністрації Журенко Н.М. з питання: «</w:t>
      </w:r>
      <w:r w:rsidRPr="00261EA0">
        <w:rPr>
          <w:sz w:val="28"/>
          <w:szCs w:val="28"/>
          <w:lang w:val="uk-UA"/>
        </w:rPr>
        <w:t>Про стан транспортного забезпечення населення Роменського району в</w:t>
      </w:r>
      <w:r w:rsidRPr="00261EA0">
        <w:rPr>
          <w:sz w:val="28"/>
          <w:szCs w:val="28"/>
        </w:rPr>
        <w:t xml:space="preserve"> </w:t>
      </w:r>
      <w:r w:rsidRPr="00261EA0">
        <w:rPr>
          <w:sz w:val="28"/>
          <w:szCs w:val="28"/>
          <w:lang w:val="en-US"/>
        </w:rPr>
        <w:t>I</w:t>
      </w:r>
      <w:r w:rsidRPr="00261EA0">
        <w:rPr>
          <w:sz w:val="28"/>
          <w:szCs w:val="28"/>
        </w:rPr>
        <w:t xml:space="preserve"> </w:t>
      </w:r>
      <w:r w:rsidRPr="00261EA0">
        <w:rPr>
          <w:sz w:val="28"/>
          <w:szCs w:val="28"/>
          <w:lang w:val="uk-UA"/>
        </w:rPr>
        <w:t>кварталі 2016 року</w:t>
      </w:r>
      <w:r>
        <w:rPr>
          <w:sz w:val="28"/>
          <w:szCs w:val="28"/>
          <w:lang w:val="uk-UA"/>
        </w:rPr>
        <w:t>».</w:t>
      </w:r>
      <w:r>
        <w:rPr>
          <w:szCs w:val="28"/>
          <w:lang w:val="uk-UA"/>
        </w:rPr>
        <w:t xml:space="preserve"> </w:t>
      </w:r>
    </w:p>
    <w:p w:rsidR="00275751" w:rsidRDefault="00275751" w:rsidP="008C1943">
      <w:pPr>
        <w:ind w:left="2835" w:hanging="3"/>
        <w:jc w:val="both"/>
        <w:rPr>
          <w:sz w:val="28"/>
          <w:lang w:val="uk-UA"/>
        </w:rPr>
      </w:pP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275751" w:rsidRDefault="00275751" w:rsidP="008C1943">
      <w:pPr>
        <w:ind w:firstLine="708"/>
        <w:jc w:val="both"/>
        <w:rPr>
          <w:sz w:val="28"/>
          <w:szCs w:val="28"/>
          <w:lang w:val="uk-UA"/>
        </w:rPr>
      </w:pPr>
      <w:r w:rsidRPr="003D3C25">
        <w:rPr>
          <w:sz w:val="28"/>
          <w:lang w:val="uk-UA"/>
        </w:rPr>
        <w:t>Нарада при заступникові голови районної державної адміністрації Журенко Н.М. з питання: «</w:t>
      </w:r>
      <w:r w:rsidRPr="00261EA0">
        <w:rPr>
          <w:sz w:val="28"/>
          <w:szCs w:val="28"/>
          <w:lang w:val="uk-UA"/>
        </w:rPr>
        <w:t xml:space="preserve">Про стан забезпечення населення району скрапленим газом в </w:t>
      </w:r>
      <w:r w:rsidRPr="00261EA0">
        <w:rPr>
          <w:sz w:val="28"/>
          <w:szCs w:val="28"/>
          <w:lang w:val="en-US"/>
        </w:rPr>
        <w:t>I</w:t>
      </w:r>
      <w:r w:rsidRPr="00261EA0">
        <w:rPr>
          <w:sz w:val="28"/>
          <w:szCs w:val="28"/>
        </w:rPr>
        <w:t xml:space="preserve"> </w:t>
      </w:r>
      <w:r w:rsidRPr="00261EA0">
        <w:rPr>
          <w:sz w:val="28"/>
          <w:szCs w:val="28"/>
          <w:lang w:val="uk-UA"/>
        </w:rPr>
        <w:t>кварталі 2016 року</w:t>
      </w:r>
      <w:r>
        <w:rPr>
          <w:sz w:val="28"/>
          <w:szCs w:val="28"/>
          <w:lang w:val="uk-UA"/>
        </w:rPr>
        <w:t>».</w:t>
      </w:r>
    </w:p>
    <w:p w:rsidR="00275751" w:rsidRPr="00261EA0" w:rsidRDefault="00275751" w:rsidP="008C1943">
      <w:pPr>
        <w:ind w:left="2835" w:hanging="3"/>
        <w:jc w:val="both"/>
        <w:rPr>
          <w:sz w:val="28"/>
          <w:lang w:val="uk-UA"/>
        </w:rPr>
      </w:pPr>
      <w:r w:rsidRPr="005D3A17">
        <w:rPr>
          <w:sz w:val="28"/>
          <w:lang w:val="uk-UA"/>
        </w:rPr>
        <w:t xml:space="preserve">Журенко Н.М., заступник голови районної державної адміністрації; </w:t>
      </w:r>
      <w:r>
        <w:rPr>
          <w:sz w:val="28"/>
          <w:lang w:val="uk-UA"/>
        </w:rPr>
        <w:t>Ведмідь В.О</w:t>
      </w:r>
      <w:r w:rsidRPr="006C7D57">
        <w:rPr>
          <w:sz w:val="28"/>
          <w:lang w:val="uk-UA"/>
        </w:rPr>
        <w:t>.</w:t>
      </w:r>
      <w:r w:rsidRPr="0095734A">
        <w:rPr>
          <w:sz w:val="28"/>
          <w:lang w:val="uk-UA"/>
        </w:rPr>
        <w:t xml:space="preserve">, </w:t>
      </w:r>
      <w:r>
        <w:rPr>
          <w:sz w:val="28"/>
          <w:lang w:val="uk-UA"/>
        </w:rPr>
        <w:t>начальник</w:t>
      </w:r>
      <w:r w:rsidRPr="0095734A">
        <w:rPr>
          <w:sz w:val="28"/>
          <w:lang w:val="uk-UA"/>
        </w:rPr>
        <w:t xml:space="preserve"> відділу житлово-комунального господарства, будівництва, цивільного захисту та інфраструктури районної державної адміністрації</w:t>
      </w:r>
    </w:p>
    <w:p w:rsidR="00275751" w:rsidRPr="0095734A" w:rsidRDefault="00275751"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5D3A17">
        <w:rPr>
          <w:color w:val="FF0000"/>
          <w:sz w:val="28"/>
          <w:lang w:val="uk-UA"/>
        </w:rPr>
        <w:t xml:space="preserve"> </w:t>
      </w:r>
      <w:r w:rsidRPr="0095734A">
        <w:rPr>
          <w:sz w:val="28"/>
          <w:szCs w:val="28"/>
          <w:lang w:val="uk-UA"/>
        </w:rPr>
        <w:t xml:space="preserve">Ромни – Левченки – Довгополівка, Ромни – Перехрестівка, Ромни </w:t>
      </w:r>
      <w:r>
        <w:rPr>
          <w:sz w:val="28"/>
          <w:szCs w:val="28"/>
          <w:lang w:val="uk-UA"/>
        </w:rPr>
        <w:t>–</w:t>
      </w:r>
      <w:r w:rsidRPr="0095734A">
        <w:rPr>
          <w:sz w:val="28"/>
          <w:szCs w:val="28"/>
          <w:lang w:val="uk-UA"/>
        </w:rPr>
        <w:t xml:space="preserve"> </w:t>
      </w:r>
      <w:r>
        <w:rPr>
          <w:sz w:val="28"/>
          <w:szCs w:val="28"/>
          <w:lang w:val="uk-UA"/>
        </w:rPr>
        <w:t>Плавинище.</w:t>
      </w:r>
    </w:p>
    <w:p w:rsidR="00275751" w:rsidRPr="0095734A" w:rsidRDefault="00275751" w:rsidP="008C1943">
      <w:pPr>
        <w:ind w:left="2835" w:hanging="2835"/>
        <w:jc w:val="both"/>
        <w:rPr>
          <w:bCs/>
          <w:sz w:val="28"/>
          <w:lang w:val="uk-UA"/>
        </w:rPr>
      </w:pPr>
      <w:r w:rsidRPr="005D3A17">
        <w:rPr>
          <w:color w:val="FF0000"/>
          <w:sz w:val="28"/>
          <w:lang w:val="uk-UA"/>
        </w:rPr>
        <w:tab/>
      </w: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Семінар-навчання з сільськими головами та секретарями сільських рад з питання: «Про питання визнання виборців нездатними самостійно пересуватися та подання відповідних відомостей».</w:t>
      </w:r>
    </w:p>
    <w:p w:rsidR="00275751" w:rsidRPr="005D3A17" w:rsidRDefault="00275751" w:rsidP="008C1943">
      <w:pPr>
        <w:ind w:left="2832" w:firstLine="6"/>
        <w:jc w:val="both"/>
        <w:rPr>
          <w:sz w:val="28"/>
          <w:lang w:val="uk-UA"/>
        </w:rPr>
      </w:pPr>
      <w:r w:rsidRPr="005D3A17">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275751" w:rsidRPr="00FE6FDA" w:rsidRDefault="00275751" w:rsidP="008C1943">
      <w:pPr>
        <w:ind w:left="3540" w:firstLine="708"/>
        <w:jc w:val="both"/>
        <w:rPr>
          <w:bCs/>
          <w:sz w:val="16"/>
          <w:szCs w:val="16"/>
          <w:lang w:val="uk-UA"/>
        </w:rPr>
      </w:pPr>
    </w:p>
    <w:p w:rsidR="00275751" w:rsidRPr="00206A10" w:rsidRDefault="00275751" w:rsidP="008C1943">
      <w:pPr>
        <w:ind w:left="3540" w:firstLine="708"/>
        <w:jc w:val="both"/>
        <w:rPr>
          <w:bCs/>
          <w:sz w:val="28"/>
          <w:lang w:val="uk-UA"/>
        </w:rPr>
      </w:pPr>
      <w:r w:rsidRPr="00206A10">
        <w:rPr>
          <w:bCs/>
          <w:sz w:val="28"/>
          <w:lang w:val="uk-UA"/>
        </w:rPr>
        <w:t>Травень</w:t>
      </w:r>
    </w:p>
    <w:p w:rsidR="00275751" w:rsidRPr="005D3A17" w:rsidRDefault="00275751" w:rsidP="008C1943">
      <w:pPr>
        <w:ind w:firstLine="708"/>
        <w:jc w:val="both"/>
        <w:rPr>
          <w:sz w:val="28"/>
          <w:lang w:val="uk-UA"/>
        </w:rPr>
      </w:pPr>
      <w:r w:rsidRPr="005D3A17">
        <w:rPr>
          <w:sz w:val="28"/>
          <w:lang w:val="uk-UA"/>
        </w:rPr>
        <w:t xml:space="preserve">Заходи щодо відзначення Дня пам’яті та примирення, Дня Перемоги. </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 xml:space="preserve">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Заходи до Дня матері.</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Районний фестиваль «Українському роду нема переводу».</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275751" w:rsidRPr="005D3A17" w:rsidRDefault="00275751" w:rsidP="008C1943">
      <w:pPr>
        <w:ind w:firstLine="708"/>
        <w:jc w:val="both"/>
        <w:rPr>
          <w:bCs/>
          <w:sz w:val="28"/>
          <w:lang w:val="uk-UA"/>
        </w:rPr>
      </w:pPr>
      <w:r w:rsidRPr="005D3A17">
        <w:rPr>
          <w:bCs/>
          <w:sz w:val="28"/>
          <w:lang w:val="uk-UA"/>
        </w:rPr>
        <w:t>Кубок району з футболу.</w:t>
      </w:r>
    </w:p>
    <w:p w:rsidR="00275751" w:rsidRPr="005D3A17" w:rsidRDefault="00275751"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Матвієнко С.Г., головний спеціаліст відділу молоді та спорту управління освіти, молоді та спорту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хід виконання розпорядження голови Роменської районної державної адміністрації від 28 квітня 2012 року № 315-ОД «Про схвалення проекту районної програми з реалізації Конвенції ООН про права дитини на 2012-2016 роки».</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Сушко М.М., директор районного центру соціальних служб для сім’ї, дітей та молоді</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«Діяльність Великобубнівського Центру розвитку дитини щодо забезпечення ранньої соціальної адаптації дітей до умов дошкільного навчального закладу та готовності до здобуття початкової освіти».</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«Підготовка до оздоровчої кампанії 2016 року».</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95734A" w:rsidRDefault="00275751" w:rsidP="008C1943">
      <w:pPr>
        <w:snapToGrid w:val="0"/>
        <w:ind w:left="-48" w:right="-3" w:firstLine="756"/>
        <w:jc w:val="both"/>
        <w:rPr>
          <w:szCs w:val="28"/>
          <w:lang w:val="uk-UA"/>
        </w:rPr>
      </w:pPr>
      <w:r w:rsidRPr="002C7DD6">
        <w:rPr>
          <w:sz w:val="28"/>
          <w:lang w:val="uk-UA"/>
        </w:rPr>
        <w:t>Засідання робочої групи з питань пасажирських перевезень з питання стану пасажирських перевезень</w:t>
      </w:r>
      <w:r w:rsidRPr="005D3A17">
        <w:rPr>
          <w:color w:val="FF0000"/>
          <w:sz w:val="28"/>
          <w:lang w:val="uk-UA"/>
        </w:rPr>
        <w:t xml:space="preserve"> </w:t>
      </w:r>
      <w:r w:rsidRPr="002C7DD6">
        <w:rPr>
          <w:sz w:val="28"/>
          <w:lang w:val="uk-UA"/>
        </w:rPr>
        <w:t>на автобусному маршруті</w:t>
      </w:r>
      <w:r w:rsidRPr="005D3A17">
        <w:rPr>
          <w:color w:val="FF0000"/>
          <w:sz w:val="28"/>
          <w:lang w:val="uk-UA"/>
        </w:rPr>
        <w:t xml:space="preserve"> </w:t>
      </w:r>
      <w:r w:rsidRPr="0095734A">
        <w:rPr>
          <w:sz w:val="28"/>
          <w:szCs w:val="28"/>
          <w:lang w:val="uk-UA"/>
        </w:rPr>
        <w:t>Ромни - Вощилиха</w:t>
      </w:r>
      <w:r w:rsidRPr="00233E91">
        <w:rPr>
          <w:sz w:val="28"/>
          <w:lang w:val="uk-UA"/>
        </w:rPr>
        <w:t xml:space="preserve">. </w:t>
      </w:r>
    </w:p>
    <w:p w:rsidR="00275751" w:rsidRPr="0095734A" w:rsidRDefault="00275751" w:rsidP="008C1943">
      <w:pPr>
        <w:ind w:left="2835" w:hanging="2835"/>
        <w:jc w:val="both"/>
        <w:rPr>
          <w:bCs/>
          <w:sz w:val="28"/>
          <w:lang w:val="uk-UA"/>
        </w:rPr>
      </w:pPr>
      <w:r w:rsidRPr="005D3A17">
        <w:rPr>
          <w:color w:val="FF0000"/>
          <w:sz w:val="28"/>
          <w:lang w:val="uk-UA"/>
        </w:rPr>
        <w:tab/>
      </w: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Навчання з сільськими головами щодо особливостей фо</w:t>
      </w:r>
      <w:r>
        <w:rPr>
          <w:sz w:val="28"/>
          <w:lang w:val="uk-UA"/>
        </w:rPr>
        <w:t>рм</w:t>
      </w:r>
      <w:r w:rsidRPr="005D3A17">
        <w:rPr>
          <w:sz w:val="28"/>
          <w:lang w:val="uk-UA"/>
        </w:rPr>
        <w:t>ування доходної частини сільських бюджетів.</w:t>
      </w:r>
    </w:p>
    <w:p w:rsidR="00275751" w:rsidRPr="005D3A17" w:rsidRDefault="00275751" w:rsidP="008C1943">
      <w:pPr>
        <w:ind w:left="2832" w:firstLine="3"/>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275751" w:rsidRPr="00FE6FDA" w:rsidRDefault="00275751" w:rsidP="008C1943">
      <w:pPr>
        <w:ind w:left="2835" w:hanging="2835"/>
        <w:jc w:val="both"/>
        <w:rPr>
          <w:sz w:val="16"/>
          <w:szCs w:val="16"/>
          <w:lang w:val="uk-UA"/>
        </w:rPr>
      </w:pPr>
    </w:p>
    <w:p w:rsidR="00275751" w:rsidRPr="00206A10" w:rsidRDefault="00275751" w:rsidP="008C1943">
      <w:pPr>
        <w:ind w:left="3540" w:firstLine="708"/>
        <w:jc w:val="both"/>
        <w:rPr>
          <w:bCs/>
          <w:sz w:val="28"/>
          <w:lang w:val="uk-UA"/>
        </w:rPr>
      </w:pPr>
      <w:r w:rsidRPr="00206A10">
        <w:rPr>
          <w:bCs/>
          <w:sz w:val="28"/>
          <w:lang w:val="uk-UA"/>
        </w:rPr>
        <w:t>Червень</w:t>
      </w:r>
    </w:p>
    <w:p w:rsidR="00275751" w:rsidRPr="005D3A17" w:rsidRDefault="00275751" w:rsidP="008C1943">
      <w:pPr>
        <w:ind w:firstLine="708"/>
        <w:jc w:val="both"/>
        <w:rPr>
          <w:sz w:val="28"/>
          <w:lang w:val="uk-UA"/>
        </w:rPr>
      </w:pPr>
      <w:r w:rsidRPr="005D3A17">
        <w:rPr>
          <w:sz w:val="28"/>
          <w:lang w:val="uk-UA"/>
        </w:rPr>
        <w:t>Районний фестиваль дитячої творчості «Дзвінкі мелодії дитинства» з нагоди відзначення Всесвітнього Дня захисту дітей.</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Засідання районної комісії з призначення стипендії голови районної державної адміністрації обдарованим учням.</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Заходи до Дня скорботи і вшанування пам’яті жертв війни в Україні.</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 xml:space="preserve">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Заходи щодо відзначення в районі Дня Конституції України.</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 xml:space="preserve">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підсумки державної підсумкової атестації в загальноосвітніх начальних закладах у 2015-2016 навчальному році».</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95734A" w:rsidRDefault="00275751"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2C7DD6">
        <w:rPr>
          <w:sz w:val="28"/>
          <w:lang w:val="uk-UA"/>
        </w:rPr>
        <w:t xml:space="preserve"> Ромни</w:t>
      </w:r>
      <w:r>
        <w:rPr>
          <w:sz w:val="28"/>
          <w:lang w:val="uk-UA"/>
        </w:rPr>
        <w:t xml:space="preserve"> </w:t>
      </w:r>
      <w:r w:rsidRPr="002C7DD6">
        <w:rPr>
          <w:sz w:val="28"/>
          <w:lang w:val="uk-UA"/>
        </w:rPr>
        <w:t>-</w:t>
      </w:r>
      <w:r>
        <w:rPr>
          <w:sz w:val="28"/>
          <w:lang w:val="uk-UA"/>
        </w:rPr>
        <w:t xml:space="preserve"> </w:t>
      </w:r>
      <w:r w:rsidRPr="002C7DD6">
        <w:rPr>
          <w:sz w:val="28"/>
          <w:lang w:val="uk-UA"/>
        </w:rPr>
        <w:t>Біловоди,</w:t>
      </w:r>
      <w:r w:rsidRPr="005D3A17">
        <w:rPr>
          <w:color w:val="FF0000"/>
          <w:sz w:val="28"/>
          <w:lang w:val="uk-UA"/>
        </w:rPr>
        <w:t xml:space="preserve"> </w:t>
      </w:r>
      <w:r w:rsidRPr="0095734A">
        <w:rPr>
          <w:sz w:val="28"/>
          <w:szCs w:val="28"/>
          <w:lang w:val="uk-UA"/>
        </w:rPr>
        <w:t xml:space="preserve">Ромни </w:t>
      </w:r>
      <w:r>
        <w:rPr>
          <w:sz w:val="28"/>
          <w:szCs w:val="28"/>
          <w:lang w:val="uk-UA"/>
        </w:rPr>
        <w:t>–</w:t>
      </w:r>
      <w:r w:rsidRPr="0095734A">
        <w:rPr>
          <w:sz w:val="28"/>
          <w:szCs w:val="28"/>
          <w:lang w:val="uk-UA"/>
        </w:rPr>
        <w:t xml:space="preserve"> Новопетрівка</w:t>
      </w:r>
      <w:r>
        <w:rPr>
          <w:sz w:val="28"/>
          <w:szCs w:val="28"/>
          <w:lang w:val="uk-UA"/>
        </w:rPr>
        <w:t>.</w:t>
      </w:r>
    </w:p>
    <w:p w:rsidR="00275751" w:rsidRDefault="00275751" w:rsidP="008C1943">
      <w:pPr>
        <w:ind w:left="2835" w:hanging="2835"/>
        <w:jc w:val="both"/>
        <w:rPr>
          <w:sz w:val="28"/>
          <w:lang w:val="uk-UA"/>
        </w:rPr>
      </w:pPr>
      <w:r w:rsidRPr="005D3A17">
        <w:rPr>
          <w:color w:val="FF0000"/>
          <w:sz w:val="28"/>
          <w:lang w:val="uk-UA"/>
        </w:rPr>
        <w:tab/>
      </w: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Семінар-навчання з сільськими головами та секретарями сільських рад з питання: «Про питання утворення звичайних, закордонних та спеціальних виборчих дільниць на постійній основі».</w:t>
      </w:r>
    </w:p>
    <w:p w:rsidR="00275751" w:rsidRPr="005D3A17" w:rsidRDefault="00275751" w:rsidP="008C1943">
      <w:pPr>
        <w:ind w:left="2832" w:firstLine="6"/>
        <w:jc w:val="both"/>
        <w:rPr>
          <w:sz w:val="28"/>
          <w:lang w:val="uk-UA"/>
        </w:rPr>
      </w:pPr>
      <w:r w:rsidRPr="005D3A17">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275751" w:rsidRPr="00FE6FDA" w:rsidRDefault="00275751" w:rsidP="008C1943">
      <w:pPr>
        <w:ind w:left="3540" w:firstLine="708"/>
        <w:jc w:val="both"/>
        <w:rPr>
          <w:bCs/>
          <w:sz w:val="16"/>
          <w:szCs w:val="16"/>
          <w:lang w:val="uk-UA"/>
        </w:rPr>
      </w:pPr>
    </w:p>
    <w:p w:rsidR="00275751" w:rsidRPr="00206A10" w:rsidRDefault="00275751" w:rsidP="008C1943">
      <w:pPr>
        <w:ind w:left="3540" w:firstLine="708"/>
        <w:jc w:val="both"/>
        <w:rPr>
          <w:bCs/>
          <w:sz w:val="28"/>
          <w:lang w:val="uk-UA"/>
        </w:rPr>
      </w:pPr>
      <w:r w:rsidRPr="00206A10">
        <w:rPr>
          <w:bCs/>
          <w:sz w:val="28"/>
          <w:lang w:val="uk-UA"/>
        </w:rPr>
        <w:t>Липень</w:t>
      </w:r>
    </w:p>
    <w:p w:rsidR="00275751" w:rsidRPr="00206A10" w:rsidRDefault="00275751" w:rsidP="008C1943">
      <w:pPr>
        <w:ind w:firstLine="708"/>
        <w:jc w:val="both"/>
        <w:rPr>
          <w:sz w:val="28"/>
          <w:szCs w:val="28"/>
          <w:lang w:val="uk-UA"/>
        </w:rPr>
      </w:pPr>
      <w:r w:rsidRPr="00206A10">
        <w:rPr>
          <w:sz w:val="28"/>
          <w:szCs w:val="28"/>
          <w:lang w:val="uk-UA"/>
        </w:rPr>
        <w:t>Обласний фестиваль народної творчості «Дивограй» та районне козацьке свято «Калнишева рада» з нагоди відзначення 325</w:t>
      </w:r>
      <w:r>
        <w:rPr>
          <w:sz w:val="28"/>
          <w:szCs w:val="28"/>
          <w:lang w:val="uk-UA"/>
        </w:rPr>
        <w:t>-</w:t>
      </w:r>
      <w:r w:rsidRPr="00206A10">
        <w:rPr>
          <w:sz w:val="28"/>
          <w:szCs w:val="28"/>
          <w:lang w:val="uk-UA"/>
        </w:rPr>
        <w:t>річчя від дня народження П. І. Калнишевського (1691–1803), останнього кошового отамана Запорізької Січі, державного і військового діяча, мецената і благодійника, уродженця с. Пустовійтівка Роменського району.</w:t>
      </w:r>
    </w:p>
    <w:p w:rsidR="00275751" w:rsidRPr="00206A10" w:rsidRDefault="00275751" w:rsidP="008C1943">
      <w:pPr>
        <w:ind w:left="2832"/>
        <w:jc w:val="both"/>
        <w:rPr>
          <w:bCs/>
          <w:sz w:val="28"/>
          <w:lang w:val="uk-UA"/>
        </w:rPr>
      </w:pPr>
      <w:r w:rsidRPr="00206A10">
        <w:rPr>
          <w:sz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275751" w:rsidRPr="00206A10" w:rsidRDefault="00275751" w:rsidP="008C1943">
      <w:pPr>
        <w:ind w:firstLine="708"/>
        <w:jc w:val="both"/>
        <w:rPr>
          <w:sz w:val="28"/>
          <w:lang w:val="uk-UA"/>
        </w:rPr>
      </w:pPr>
      <w:r w:rsidRPr="00206A10">
        <w:rPr>
          <w:sz w:val="28"/>
          <w:lang w:val="uk-UA"/>
        </w:rPr>
        <w:t>Засідання районної комісії з призначення стипендії голови районної державної адміністрації талановитим та перспективним спортсменам району.</w:t>
      </w:r>
    </w:p>
    <w:p w:rsidR="00275751" w:rsidRPr="00206A10" w:rsidRDefault="00275751" w:rsidP="008C1943">
      <w:pPr>
        <w:ind w:left="2832" w:firstLine="3"/>
        <w:jc w:val="both"/>
        <w:rPr>
          <w:sz w:val="28"/>
          <w:lang w:val="uk-UA"/>
        </w:rPr>
      </w:pPr>
      <w:r w:rsidRPr="00206A10">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206A10" w:rsidRDefault="00275751" w:rsidP="008C1943">
      <w:pPr>
        <w:ind w:firstLine="708"/>
        <w:jc w:val="both"/>
        <w:rPr>
          <w:sz w:val="28"/>
          <w:lang w:val="uk-UA"/>
        </w:rPr>
      </w:pPr>
      <w:r w:rsidRPr="00206A10">
        <w:rPr>
          <w:sz w:val="28"/>
          <w:lang w:val="uk-UA"/>
        </w:rPr>
        <w:t>Заходи до Дня прийняття декларації про державний суверенітет.</w:t>
      </w:r>
    </w:p>
    <w:p w:rsidR="00275751" w:rsidRPr="00206A10" w:rsidRDefault="00275751" w:rsidP="008C1943">
      <w:pPr>
        <w:ind w:left="2832" w:firstLine="3"/>
        <w:jc w:val="both"/>
        <w:rPr>
          <w:sz w:val="28"/>
          <w:lang w:val="uk-UA"/>
        </w:rPr>
      </w:pPr>
      <w:r w:rsidRPr="00206A10">
        <w:rPr>
          <w:sz w:val="28"/>
          <w:lang w:val="uk-UA"/>
        </w:rPr>
        <w:t xml:space="preserve">Татарінов В.М., перший заступник голови районної державної адміністрації; Сидоренко О.М., </w:t>
      </w:r>
      <w:r w:rsidRPr="00206A10">
        <w:rPr>
          <w:sz w:val="28"/>
          <w:szCs w:val="28"/>
          <w:lang w:val="uk-UA"/>
        </w:rPr>
        <w:t>завідувач сектору забезпечення доступу</w:t>
      </w:r>
      <w:r w:rsidRPr="00206A10">
        <w:rPr>
          <w:sz w:val="28"/>
          <w:lang w:val="uk-UA"/>
        </w:rPr>
        <w:t xml:space="preserve"> до публічної інформації та комунікацій з громадськістю апарату районної державної адміністрації</w:t>
      </w:r>
    </w:p>
    <w:p w:rsidR="00275751" w:rsidRPr="00206A10" w:rsidRDefault="00275751" w:rsidP="008C1943">
      <w:pPr>
        <w:ind w:firstLine="708"/>
        <w:jc w:val="both"/>
        <w:rPr>
          <w:sz w:val="28"/>
          <w:lang w:val="uk-UA"/>
        </w:rPr>
      </w:pPr>
      <w:r w:rsidRPr="00206A10">
        <w:rPr>
          <w:sz w:val="28"/>
          <w:lang w:val="uk-UA"/>
        </w:rPr>
        <w:t>Нарада при першому заступникові голови районної державної адміністрації Татарінову В.М. з питання: «Стан розвитку позашкільної освіти у навчальних закладах району».</w:t>
      </w:r>
    </w:p>
    <w:p w:rsidR="00275751" w:rsidRPr="00206A10" w:rsidRDefault="00275751" w:rsidP="008C1943">
      <w:pPr>
        <w:ind w:left="2832" w:firstLine="3"/>
        <w:jc w:val="both"/>
        <w:rPr>
          <w:sz w:val="28"/>
          <w:lang w:val="uk-UA"/>
        </w:rPr>
      </w:pPr>
      <w:r w:rsidRPr="00206A10">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206A10" w:rsidRDefault="00275751" w:rsidP="008C1943">
      <w:pPr>
        <w:ind w:firstLine="708"/>
        <w:jc w:val="both"/>
        <w:rPr>
          <w:sz w:val="28"/>
          <w:lang w:val="uk-UA"/>
        </w:rPr>
      </w:pPr>
      <w:r w:rsidRPr="00206A10">
        <w:rPr>
          <w:sz w:val="28"/>
          <w:lang w:val="uk-UA"/>
        </w:rPr>
        <w:t>Нарада при першому заступникові голови районної державної адміністрації Татарінову В.М. з питання: «Організація роботи районного територіального центру соціального обслуговування (надання соціальних послуг) щодо підготовки до роботи в осінньо-зимовий період 2016-2017 років».</w:t>
      </w:r>
    </w:p>
    <w:p w:rsidR="00275751" w:rsidRPr="00206A10" w:rsidRDefault="00275751" w:rsidP="008C1943">
      <w:pPr>
        <w:ind w:left="2832" w:firstLine="3"/>
        <w:jc w:val="both"/>
        <w:rPr>
          <w:sz w:val="28"/>
          <w:lang w:val="uk-UA"/>
        </w:rPr>
      </w:pPr>
      <w:r w:rsidRPr="00206A10">
        <w:rPr>
          <w:sz w:val="28"/>
          <w:lang w:val="uk-UA"/>
        </w:rPr>
        <w:t>Татарінов В.М., перший заступник голови районної державної адміністрації; Лісна І.А., директор районного територіального центру соціального обслуговування (надання соціальних послуг)</w:t>
      </w:r>
    </w:p>
    <w:p w:rsidR="00275751" w:rsidRPr="00206A10" w:rsidRDefault="00275751" w:rsidP="008C1943">
      <w:pPr>
        <w:ind w:firstLine="708"/>
        <w:jc w:val="both"/>
        <w:rPr>
          <w:color w:val="FF0000"/>
          <w:sz w:val="28"/>
          <w:lang w:val="uk-UA"/>
        </w:rPr>
      </w:pPr>
      <w:r w:rsidRPr="003D3C25">
        <w:rPr>
          <w:sz w:val="28"/>
          <w:lang w:val="uk-UA"/>
        </w:rPr>
        <w:t>Нарада при заступникові голови районної державної адміністрації Журенко Н.М. з питання: «</w:t>
      </w:r>
      <w:r w:rsidRPr="0054787C">
        <w:rPr>
          <w:sz w:val="28"/>
          <w:szCs w:val="28"/>
          <w:lang w:val="uk-UA"/>
        </w:rPr>
        <w:t xml:space="preserve">Стан пасажирських перевезень, виконання регулярності руху на приміських автобусних маршрутах загального користування, що не виходять за межі Роменського району в </w:t>
      </w:r>
      <w:r>
        <w:rPr>
          <w:sz w:val="28"/>
          <w:szCs w:val="28"/>
          <w:lang w:val="uk-UA"/>
        </w:rPr>
        <w:t>ІІ</w:t>
      </w:r>
      <w:r w:rsidRPr="0054787C">
        <w:rPr>
          <w:sz w:val="28"/>
          <w:szCs w:val="28"/>
          <w:lang w:val="uk-UA"/>
        </w:rPr>
        <w:t xml:space="preserve"> кварталі 2016 року</w:t>
      </w:r>
      <w:r w:rsidRPr="00AE7588">
        <w:rPr>
          <w:sz w:val="28"/>
          <w:lang w:val="uk-UA"/>
        </w:rPr>
        <w:t>».</w:t>
      </w:r>
    </w:p>
    <w:p w:rsidR="00275751" w:rsidRDefault="00275751" w:rsidP="008C1943">
      <w:pPr>
        <w:ind w:left="2835" w:hanging="2835"/>
        <w:jc w:val="both"/>
        <w:rPr>
          <w:sz w:val="28"/>
          <w:lang w:val="uk-UA"/>
        </w:rPr>
      </w:pPr>
      <w:r w:rsidRPr="00206A10">
        <w:rPr>
          <w:color w:val="FF0000"/>
          <w:sz w:val="28"/>
          <w:lang w:val="uk-UA"/>
        </w:rPr>
        <w:tab/>
      </w: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275751" w:rsidRPr="00261EA0" w:rsidRDefault="00275751" w:rsidP="008C1943">
      <w:pPr>
        <w:suppressAutoHyphens/>
        <w:snapToGrid w:val="0"/>
        <w:ind w:left="-48" w:right="-3" w:firstLine="756"/>
        <w:jc w:val="both"/>
        <w:rPr>
          <w:sz w:val="28"/>
          <w:szCs w:val="28"/>
          <w:lang w:val="uk-UA"/>
        </w:rPr>
      </w:pPr>
      <w:r w:rsidRPr="003D3C25">
        <w:rPr>
          <w:sz w:val="28"/>
          <w:lang w:val="uk-UA"/>
        </w:rPr>
        <w:t>Нарада при заступникові голови районної державної адміністрації Журенко Н.М. з питання: «</w:t>
      </w:r>
      <w:r w:rsidRPr="00261EA0">
        <w:rPr>
          <w:sz w:val="28"/>
          <w:szCs w:val="28"/>
          <w:lang w:val="uk-UA"/>
        </w:rPr>
        <w:t>Про стан транспортного забезпечення населення Роменського району в</w:t>
      </w:r>
      <w:r w:rsidRPr="00261EA0">
        <w:rPr>
          <w:sz w:val="28"/>
          <w:szCs w:val="28"/>
        </w:rPr>
        <w:t xml:space="preserve"> </w:t>
      </w:r>
      <w:r>
        <w:rPr>
          <w:sz w:val="28"/>
          <w:szCs w:val="28"/>
          <w:lang w:val="uk-UA"/>
        </w:rPr>
        <w:t xml:space="preserve">першому </w:t>
      </w:r>
      <w:r w:rsidRPr="00261EA0">
        <w:rPr>
          <w:sz w:val="28"/>
          <w:szCs w:val="28"/>
          <w:lang w:val="uk-UA"/>
        </w:rPr>
        <w:t>півріччі 2016 року</w:t>
      </w:r>
      <w:r>
        <w:rPr>
          <w:sz w:val="28"/>
          <w:szCs w:val="28"/>
          <w:lang w:val="uk-UA"/>
        </w:rPr>
        <w:t>».</w:t>
      </w:r>
      <w:r w:rsidRPr="00261EA0">
        <w:rPr>
          <w:sz w:val="28"/>
          <w:szCs w:val="28"/>
          <w:lang w:val="uk-UA"/>
        </w:rPr>
        <w:t xml:space="preserve"> </w:t>
      </w:r>
    </w:p>
    <w:p w:rsidR="00275751" w:rsidRDefault="00275751" w:rsidP="008C1943">
      <w:pPr>
        <w:ind w:left="2835" w:hanging="3"/>
        <w:jc w:val="both"/>
        <w:rPr>
          <w:sz w:val="28"/>
          <w:lang w:val="uk-UA"/>
        </w:rPr>
      </w:pP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275751" w:rsidRPr="001B6B1A" w:rsidRDefault="00275751" w:rsidP="008C1943">
      <w:pPr>
        <w:ind w:firstLine="708"/>
        <w:jc w:val="both"/>
        <w:rPr>
          <w:bCs/>
          <w:sz w:val="28"/>
          <w:szCs w:val="28"/>
          <w:lang w:val="uk-UA"/>
        </w:rPr>
      </w:pPr>
      <w:r w:rsidRPr="003D3C25">
        <w:rPr>
          <w:sz w:val="28"/>
          <w:lang w:val="uk-UA"/>
        </w:rPr>
        <w:t>Нарада при заступникові голови районної державної адміністрації Журенко Н.М. з питання: «</w:t>
      </w:r>
      <w:r w:rsidRPr="001B6B1A">
        <w:rPr>
          <w:sz w:val="28"/>
          <w:szCs w:val="28"/>
          <w:lang w:val="uk-UA"/>
        </w:rPr>
        <w:t xml:space="preserve">Про стан забезпечення населення району скрапленим газом в </w:t>
      </w:r>
      <w:r>
        <w:rPr>
          <w:sz w:val="28"/>
          <w:szCs w:val="28"/>
          <w:lang w:val="uk-UA"/>
        </w:rPr>
        <w:t>першому</w:t>
      </w:r>
      <w:r w:rsidRPr="001B6B1A">
        <w:rPr>
          <w:sz w:val="28"/>
          <w:szCs w:val="28"/>
        </w:rPr>
        <w:t xml:space="preserve"> </w:t>
      </w:r>
      <w:r w:rsidRPr="001B6B1A">
        <w:rPr>
          <w:sz w:val="28"/>
          <w:szCs w:val="28"/>
          <w:lang w:val="uk-UA"/>
        </w:rPr>
        <w:t>півріччі 2016 року</w:t>
      </w:r>
      <w:r>
        <w:rPr>
          <w:sz w:val="28"/>
          <w:szCs w:val="28"/>
          <w:lang w:val="uk-UA"/>
        </w:rPr>
        <w:t>»</w:t>
      </w:r>
      <w:r w:rsidRPr="001B6B1A">
        <w:rPr>
          <w:sz w:val="28"/>
          <w:szCs w:val="28"/>
          <w:lang w:val="uk-UA"/>
        </w:rPr>
        <w:t>.</w:t>
      </w:r>
    </w:p>
    <w:p w:rsidR="00275751" w:rsidRPr="001B6B1A" w:rsidRDefault="00275751" w:rsidP="008C1943">
      <w:pPr>
        <w:ind w:left="2835" w:hanging="3"/>
        <w:jc w:val="both"/>
        <w:rPr>
          <w:sz w:val="28"/>
          <w:lang w:val="uk-UA"/>
        </w:rPr>
      </w:pPr>
      <w:r w:rsidRPr="005D3A17">
        <w:rPr>
          <w:sz w:val="28"/>
          <w:lang w:val="uk-UA"/>
        </w:rPr>
        <w:t xml:space="preserve">Журенко Н.М., заступник голови районної державної адміністрації; </w:t>
      </w:r>
      <w:r>
        <w:rPr>
          <w:sz w:val="28"/>
          <w:lang w:val="uk-UA"/>
        </w:rPr>
        <w:t>Ведмідь В.О</w:t>
      </w:r>
      <w:r w:rsidRPr="006C7D57">
        <w:rPr>
          <w:sz w:val="28"/>
          <w:lang w:val="uk-UA"/>
        </w:rPr>
        <w:t>.</w:t>
      </w:r>
      <w:r w:rsidRPr="0095734A">
        <w:rPr>
          <w:sz w:val="28"/>
          <w:lang w:val="uk-UA"/>
        </w:rPr>
        <w:t xml:space="preserve">, </w:t>
      </w:r>
      <w:r>
        <w:rPr>
          <w:sz w:val="28"/>
          <w:lang w:val="uk-UA"/>
        </w:rPr>
        <w:t>начальник</w:t>
      </w:r>
      <w:r w:rsidRPr="0095734A">
        <w:rPr>
          <w:sz w:val="28"/>
          <w:lang w:val="uk-UA"/>
        </w:rPr>
        <w:t xml:space="preserve"> відділу житлово-комунального господарства, будівництва, цивільного захисту та інфраструктури районної державної адміністрації</w:t>
      </w:r>
    </w:p>
    <w:p w:rsidR="00275751" w:rsidRPr="0095734A" w:rsidRDefault="00275751" w:rsidP="008C1943">
      <w:pPr>
        <w:ind w:firstLine="708"/>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5D3A17">
        <w:rPr>
          <w:color w:val="FF0000"/>
          <w:sz w:val="28"/>
          <w:lang w:val="uk-UA"/>
        </w:rPr>
        <w:t xml:space="preserve"> </w:t>
      </w:r>
      <w:r w:rsidRPr="0095734A">
        <w:rPr>
          <w:sz w:val="28"/>
          <w:szCs w:val="28"/>
          <w:lang w:val="uk-UA"/>
        </w:rPr>
        <w:t xml:space="preserve">Ромни – Левченки – Довгополівка, Ромни – Перехрестівка, Ромни </w:t>
      </w:r>
      <w:r>
        <w:rPr>
          <w:sz w:val="28"/>
          <w:szCs w:val="28"/>
          <w:lang w:val="uk-UA"/>
        </w:rPr>
        <w:t>–</w:t>
      </w:r>
      <w:r w:rsidRPr="0095734A">
        <w:rPr>
          <w:sz w:val="28"/>
          <w:szCs w:val="28"/>
          <w:lang w:val="uk-UA"/>
        </w:rPr>
        <w:t xml:space="preserve"> </w:t>
      </w:r>
      <w:r>
        <w:rPr>
          <w:sz w:val="28"/>
          <w:szCs w:val="28"/>
          <w:lang w:val="uk-UA"/>
        </w:rPr>
        <w:t>Плавинище.</w:t>
      </w:r>
    </w:p>
    <w:p w:rsidR="00275751" w:rsidRPr="0095734A" w:rsidRDefault="00275751" w:rsidP="008C1943">
      <w:pPr>
        <w:ind w:left="2835" w:hanging="2835"/>
        <w:jc w:val="both"/>
        <w:rPr>
          <w:bCs/>
          <w:sz w:val="28"/>
          <w:lang w:val="uk-UA"/>
        </w:rPr>
      </w:pPr>
      <w:r w:rsidRPr="005D3A17">
        <w:rPr>
          <w:color w:val="FF0000"/>
          <w:sz w:val="28"/>
          <w:lang w:val="uk-UA"/>
        </w:rPr>
        <w:tab/>
      </w: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275751" w:rsidRPr="00206A10" w:rsidRDefault="00275751" w:rsidP="008C1943">
      <w:pPr>
        <w:ind w:firstLine="708"/>
        <w:jc w:val="both"/>
        <w:rPr>
          <w:sz w:val="28"/>
          <w:lang w:val="uk-UA"/>
        </w:rPr>
      </w:pPr>
      <w:r w:rsidRPr="00206A10">
        <w:rPr>
          <w:sz w:val="28"/>
          <w:lang w:val="uk-UA"/>
        </w:rPr>
        <w:t>Семінар-навчання з сільськими головами та секретарями сільських рад з питання забезпечення тимчасової зміни місця голосування виборця без зміни його виборчої адреси.</w:t>
      </w:r>
    </w:p>
    <w:p w:rsidR="00275751" w:rsidRPr="00206A10" w:rsidRDefault="00275751" w:rsidP="008C1943">
      <w:pPr>
        <w:ind w:left="2832" w:firstLine="6"/>
        <w:jc w:val="both"/>
        <w:rPr>
          <w:sz w:val="28"/>
          <w:lang w:val="uk-UA"/>
        </w:rPr>
      </w:pPr>
      <w:r w:rsidRPr="00206A10">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275751" w:rsidRPr="00FE6FDA" w:rsidRDefault="00275751" w:rsidP="008C1943">
      <w:pPr>
        <w:ind w:left="3540" w:firstLine="708"/>
        <w:jc w:val="both"/>
        <w:rPr>
          <w:sz w:val="16"/>
          <w:szCs w:val="16"/>
          <w:lang w:val="uk-UA"/>
        </w:rPr>
      </w:pPr>
    </w:p>
    <w:p w:rsidR="00275751" w:rsidRPr="00206A10" w:rsidRDefault="00275751" w:rsidP="008C1943">
      <w:pPr>
        <w:ind w:left="3540" w:firstLine="708"/>
        <w:jc w:val="both"/>
        <w:rPr>
          <w:bCs/>
          <w:sz w:val="28"/>
          <w:lang w:val="uk-UA"/>
        </w:rPr>
      </w:pPr>
      <w:r w:rsidRPr="00206A10">
        <w:rPr>
          <w:bCs/>
          <w:sz w:val="28"/>
          <w:lang w:val="uk-UA"/>
        </w:rPr>
        <w:t>Серпень</w:t>
      </w:r>
    </w:p>
    <w:p w:rsidR="00275751" w:rsidRPr="005D3A17" w:rsidRDefault="00275751" w:rsidP="008C1943">
      <w:pPr>
        <w:ind w:firstLine="708"/>
        <w:jc w:val="both"/>
        <w:rPr>
          <w:sz w:val="28"/>
          <w:lang w:val="uk-UA"/>
        </w:rPr>
      </w:pPr>
      <w:r w:rsidRPr="005D3A17">
        <w:rPr>
          <w:sz w:val="28"/>
          <w:lang w:val="uk-UA"/>
        </w:rPr>
        <w:t>Заходи щодо відзначення Дня Державного прапора України.</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 xml:space="preserve">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Заходи щодо відзначення Дня Незалежності України в районі.</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w:t>
      </w:r>
      <w:r w:rsidRPr="00537206">
        <w:rPr>
          <w:rFonts w:ascii="Times New Roman" w:hAnsi="Times New Roman"/>
          <w:color w:val="FF0000"/>
          <w:sz w:val="28"/>
          <w:lang w:val="uk-UA"/>
        </w:rPr>
        <w:t xml:space="preserve"> </w:t>
      </w:r>
      <w:r w:rsidRPr="005D3A17">
        <w:rPr>
          <w:rFonts w:ascii="Times New Roman" w:hAnsi="Times New Roman"/>
          <w:sz w:val="28"/>
          <w:lang w:val="uk-UA"/>
        </w:rPr>
        <w:t xml:space="preserve">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w:t>
      </w:r>
    </w:p>
    <w:p w:rsidR="00275751" w:rsidRPr="005D3A17" w:rsidRDefault="00275751" w:rsidP="008C1943">
      <w:pPr>
        <w:pStyle w:val="ListParagraph"/>
        <w:spacing w:after="0" w:line="240" w:lineRule="auto"/>
        <w:jc w:val="both"/>
        <w:rPr>
          <w:rFonts w:ascii="Times New Roman" w:hAnsi="Times New Roman"/>
          <w:sz w:val="28"/>
          <w:lang w:val="uk-UA"/>
        </w:rPr>
      </w:pPr>
      <w:r w:rsidRPr="005D3A17">
        <w:rPr>
          <w:rFonts w:ascii="Times New Roman" w:hAnsi="Times New Roman"/>
          <w:bCs/>
          <w:sz w:val="28"/>
          <w:szCs w:val="28"/>
          <w:lang w:val="uk-UA"/>
        </w:rPr>
        <w:t>Районне патріотичне свято «Україно моя рідна, вільна й незалежна!».</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Районні урочистості по вшануванню пам’яті культурно-освітнього діяча Г.С.Вашкевича.</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275751" w:rsidRPr="005D3A17" w:rsidRDefault="00275751" w:rsidP="008C1943">
      <w:pPr>
        <w:ind w:firstLine="708"/>
        <w:jc w:val="both"/>
        <w:rPr>
          <w:bCs/>
          <w:sz w:val="28"/>
          <w:lang w:val="uk-UA"/>
        </w:rPr>
      </w:pPr>
      <w:r w:rsidRPr="005D3A17">
        <w:rPr>
          <w:bCs/>
          <w:sz w:val="28"/>
          <w:lang w:val="uk-UA"/>
        </w:rPr>
        <w:t>Конференція педагогічних працівників району.</w:t>
      </w:r>
    </w:p>
    <w:p w:rsidR="00275751" w:rsidRPr="005D3A17" w:rsidRDefault="00275751"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5D3A17" w:rsidRDefault="00275751" w:rsidP="008C1943">
      <w:pPr>
        <w:ind w:firstLine="708"/>
        <w:jc w:val="both"/>
        <w:rPr>
          <w:bCs/>
          <w:sz w:val="28"/>
          <w:lang w:val="uk-UA"/>
        </w:rPr>
      </w:pPr>
      <w:r w:rsidRPr="005D3A17">
        <w:rPr>
          <w:bCs/>
          <w:sz w:val="28"/>
          <w:lang w:val="uk-UA"/>
        </w:rPr>
        <w:t>Районні змагання з легкої атлетики присвячені Всеукраїнському Олімпійському дню бігу.</w:t>
      </w:r>
    </w:p>
    <w:p w:rsidR="00275751" w:rsidRPr="005D3A17" w:rsidRDefault="00275751"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Матвієнко С.Г., головний спеціаліст відділу молоді та спорту управління освіти, молоді та спорту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організацію роботи районного територіального центру соціального обслуговування (надання соціальних послуг) щодо підготовки до роботи в осінньо-зимовий період 2016-2017 років».</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Лісна І.А., директор районного територіального центру соціального обслуговування (надання соціальних послуг)</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стан готовності навчальних закладів до організованого початку 2016-2017 навчального року. Підсумки рейду-огляду готовності навчальних закладів».</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Семінар-навчання з сільськими головами та секретарями сільських рад з питання: «Про вимоги до приміщень дільничних виборчих комісій та приміщень для голосування».</w:t>
      </w:r>
    </w:p>
    <w:p w:rsidR="00275751" w:rsidRPr="005D3A17" w:rsidRDefault="00275751" w:rsidP="008C1943">
      <w:pPr>
        <w:ind w:left="2832" w:firstLine="6"/>
        <w:jc w:val="both"/>
        <w:rPr>
          <w:sz w:val="28"/>
          <w:lang w:val="uk-UA"/>
        </w:rPr>
      </w:pPr>
      <w:r w:rsidRPr="005D3A17">
        <w:rPr>
          <w:sz w:val="28"/>
          <w:lang w:val="uk-UA"/>
        </w:rPr>
        <w:t xml:space="preserve">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 </w:t>
      </w:r>
    </w:p>
    <w:p w:rsidR="00275751" w:rsidRPr="005D3A17" w:rsidRDefault="00275751" w:rsidP="008C1943">
      <w:pPr>
        <w:ind w:firstLine="708"/>
        <w:jc w:val="both"/>
        <w:rPr>
          <w:sz w:val="28"/>
          <w:lang w:val="uk-UA"/>
        </w:rPr>
      </w:pPr>
      <w:r w:rsidRPr="005D3A17">
        <w:rPr>
          <w:sz w:val="28"/>
          <w:lang w:val="uk-UA"/>
        </w:rPr>
        <w:t>Засідання «круглого столу» на тему: «Аналіз діяльності дитячих будинків сімейного типу та прийомних сімей. Проблеми, перспективи та розвиток».</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Сушко М.М., директор районного центру соціальних служб для сім’ї, дітей та молоді</w:t>
      </w:r>
    </w:p>
    <w:p w:rsidR="00275751" w:rsidRPr="00FE6FDA" w:rsidRDefault="00275751" w:rsidP="008C1943">
      <w:pPr>
        <w:ind w:left="2835" w:hanging="2835"/>
        <w:jc w:val="both"/>
        <w:rPr>
          <w:sz w:val="16"/>
          <w:szCs w:val="16"/>
          <w:lang w:val="uk-UA"/>
        </w:rPr>
      </w:pPr>
    </w:p>
    <w:p w:rsidR="00275751" w:rsidRPr="00206A10" w:rsidRDefault="00275751" w:rsidP="008C1943">
      <w:pPr>
        <w:ind w:left="3540" w:firstLine="708"/>
        <w:jc w:val="both"/>
        <w:rPr>
          <w:bCs/>
          <w:sz w:val="28"/>
          <w:lang w:val="uk-UA"/>
        </w:rPr>
      </w:pPr>
      <w:r w:rsidRPr="00206A10">
        <w:rPr>
          <w:bCs/>
          <w:sz w:val="28"/>
          <w:lang w:val="uk-UA"/>
        </w:rPr>
        <w:t>Вересень</w:t>
      </w:r>
    </w:p>
    <w:p w:rsidR="00275751" w:rsidRPr="005D3A17" w:rsidRDefault="00275751" w:rsidP="008C1943">
      <w:pPr>
        <w:ind w:firstLine="708"/>
        <w:jc w:val="both"/>
        <w:rPr>
          <w:sz w:val="28"/>
          <w:lang w:val="uk-UA"/>
        </w:rPr>
      </w:pPr>
      <w:r w:rsidRPr="005D3A17">
        <w:rPr>
          <w:sz w:val="28"/>
          <w:lang w:val="uk-UA"/>
        </w:rPr>
        <w:t>Заходи з нагоди відзначення Дня Знань.</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Заходи до Дня фізичної культури і спорту.</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Матвієнко С.Г., головний спеціаліст відділу у справах молоді та спорту управління освіти, молоді та спорту районної державної адміністрації</w:t>
      </w:r>
    </w:p>
    <w:p w:rsidR="00275751" w:rsidRPr="005D3A17" w:rsidRDefault="00275751" w:rsidP="008C1943">
      <w:pPr>
        <w:ind w:firstLine="708"/>
        <w:jc w:val="both"/>
        <w:rPr>
          <w:sz w:val="28"/>
          <w:szCs w:val="28"/>
          <w:lang w:val="uk-UA"/>
        </w:rPr>
      </w:pPr>
      <w:r w:rsidRPr="005D3A17">
        <w:rPr>
          <w:sz w:val="28"/>
          <w:szCs w:val="28"/>
          <w:lang w:val="uk-UA"/>
        </w:rPr>
        <w:t>Районний фестиваль авторської пісні «Роменщина, оспівана в піснях».</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Громадсько-політичні заходи щодо відзначення 73-річниці визволення Роменщини від фашистських загарбників.</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 xml:space="preserve">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Заходи до Дня партизанської слави.</w:t>
      </w:r>
    </w:p>
    <w:p w:rsidR="00275751" w:rsidRPr="005D3A17" w:rsidRDefault="00275751" w:rsidP="008C1943">
      <w:pPr>
        <w:ind w:left="2832" w:firstLine="3"/>
        <w:jc w:val="both"/>
        <w:rPr>
          <w:sz w:val="28"/>
          <w:lang w:val="uk-UA"/>
        </w:rPr>
      </w:pPr>
      <w:r w:rsidRPr="005D3A17">
        <w:rPr>
          <w:sz w:val="28"/>
          <w:lang w:val="uk-UA"/>
        </w:rPr>
        <w:t xml:space="preserve">Татарінов В.М., перший заступник голови районної державної адміністрації; Сидоренко О.М., </w:t>
      </w:r>
      <w:r w:rsidRPr="005D3A17">
        <w:rPr>
          <w:sz w:val="28"/>
          <w:szCs w:val="28"/>
          <w:lang w:val="uk-UA"/>
        </w:rPr>
        <w:t>завідувач сектору забезпечення доступу</w:t>
      </w:r>
      <w:r w:rsidRPr="005D3A17">
        <w:rPr>
          <w:sz w:val="28"/>
          <w:lang w:val="uk-UA"/>
        </w:rPr>
        <w:t xml:space="preserve"> до публічної інформації та комунікацій з громадськістю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стан охоплення навчанням дітей та підлітків шкільного віку у загальноосвітніх навчальних закладах району».</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«Готовність об’єктів освітянської галузі до роботи в осінньо-зимовий період 2016-2017 років».</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9B5EA3" w:rsidRDefault="00275751" w:rsidP="008C1943">
      <w:pPr>
        <w:ind w:firstLine="708"/>
        <w:jc w:val="both"/>
        <w:rPr>
          <w:sz w:val="28"/>
          <w:lang w:val="uk-UA"/>
        </w:rPr>
      </w:pPr>
      <w:r w:rsidRPr="009B5EA3">
        <w:rPr>
          <w:sz w:val="28"/>
          <w:lang w:val="uk-UA"/>
        </w:rPr>
        <w:t xml:space="preserve">Засідання районного оперативного штабу з підготовки галузей економіки та соціальної сфери до роботи в осінньо-зимовий період 2016-2017 років. </w:t>
      </w:r>
    </w:p>
    <w:p w:rsidR="00275751" w:rsidRPr="009B5EA3" w:rsidRDefault="00275751" w:rsidP="008C1943">
      <w:pPr>
        <w:ind w:left="2832" w:firstLine="6"/>
        <w:jc w:val="both"/>
        <w:rPr>
          <w:sz w:val="28"/>
          <w:lang w:val="uk-UA"/>
        </w:rPr>
      </w:pPr>
      <w:r w:rsidRPr="009B5EA3">
        <w:rPr>
          <w:sz w:val="28"/>
          <w:lang w:val="uk-UA"/>
        </w:rPr>
        <w:t xml:space="preserve">Журенко Н.М., заступник голови районної державної адміністрації; </w:t>
      </w:r>
      <w:r>
        <w:rPr>
          <w:sz w:val="28"/>
          <w:lang w:val="uk-UA"/>
        </w:rPr>
        <w:t>Ведмідь В.О</w:t>
      </w:r>
      <w:r w:rsidRPr="006C7D57">
        <w:rPr>
          <w:sz w:val="28"/>
          <w:lang w:val="uk-UA"/>
        </w:rPr>
        <w:t>.</w:t>
      </w:r>
      <w:r w:rsidRPr="0095734A">
        <w:rPr>
          <w:sz w:val="28"/>
          <w:lang w:val="uk-UA"/>
        </w:rPr>
        <w:t xml:space="preserve">, </w:t>
      </w:r>
      <w:r>
        <w:rPr>
          <w:sz w:val="28"/>
          <w:lang w:val="uk-UA"/>
        </w:rPr>
        <w:t>начальник</w:t>
      </w:r>
      <w:r w:rsidRPr="0095734A">
        <w:rPr>
          <w:sz w:val="28"/>
          <w:lang w:val="uk-UA"/>
        </w:rPr>
        <w:t xml:space="preserve"> </w:t>
      </w:r>
      <w:r w:rsidRPr="009B5EA3">
        <w:rPr>
          <w:sz w:val="28"/>
          <w:lang w:val="uk-UA"/>
        </w:rPr>
        <w:t>відділу житлово-комунального господарства, будівництва, цивільного захисту та інфраструктури районної державної адміністрації</w:t>
      </w:r>
    </w:p>
    <w:p w:rsidR="00275751" w:rsidRPr="0095734A" w:rsidRDefault="00275751"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5D3A17">
        <w:rPr>
          <w:color w:val="FF0000"/>
          <w:sz w:val="28"/>
          <w:lang w:val="uk-UA"/>
        </w:rPr>
        <w:t xml:space="preserve"> </w:t>
      </w:r>
      <w:r w:rsidRPr="0095734A">
        <w:rPr>
          <w:sz w:val="28"/>
          <w:szCs w:val="28"/>
          <w:lang w:val="uk-UA"/>
        </w:rPr>
        <w:t xml:space="preserve">Ромни </w:t>
      </w:r>
      <w:r>
        <w:rPr>
          <w:sz w:val="28"/>
          <w:szCs w:val="28"/>
          <w:lang w:val="uk-UA"/>
        </w:rPr>
        <w:t>–</w:t>
      </w:r>
      <w:r w:rsidRPr="0095734A">
        <w:rPr>
          <w:sz w:val="28"/>
          <w:szCs w:val="28"/>
          <w:lang w:val="uk-UA"/>
        </w:rPr>
        <w:t xml:space="preserve"> Голінка</w:t>
      </w:r>
      <w:r>
        <w:rPr>
          <w:sz w:val="28"/>
          <w:szCs w:val="28"/>
          <w:lang w:val="uk-UA"/>
        </w:rPr>
        <w:t xml:space="preserve">, </w:t>
      </w:r>
    </w:p>
    <w:p w:rsidR="00275751" w:rsidRPr="0095734A" w:rsidRDefault="00275751" w:rsidP="008C1943">
      <w:pPr>
        <w:snapToGrid w:val="0"/>
        <w:ind w:left="-48" w:right="-3"/>
        <w:jc w:val="both"/>
        <w:rPr>
          <w:sz w:val="28"/>
          <w:szCs w:val="28"/>
          <w:lang w:val="uk-UA"/>
        </w:rPr>
      </w:pPr>
      <w:r w:rsidRPr="0095734A">
        <w:rPr>
          <w:sz w:val="28"/>
          <w:szCs w:val="28"/>
          <w:lang w:val="uk-UA"/>
        </w:rPr>
        <w:t xml:space="preserve">Ромни </w:t>
      </w:r>
      <w:r>
        <w:rPr>
          <w:sz w:val="28"/>
          <w:szCs w:val="28"/>
          <w:lang w:val="uk-UA"/>
        </w:rPr>
        <w:t>–</w:t>
      </w:r>
      <w:r w:rsidRPr="0095734A">
        <w:rPr>
          <w:sz w:val="28"/>
          <w:szCs w:val="28"/>
          <w:lang w:val="uk-UA"/>
        </w:rPr>
        <w:t xml:space="preserve"> Волошнівка</w:t>
      </w:r>
      <w:r>
        <w:rPr>
          <w:sz w:val="28"/>
          <w:szCs w:val="28"/>
          <w:lang w:val="uk-UA"/>
        </w:rPr>
        <w:t>.</w:t>
      </w:r>
    </w:p>
    <w:p w:rsidR="00275751" w:rsidRDefault="00275751" w:rsidP="008C1943">
      <w:pPr>
        <w:ind w:left="2832" w:firstLine="6"/>
        <w:jc w:val="both"/>
        <w:rPr>
          <w:sz w:val="28"/>
          <w:lang w:val="uk-UA"/>
        </w:rPr>
      </w:pP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Семінар-нарада фінансового управління районної державної адміністрації з бухгалтерами сільських рад та бухгалтерами і економістами головних розпорядників коштів районного бюджету щодо основних вимог по складанню бюджетних запитів на 2017 рік на основі програмно-цільового методу та основні вимоги щодо складання бюджетів на 2017 рік.</w:t>
      </w:r>
    </w:p>
    <w:p w:rsidR="00275751" w:rsidRPr="005D3A17" w:rsidRDefault="00275751" w:rsidP="008C1943">
      <w:pPr>
        <w:ind w:left="2832" w:firstLine="3"/>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275751" w:rsidRPr="00FE6FDA" w:rsidRDefault="00275751" w:rsidP="008C1943">
      <w:pPr>
        <w:ind w:left="2835" w:hanging="2835"/>
        <w:jc w:val="both"/>
        <w:rPr>
          <w:sz w:val="16"/>
          <w:szCs w:val="16"/>
          <w:lang w:val="uk-UA"/>
        </w:rPr>
      </w:pPr>
    </w:p>
    <w:p w:rsidR="00275751" w:rsidRPr="00206A10" w:rsidRDefault="00275751" w:rsidP="008C1943">
      <w:pPr>
        <w:ind w:left="3540" w:firstLine="708"/>
        <w:jc w:val="both"/>
        <w:rPr>
          <w:bCs/>
          <w:sz w:val="28"/>
          <w:lang w:val="uk-UA"/>
        </w:rPr>
      </w:pPr>
      <w:r w:rsidRPr="00206A10">
        <w:rPr>
          <w:bCs/>
          <w:sz w:val="28"/>
          <w:lang w:val="uk-UA"/>
        </w:rPr>
        <w:t>Жовтень</w:t>
      </w:r>
    </w:p>
    <w:p w:rsidR="00275751" w:rsidRPr="005D3A17" w:rsidRDefault="00275751" w:rsidP="008C1943">
      <w:pPr>
        <w:ind w:firstLine="708"/>
        <w:jc w:val="both"/>
        <w:rPr>
          <w:sz w:val="28"/>
          <w:lang w:val="uk-UA"/>
        </w:rPr>
      </w:pPr>
      <w:r w:rsidRPr="005D3A17">
        <w:rPr>
          <w:sz w:val="28"/>
          <w:lang w:val="uk-UA"/>
        </w:rPr>
        <w:t>Заходи щодо відзначення Дня працівників освіти в районі.</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5D3A17" w:rsidRDefault="00275751" w:rsidP="008C1943">
      <w:pPr>
        <w:pStyle w:val="ListParagraph"/>
        <w:spacing w:after="0" w:line="240" w:lineRule="auto"/>
        <w:ind w:left="0" w:firstLine="720"/>
        <w:jc w:val="both"/>
        <w:rPr>
          <w:rFonts w:ascii="Times New Roman" w:hAnsi="Times New Roman"/>
          <w:sz w:val="28"/>
          <w:szCs w:val="28"/>
          <w:lang w:val="uk-UA"/>
        </w:rPr>
      </w:pPr>
      <w:r w:rsidRPr="005D3A17">
        <w:rPr>
          <w:rFonts w:ascii="Times New Roman" w:hAnsi="Times New Roman"/>
          <w:sz w:val="28"/>
          <w:szCs w:val="28"/>
          <w:lang w:val="uk-UA"/>
        </w:rPr>
        <w:t>Районне свято до Дня українського козацтва та захисників України «А ми нашу славну Україну розвеселимо».</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 xml:space="preserve">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w:t>
      </w:r>
      <w:r>
        <w:rPr>
          <w:rFonts w:ascii="Times New Roman" w:hAnsi="Times New Roman"/>
          <w:sz w:val="28"/>
          <w:lang w:val="uk-UA"/>
        </w:rPr>
        <w:t>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Заходи до Дня захисника України та Дня Українського козацтва.</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 xml:space="preserve">Момот С.В., начальник відділу культури районної державної адміністрації; Сидоренко О.М., </w:t>
      </w:r>
      <w:r w:rsidRPr="005D3A17">
        <w:rPr>
          <w:rFonts w:ascii="Times New Roman" w:hAnsi="Times New Roman"/>
          <w:sz w:val="28"/>
          <w:szCs w:val="28"/>
          <w:lang w:val="uk-UA"/>
        </w:rPr>
        <w:t>завідувач сектору забезпечення доступу</w:t>
      </w:r>
      <w:r w:rsidRPr="005D3A17">
        <w:rPr>
          <w:rFonts w:ascii="Times New Roman" w:hAnsi="Times New Roman"/>
          <w:sz w:val="28"/>
          <w:lang w:val="uk-UA"/>
        </w:rPr>
        <w:t xml:space="preserve"> до публічної інформації та комунікацій з громадськістю апарату районної державної адміністрації</w:t>
      </w:r>
    </w:p>
    <w:p w:rsidR="00275751" w:rsidRPr="005D3A17" w:rsidRDefault="00275751" w:rsidP="008C1943">
      <w:pPr>
        <w:ind w:firstLine="708"/>
        <w:jc w:val="both"/>
        <w:rPr>
          <w:bCs/>
          <w:sz w:val="28"/>
          <w:lang w:val="uk-UA"/>
        </w:rPr>
      </w:pPr>
      <w:r w:rsidRPr="005D3A17">
        <w:rPr>
          <w:bCs/>
          <w:sz w:val="28"/>
          <w:lang w:val="uk-UA"/>
        </w:rPr>
        <w:t>Заходи з нагоди відзначення 72-річниці визволення України від фашистських загарбників.</w:t>
      </w:r>
    </w:p>
    <w:p w:rsidR="00275751" w:rsidRPr="005D3A17" w:rsidRDefault="00275751" w:rsidP="008C1943">
      <w:pPr>
        <w:ind w:left="2832"/>
        <w:jc w:val="both"/>
        <w:rPr>
          <w:sz w:val="28"/>
          <w:lang w:val="uk-UA"/>
        </w:rPr>
      </w:pPr>
      <w:r w:rsidRPr="005D3A17">
        <w:rPr>
          <w:sz w:val="28"/>
          <w:lang w:val="uk-UA"/>
        </w:rPr>
        <w:t xml:space="preserve">Татарінов В.М., перший заступник голови районної державної адміністрації; Сидоренко О.М., </w:t>
      </w:r>
      <w:r w:rsidRPr="005D3A17">
        <w:rPr>
          <w:sz w:val="28"/>
          <w:szCs w:val="28"/>
          <w:lang w:val="uk-UA"/>
        </w:rPr>
        <w:t>завідувач сектору забезпечення доступу</w:t>
      </w:r>
      <w:r w:rsidRPr="005D3A17">
        <w:rPr>
          <w:sz w:val="28"/>
          <w:lang w:val="uk-UA"/>
        </w:rPr>
        <w:t xml:space="preserve"> до публічної інформації та комунікацій з громадськістю апарату районної державної адміністрації</w:t>
      </w:r>
    </w:p>
    <w:p w:rsidR="00275751" w:rsidRPr="00261EA0" w:rsidRDefault="00275751" w:rsidP="008C1943">
      <w:pPr>
        <w:snapToGrid w:val="0"/>
        <w:ind w:left="-48" w:right="-3" w:firstLine="756"/>
        <w:jc w:val="both"/>
        <w:rPr>
          <w:sz w:val="28"/>
          <w:szCs w:val="28"/>
          <w:lang w:val="uk-UA"/>
        </w:rPr>
      </w:pPr>
      <w:r w:rsidRPr="003D3C25">
        <w:rPr>
          <w:sz w:val="28"/>
          <w:szCs w:val="28"/>
          <w:lang w:val="uk-UA"/>
        </w:rPr>
        <w:t>Нарада при заступникові голови районної державної адміністрації Журенко Н.М. з питанн</w:t>
      </w:r>
      <w:r w:rsidRPr="00585251">
        <w:rPr>
          <w:sz w:val="28"/>
          <w:szCs w:val="28"/>
          <w:lang w:val="uk-UA"/>
        </w:rPr>
        <w:t>я</w:t>
      </w:r>
      <w:r>
        <w:rPr>
          <w:sz w:val="28"/>
          <w:szCs w:val="28"/>
          <w:lang w:val="uk-UA"/>
        </w:rPr>
        <w:t>: «</w:t>
      </w:r>
      <w:r w:rsidRPr="00261EA0">
        <w:rPr>
          <w:sz w:val="28"/>
          <w:szCs w:val="28"/>
          <w:lang w:val="uk-UA"/>
        </w:rPr>
        <w:t xml:space="preserve">Стан перевезення пільгової категорії населення станом на </w:t>
      </w:r>
      <w:r>
        <w:rPr>
          <w:sz w:val="28"/>
          <w:szCs w:val="28"/>
          <w:lang w:val="uk-UA"/>
        </w:rPr>
        <w:t>0</w:t>
      </w:r>
      <w:r w:rsidRPr="00261EA0">
        <w:rPr>
          <w:sz w:val="28"/>
          <w:szCs w:val="28"/>
          <w:lang w:val="uk-UA"/>
        </w:rPr>
        <w:t>1.10.2016</w:t>
      </w:r>
      <w:r>
        <w:rPr>
          <w:sz w:val="28"/>
          <w:szCs w:val="28"/>
          <w:lang w:val="uk-UA"/>
        </w:rPr>
        <w:t>».</w:t>
      </w:r>
      <w:r w:rsidRPr="00261EA0">
        <w:rPr>
          <w:sz w:val="28"/>
          <w:szCs w:val="28"/>
          <w:lang w:val="uk-UA"/>
        </w:rPr>
        <w:t xml:space="preserve"> </w:t>
      </w:r>
    </w:p>
    <w:p w:rsidR="00275751" w:rsidRPr="003D3C25" w:rsidRDefault="00275751" w:rsidP="008C1943">
      <w:pPr>
        <w:ind w:left="2832" w:firstLine="6"/>
        <w:jc w:val="both"/>
        <w:rPr>
          <w:bCs/>
          <w:sz w:val="28"/>
          <w:lang w:val="uk-UA"/>
        </w:rPr>
      </w:pPr>
      <w:r w:rsidRPr="005D3A17">
        <w:rPr>
          <w:sz w:val="28"/>
          <w:lang w:val="uk-UA"/>
        </w:rPr>
        <w:t xml:space="preserve">Журенко Н.М., заступник голови районної державної адміністрації; </w:t>
      </w:r>
      <w:r w:rsidRPr="00136F2C">
        <w:rPr>
          <w:sz w:val="28"/>
          <w:lang w:val="uk-UA"/>
        </w:rPr>
        <w:t xml:space="preserve">Радченко Л.Г., головний спеціаліст відділу житлово-комунального господарства, будівництва, цивільного захисту та інфраструктури </w:t>
      </w:r>
      <w:r w:rsidRPr="003D3C25">
        <w:rPr>
          <w:sz w:val="28"/>
          <w:lang w:val="uk-UA"/>
        </w:rPr>
        <w:t>районної державної адміністрації</w:t>
      </w:r>
    </w:p>
    <w:p w:rsidR="00275751" w:rsidRPr="001B6B1A" w:rsidRDefault="00275751" w:rsidP="008C1943">
      <w:pPr>
        <w:suppressAutoHyphens/>
        <w:snapToGrid w:val="0"/>
        <w:ind w:left="-48" w:right="-3" w:firstLine="756"/>
        <w:jc w:val="both"/>
        <w:rPr>
          <w:sz w:val="28"/>
          <w:szCs w:val="28"/>
          <w:lang w:val="uk-UA"/>
        </w:rPr>
      </w:pPr>
      <w:r w:rsidRPr="003D3C25">
        <w:rPr>
          <w:sz w:val="28"/>
          <w:szCs w:val="28"/>
          <w:lang w:val="uk-UA"/>
        </w:rPr>
        <w:t xml:space="preserve">Нарада при заступникові голови районної державної адміністрації Журенко Н.М. з </w:t>
      </w:r>
      <w:r>
        <w:rPr>
          <w:sz w:val="28"/>
          <w:szCs w:val="28"/>
          <w:lang w:val="uk-UA"/>
        </w:rPr>
        <w:t>питання: «</w:t>
      </w:r>
      <w:r w:rsidRPr="001B6B1A">
        <w:rPr>
          <w:sz w:val="28"/>
          <w:szCs w:val="28"/>
          <w:lang w:val="uk-UA"/>
        </w:rPr>
        <w:t>Про стан транспортного забезпечення населення Роменського району в</w:t>
      </w:r>
      <w:r w:rsidRPr="001B6B1A">
        <w:rPr>
          <w:sz w:val="28"/>
          <w:szCs w:val="28"/>
        </w:rPr>
        <w:t xml:space="preserve"> </w:t>
      </w:r>
      <w:r w:rsidRPr="001B6B1A">
        <w:rPr>
          <w:sz w:val="28"/>
          <w:szCs w:val="28"/>
          <w:lang w:val="en-US"/>
        </w:rPr>
        <w:t>III</w:t>
      </w:r>
      <w:r w:rsidRPr="001B6B1A">
        <w:rPr>
          <w:sz w:val="28"/>
          <w:szCs w:val="28"/>
        </w:rPr>
        <w:t xml:space="preserve"> </w:t>
      </w:r>
      <w:r w:rsidRPr="001B6B1A">
        <w:rPr>
          <w:sz w:val="28"/>
          <w:szCs w:val="28"/>
          <w:lang w:val="uk-UA"/>
        </w:rPr>
        <w:t>кварталі 2016 року</w:t>
      </w:r>
      <w:r>
        <w:rPr>
          <w:sz w:val="28"/>
          <w:szCs w:val="28"/>
          <w:lang w:val="uk-UA"/>
        </w:rPr>
        <w:t>».</w:t>
      </w:r>
      <w:r w:rsidRPr="001B6B1A">
        <w:rPr>
          <w:sz w:val="28"/>
          <w:szCs w:val="28"/>
          <w:lang w:val="uk-UA"/>
        </w:rPr>
        <w:t xml:space="preserve"> </w:t>
      </w:r>
    </w:p>
    <w:p w:rsidR="00275751" w:rsidRPr="001B6B1A" w:rsidRDefault="00275751" w:rsidP="008C1943">
      <w:pPr>
        <w:ind w:left="2832" w:firstLine="6"/>
        <w:jc w:val="both"/>
        <w:rPr>
          <w:bCs/>
          <w:sz w:val="28"/>
          <w:lang w:val="uk-UA"/>
        </w:rPr>
      </w:pPr>
      <w:r w:rsidRPr="005D3A17">
        <w:rPr>
          <w:sz w:val="28"/>
          <w:lang w:val="uk-UA"/>
        </w:rPr>
        <w:t xml:space="preserve">Журенко Н.М., заступник голови районної державної адміністрації; </w:t>
      </w:r>
      <w:r w:rsidRPr="00136F2C">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275751" w:rsidRDefault="00275751" w:rsidP="008C1943">
      <w:pPr>
        <w:snapToGrid w:val="0"/>
        <w:ind w:left="-48" w:right="-3" w:firstLine="756"/>
        <w:jc w:val="both"/>
        <w:rPr>
          <w:sz w:val="28"/>
          <w:szCs w:val="28"/>
          <w:lang w:val="uk-UA"/>
        </w:rPr>
      </w:pPr>
      <w:r w:rsidRPr="003D3C25">
        <w:rPr>
          <w:sz w:val="28"/>
          <w:szCs w:val="28"/>
          <w:lang w:val="uk-UA"/>
        </w:rPr>
        <w:t>Нарада при заступникові голови районної державної адміністрації Журенко Н.М. з</w:t>
      </w:r>
      <w:r>
        <w:rPr>
          <w:sz w:val="28"/>
          <w:szCs w:val="28"/>
          <w:lang w:val="uk-UA"/>
        </w:rPr>
        <w:t xml:space="preserve"> питання: «</w:t>
      </w:r>
      <w:r w:rsidRPr="001B6B1A">
        <w:rPr>
          <w:sz w:val="28"/>
          <w:szCs w:val="28"/>
          <w:lang w:val="uk-UA"/>
        </w:rPr>
        <w:t xml:space="preserve">Про стан забезпечення населення району скрапленим газом в </w:t>
      </w:r>
      <w:r w:rsidRPr="001B6B1A">
        <w:rPr>
          <w:sz w:val="28"/>
          <w:szCs w:val="28"/>
          <w:lang w:val="en-US"/>
        </w:rPr>
        <w:t>III</w:t>
      </w:r>
      <w:r w:rsidRPr="001B6B1A">
        <w:rPr>
          <w:sz w:val="28"/>
          <w:szCs w:val="28"/>
        </w:rPr>
        <w:t xml:space="preserve"> </w:t>
      </w:r>
      <w:r w:rsidRPr="001B6B1A">
        <w:rPr>
          <w:sz w:val="28"/>
          <w:szCs w:val="28"/>
          <w:lang w:val="uk-UA"/>
        </w:rPr>
        <w:t>кварталі 2016 року</w:t>
      </w:r>
      <w:r>
        <w:rPr>
          <w:sz w:val="28"/>
          <w:szCs w:val="28"/>
          <w:lang w:val="uk-UA"/>
        </w:rPr>
        <w:t>».</w:t>
      </w:r>
    </w:p>
    <w:p w:rsidR="00275751" w:rsidRPr="00F555CD" w:rsidRDefault="00275751" w:rsidP="008C1943">
      <w:pPr>
        <w:ind w:left="2832" w:firstLine="6"/>
        <w:jc w:val="both"/>
        <w:rPr>
          <w:bCs/>
          <w:sz w:val="28"/>
          <w:lang w:val="uk-UA"/>
        </w:rPr>
      </w:pPr>
      <w:r w:rsidRPr="005D3A17">
        <w:rPr>
          <w:sz w:val="28"/>
          <w:lang w:val="uk-UA"/>
        </w:rPr>
        <w:t xml:space="preserve">Журенко Н.М., заступник голови районної державної адміністрації; </w:t>
      </w:r>
      <w:r>
        <w:rPr>
          <w:sz w:val="28"/>
          <w:lang w:val="uk-UA"/>
        </w:rPr>
        <w:t>Ведмідь В.О</w:t>
      </w:r>
      <w:r w:rsidRPr="006C7D57">
        <w:rPr>
          <w:sz w:val="28"/>
          <w:lang w:val="uk-UA"/>
        </w:rPr>
        <w:t>.</w:t>
      </w:r>
      <w:r w:rsidRPr="0095734A">
        <w:rPr>
          <w:sz w:val="28"/>
          <w:lang w:val="uk-UA"/>
        </w:rPr>
        <w:t xml:space="preserve">, </w:t>
      </w:r>
      <w:r>
        <w:rPr>
          <w:sz w:val="28"/>
          <w:lang w:val="uk-UA"/>
        </w:rPr>
        <w:t>начальник</w:t>
      </w:r>
      <w:r w:rsidRPr="0095734A">
        <w:rPr>
          <w:sz w:val="28"/>
          <w:lang w:val="uk-UA"/>
        </w:rPr>
        <w:t xml:space="preserve"> </w:t>
      </w:r>
      <w:r w:rsidRPr="00136F2C">
        <w:rPr>
          <w:sz w:val="28"/>
          <w:lang w:val="uk-UA"/>
        </w:rPr>
        <w:t>відділу житлово-комунального господарства, будівництва, цивільного захисту та інфраструктури районної державної адміністрації</w:t>
      </w:r>
    </w:p>
    <w:p w:rsidR="00275751" w:rsidRPr="00136F2C" w:rsidRDefault="00275751"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автобусному маршруті</w:t>
      </w:r>
      <w:r w:rsidRPr="005D3A17">
        <w:rPr>
          <w:color w:val="FF0000"/>
          <w:sz w:val="28"/>
          <w:lang w:val="uk-UA"/>
        </w:rPr>
        <w:t xml:space="preserve"> </w:t>
      </w:r>
      <w:r w:rsidRPr="00136F2C">
        <w:rPr>
          <w:sz w:val="28"/>
          <w:szCs w:val="28"/>
          <w:lang w:val="uk-UA"/>
        </w:rPr>
        <w:t>Ромни – Гринівка,</w:t>
      </w:r>
    </w:p>
    <w:p w:rsidR="00275751" w:rsidRPr="00136F2C" w:rsidRDefault="00275751" w:rsidP="008C1943">
      <w:pPr>
        <w:snapToGrid w:val="0"/>
        <w:ind w:left="-48" w:right="-3"/>
        <w:jc w:val="both"/>
        <w:rPr>
          <w:sz w:val="28"/>
          <w:szCs w:val="28"/>
          <w:lang w:val="uk-UA"/>
        </w:rPr>
      </w:pPr>
      <w:r w:rsidRPr="00136F2C">
        <w:rPr>
          <w:sz w:val="28"/>
          <w:szCs w:val="28"/>
          <w:lang w:val="uk-UA"/>
        </w:rPr>
        <w:t xml:space="preserve">Ромни </w:t>
      </w:r>
      <w:r>
        <w:rPr>
          <w:sz w:val="28"/>
          <w:szCs w:val="28"/>
          <w:lang w:val="uk-UA"/>
        </w:rPr>
        <w:t>–</w:t>
      </w:r>
      <w:r w:rsidRPr="00136F2C">
        <w:rPr>
          <w:sz w:val="28"/>
          <w:szCs w:val="28"/>
          <w:lang w:val="uk-UA"/>
        </w:rPr>
        <w:t xml:space="preserve"> Коновали</w:t>
      </w:r>
      <w:r>
        <w:rPr>
          <w:sz w:val="28"/>
          <w:szCs w:val="28"/>
          <w:lang w:val="uk-UA"/>
        </w:rPr>
        <w:t>.</w:t>
      </w:r>
    </w:p>
    <w:p w:rsidR="00275751" w:rsidRPr="00136F2C" w:rsidRDefault="00275751" w:rsidP="008C1943">
      <w:pPr>
        <w:snapToGrid w:val="0"/>
        <w:ind w:left="2832" w:right="-3" w:firstLine="48"/>
        <w:jc w:val="both"/>
        <w:rPr>
          <w:sz w:val="28"/>
          <w:lang w:val="uk-UA"/>
        </w:rPr>
      </w:pPr>
      <w:r w:rsidRPr="005D3A17">
        <w:rPr>
          <w:sz w:val="28"/>
          <w:lang w:val="uk-UA"/>
        </w:rPr>
        <w:t xml:space="preserve">Журенко Н.М., заступник голови районної державної адміністрації; </w:t>
      </w:r>
      <w:r w:rsidRPr="0095734A">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Семінар-навчання з сільськими головами та секретарями сільських рад з питання: «Про форми заяв осіб щодо включення, внесення змін до персональних даних в державний реєстр виборців та повідомлення про включення (внесення змін) виборця до державного реєстру виборців».</w:t>
      </w:r>
    </w:p>
    <w:p w:rsidR="00275751" w:rsidRPr="005D3A17" w:rsidRDefault="00275751" w:rsidP="008C1943">
      <w:pPr>
        <w:ind w:left="2832" w:firstLine="6"/>
        <w:jc w:val="both"/>
        <w:rPr>
          <w:sz w:val="28"/>
          <w:lang w:val="uk-UA"/>
        </w:rPr>
      </w:pPr>
      <w:r w:rsidRPr="005D3A17">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стан здійснення медичного обслуговування учнів у загальноосвітніх навчальних закладах району».</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FE6FDA" w:rsidRDefault="00275751" w:rsidP="008C1943">
      <w:pPr>
        <w:ind w:left="3540" w:firstLine="708"/>
        <w:jc w:val="both"/>
        <w:rPr>
          <w:bCs/>
          <w:sz w:val="16"/>
          <w:szCs w:val="16"/>
          <w:lang w:val="uk-UA"/>
        </w:rPr>
      </w:pPr>
    </w:p>
    <w:p w:rsidR="00275751" w:rsidRPr="00206A10" w:rsidRDefault="00275751" w:rsidP="008C1943">
      <w:pPr>
        <w:ind w:left="3540" w:firstLine="708"/>
        <w:jc w:val="both"/>
        <w:rPr>
          <w:bCs/>
          <w:sz w:val="28"/>
          <w:lang w:val="uk-UA"/>
        </w:rPr>
      </w:pPr>
      <w:r w:rsidRPr="00206A10">
        <w:rPr>
          <w:bCs/>
          <w:sz w:val="28"/>
          <w:lang w:val="uk-UA"/>
        </w:rPr>
        <w:t>Листопад</w:t>
      </w:r>
    </w:p>
    <w:p w:rsidR="00275751" w:rsidRPr="005D3A17" w:rsidRDefault="00275751" w:rsidP="008C1943">
      <w:pPr>
        <w:ind w:firstLine="708"/>
        <w:jc w:val="both"/>
        <w:rPr>
          <w:sz w:val="28"/>
          <w:lang w:val="uk-UA"/>
        </w:rPr>
      </w:pPr>
      <w:r w:rsidRPr="005D3A17">
        <w:rPr>
          <w:sz w:val="28"/>
          <w:lang w:val="uk-UA"/>
        </w:rPr>
        <w:t>Навчання з сільськими головами та головними розпорядниками коштів районного бюджету щодо завершення 2016 бюджетного року та основні вимоги щодо складання бюджетів на 2017 рік.</w:t>
      </w:r>
    </w:p>
    <w:p w:rsidR="00275751" w:rsidRPr="005D3A17" w:rsidRDefault="00275751" w:rsidP="008C1943">
      <w:pPr>
        <w:ind w:left="2832" w:firstLine="3"/>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Заходи щодо відзначення в районі Дня працівників сільського господарства.</w:t>
      </w:r>
    </w:p>
    <w:p w:rsidR="00275751" w:rsidRPr="005D3A17" w:rsidRDefault="00275751" w:rsidP="008C1943">
      <w:pPr>
        <w:ind w:left="2832"/>
        <w:jc w:val="both"/>
        <w:rPr>
          <w:sz w:val="28"/>
          <w:lang w:val="uk-UA"/>
        </w:rPr>
      </w:pPr>
      <w:r w:rsidRPr="005D3A17">
        <w:rPr>
          <w:sz w:val="28"/>
          <w:szCs w:val="28"/>
          <w:lang w:val="uk-UA"/>
        </w:rPr>
        <w:t xml:space="preserve">Журенко Н.М., заступник голови районної державної адміністрації; </w:t>
      </w:r>
      <w:r>
        <w:rPr>
          <w:sz w:val="28"/>
          <w:szCs w:val="28"/>
          <w:lang w:val="uk-UA"/>
        </w:rPr>
        <w:t>Псарьова А.М</w:t>
      </w:r>
      <w:r w:rsidRPr="005D3A17">
        <w:rPr>
          <w:sz w:val="28"/>
          <w:szCs w:val="28"/>
          <w:lang w:val="uk-UA"/>
        </w:rPr>
        <w:t>.</w:t>
      </w:r>
      <w:r w:rsidRPr="005D3A17">
        <w:rPr>
          <w:sz w:val="28"/>
          <w:lang w:val="uk-UA"/>
        </w:rPr>
        <w:t xml:space="preserve">, </w:t>
      </w:r>
      <w:r>
        <w:rPr>
          <w:sz w:val="28"/>
          <w:lang w:val="uk-UA"/>
        </w:rPr>
        <w:t>тимчасово виконуюч</w:t>
      </w:r>
      <w:r w:rsidRPr="00C94A2A">
        <w:rPr>
          <w:sz w:val="28"/>
          <w:lang w:val="uk-UA"/>
        </w:rPr>
        <w:t>ий</w:t>
      </w:r>
      <w:r>
        <w:rPr>
          <w:sz w:val="28"/>
          <w:lang w:val="uk-UA"/>
        </w:rPr>
        <w:t xml:space="preserve"> обов’язки </w:t>
      </w:r>
      <w:r w:rsidRPr="005D3A17">
        <w:rPr>
          <w:sz w:val="28"/>
          <w:lang w:val="uk-UA"/>
        </w:rPr>
        <w:t>начальник</w:t>
      </w:r>
      <w:r>
        <w:rPr>
          <w:sz w:val="28"/>
          <w:lang w:val="uk-UA"/>
        </w:rPr>
        <w:t>а</w:t>
      </w:r>
      <w:r w:rsidRPr="005D3A17">
        <w:rPr>
          <w:sz w:val="28"/>
          <w:lang w:val="uk-UA"/>
        </w:rPr>
        <w:t xml:space="preserve"> відділу агропромислового розвитку районної державної адміністрації</w:t>
      </w:r>
    </w:p>
    <w:p w:rsidR="00275751" w:rsidRPr="005D3A17" w:rsidRDefault="00275751" w:rsidP="008C1943">
      <w:pPr>
        <w:ind w:firstLine="708"/>
        <w:jc w:val="both"/>
        <w:rPr>
          <w:sz w:val="28"/>
          <w:szCs w:val="28"/>
          <w:lang w:val="uk-UA"/>
        </w:rPr>
      </w:pPr>
      <w:r w:rsidRPr="005D3A17">
        <w:rPr>
          <w:sz w:val="28"/>
          <w:szCs w:val="28"/>
          <w:lang w:val="uk-UA"/>
        </w:rPr>
        <w:t xml:space="preserve">Заходи до Дня Гідності і Свободи. </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275751" w:rsidRPr="005D3A17" w:rsidRDefault="00275751" w:rsidP="008C1943">
      <w:pPr>
        <w:ind w:left="2835" w:hanging="2127"/>
        <w:jc w:val="both"/>
        <w:rPr>
          <w:sz w:val="28"/>
          <w:lang w:val="uk-UA"/>
        </w:rPr>
      </w:pPr>
      <w:r w:rsidRPr="005D3A17">
        <w:rPr>
          <w:sz w:val="28"/>
          <w:lang w:val="uk-UA"/>
        </w:rPr>
        <w:t>Заходи</w:t>
      </w:r>
      <w:r w:rsidRPr="005D3A17">
        <w:rPr>
          <w:b/>
          <w:sz w:val="28"/>
          <w:lang w:val="uk-UA"/>
        </w:rPr>
        <w:t xml:space="preserve"> </w:t>
      </w:r>
      <w:r w:rsidRPr="005D3A17">
        <w:rPr>
          <w:sz w:val="28"/>
          <w:lang w:val="uk-UA"/>
        </w:rPr>
        <w:t>щодо вшанування пам’яті жертв голодоморів в Україні.</w:t>
      </w:r>
    </w:p>
    <w:p w:rsidR="00275751" w:rsidRPr="005D3A17" w:rsidRDefault="00275751" w:rsidP="008C1943">
      <w:pPr>
        <w:ind w:left="2832" w:firstLine="3"/>
        <w:jc w:val="both"/>
        <w:rPr>
          <w:sz w:val="28"/>
          <w:lang w:val="uk-UA"/>
        </w:rPr>
      </w:pPr>
      <w:r w:rsidRPr="005D3A17">
        <w:rPr>
          <w:sz w:val="28"/>
          <w:lang w:val="uk-UA"/>
        </w:rPr>
        <w:t xml:space="preserve">Татарінов В.М., перший заступник голови районної державної адміністрації; Сидоренко О.М., </w:t>
      </w:r>
      <w:r w:rsidRPr="005D3A17">
        <w:rPr>
          <w:sz w:val="28"/>
          <w:szCs w:val="28"/>
          <w:lang w:val="uk-UA"/>
        </w:rPr>
        <w:t>завідувач сектору забезпечення доступу</w:t>
      </w:r>
      <w:r w:rsidRPr="005D3A17">
        <w:rPr>
          <w:sz w:val="28"/>
          <w:lang w:val="uk-UA"/>
        </w:rPr>
        <w:t xml:space="preserve"> до публічної інформації та комунікацій з громадськістю апарату районної державної адміністрації</w:t>
      </w:r>
    </w:p>
    <w:p w:rsidR="00275751" w:rsidRPr="005D3A17" w:rsidRDefault="00275751" w:rsidP="008C1943">
      <w:pPr>
        <w:ind w:firstLine="708"/>
        <w:jc w:val="both"/>
        <w:rPr>
          <w:bCs/>
          <w:sz w:val="28"/>
          <w:lang w:val="uk-UA"/>
        </w:rPr>
      </w:pPr>
      <w:r w:rsidRPr="005D3A17">
        <w:rPr>
          <w:bCs/>
          <w:sz w:val="28"/>
          <w:lang w:val="uk-UA"/>
        </w:rPr>
        <w:t>Засідання робочої групи з питань вивчення стану ефективності здійснення структурними підрозділами районної державної адміністрації контролю за виконанням завдань, визначених документами влади вищого рівня.</w:t>
      </w:r>
    </w:p>
    <w:p w:rsidR="00275751" w:rsidRPr="005D3A17" w:rsidRDefault="00275751" w:rsidP="008C1943">
      <w:pPr>
        <w:pStyle w:val="Heading4"/>
        <w:ind w:left="2835" w:firstLine="45"/>
      </w:pPr>
      <w:r w:rsidRPr="005D3A17">
        <w:t>Татарінов В.М., перший заступник голови районної державної адміністрації; Кишун Л.В., завідувач сектору контролю апарату районної державної адміністрації</w:t>
      </w:r>
    </w:p>
    <w:p w:rsidR="00275751" w:rsidRPr="00136F2C" w:rsidRDefault="00275751"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5D3A17">
        <w:rPr>
          <w:color w:val="FF0000"/>
          <w:sz w:val="28"/>
          <w:lang w:val="uk-UA"/>
        </w:rPr>
        <w:t xml:space="preserve"> </w:t>
      </w:r>
      <w:r w:rsidRPr="00136F2C">
        <w:rPr>
          <w:sz w:val="28"/>
          <w:szCs w:val="28"/>
          <w:lang w:val="uk-UA"/>
        </w:rPr>
        <w:t xml:space="preserve">Ромни </w:t>
      </w:r>
      <w:r>
        <w:rPr>
          <w:sz w:val="28"/>
          <w:szCs w:val="28"/>
          <w:lang w:val="uk-UA"/>
        </w:rPr>
        <w:t>–</w:t>
      </w:r>
      <w:r w:rsidRPr="00136F2C">
        <w:rPr>
          <w:sz w:val="28"/>
          <w:szCs w:val="28"/>
          <w:lang w:val="uk-UA"/>
        </w:rPr>
        <w:t xml:space="preserve"> Галка</w:t>
      </w:r>
      <w:r>
        <w:rPr>
          <w:sz w:val="28"/>
          <w:szCs w:val="28"/>
          <w:lang w:val="uk-UA"/>
        </w:rPr>
        <w:t xml:space="preserve">, </w:t>
      </w:r>
    </w:p>
    <w:p w:rsidR="00275751" w:rsidRPr="00136F2C" w:rsidRDefault="00275751" w:rsidP="008C1943">
      <w:pPr>
        <w:snapToGrid w:val="0"/>
        <w:ind w:left="-48" w:right="-3"/>
        <w:jc w:val="both"/>
        <w:rPr>
          <w:sz w:val="28"/>
          <w:szCs w:val="28"/>
          <w:lang w:val="uk-UA"/>
        </w:rPr>
      </w:pPr>
      <w:r w:rsidRPr="00136F2C">
        <w:rPr>
          <w:sz w:val="28"/>
          <w:szCs w:val="28"/>
          <w:lang w:val="uk-UA"/>
        </w:rPr>
        <w:t xml:space="preserve">Ромни </w:t>
      </w:r>
      <w:r>
        <w:rPr>
          <w:sz w:val="28"/>
          <w:szCs w:val="28"/>
          <w:lang w:val="uk-UA"/>
        </w:rPr>
        <w:t>–</w:t>
      </w:r>
      <w:r w:rsidRPr="00136F2C">
        <w:rPr>
          <w:sz w:val="28"/>
          <w:szCs w:val="28"/>
          <w:lang w:val="uk-UA"/>
        </w:rPr>
        <w:t xml:space="preserve"> Сененкове</w:t>
      </w:r>
      <w:r>
        <w:rPr>
          <w:sz w:val="28"/>
          <w:szCs w:val="28"/>
          <w:lang w:val="uk-UA"/>
        </w:rPr>
        <w:t xml:space="preserve">, </w:t>
      </w:r>
      <w:r w:rsidRPr="00136F2C">
        <w:rPr>
          <w:sz w:val="28"/>
          <w:szCs w:val="28"/>
          <w:lang w:val="uk-UA"/>
        </w:rPr>
        <w:t xml:space="preserve">Ромни </w:t>
      </w:r>
      <w:r>
        <w:rPr>
          <w:sz w:val="28"/>
          <w:szCs w:val="28"/>
          <w:lang w:val="uk-UA"/>
        </w:rPr>
        <w:t>–</w:t>
      </w:r>
      <w:r w:rsidRPr="00136F2C">
        <w:rPr>
          <w:sz w:val="28"/>
          <w:szCs w:val="28"/>
          <w:lang w:val="uk-UA"/>
        </w:rPr>
        <w:t xml:space="preserve"> Левондівка</w:t>
      </w:r>
      <w:r>
        <w:rPr>
          <w:sz w:val="28"/>
          <w:szCs w:val="28"/>
          <w:lang w:val="uk-UA"/>
        </w:rPr>
        <w:t>.</w:t>
      </w:r>
    </w:p>
    <w:p w:rsidR="00275751" w:rsidRPr="00136F2C" w:rsidRDefault="00275751" w:rsidP="008C1943">
      <w:pPr>
        <w:ind w:left="2832" w:firstLine="6"/>
        <w:jc w:val="both"/>
        <w:rPr>
          <w:bCs/>
          <w:sz w:val="28"/>
          <w:lang w:val="uk-UA"/>
        </w:rPr>
      </w:pPr>
      <w:r w:rsidRPr="005D3A17">
        <w:rPr>
          <w:sz w:val="28"/>
          <w:lang w:val="uk-UA"/>
        </w:rPr>
        <w:t xml:space="preserve">Журенко Н.М., заступник голови районної державної адміністрації; </w:t>
      </w:r>
      <w:r w:rsidRPr="00136F2C">
        <w:rPr>
          <w:sz w:val="28"/>
          <w:lang w:val="uk-UA"/>
        </w:rPr>
        <w:t>Радченко Л.Г., головний спеціаліст відділу житлово-комунального господарства, будівництва, цивільного захисту та інфраструктури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«Реалізація державної політики в галузі фізкультури і спорту».</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хід виконання розпорядження голови Роменської районної державної адміністрації від 05 листопада 2015 року № 270-ОД «Про організацію системи координації і контролю надання допомоги учасникам антитерористичної операції та членам їх сімей у Роменському районі».</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Сушко М.М., директор районного центру соціальних служб для сім’ї, дітей та молоді</w:t>
      </w:r>
    </w:p>
    <w:p w:rsidR="00275751" w:rsidRPr="00FE6FDA" w:rsidRDefault="00275751" w:rsidP="008C1943">
      <w:pPr>
        <w:jc w:val="both"/>
        <w:rPr>
          <w:bCs/>
          <w:sz w:val="16"/>
          <w:szCs w:val="16"/>
          <w:lang w:val="uk-UA"/>
        </w:rPr>
      </w:pPr>
    </w:p>
    <w:p w:rsidR="00275751" w:rsidRPr="00206A10" w:rsidRDefault="00275751" w:rsidP="008C1943">
      <w:pPr>
        <w:ind w:left="3540" w:firstLine="708"/>
        <w:jc w:val="both"/>
        <w:rPr>
          <w:bCs/>
          <w:sz w:val="28"/>
          <w:lang w:val="uk-UA"/>
        </w:rPr>
      </w:pPr>
      <w:r w:rsidRPr="00206A10">
        <w:rPr>
          <w:bCs/>
          <w:sz w:val="28"/>
          <w:lang w:val="uk-UA"/>
        </w:rPr>
        <w:t>Грудень</w:t>
      </w:r>
    </w:p>
    <w:p w:rsidR="00275751" w:rsidRPr="005D3A17" w:rsidRDefault="00275751" w:rsidP="008C1943">
      <w:pPr>
        <w:ind w:firstLine="708"/>
        <w:jc w:val="both"/>
        <w:rPr>
          <w:sz w:val="28"/>
          <w:szCs w:val="28"/>
          <w:lang w:val="uk-UA"/>
        </w:rPr>
      </w:pPr>
      <w:r w:rsidRPr="005D3A17">
        <w:rPr>
          <w:sz w:val="28"/>
          <w:lang w:val="uk-UA"/>
        </w:rPr>
        <w:t xml:space="preserve">Семінар-нарада фінансового управління районної державної адміністрації та </w:t>
      </w:r>
      <w:r w:rsidRPr="005D3A17">
        <w:rPr>
          <w:sz w:val="28"/>
          <w:szCs w:val="28"/>
          <w:lang w:val="uk-UA"/>
        </w:rPr>
        <w:t>Роменського управління Державної казначейської служби України Сумської області</w:t>
      </w:r>
      <w:r w:rsidRPr="005D3A17">
        <w:rPr>
          <w:lang w:val="uk-UA"/>
        </w:rPr>
        <w:t xml:space="preserve"> </w:t>
      </w:r>
      <w:r w:rsidRPr="005D3A17">
        <w:rPr>
          <w:sz w:val="28"/>
          <w:lang w:val="uk-UA"/>
        </w:rPr>
        <w:t>з бухгалтерами сільських рад та бухгалтерами і економістами головних розпорядників коштів районного бюджету щодо завершення 2016 бюджетного року.</w:t>
      </w:r>
    </w:p>
    <w:p w:rsidR="00275751" w:rsidRPr="005D3A17" w:rsidRDefault="00275751" w:rsidP="008C1943">
      <w:pPr>
        <w:ind w:left="2832" w:firstLine="3"/>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голові районної державної адміністрації щодо розгляду показників доходної та видаткової частин районного бюджету, які будуть включені до проекту районного бюджету на 2017 рік (в розрізі головних розпорядників коштів районного бюджету).</w:t>
      </w:r>
    </w:p>
    <w:p w:rsidR="00275751" w:rsidRPr="005D3A17" w:rsidRDefault="00275751" w:rsidP="008C1943">
      <w:pPr>
        <w:ind w:left="2832" w:firstLine="3"/>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Співбесіди з сільськими головами та головними розпорядниками коштів районного бюджету щодо показників проектів сільських бюджетів на 2016 рік.</w:t>
      </w:r>
    </w:p>
    <w:p w:rsidR="00275751" w:rsidRPr="005D3A17" w:rsidRDefault="00275751" w:rsidP="008C1943">
      <w:pPr>
        <w:ind w:left="2832" w:firstLine="3"/>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першому заступникові голови районної державної адміністрації Татарінову В.М. з питання: «Про стан організації гарячого харчування в загальноосвітніх начальних закладах».</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заступникові голови районної державної адміністрації Журенко Н.М. з сільськими головами стосовно підведення підсумків проведеної роботи з оновлення містобудівної документації та розроблення генеральних планів населених пунктів Роменського району.</w:t>
      </w:r>
    </w:p>
    <w:p w:rsidR="00275751" w:rsidRPr="005D3A17" w:rsidRDefault="00275751" w:rsidP="008C1943">
      <w:pPr>
        <w:ind w:left="2832" w:firstLine="3"/>
        <w:jc w:val="both"/>
        <w:rPr>
          <w:sz w:val="28"/>
          <w:lang w:val="uk-UA"/>
        </w:rPr>
      </w:pPr>
      <w:r w:rsidRPr="005D3A17">
        <w:rPr>
          <w:sz w:val="28"/>
          <w:lang w:val="uk-UA"/>
        </w:rPr>
        <w:t>Журенко Н.М., заступник голови районної державної адміністрації; Федько Л.Г., головний спеціаліст сектору містобудування та архітектури районної державної адміністрації</w:t>
      </w:r>
    </w:p>
    <w:p w:rsidR="00275751" w:rsidRDefault="00275751" w:rsidP="008C1943">
      <w:pPr>
        <w:ind w:firstLine="708"/>
        <w:jc w:val="both"/>
        <w:rPr>
          <w:sz w:val="28"/>
          <w:szCs w:val="28"/>
          <w:lang w:val="uk-UA"/>
        </w:rPr>
      </w:pPr>
      <w:r w:rsidRPr="002C7DD6">
        <w:rPr>
          <w:sz w:val="28"/>
          <w:lang w:val="uk-UA"/>
        </w:rPr>
        <w:t xml:space="preserve">Нарада при заступникові голови районної державної адміністрації Журенко Н.М. з питання: </w:t>
      </w:r>
      <w:r>
        <w:rPr>
          <w:sz w:val="28"/>
          <w:lang w:val="uk-UA"/>
        </w:rPr>
        <w:t>«</w:t>
      </w:r>
      <w:r w:rsidRPr="00F555CD">
        <w:rPr>
          <w:sz w:val="28"/>
          <w:szCs w:val="28"/>
          <w:lang w:val="uk-UA"/>
        </w:rPr>
        <w:t>Про стан надання житлово-комунальних послуг населенню Роменського району у 2016 році</w:t>
      </w:r>
      <w:r>
        <w:rPr>
          <w:sz w:val="28"/>
          <w:szCs w:val="28"/>
          <w:lang w:val="uk-UA"/>
        </w:rPr>
        <w:t>».</w:t>
      </w:r>
    </w:p>
    <w:p w:rsidR="00275751" w:rsidRPr="00F555CD" w:rsidRDefault="00275751" w:rsidP="008C1943">
      <w:pPr>
        <w:ind w:left="2832" w:firstLine="6"/>
        <w:jc w:val="both"/>
        <w:rPr>
          <w:sz w:val="28"/>
          <w:lang w:val="uk-UA"/>
        </w:rPr>
      </w:pPr>
      <w:r w:rsidRPr="005D3A17">
        <w:rPr>
          <w:sz w:val="28"/>
          <w:lang w:val="uk-UA"/>
        </w:rPr>
        <w:t xml:space="preserve">Журенко Н.М., заступник голови районної державної адміністрації; </w:t>
      </w:r>
      <w:r>
        <w:rPr>
          <w:sz w:val="28"/>
          <w:lang w:val="uk-UA"/>
        </w:rPr>
        <w:t>Ведмідь В.О</w:t>
      </w:r>
      <w:r w:rsidRPr="006C7D57">
        <w:rPr>
          <w:sz w:val="28"/>
          <w:lang w:val="uk-UA"/>
        </w:rPr>
        <w:t>.</w:t>
      </w:r>
      <w:r w:rsidRPr="0095734A">
        <w:rPr>
          <w:sz w:val="28"/>
          <w:lang w:val="uk-UA"/>
        </w:rPr>
        <w:t xml:space="preserve">, </w:t>
      </w:r>
      <w:r>
        <w:rPr>
          <w:sz w:val="28"/>
          <w:lang w:val="uk-UA"/>
        </w:rPr>
        <w:t>начальник</w:t>
      </w:r>
      <w:r w:rsidRPr="0095734A">
        <w:rPr>
          <w:sz w:val="28"/>
          <w:lang w:val="uk-UA"/>
        </w:rPr>
        <w:t xml:space="preserve"> </w:t>
      </w:r>
      <w:r w:rsidRPr="0054787C">
        <w:rPr>
          <w:sz w:val="28"/>
          <w:lang w:val="uk-UA"/>
        </w:rPr>
        <w:t>відділу житлово-комунального господарства,</w:t>
      </w:r>
      <w:r w:rsidRPr="005D3A17">
        <w:rPr>
          <w:color w:val="FF0000"/>
          <w:sz w:val="28"/>
          <w:lang w:val="uk-UA"/>
        </w:rPr>
        <w:t xml:space="preserve"> </w:t>
      </w:r>
      <w:r w:rsidRPr="0054787C">
        <w:rPr>
          <w:sz w:val="28"/>
          <w:lang w:val="uk-UA"/>
        </w:rPr>
        <w:t>будівництва, цивільного захисту та інфраструктури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Заходи до Дня вшанування учасників ліквідації аварії на Чорнобильській АЕС.</w:t>
      </w:r>
    </w:p>
    <w:p w:rsidR="00275751" w:rsidRPr="005D3A17" w:rsidRDefault="00275751" w:rsidP="008C1943">
      <w:pPr>
        <w:ind w:left="2832" w:firstLine="3"/>
        <w:jc w:val="both"/>
        <w:rPr>
          <w:sz w:val="28"/>
          <w:lang w:val="uk-UA"/>
        </w:rPr>
      </w:pPr>
      <w:r w:rsidRPr="005D3A17">
        <w:rPr>
          <w:sz w:val="28"/>
          <w:lang w:val="uk-UA"/>
        </w:rPr>
        <w:t xml:space="preserve">Татарінов В.М., перший заступник голови районної державної адміністрації; Сидоренко О.М., </w:t>
      </w:r>
      <w:r w:rsidRPr="005D3A17">
        <w:rPr>
          <w:sz w:val="28"/>
          <w:szCs w:val="28"/>
          <w:lang w:val="uk-UA"/>
        </w:rPr>
        <w:t>завідувач сектору забезпечення доступу</w:t>
      </w:r>
      <w:r w:rsidRPr="005D3A17">
        <w:rPr>
          <w:sz w:val="28"/>
          <w:lang w:val="uk-UA"/>
        </w:rPr>
        <w:t xml:space="preserve"> до публічної інформації та комунікацій з громадськістю апарату районної державної адміністрації</w:t>
      </w:r>
    </w:p>
    <w:p w:rsidR="00275751" w:rsidRPr="005D3A17" w:rsidRDefault="00275751" w:rsidP="008C1943">
      <w:pPr>
        <w:pStyle w:val="ListParagraph"/>
        <w:spacing w:after="0" w:line="240" w:lineRule="auto"/>
        <w:ind w:left="0" w:firstLine="720"/>
        <w:jc w:val="both"/>
        <w:rPr>
          <w:rFonts w:ascii="Times New Roman" w:hAnsi="Times New Roman"/>
          <w:sz w:val="28"/>
          <w:szCs w:val="28"/>
          <w:lang w:val="uk-UA"/>
        </w:rPr>
      </w:pPr>
      <w:r w:rsidRPr="005D3A17">
        <w:rPr>
          <w:rFonts w:ascii="Times New Roman" w:hAnsi="Times New Roman"/>
          <w:sz w:val="28"/>
          <w:szCs w:val="28"/>
          <w:lang w:val="uk-UA"/>
        </w:rPr>
        <w:t>Районне дитяче театралізоване свято «Ой ти</w:t>
      </w:r>
      <w:r>
        <w:rPr>
          <w:rFonts w:ascii="Times New Roman" w:hAnsi="Times New Roman"/>
          <w:sz w:val="28"/>
          <w:szCs w:val="28"/>
          <w:lang w:val="uk-UA"/>
        </w:rPr>
        <w:t>,</w:t>
      </w:r>
      <w:r w:rsidRPr="005D3A17">
        <w:rPr>
          <w:rFonts w:ascii="Times New Roman" w:hAnsi="Times New Roman"/>
          <w:sz w:val="28"/>
          <w:szCs w:val="28"/>
          <w:lang w:val="uk-UA"/>
        </w:rPr>
        <w:t xml:space="preserve"> Святий Миколай, подарунки нам роздай» та цикл заходів до Дня Святого Миколая. </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w:t>
      </w:r>
      <w:r w:rsidRPr="005D3A17">
        <w:rPr>
          <w:sz w:val="28"/>
          <w:lang w:val="uk-UA"/>
        </w:rPr>
        <w:t xml:space="preserve"> </w:t>
      </w:r>
      <w:r w:rsidRPr="005D3A17">
        <w:rPr>
          <w:rFonts w:ascii="Times New Roman" w:hAnsi="Times New Roman"/>
          <w:sz w:val="28"/>
          <w:lang w:val="uk-UA"/>
        </w:rPr>
        <w:t>начальник відділу культури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Заходи до Новорічних свят.</w:t>
      </w:r>
      <w:r w:rsidRPr="005D3A17">
        <w:rPr>
          <w:sz w:val="28"/>
          <w:lang w:val="uk-UA"/>
        </w:rPr>
        <w:tab/>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 Шкурат Л.П., начальник управління освіти, молоді та спорту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Районний Форум батьківської громадськості.</w:t>
      </w:r>
    </w:p>
    <w:p w:rsidR="00275751" w:rsidRPr="005D3A17" w:rsidRDefault="00275751" w:rsidP="008C1943">
      <w:pPr>
        <w:ind w:left="2832" w:firstLine="3"/>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w:t>
      </w:r>
      <w:r w:rsidRPr="00537206">
        <w:rPr>
          <w:color w:val="FF0000"/>
          <w:sz w:val="28"/>
          <w:lang w:val="uk-UA"/>
        </w:rPr>
        <w:t xml:space="preserve"> </w:t>
      </w:r>
      <w:r w:rsidRPr="005D3A17">
        <w:rPr>
          <w:sz w:val="28"/>
          <w:lang w:val="uk-UA"/>
        </w:rPr>
        <w:t>управління освіти, молоді та спорту районної державної адміністрації</w:t>
      </w:r>
    </w:p>
    <w:p w:rsidR="00275751" w:rsidRPr="0054787C" w:rsidRDefault="00275751" w:rsidP="008C1943">
      <w:pPr>
        <w:snapToGrid w:val="0"/>
        <w:ind w:left="-48" w:right="-3" w:firstLine="756"/>
        <w:jc w:val="both"/>
        <w:rPr>
          <w:sz w:val="28"/>
          <w:szCs w:val="28"/>
          <w:lang w:val="uk-UA"/>
        </w:rPr>
      </w:pPr>
      <w:r w:rsidRPr="002C7DD6">
        <w:rPr>
          <w:sz w:val="28"/>
          <w:lang w:val="uk-UA"/>
        </w:rPr>
        <w:t>Засідання робочої групи з питань пасажирських перевезень з питання стану пасажирських перевезень на автобусн</w:t>
      </w:r>
      <w:r>
        <w:rPr>
          <w:sz w:val="28"/>
          <w:lang w:val="uk-UA"/>
        </w:rPr>
        <w:t>их</w:t>
      </w:r>
      <w:r w:rsidRPr="002C7DD6">
        <w:rPr>
          <w:sz w:val="28"/>
          <w:lang w:val="uk-UA"/>
        </w:rPr>
        <w:t xml:space="preserve"> маршрут</w:t>
      </w:r>
      <w:r>
        <w:rPr>
          <w:sz w:val="28"/>
          <w:lang w:val="uk-UA"/>
        </w:rPr>
        <w:t>ах</w:t>
      </w:r>
      <w:r w:rsidRPr="005D3A17">
        <w:rPr>
          <w:color w:val="FF0000"/>
          <w:sz w:val="28"/>
          <w:lang w:val="uk-UA"/>
        </w:rPr>
        <w:t xml:space="preserve"> </w:t>
      </w:r>
      <w:r w:rsidRPr="0054787C">
        <w:rPr>
          <w:sz w:val="28"/>
          <w:szCs w:val="28"/>
          <w:lang w:val="uk-UA"/>
        </w:rPr>
        <w:t>Ромни – Миколаївка – Горове,</w:t>
      </w:r>
      <w:r>
        <w:rPr>
          <w:sz w:val="28"/>
          <w:szCs w:val="28"/>
          <w:lang w:val="uk-UA"/>
        </w:rPr>
        <w:t xml:space="preserve"> </w:t>
      </w:r>
      <w:r w:rsidRPr="0054787C">
        <w:rPr>
          <w:sz w:val="28"/>
          <w:szCs w:val="28"/>
          <w:lang w:val="uk-UA"/>
        </w:rPr>
        <w:t>Ромни – Холодник, Ромни</w:t>
      </w:r>
      <w:r w:rsidRPr="00CA0FE7">
        <w:rPr>
          <w:sz w:val="28"/>
          <w:szCs w:val="28"/>
          <w:lang w:val="uk-UA"/>
        </w:rPr>
        <w:t xml:space="preserve"> </w:t>
      </w:r>
      <w:r>
        <w:rPr>
          <w:sz w:val="28"/>
          <w:szCs w:val="28"/>
          <w:lang w:val="uk-UA"/>
        </w:rPr>
        <w:t>- Посад.</w:t>
      </w:r>
    </w:p>
    <w:p w:rsidR="00275751" w:rsidRDefault="00275751" w:rsidP="008C1943">
      <w:pPr>
        <w:ind w:left="2832" w:firstLine="6"/>
        <w:jc w:val="both"/>
        <w:rPr>
          <w:sz w:val="28"/>
          <w:lang w:val="uk-UA"/>
        </w:rPr>
      </w:pPr>
      <w:r w:rsidRPr="005D3A17">
        <w:rPr>
          <w:sz w:val="28"/>
          <w:lang w:val="uk-UA"/>
        </w:rPr>
        <w:t xml:space="preserve">Журенко Н.М., заступник голови районної державної адміністрації; </w:t>
      </w:r>
      <w:r w:rsidRPr="0054787C">
        <w:rPr>
          <w:sz w:val="28"/>
          <w:lang w:val="uk-UA"/>
        </w:rPr>
        <w:t>Радченко Л.Г., головний спеціаліст відділу житлово-комунального господарства,</w:t>
      </w:r>
      <w:r w:rsidRPr="005D3A17">
        <w:rPr>
          <w:color w:val="FF0000"/>
          <w:sz w:val="28"/>
          <w:lang w:val="uk-UA"/>
        </w:rPr>
        <w:t xml:space="preserve"> </w:t>
      </w:r>
      <w:r w:rsidRPr="0054787C">
        <w:rPr>
          <w:sz w:val="28"/>
          <w:lang w:val="uk-UA"/>
        </w:rPr>
        <w:t>будівництва, цивільного захисту та інфраструктури районної державної адміністрації</w:t>
      </w:r>
    </w:p>
    <w:p w:rsidR="00275751" w:rsidRPr="00FE6FDA" w:rsidRDefault="00275751" w:rsidP="008C1943">
      <w:pPr>
        <w:jc w:val="both"/>
        <w:rPr>
          <w:bCs/>
          <w:sz w:val="16"/>
          <w:szCs w:val="16"/>
          <w:lang w:val="uk-UA"/>
        </w:rPr>
      </w:pPr>
    </w:p>
    <w:p w:rsidR="00275751" w:rsidRPr="00206A10" w:rsidRDefault="00275751" w:rsidP="008C1943">
      <w:pPr>
        <w:ind w:left="3540" w:firstLine="708"/>
        <w:jc w:val="both"/>
        <w:rPr>
          <w:bCs/>
          <w:sz w:val="28"/>
          <w:lang w:val="uk-UA"/>
        </w:rPr>
      </w:pPr>
      <w:r w:rsidRPr="00206A10">
        <w:rPr>
          <w:bCs/>
          <w:sz w:val="28"/>
          <w:lang w:val="uk-UA"/>
        </w:rPr>
        <w:t>Протягом року</w:t>
      </w:r>
    </w:p>
    <w:p w:rsidR="00275751" w:rsidRPr="00206A10" w:rsidRDefault="00275751" w:rsidP="008C1943">
      <w:pPr>
        <w:ind w:firstLine="708"/>
        <w:jc w:val="both"/>
        <w:rPr>
          <w:sz w:val="28"/>
          <w:lang w:val="uk-UA"/>
        </w:rPr>
      </w:pPr>
      <w:r w:rsidRPr="00206A10">
        <w:rPr>
          <w:sz w:val="28"/>
          <w:lang w:val="uk-UA"/>
        </w:rPr>
        <w:t>Організаційна підготовка засідань колегії районної державної адміністрації, оперативних, апаратних, виїзних та інших нарад при голові районної державної адміністрації.</w:t>
      </w:r>
    </w:p>
    <w:p w:rsidR="00275751" w:rsidRPr="00206A10" w:rsidRDefault="00275751" w:rsidP="008C1943">
      <w:pPr>
        <w:tabs>
          <w:tab w:val="left" w:pos="-2552"/>
        </w:tabs>
        <w:ind w:left="2832"/>
        <w:jc w:val="both"/>
        <w:rPr>
          <w:sz w:val="28"/>
          <w:lang w:val="uk-UA"/>
        </w:rPr>
      </w:pPr>
      <w:r w:rsidRPr="00206A10">
        <w:rPr>
          <w:sz w:val="28"/>
          <w:lang w:val="uk-UA"/>
        </w:rPr>
        <w:t>Ломко М.О., керівник апарату районної державної адміністрації; Ярмак І.М., начальник відділу організаційної роботи апарату районної державної адміністрації</w:t>
      </w:r>
    </w:p>
    <w:p w:rsidR="00275751" w:rsidRPr="00FE6FDA" w:rsidRDefault="00275751" w:rsidP="008C1943">
      <w:pPr>
        <w:ind w:left="3540" w:firstLine="708"/>
        <w:jc w:val="both"/>
        <w:rPr>
          <w:sz w:val="16"/>
          <w:szCs w:val="16"/>
          <w:lang w:val="uk-UA"/>
        </w:rPr>
      </w:pPr>
    </w:p>
    <w:p w:rsidR="00275751" w:rsidRPr="00206A10" w:rsidRDefault="00275751" w:rsidP="008C1943">
      <w:pPr>
        <w:ind w:left="3540" w:firstLine="708"/>
        <w:jc w:val="both"/>
        <w:rPr>
          <w:bCs/>
          <w:sz w:val="28"/>
          <w:lang w:val="uk-UA"/>
        </w:rPr>
      </w:pPr>
      <w:r w:rsidRPr="00206A10">
        <w:rPr>
          <w:bCs/>
          <w:sz w:val="28"/>
          <w:lang w:val="uk-UA"/>
        </w:rPr>
        <w:t>Двічі на рік</w:t>
      </w:r>
    </w:p>
    <w:p w:rsidR="00275751" w:rsidRPr="005D3A17" w:rsidRDefault="00275751" w:rsidP="008C1943">
      <w:pPr>
        <w:ind w:firstLine="708"/>
        <w:jc w:val="both"/>
        <w:rPr>
          <w:bCs/>
          <w:sz w:val="28"/>
          <w:lang w:val="uk-UA"/>
        </w:rPr>
      </w:pPr>
      <w:r w:rsidRPr="005D3A17">
        <w:rPr>
          <w:bCs/>
          <w:sz w:val="28"/>
          <w:lang w:val="uk-UA"/>
        </w:rPr>
        <w:t>Першість району з футболу серед сільських рад.</w:t>
      </w:r>
    </w:p>
    <w:p w:rsidR="00275751" w:rsidRPr="005D3A17" w:rsidRDefault="00275751"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Матвієнко С.Г., головний спеціаліст відділу молоді та спорту управління освіти, молоді та спорту районної державної адміністрації</w:t>
      </w:r>
    </w:p>
    <w:p w:rsidR="00275751" w:rsidRPr="00413AF0" w:rsidRDefault="00275751" w:rsidP="008C1943">
      <w:pPr>
        <w:ind w:firstLine="708"/>
        <w:jc w:val="both"/>
        <w:rPr>
          <w:sz w:val="28"/>
          <w:lang w:val="uk-UA"/>
        </w:rPr>
      </w:pPr>
      <w:r w:rsidRPr="00413AF0">
        <w:rPr>
          <w:sz w:val="28"/>
          <w:lang w:val="uk-UA"/>
        </w:rPr>
        <w:t>Засідання робочої комісії з питань координації діяльності з надання населенню житлових субсидій за спрощеним порядком під час оптимізації цін і тарифів на природний газ та житлово-комунальні послуги.</w:t>
      </w:r>
    </w:p>
    <w:p w:rsidR="00275751" w:rsidRPr="00413AF0" w:rsidRDefault="00275751" w:rsidP="008C1943">
      <w:pPr>
        <w:ind w:left="2832"/>
        <w:jc w:val="both"/>
        <w:rPr>
          <w:sz w:val="28"/>
          <w:lang w:val="uk-UA"/>
        </w:rPr>
      </w:pPr>
      <w:r w:rsidRPr="00413AF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275751" w:rsidRPr="00FE6FDA" w:rsidRDefault="00275751" w:rsidP="008C1943">
      <w:pPr>
        <w:jc w:val="both"/>
        <w:rPr>
          <w:bCs/>
          <w:sz w:val="16"/>
          <w:szCs w:val="16"/>
          <w:lang w:val="uk-UA"/>
        </w:rPr>
      </w:pPr>
    </w:p>
    <w:p w:rsidR="00275751" w:rsidRPr="00206A10" w:rsidRDefault="00275751" w:rsidP="008C1943">
      <w:pPr>
        <w:ind w:left="3540" w:firstLine="708"/>
        <w:jc w:val="both"/>
        <w:rPr>
          <w:bCs/>
          <w:sz w:val="28"/>
          <w:lang w:val="uk-UA"/>
        </w:rPr>
      </w:pPr>
      <w:r w:rsidRPr="00206A10">
        <w:rPr>
          <w:bCs/>
          <w:sz w:val="28"/>
          <w:lang w:val="uk-UA"/>
        </w:rPr>
        <w:t>Щокварталу</w:t>
      </w:r>
    </w:p>
    <w:p w:rsidR="00275751" w:rsidRPr="005D3A17" w:rsidRDefault="00275751" w:rsidP="008C1943">
      <w:pPr>
        <w:ind w:firstLine="708"/>
        <w:jc w:val="both"/>
        <w:rPr>
          <w:sz w:val="28"/>
          <w:lang w:val="uk-UA"/>
        </w:rPr>
      </w:pPr>
      <w:r w:rsidRPr="005D3A17">
        <w:rPr>
          <w:sz w:val="28"/>
          <w:lang w:val="uk-UA"/>
        </w:rPr>
        <w:t>Засідання координаційної ради районної державної адміністрації з питань розвитку підприємництва.</w:t>
      </w:r>
    </w:p>
    <w:p w:rsidR="00275751" w:rsidRPr="005D3A17" w:rsidRDefault="00275751" w:rsidP="008C1943">
      <w:pPr>
        <w:ind w:left="2832"/>
        <w:jc w:val="both"/>
        <w:rPr>
          <w:sz w:val="28"/>
          <w:lang w:val="uk-UA"/>
        </w:rPr>
      </w:pPr>
      <w:r w:rsidRPr="005D3A17">
        <w:rPr>
          <w:sz w:val="28"/>
          <w:lang w:val="uk-UA"/>
        </w:rPr>
        <w:t>Журенко Н.М., заступник голови районної державної адміністрації; Гребенюк О.П., начальник управління економічного розвитку, торгівлі та організації діяльності центру надання адміністративних послуг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Засідання робочої групи по недопущенню торгівлі харчовими продуктами в неустановлених для цього місцях та впорядкуванню виїзної торгівлі в населених пунктах району.</w:t>
      </w:r>
    </w:p>
    <w:p w:rsidR="00275751" w:rsidRPr="005D3A17" w:rsidRDefault="00275751" w:rsidP="008C1943">
      <w:pPr>
        <w:ind w:left="2832"/>
        <w:jc w:val="both"/>
        <w:rPr>
          <w:sz w:val="28"/>
          <w:lang w:val="uk-UA"/>
        </w:rPr>
      </w:pPr>
      <w:r w:rsidRPr="005D3A17">
        <w:rPr>
          <w:sz w:val="28"/>
          <w:lang w:val="uk-UA"/>
        </w:rPr>
        <w:t>Журенко Н.М., заступник голови районної державної адміністрації; Гребенюк О.П., начальник управління економічного розвитку, торгівлі та організації діяльності центру надання адміністративних послуг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Засідання оперативної робочої групи з питань стабілізації цінової ситуації на споживчому ринку району.</w:t>
      </w:r>
    </w:p>
    <w:p w:rsidR="00275751" w:rsidRPr="005D3A17" w:rsidRDefault="00275751" w:rsidP="008C1943">
      <w:pPr>
        <w:ind w:left="2832"/>
        <w:jc w:val="both"/>
        <w:rPr>
          <w:sz w:val="28"/>
          <w:lang w:val="uk-UA"/>
        </w:rPr>
      </w:pPr>
      <w:r w:rsidRPr="005D3A17">
        <w:rPr>
          <w:sz w:val="28"/>
          <w:lang w:val="uk-UA"/>
        </w:rPr>
        <w:t>Журенко Н.М., заступник голови районної державної адміністрації; Гребенюк О.П., начальник управління економічного розвитку, торгівлі та організації діяльності центру надання адміністративних послуг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Засідання спільної робочої групи з вивчення резервів наповнення та ефективності використання коштів місцевих бюджетів.</w:t>
      </w:r>
    </w:p>
    <w:p w:rsidR="00275751" w:rsidRPr="005D3A17" w:rsidRDefault="00275751" w:rsidP="008C1943">
      <w:pPr>
        <w:ind w:left="2832"/>
        <w:jc w:val="both"/>
        <w:rPr>
          <w:sz w:val="28"/>
          <w:lang w:val="uk-UA"/>
        </w:rPr>
      </w:pPr>
      <w:r w:rsidRPr="005D3A17">
        <w:rPr>
          <w:sz w:val="28"/>
          <w:lang w:val="uk-UA"/>
        </w:rPr>
        <w:t>Журенко Н.М., заступник голови районної державної адміністрації; Анісімова М.В., начальник фінансового управління районної державної адміністрації; Гребенюк О.П., начальник управління економічного розвитку, торгівлі та організації діяльності центру надання адміністративних послуг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Засідання ради підприємців при районній державній адміністрації.</w:t>
      </w:r>
    </w:p>
    <w:p w:rsidR="00275751" w:rsidRPr="005D3A17" w:rsidRDefault="00275751" w:rsidP="008C1943">
      <w:pPr>
        <w:ind w:left="2832"/>
        <w:jc w:val="both"/>
        <w:rPr>
          <w:sz w:val="28"/>
          <w:lang w:val="uk-UA"/>
        </w:rPr>
      </w:pPr>
      <w:r w:rsidRPr="005D3A17">
        <w:rPr>
          <w:sz w:val="28"/>
          <w:lang w:val="uk-UA"/>
        </w:rPr>
        <w:t>Журенко Н.М., заступник голови районної державної адміністрації; Гребенюк О.П., начальник управління економічного розвитку, торгівлі та організації діяльності центру надання адміністративних послуг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Засідання ради з питань залучення інвестицій.</w:t>
      </w:r>
    </w:p>
    <w:p w:rsidR="00275751" w:rsidRPr="005D3A17" w:rsidRDefault="00275751" w:rsidP="008C1943">
      <w:pPr>
        <w:ind w:left="2832"/>
        <w:jc w:val="both"/>
        <w:rPr>
          <w:sz w:val="28"/>
          <w:lang w:val="uk-UA"/>
        </w:rPr>
      </w:pPr>
      <w:r w:rsidRPr="005D3A17">
        <w:rPr>
          <w:sz w:val="28"/>
          <w:lang w:val="uk-UA"/>
        </w:rPr>
        <w:t>Журенко Н.М., заступник голови районної державної адміністрації; Гребенюк О.П., начальник управління економічного розвитку, торгівлі та організації діяльності центру надання адміністративних послуг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Засідання міжвідомчої комісії по координації та організаційному забезпеченню залучення промислового потенціалу установ виконання покарань в економіку району.</w:t>
      </w:r>
    </w:p>
    <w:p w:rsidR="00275751" w:rsidRPr="005D3A17" w:rsidRDefault="00275751" w:rsidP="008C1943">
      <w:pPr>
        <w:ind w:left="2832"/>
        <w:jc w:val="both"/>
        <w:rPr>
          <w:sz w:val="28"/>
          <w:lang w:val="uk-UA"/>
        </w:rPr>
      </w:pPr>
      <w:r w:rsidRPr="005D3A17">
        <w:rPr>
          <w:sz w:val="28"/>
          <w:lang w:val="uk-UA"/>
        </w:rPr>
        <w:t>Журенко Н.М., заступник голови районної державної адміністрації; Гребенюк О.П., начальник управління економічного розвитку, торгівлі та організації діяльності центру надання адміністративних послуг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Засідання районної координаційної ради по попередженню малюкової смертності.</w:t>
      </w:r>
    </w:p>
    <w:p w:rsidR="00275751" w:rsidRPr="005D3A17" w:rsidRDefault="00275751"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275751" w:rsidRPr="005D3A17" w:rsidRDefault="00275751" w:rsidP="008C1943">
      <w:pPr>
        <w:ind w:firstLine="708"/>
        <w:jc w:val="both"/>
        <w:rPr>
          <w:sz w:val="28"/>
          <w:lang w:val="uk-UA"/>
        </w:rPr>
      </w:pPr>
      <w:r w:rsidRPr="005D3A17">
        <w:rPr>
          <w:sz w:val="28"/>
          <w:lang w:val="uk-UA"/>
        </w:rPr>
        <w:t>Засідання районної ради з питань протидії туберкульозу та ВІЛ-інфекції/СНІДу</w:t>
      </w:r>
    </w:p>
    <w:p w:rsidR="00275751" w:rsidRPr="005D3A17" w:rsidRDefault="00275751"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275751" w:rsidRPr="005D3A17" w:rsidRDefault="00275751" w:rsidP="008C1943">
      <w:pPr>
        <w:ind w:firstLine="708"/>
        <w:jc w:val="both"/>
        <w:rPr>
          <w:sz w:val="28"/>
          <w:lang w:val="uk-UA"/>
        </w:rPr>
      </w:pPr>
      <w:r w:rsidRPr="005D3A17">
        <w:rPr>
          <w:sz w:val="28"/>
          <w:lang w:val="uk-UA"/>
        </w:rPr>
        <w:t>Засідання міжвідомчої координаційно-методичної ради з питань правової освіти населення районної державної адміністрації.</w:t>
      </w:r>
    </w:p>
    <w:p w:rsidR="00275751" w:rsidRPr="005D3A17" w:rsidRDefault="00275751" w:rsidP="008C1943">
      <w:pPr>
        <w:ind w:left="2832"/>
        <w:jc w:val="both"/>
        <w:rPr>
          <w:sz w:val="28"/>
          <w:lang w:val="uk-UA"/>
        </w:rPr>
      </w:pPr>
      <w:r w:rsidRPr="005D3A17">
        <w:rPr>
          <w:sz w:val="28"/>
          <w:lang w:val="uk-UA"/>
        </w:rPr>
        <w:t>Ломко М.О., керівник апарату районної державної адміністрації; Дяченко С.В., начальник юридичного відділу апарату районної державної адміністрації</w:t>
      </w:r>
    </w:p>
    <w:p w:rsidR="00275751" w:rsidRPr="005D3A17" w:rsidRDefault="00275751" w:rsidP="008C1943">
      <w:pPr>
        <w:jc w:val="both"/>
        <w:rPr>
          <w:bCs/>
          <w:sz w:val="28"/>
          <w:lang w:val="uk-UA"/>
        </w:rPr>
      </w:pPr>
      <w:r w:rsidRPr="005D3A17">
        <w:rPr>
          <w:bCs/>
          <w:sz w:val="28"/>
          <w:lang w:val="uk-UA"/>
        </w:rPr>
        <w:tab/>
        <w:t>Засідання експертної комісії архівного відділу районної державної адміністрації.</w:t>
      </w:r>
    </w:p>
    <w:p w:rsidR="00275751" w:rsidRPr="005D3A17" w:rsidRDefault="00275751" w:rsidP="008C1943">
      <w:pPr>
        <w:ind w:left="2832" w:firstLine="3"/>
        <w:jc w:val="both"/>
        <w:rPr>
          <w:bCs/>
          <w:sz w:val="28"/>
          <w:lang w:val="uk-UA"/>
        </w:rPr>
      </w:pPr>
      <w:r w:rsidRPr="005D3A17">
        <w:rPr>
          <w:sz w:val="28"/>
          <w:lang w:val="uk-UA"/>
        </w:rPr>
        <w:t xml:space="preserve">Ломко М.О., керівник апарату районної державної адміністрації; </w:t>
      </w:r>
      <w:r w:rsidRPr="005D3A17">
        <w:rPr>
          <w:bCs/>
          <w:sz w:val="28"/>
          <w:lang w:val="uk-UA"/>
        </w:rPr>
        <w:t>Суборова О.А., начальник архівного відділу районної державної адміністрації</w:t>
      </w:r>
    </w:p>
    <w:p w:rsidR="00275751" w:rsidRPr="005D3A17" w:rsidRDefault="00275751" w:rsidP="008C1943">
      <w:pPr>
        <w:jc w:val="both"/>
        <w:rPr>
          <w:sz w:val="28"/>
          <w:lang w:val="uk-UA"/>
        </w:rPr>
      </w:pPr>
      <w:r w:rsidRPr="005D3A17">
        <w:rPr>
          <w:sz w:val="28"/>
          <w:lang w:val="uk-UA"/>
        </w:rPr>
        <w:tab/>
        <w:t>Навчання із спеціалістами органів опіки та піклування виконавчих комітетів сільських рад з питань захисту прав та інтересів дітей.</w:t>
      </w:r>
    </w:p>
    <w:p w:rsidR="00275751" w:rsidRPr="005D3A17" w:rsidRDefault="00275751" w:rsidP="008C1943">
      <w:pPr>
        <w:ind w:left="2832" w:firstLine="75"/>
        <w:jc w:val="both"/>
        <w:rPr>
          <w:sz w:val="28"/>
          <w:lang w:val="uk-UA"/>
        </w:rPr>
      </w:pPr>
      <w:r w:rsidRPr="005D3A17">
        <w:rPr>
          <w:sz w:val="28"/>
          <w:lang w:val="uk-UA"/>
        </w:rPr>
        <w:t>Татарінов В.М., перший заступник голови районної державної адміністрації; Степаненко З.В., начальник служби у справах дітей районної державної адміністрації</w:t>
      </w:r>
    </w:p>
    <w:p w:rsidR="00275751" w:rsidRPr="00413AF0" w:rsidRDefault="00275751" w:rsidP="008C1943">
      <w:pPr>
        <w:ind w:firstLine="708"/>
        <w:jc w:val="both"/>
        <w:rPr>
          <w:sz w:val="28"/>
          <w:lang w:val="uk-UA"/>
        </w:rPr>
      </w:pPr>
      <w:r w:rsidRPr="00413AF0">
        <w:rPr>
          <w:sz w:val="28"/>
          <w:lang w:val="uk-UA"/>
        </w:rPr>
        <w:t xml:space="preserve">Засідання ради з питань безпечної життєдіяльності населення при районній державній адміністрації. </w:t>
      </w:r>
    </w:p>
    <w:p w:rsidR="00275751" w:rsidRPr="00413AF0" w:rsidRDefault="00275751" w:rsidP="008C1943">
      <w:pPr>
        <w:ind w:left="2832"/>
        <w:jc w:val="both"/>
        <w:rPr>
          <w:sz w:val="28"/>
          <w:lang w:val="uk-UA"/>
        </w:rPr>
      </w:pPr>
      <w:r w:rsidRPr="00413AF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 xml:space="preserve">Засідання районної комісії з питань поводження з безхазяйними відходами у сфері поводження з непридатними та забороненими до використання пестицидами та </w:t>
      </w:r>
      <w:r>
        <w:rPr>
          <w:sz w:val="28"/>
          <w:lang w:val="uk-UA"/>
        </w:rPr>
        <w:t>отрут</w:t>
      </w:r>
      <w:r w:rsidRPr="005D3A17">
        <w:rPr>
          <w:sz w:val="28"/>
          <w:lang w:val="uk-UA"/>
        </w:rPr>
        <w:t>охімікатами на території Роменського району.</w:t>
      </w:r>
    </w:p>
    <w:p w:rsidR="00275751" w:rsidRPr="005D3A17" w:rsidRDefault="00275751" w:rsidP="008C1943">
      <w:pPr>
        <w:ind w:left="2832"/>
        <w:jc w:val="both"/>
        <w:rPr>
          <w:sz w:val="28"/>
          <w:lang w:val="uk-UA"/>
        </w:rPr>
      </w:pPr>
      <w:r w:rsidRPr="005D3A17">
        <w:rPr>
          <w:sz w:val="28"/>
          <w:szCs w:val="28"/>
          <w:lang w:val="uk-UA"/>
        </w:rPr>
        <w:t xml:space="preserve">Журенко Н.М., заступник голови районної державної адміністрації; </w:t>
      </w:r>
      <w:r>
        <w:rPr>
          <w:sz w:val="28"/>
          <w:szCs w:val="28"/>
          <w:lang w:val="uk-UA"/>
        </w:rPr>
        <w:t>Псарьова А.М</w:t>
      </w:r>
      <w:r w:rsidRPr="005D3A17">
        <w:rPr>
          <w:sz w:val="28"/>
          <w:szCs w:val="28"/>
          <w:lang w:val="uk-UA"/>
        </w:rPr>
        <w:t>.</w:t>
      </w:r>
      <w:r w:rsidRPr="005D3A17">
        <w:rPr>
          <w:sz w:val="28"/>
          <w:lang w:val="uk-UA"/>
        </w:rPr>
        <w:t xml:space="preserve">, </w:t>
      </w:r>
      <w:r>
        <w:rPr>
          <w:sz w:val="28"/>
          <w:lang w:val="uk-UA"/>
        </w:rPr>
        <w:t>тимчасово виконуюч</w:t>
      </w:r>
      <w:r w:rsidRPr="00C94A2A">
        <w:rPr>
          <w:sz w:val="28"/>
          <w:lang w:val="uk-UA"/>
        </w:rPr>
        <w:t>ий</w:t>
      </w:r>
      <w:r>
        <w:rPr>
          <w:sz w:val="28"/>
          <w:lang w:val="uk-UA"/>
        </w:rPr>
        <w:t xml:space="preserve"> обов’язки </w:t>
      </w:r>
      <w:r w:rsidRPr="005D3A17">
        <w:rPr>
          <w:sz w:val="28"/>
          <w:lang w:val="uk-UA"/>
        </w:rPr>
        <w:t>начальник</w:t>
      </w:r>
      <w:r>
        <w:rPr>
          <w:sz w:val="28"/>
          <w:lang w:val="uk-UA"/>
        </w:rPr>
        <w:t>а</w:t>
      </w:r>
      <w:r w:rsidRPr="005D3A17">
        <w:rPr>
          <w:sz w:val="28"/>
          <w:lang w:val="uk-UA"/>
        </w:rPr>
        <w:t xml:space="preserve"> відділу агропромислового розвитку районної державної адміністрації </w:t>
      </w:r>
    </w:p>
    <w:p w:rsidR="00275751" w:rsidRPr="005D3A17" w:rsidRDefault="00275751" w:rsidP="008C1943">
      <w:pPr>
        <w:ind w:firstLine="708"/>
        <w:jc w:val="both"/>
        <w:rPr>
          <w:sz w:val="28"/>
          <w:lang w:val="uk-UA"/>
        </w:rPr>
      </w:pPr>
      <w:r w:rsidRPr="005D3A17">
        <w:rPr>
          <w:sz w:val="28"/>
          <w:lang w:val="uk-UA"/>
        </w:rPr>
        <w:t>Засідання ради по культурному будівництву при відділі культури районної державної адміністрації.</w:t>
      </w:r>
    </w:p>
    <w:p w:rsidR="00275751" w:rsidRPr="005D3A17" w:rsidRDefault="00275751" w:rsidP="008C1943">
      <w:pPr>
        <w:pStyle w:val="ListParagraph"/>
        <w:spacing w:after="0" w:line="240" w:lineRule="auto"/>
        <w:ind w:left="2832"/>
        <w:jc w:val="both"/>
        <w:rPr>
          <w:rFonts w:ascii="Times New Roman" w:hAnsi="Times New Roman"/>
          <w:bCs/>
          <w:sz w:val="28"/>
          <w:lang w:val="uk-UA"/>
        </w:rPr>
      </w:pPr>
      <w:r w:rsidRPr="005D3A17">
        <w:rPr>
          <w:rFonts w:ascii="Times New Roman" w:hAnsi="Times New Roman"/>
          <w:sz w:val="28"/>
          <w:lang w:val="uk-UA"/>
        </w:rPr>
        <w:t>Татарінов В.М., перший заступник голови районної державної адміністрації;</w:t>
      </w:r>
      <w:r w:rsidRPr="005D3A17">
        <w:rPr>
          <w:sz w:val="28"/>
          <w:lang w:val="uk-UA"/>
        </w:rPr>
        <w:t xml:space="preserve"> </w:t>
      </w:r>
      <w:r w:rsidRPr="005D3A17">
        <w:rPr>
          <w:rFonts w:ascii="Times New Roman" w:hAnsi="Times New Roman"/>
          <w:sz w:val="28"/>
          <w:lang w:val="uk-UA"/>
        </w:rPr>
        <w:t>Момот С.В., начальник відділу культури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Засідання громадської ради при районній державній адміністрації.</w:t>
      </w:r>
    </w:p>
    <w:p w:rsidR="00275751" w:rsidRPr="005D3A17" w:rsidRDefault="00275751" w:rsidP="008C1943">
      <w:pPr>
        <w:ind w:left="2832"/>
        <w:jc w:val="both"/>
        <w:rPr>
          <w:sz w:val="28"/>
          <w:lang w:val="uk-UA"/>
        </w:rPr>
      </w:pPr>
      <w:r w:rsidRPr="005D3A17">
        <w:rPr>
          <w:sz w:val="28"/>
          <w:lang w:val="uk-UA"/>
        </w:rPr>
        <w:t>Ремінець В.В., голова громадської ради при районній державній адміністрації</w:t>
      </w:r>
    </w:p>
    <w:p w:rsidR="00275751" w:rsidRPr="005D3A17" w:rsidRDefault="00275751" w:rsidP="008C1943">
      <w:pPr>
        <w:ind w:firstLine="708"/>
        <w:jc w:val="both"/>
        <w:rPr>
          <w:sz w:val="28"/>
          <w:lang w:val="uk-UA"/>
        </w:rPr>
      </w:pPr>
      <w:r w:rsidRPr="005D3A17">
        <w:rPr>
          <w:sz w:val="28"/>
          <w:lang w:val="uk-UA"/>
        </w:rPr>
        <w:t>Нарада при керівникові апарату районної державної адміністрації з працівниками відділу ведення Державного реєстру виборців апарату районної державної адміністрації з питання: «Про організацію подання відомостей про виборців до відділу ведення Державного реєстру виборців апарату районної державної адміністрації».</w:t>
      </w:r>
    </w:p>
    <w:p w:rsidR="00275751" w:rsidRPr="005D3A17" w:rsidRDefault="00275751" w:rsidP="008C1943">
      <w:pPr>
        <w:ind w:left="2832" w:firstLine="3"/>
        <w:jc w:val="both"/>
        <w:rPr>
          <w:sz w:val="28"/>
          <w:lang w:val="uk-UA"/>
        </w:rPr>
      </w:pPr>
      <w:r w:rsidRPr="005D3A17">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 xml:space="preserve">Засідання колегії управління освіти, молоді та спорту районної державної адміністрації. </w:t>
      </w:r>
    </w:p>
    <w:p w:rsidR="00275751" w:rsidRPr="005D3A17" w:rsidRDefault="00275751"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Засідання ради районного методичного кабінету управління освіти, молоді та спорту районної державної адміністрації.</w:t>
      </w:r>
    </w:p>
    <w:p w:rsidR="00275751" w:rsidRPr="005D3A17" w:rsidRDefault="00275751" w:rsidP="008C1943">
      <w:pPr>
        <w:ind w:left="2832"/>
        <w:jc w:val="both"/>
        <w:rPr>
          <w:sz w:val="28"/>
          <w:lang w:val="uk-UA"/>
        </w:rPr>
      </w:pPr>
      <w:r w:rsidRPr="005D3A17">
        <w:rPr>
          <w:sz w:val="28"/>
          <w:lang w:val="uk-UA"/>
        </w:rPr>
        <w:t xml:space="preserve">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 </w:t>
      </w:r>
    </w:p>
    <w:p w:rsidR="00275751" w:rsidRPr="00FE6FDA" w:rsidRDefault="00275751" w:rsidP="008C1943">
      <w:pPr>
        <w:ind w:left="2832"/>
        <w:jc w:val="both"/>
        <w:rPr>
          <w:bCs/>
          <w:sz w:val="16"/>
          <w:szCs w:val="16"/>
          <w:lang w:val="uk-UA"/>
        </w:rPr>
      </w:pPr>
    </w:p>
    <w:p w:rsidR="00275751" w:rsidRPr="00206A10" w:rsidRDefault="00275751" w:rsidP="008C1943">
      <w:pPr>
        <w:ind w:left="2835" w:firstLine="705"/>
        <w:jc w:val="both"/>
        <w:rPr>
          <w:bCs/>
          <w:sz w:val="28"/>
          <w:lang w:val="uk-UA"/>
        </w:rPr>
      </w:pPr>
      <w:r w:rsidRPr="00206A10">
        <w:rPr>
          <w:bCs/>
          <w:sz w:val="28"/>
          <w:lang w:val="uk-UA"/>
        </w:rPr>
        <w:t>Щомісяця</w:t>
      </w:r>
    </w:p>
    <w:p w:rsidR="00275751" w:rsidRPr="00413AF0" w:rsidRDefault="00275751" w:rsidP="008C1943">
      <w:pPr>
        <w:ind w:firstLine="708"/>
        <w:jc w:val="both"/>
        <w:rPr>
          <w:sz w:val="28"/>
          <w:lang w:val="uk-UA"/>
        </w:rPr>
      </w:pPr>
      <w:r w:rsidRPr="00413AF0">
        <w:rPr>
          <w:sz w:val="28"/>
          <w:lang w:val="uk-UA"/>
        </w:rPr>
        <w:t xml:space="preserve">Засідання </w:t>
      </w:r>
      <w:r w:rsidRPr="00413AF0">
        <w:rPr>
          <w:sz w:val="28"/>
          <w:szCs w:val="28"/>
          <w:lang w:val="uk-UA"/>
        </w:rPr>
        <w:t>тимчасової комісії з питань погашення заборгованості із заробітної плати (грошового забезпечення), пенсій, стипендій та інших соціальних виплат.</w:t>
      </w:r>
    </w:p>
    <w:p w:rsidR="00275751" w:rsidRPr="00413AF0" w:rsidRDefault="00275751" w:rsidP="008C1943">
      <w:pPr>
        <w:ind w:left="2832" w:firstLine="75"/>
        <w:jc w:val="both"/>
        <w:rPr>
          <w:sz w:val="28"/>
          <w:lang w:val="uk-UA"/>
        </w:rPr>
      </w:pPr>
      <w:r w:rsidRPr="00413AF0">
        <w:rPr>
          <w:sz w:val="28"/>
          <w:lang w:val="uk-UA"/>
        </w:rPr>
        <w:t>Білоха В.О., голова районної державної адміністрації; 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Засідання постійно діючої комісії з питань розгляду звернень громадян при районній державній адміністрації.</w:t>
      </w:r>
    </w:p>
    <w:p w:rsidR="00275751" w:rsidRPr="005D3A17" w:rsidRDefault="00275751" w:rsidP="008C1943">
      <w:pPr>
        <w:ind w:left="2832" w:firstLine="3"/>
        <w:jc w:val="both"/>
        <w:rPr>
          <w:sz w:val="28"/>
          <w:lang w:val="uk-UA"/>
        </w:rPr>
      </w:pPr>
      <w:r w:rsidRPr="005D3A17">
        <w:rPr>
          <w:sz w:val="28"/>
          <w:lang w:val="uk-UA"/>
        </w:rPr>
        <w:t>Білоха В.О., голова районної державної адміністрації; Щербина Г.О., начальник відділу документообігу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Засідання спостережної комісії при районній державній адміністрації.</w:t>
      </w:r>
    </w:p>
    <w:p w:rsidR="00275751" w:rsidRPr="005D3A17" w:rsidRDefault="00275751"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Дяченко С.В.</w:t>
      </w:r>
      <w:r>
        <w:rPr>
          <w:sz w:val="28"/>
          <w:lang w:val="uk-UA"/>
        </w:rPr>
        <w:t xml:space="preserve">, </w:t>
      </w:r>
      <w:r w:rsidRPr="005D3A17">
        <w:rPr>
          <w:sz w:val="28"/>
          <w:lang w:val="uk-UA"/>
        </w:rPr>
        <w:t xml:space="preserve">начальник юридичного відділу апарату районної державної адміністрації </w:t>
      </w:r>
    </w:p>
    <w:p w:rsidR="00275751" w:rsidRPr="005D3A17" w:rsidRDefault="00275751" w:rsidP="008C1943">
      <w:pPr>
        <w:pStyle w:val="Heading4"/>
        <w:ind w:left="0" w:firstLine="708"/>
      </w:pPr>
      <w:r w:rsidRPr="005D3A17">
        <w:t>Засідання комісії з питань захисту прав дитини.</w:t>
      </w:r>
    </w:p>
    <w:p w:rsidR="00275751" w:rsidRPr="005D3A17" w:rsidRDefault="00275751" w:rsidP="008C1943">
      <w:pPr>
        <w:pStyle w:val="Heading4"/>
        <w:ind w:left="2835" w:firstLine="45"/>
      </w:pPr>
      <w:r w:rsidRPr="005D3A17">
        <w:t xml:space="preserve">Білоха В.О., голова районної державної адміністрації; Степаненко З.В., начальник служби у справах дітей районної державної адміністрації </w:t>
      </w:r>
    </w:p>
    <w:p w:rsidR="00275751" w:rsidRPr="002C7DD6" w:rsidRDefault="00275751" w:rsidP="008C1943">
      <w:pPr>
        <w:ind w:firstLine="708"/>
        <w:jc w:val="both"/>
        <w:rPr>
          <w:sz w:val="28"/>
          <w:lang w:val="uk-UA"/>
        </w:rPr>
      </w:pPr>
      <w:r w:rsidRPr="002C7DD6">
        <w:rPr>
          <w:sz w:val="28"/>
          <w:lang w:val="uk-UA"/>
        </w:rPr>
        <w:t>Засідання районної комісії з питань техногенно-екологічної безпеки і надзвичайних ситуацій.</w:t>
      </w:r>
    </w:p>
    <w:p w:rsidR="00275751" w:rsidRPr="002C7DD6" w:rsidRDefault="00275751" w:rsidP="008C1943">
      <w:pPr>
        <w:ind w:left="2832" w:firstLine="3"/>
        <w:jc w:val="both"/>
        <w:rPr>
          <w:sz w:val="28"/>
          <w:lang w:val="uk-UA"/>
        </w:rPr>
      </w:pPr>
      <w:r w:rsidRPr="002C7DD6">
        <w:rPr>
          <w:sz w:val="28"/>
          <w:lang w:val="uk-UA"/>
        </w:rPr>
        <w:t xml:space="preserve">Журенко Н.М., заступник голови районної державної адміністрації; Мартиненко Р.М., головний спеціаліст відділу житлово-комунального господарства, будівництва, цивільного захисту та інфраструктури районної державної адміністрації </w:t>
      </w:r>
    </w:p>
    <w:p w:rsidR="00275751" w:rsidRPr="005D3A17" w:rsidRDefault="00275751" w:rsidP="008C1943">
      <w:pPr>
        <w:ind w:firstLine="708"/>
        <w:jc w:val="both"/>
        <w:rPr>
          <w:sz w:val="28"/>
          <w:lang w:val="uk-UA"/>
        </w:rPr>
      </w:pPr>
      <w:r w:rsidRPr="005D3A17">
        <w:rPr>
          <w:sz w:val="28"/>
          <w:lang w:val="uk-UA"/>
        </w:rPr>
        <w:t xml:space="preserve">Навчання відповідальних працівників апарату та структурних підрозділів районної державної адміністрації. </w:t>
      </w:r>
    </w:p>
    <w:p w:rsidR="00275751" w:rsidRPr="005D3A17" w:rsidRDefault="00275751" w:rsidP="008C1943">
      <w:pPr>
        <w:ind w:left="2832"/>
        <w:jc w:val="both"/>
        <w:rPr>
          <w:sz w:val="28"/>
          <w:lang w:val="uk-UA"/>
        </w:rPr>
      </w:pPr>
      <w:r w:rsidRPr="005D3A17">
        <w:rPr>
          <w:sz w:val="28"/>
          <w:lang w:val="uk-UA"/>
        </w:rPr>
        <w:t>Ломко М.О., керівник апарату районної державної адміністрації; Дяченко С.В., начальник юридичного відділу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Семінари-навчання сільських голів, секретарів сільських рад та керівників структурних підрозділів районної державної адміністрації.</w:t>
      </w:r>
    </w:p>
    <w:p w:rsidR="00275751" w:rsidRPr="005D3A17" w:rsidRDefault="00275751" w:rsidP="008C1943">
      <w:pPr>
        <w:ind w:left="2832"/>
        <w:jc w:val="both"/>
        <w:rPr>
          <w:sz w:val="28"/>
          <w:lang w:val="uk-UA"/>
        </w:rPr>
      </w:pPr>
      <w:r w:rsidRPr="005D3A17">
        <w:rPr>
          <w:sz w:val="28"/>
          <w:lang w:val="uk-UA"/>
        </w:rPr>
        <w:t>Ломко М.О., керівник апарату районної державної адміністрації; Дяченко С.В., начальник юридичного відділу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 xml:space="preserve">Наради директорів загальноосвітніх навчальних закладів району. </w:t>
      </w:r>
    </w:p>
    <w:p w:rsidR="00275751" w:rsidRPr="005D3A17" w:rsidRDefault="00275751"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 управління освіти, молоді та спорту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Наради з тренерами-викладачами дитячої юнацької спортивної школи з питань функціонування спортивної школи.</w:t>
      </w:r>
    </w:p>
    <w:p w:rsidR="00275751" w:rsidRPr="005D3A17" w:rsidRDefault="00275751"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Матвієнко С.Г., головний спеціаліст відділу молоді та спорту управління освіти, молоді та спорту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Наради із завідувачами дитячих навчальних закладів.</w:t>
      </w:r>
    </w:p>
    <w:p w:rsidR="00275751" w:rsidRPr="005D3A17" w:rsidRDefault="00275751"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Шкурат Л.П., начальник</w:t>
      </w:r>
      <w:r w:rsidRPr="00537206">
        <w:rPr>
          <w:color w:val="FF0000"/>
          <w:sz w:val="28"/>
          <w:lang w:val="uk-UA"/>
        </w:rPr>
        <w:t xml:space="preserve"> </w:t>
      </w:r>
      <w:r w:rsidRPr="005D3A17">
        <w:rPr>
          <w:sz w:val="28"/>
          <w:lang w:val="uk-UA"/>
        </w:rPr>
        <w:t>управління освіти, молоді та спорту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керівникові апарату районної державної адміністрації з працівниками відділу ведення Державного реєстру виборців апарату районної державної адміністрації з питання</w:t>
      </w:r>
      <w:r>
        <w:rPr>
          <w:sz w:val="28"/>
          <w:lang w:val="uk-UA"/>
        </w:rPr>
        <w:t>:</w:t>
      </w:r>
      <w:r w:rsidRPr="005D3A17">
        <w:rPr>
          <w:sz w:val="28"/>
          <w:lang w:val="uk-UA"/>
        </w:rPr>
        <w:t xml:space="preserve"> «Порядок отримання та опрацювання щомісячних подань працівниками відділу ведення Державного реєстру виборців апарату районної державної адміністрації та підведення підсумків за місяць».</w:t>
      </w:r>
    </w:p>
    <w:p w:rsidR="00275751" w:rsidRPr="005D3A17" w:rsidRDefault="00275751" w:rsidP="008C1943">
      <w:pPr>
        <w:ind w:left="2832" w:firstLine="3"/>
        <w:jc w:val="both"/>
        <w:rPr>
          <w:sz w:val="28"/>
          <w:lang w:val="uk-UA"/>
        </w:rPr>
      </w:pPr>
      <w:r w:rsidRPr="005D3A17">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керівникові апарату районної державної адміністрації з працівниками відділу документообігу апарату районної державної адміністрації з питань: 1) Аналіз розпоряджень та доручень голови районної державної адміністрації, виданих у звітному місяці; 2) Про стан роботи із зверненнями громадян.</w:t>
      </w:r>
    </w:p>
    <w:p w:rsidR="00275751" w:rsidRPr="005D3A17" w:rsidRDefault="00275751" w:rsidP="008C1943">
      <w:pPr>
        <w:ind w:left="2832" w:firstLine="3"/>
        <w:jc w:val="both"/>
        <w:rPr>
          <w:sz w:val="28"/>
          <w:lang w:val="uk-UA"/>
        </w:rPr>
      </w:pPr>
      <w:r w:rsidRPr="005D3A17">
        <w:rPr>
          <w:sz w:val="28"/>
          <w:lang w:val="uk-UA"/>
        </w:rPr>
        <w:t>Ломко М.О., керівник апарату районної державної адміністрації; Щербина Г.О., начальник відділу документообігу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Нарада при керівникові апарату районної державної адміністрації з керівниками підрозділів апарату районної державної адміністрації з питання підведення підсумків виконання плану роботи підпорядкованих підрозділів за місяць.</w:t>
      </w:r>
    </w:p>
    <w:p w:rsidR="00275751" w:rsidRPr="005D3A17" w:rsidRDefault="00275751" w:rsidP="008C1943">
      <w:pPr>
        <w:ind w:left="2832" w:firstLine="3"/>
        <w:jc w:val="both"/>
        <w:rPr>
          <w:sz w:val="28"/>
          <w:lang w:val="uk-UA"/>
        </w:rPr>
      </w:pPr>
      <w:r w:rsidRPr="005D3A17">
        <w:rPr>
          <w:sz w:val="28"/>
          <w:lang w:val="uk-UA"/>
        </w:rPr>
        <w:t>Ломко М.О., керівник апарату районної державної адміністрації; керівники підрозділів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Засідання медичної ради комунального закладу «Центр первинної медико-санітарної допомоги Роменського району Сумської області».</w:t>
      </w:r>
    </w:p>
    <w:p w:rsidR="00275751" w:rsidRPr="005D3A17" w:rsidRDefault="00275751" w:rsidP="008C1943">
      <w:pPr>
        <w:ind w:left="2832"/>
        <w:jc w:val="both"/>
        <w:rPr>
          <w:sz w:val="28"/>
          <w:lang w:val="uk-UA"/>
        </w:rPr>
      </w:pPr>
      <w:r w:rsidRPr="005D3A17">
        <w:rPr>
          <w:sz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275751" w:rsidRPr="005D3A17" w:rsidRDefault="00275751" w:rsidP="008C1943">
      <w:pPr>
        <w:ind w:firstLine="708"/>
        <w:jc w:val="both"/>
        <w:rPr>
          <w:sz w:val="28"/>
          <w:lang w:val="uk-UA"/>
        </w:rPr>
      </w:pPr>
      <w:r w:rsidRPr="005D3A17">
        <w:rPr>
          <w:sz w:val="28"/>
          <w:lang w:val="uk-UA"/>
        </w:rPr>
        <w:t>Засідання районної комісії по перевірці дотримання вимог нормативно-правових актів суб’єктами господарювання, які займаються закупівлею молока на території району.</w:t>
      </w:r>
    </w:p>
    <w:p w:rsidR="00275751" w:rsidRPr="005D3A17" w:rsidRDefault="00275751" w:rsidP="008C1943">
      <w:pPr>
        <w:ind w:left="2832"/>
        <w:jc w:val="both"/>
        <w:rPr>
          <w:sz w:val="28"/>
          <w:lang w:val="uk-UA"/>
        </w:rPr>
      </w:pPr>
      <w:r w:rsidRPr="005D3A17">
        <w:rPr>
          <w:sz w:val="28"/>
          <w:szCs w:val="28"/>
          <w:lang w:val="uk-UA"/>
        </w:rPr>
        <w:t xml:space="preserve">Журенко Н.М., заступник голови районної державної адміністрації; </w:t>
      </w:r>
      <w:r>
        <w:rPr>
          <w:sz w:val="28"/>
          <w:szCs w:val="28"/>
          <w:lang w:val="uk-UA"/>
        </w:rPr>
        <w:t>Псарьова А.М</w:t>
      </w:r>
      <w:r w:rsidRPr="005D3A17">
        <w:rPr>
          <w:sz w:val="28"/>
          <w:szCs w:val="28"/>
          <w:lang w:val="uk-UA"/>
        </w:rPr>
        <w:t>.</w:t>
      </w:r>
      <w:r w:rsidRPr="005D3A17">
        <w:rPr>
          <w:sz w:val="28"/>
          <w:lang w:val="uk-UA"/>
        </w:rPr>
        <w:t xml:space="preserve">, </w:t>
      </w:r>
      <w:r>
        <w:rPr>
          <w:sz w:val="28"/>
          <w:lang w:val="uk-UA"/>
        </w:rPr>
        <w:t>тимчасово виконуюч</w:t>
      </w:r>
      <w:r w:rsidRPr="00C94A2A">
        <w:rPr>
          <w:sz w:val="28"/>
          <w:lang w:val="uk-UA"/>
        </w:rPr>
        <w:t>ий</w:t>
      </w:r>
      <w:r w:rsidRPr="0082133B">
        <w:rPr>
          <w:color w:val="FF0000"/>
          <w:sz w:val="28"/>
          <w:lang w:val="uk-UA"/>
        </w:rPr>
        <w:t xml:space="preserve"> </w:t>
      </w:r>
      <w:r>
        <w:rPr>
          <w:sz w:val="28"/>
          <w:lang w:val="uk-UA"/>
        </w:rPr>
        <w:t xml:space="preserve">обов’язки </w:t>
      </w:r>
      <w:r w:rsidRPr="005D3A17">
        <w:rPr>
          <w:sz w:val="28"/>
          <w:lang w:val="uk-UA"/>
        </w:rPr>
        <w:t>начальник</w:t>
      </w:r>
      <w:r>
        <w:rPr>
          <w:sz w:val="28"/>
          <w:lang w:val="uk-UA"/>
        </w:rPr>
        <w:t>а</w:t>
      </w:r>
      <w:r w:rsidRPr="005D3A17">
        <w:rPr>
          <w:sz w:val="28"/>
          <w:lang w:val="uk-UA"/>
        </w:rPr>
        <w:t xml:space="preserve"> відділу агропромислового розвитку районної державної адміністрації </w:t>
      </w:r>
    </w:p>
    <w:p w:rsidR="00275751" w:rsidRPr="005D3A17" w:rsidRDefault="00275751" w:rsidP="008C1943">
      <w:pPr>
        <w:ind w:firstLine="708"/>
        <w:jc w:val="both"/>
        <w:rPr>
          <w:sz w:val="28"/>
          <w:lang w:val="uk-UA"/>
        </w:rPr>
      </w:pPr>
      <w:r w:rsidRPr="005D3A17">
        <w:rPr>
          <w:sz w:val="28"/>
          <w:lang w:val="uk-UA"/>
        </w:rPr>
        <w:t>Підведення підсумків роботи в тваринницькій галузі з головними зоотехніками та бухгалтерами по тваринництву.</w:t>
      </w:r>
    </w:p>
    <w:p w:rsidR="00275751" w:rsidRPr="005D3A17" w:rsidRDefault="00275751" w:rsidP="008C1943">
      <w:pPr>
        <w:ind w:left="2832"/>
        <w:jc w:val="both"/>
        <w:rPr>
          <w:sz w:val="28"/>
          <w:lang w:val="uk-UA"/>
        </w:rPr>
      </w:pPr>
      <w:r w:rsidRPr="005D3A17">
        <w:rPr>
          <w:sz w:val="28"/>
          <w:szCs w:val="28"/>
          <w:lang w:val="uk-UA"/>
        </w:rPr>
        <w:t xml:space="preserve">Журенко Н.М., заступник голови районної державної адміністрації; </w:t>
      </w:r>
      <w:r>
        <w:rPr>
          <w:sz w:val="28"/>
          <w:szCs w:val="28"/>
          <w:lang w:val="uk-UA"/>
        </w:rPr>
        <w:t>Псарьова А.М</w:t>
      </w:r>
      <w:r w:rsidRPr="005D3A17">
        <w:rPr>
          <w:sz w:val="28"/>
          <w:szCs w:val="28"/>
          <w:lang w:val="uk-UA"/>
        </w:rPr>
        <w:t>.</w:t>
      </w:r>
      <w:r w:rsidRPr="005D3A17">
        <w:rPr>
          <w:sz w:val="28"/>
          <w:lang w:val="uk-UA"/>
        </w:rPr>
        <w:t xml:space="preserve">, </w:t>
      </w:r>
      <w:r>
        <w:rPr>
          <w:sz w:val="28"/>
          <w:lang w:val="uk-UA"/>
        </w:rPr>
        <w:t>тимчасово виконуюч</w:t>
      </w:r>
      <w:r w:rsidRPr="00C94A2A">
        <w:rPr>
          <w:sz w:val="28"/>
          <w:lang w:val="uk-UA"/>
        </w:rPr>
        <w:t>ий</w:t>
      </w:r>
      <w:r w:rsidRPr="0082133B">
        <w:rPr>
          <w:color w:val="FF0000"/>
          <w:sz w:val="28"/>
          <w:lang w:val="uk-UA"/>
        </w:rPr>
        <w:t xml:space="preserve"> </w:t>
      </w:r>
      <w:r>
        <w:rPr>
          <w:sz w:val="28"/>
          <w:lang w:val="uk-UA"/>
        </w:rPr>
        <w:t xml:space="preserve">обов’язки </w:t>
      </w:r>
      <w:r w:rsidRPr="005D3A17">
        <w:rPr>
          <w:sz w:val="28"/>
          <w:lang w:val="uk-UA"/>
        </w:rPr>
        <w:t>начальник</w:t>
      </w:r>
      <w:r>
        <w:rPr>
          <w:sz w:val="28"/>
          <w:lang w:val="uk-UA"/>
        </w:rPr>
        <w:t>а</w:t>
      </w:r>
      <w:r w:rsidRPr="005D3A17">
        <w:rPr>
          <w:sz w:val="28"/>
          <w:lang w:val="uk-UA"/>
        </w:rPr>
        <w:t xml:space="preserve"> відділу агропромислового розвитку районної державної адміністрації </w:t>
      </w:r>
    </w:p>
    <w:p w:rsidR="00275751" w:rsidRPr="00FE6FDA" w:rsidRDefault="00275751" w:rsidP="008C1943">
      <w:pPr>
        <w:ind w:left="2832" w:firstLine="708"/>
        <w:jc w:val="both"/>
        <w:rPr>
          <w:bCs/>
          <w:sz w:val="16"/>
          <w:szCs w:val="16"/>
          <w:lang w:val="uk-UA"/>
        </w:rPr>
      </w:pPr>
    </w:p>
    <w:p w:rsidR="00275751" w:rsidRPr="005D3A17" w:rsidRDefault="00275751" w:rsidP="008C1943">
      <w:pPr>
        <w:ind w:left="2832" w:firstLine="708"/>
        <w:jc w:val="both"/>
        <w:rPr>
          <w:bCs/>
          <w:sz w:val="28"/>
          <w:lang w:val="uk-UA"/>
        </w:rPr>
      </w:pPr>
      <w:r w:rsidRPr="005D3A17">
        <w:rPr>
          <w:bCs/>
          <w:sz w:val="28"/>
          <w:lang w:val="uk-UA"/>
        </w:rPr>
        <w:t>Двічі на місяць</w:t>
      </w:r>
    </w:p>
    <w:p w:rsidR="00275751" w:rsidRPr="005D3A17" w:rsidRDefault="00275751" w:rsidP="008C1943">
      <w:pPr>
        <w:ind w:firstLine="708"/>
        <w:jc w:val="both"/>
        <w:rPr>
          <w:sz w:val="28"/>
          <w:lang w:val="uk-UA"/>
        </w:rPr>
      </w:pPr>
      <w:r w:rsidRPr="005D3A17">
        <w:rPr>
          <w:sz w:val="28"/>
          <w:lang w:val="uk-UA"/>
        </w:rPr>
        <w:t>Прийоми громадян з особистих питань керівництвом в районній державній адміністрації.</w:t>
      </w:r>
    </w:p>
    <w:p w:rsidR="00275751" w:rsidRPr="005D3A17" w:rsidRDefault="00275751" w:rsidP="008C1943">
      <w:pPr>
        <w:ind w:left="2832" w:firstLine="3"/>
        <w:jc w:val="both"/>
        <w:rPr>
          <w:sz w:val="28"/>
          <w:lang w:val="uk-UA"/>
        </w:rPr>
      </w:pPr>
      <w:r w:rsidRPr="005D3A17">
        <w:rPr>
          <w:sz w:val="28"/>
          <w:lang w:val="uk-UA"/>
        </w:rPr>
        <w:t>Ломко М.О., керівник апарату районної державної адміністрації; Щербина Г.О., начальник відділу документообігу апарату районної державної адміністрації</w:t>
      </w:r>
    </w:p>
    <w:p w:rsidR="00275751" w:rsidRPr="005D3A17" w:rsidRDefault="00275751" w:rsidP="008C1943">
      <w:pPr>
        <w:ind w:firstLine="708"/>
        <w:jc w:val="both"/>
        <w:rPr>
          <w:sz w:val="28"/>
          <w:lang w:val="uk-UA"/>
        </w:rPr>
      </w:pPr>
      <w:r w:rsidRPr="005D3A17">
        <w:rPr>
          <w:sz w:val="28"/>
          <w:lang w:val="uk-UA"/>
        </w:rPr>
        <w:t>Виїзні прийоми з особистих питань керівництвом районної державної адміністрації за місцем проживання громадян.</w:t>
      </w:r>
    </w:p>
    <w:p w:rsidR="00275751" w:rsidRPr="005D3A17" w:rsidRDefault="00275751" w:rsidP="008C1943">
      <w:pPr>
        <w:ind w:left="2832" w:firstLine="3"/>
        <w:jc w:val="both"/>
        <w:rPr>
          <w:sz w:val="28"/>
          <w:lang w:val="uk-UA"/>
        </w:rPr>
      </w:pPr>
      <w:r w:rsidRPr="005D3A17">
        <w:rPr>
          <w:sz w:val="28"/>
          <w:lang w:val="uk-UA"/>
        </w:rPr>
        <w:t>Ломко М.О., керівник апарату районної державної адміністрації; Щербина Г.О., начальник відділу документообігу апарату районної державної адміністрації</w:t>
      </w:r>
    </w:p>
    <w:p w:rsidR="00275751" w:rsidRPr="005D3A17" w:rsidRDefault="00275751" w:rsidP="008C1943">
      <w:pPr>
        <w:jc w:val="both"/>
        <w:rPr>
          <w:bCs/>
          <w:sz w:val="28"/>
          <w:lang w:val="uk-UA"/>
        </w:rPr>
      </w:pPr>
      <w:r w:rsidRPr="005D3A17">
        <w:rPr>
          <w:bCs/>
          <w:sz w:val="28"/>
          <w:lang w:val="uk-UA"/>
        </w:rPr>
        <w:tab/>
        <w:t>«Прямі» телефонні лінії зв’язку з населенням керівництва районної державної адміністрації.</w:t>
      </w:r>
    </w:p>
    <w:p w:rsidR="00275751" w:rsidRPr="005D3A17" w:rsidRDefault="00275751" w:rsidP="008C1943">
      <w:pPr>
        <w:ind w:left="2832" w:firstLine="3"/>
        <w:jc w:val="both"/>
        <w:rPr>
          <w:sz w:val="28"/>
          <w:lang w:val="uk-UA"/>
        </w:rPr>
      </w:pPr>
      <w:r w:rsidRPr="005D3A17">
        <w:rPr>
          <w:sz w:val="28"/>
          <w:lang w:val="uk-UA"/>
        </w:rPr>
        <w:t>Ломко М.О., керівник апарату районної державної адміністрації; Щербина Г.О., начальник відділу документообігу апарату районної державної адміністрації</w:t>
      </w:r>
    </w:p>
    <w:p w:rsidR="00275751" w:rsidRPr="00665180" w:rsidRDefault="00275751" w:rsidP="008C1943">
      <w:pPr>
        <w:ind w:firstLine="708"/>
        <w:jc w:val="both"/>
        <w:rPr>
          <w:bCs/>
          <w:sz w:val="28"/>
          <w:lang w:val="uk-UA"/>
        </w:rPr>
      </w:pPr>
      <w:r w:rsidRPr="00665180">
        <w:rPr>
          <w:bCs/>
          <w:sz w:val="28"/>
          <w:lang w:val="uk-UA"/>
        </w:rPr>
        <w:t>Виїзні прийоми громадян Роменського району спеціалістами «мобільного соціального офісу».</w:t>
      </w:r>
    </w:p>
    <w:p w:rsidR="00275751" w:rsidRPr="00665180" w:rsidRDefault="00275751" w:rsidP="008C1943">
      <w:pPr>
        <w:ind w:left="2832" w:firstLine="75"/>
        <w:jc w:val="both"/>
        <w:rPr>
          <w:sz w:val="28"/>
          <w:lang w:val="uk-UA"/>
        </w:rPr>
      </w:pPr>
      <w:r w:rsidRPr="0066518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275751" w:rsidRPr="005D3A17" w:rsidRDefault="00275751" w:rsidP="008C1943">
      <w:pPr>
        <w:ind w:firstLine="708"/>
        <w:jc w:val="both"/>
        <w:rPr>
          <w:bCs/>
          <w:sz w:val="28"/>
          <w:lang w:val="uk-UA"/>
        </w:rPr>
      </w:pPr>
      <w:r w:rsidRPr="005D3A17">
        <w:rPr>
          <w:bCs/>
          <w:sz w:val="28"/>
          <w:lang w:val="uk-UA"/>
        </w:rPr>
        <w:t>Перевірка роботи соціальних робітників відділення соціальної допомоги.</w:t>
      </w:r>
    </w:p>
    <w:p w:rsidR="00275751" w:rsidRPr="005D3A17" w:rsidRDefault="00275751" w:rsidP="008C1943">
      <w:pPr>
        <w:ind w:left="2835" w:hanging="2835"/>
        <w:jc w:val="both"/>
        <w:rPr>
          <w:bCs/>
          <w:sz w:val="28"/>
          <w:lang w:val="uk-UA"/>
        </w:rPr>
      </w:pPr>
      <w:r w:rsidRPr="005D3A17">
        <w:rPr>
          <w:bCs/>
          <w:sz w:val="28"/>
          <w:lang w:val="uk-UA"/>
        </w:rPr>
        <w:tab/>
        <w:t>Лісна І.А., директор районного територіального центру соціального обслуговування (надання соціальних послуг)</w:t>
      </w:r>
    </w:p>
    <w:p w:rsidR="00275751" w:rsidRPr="00FE6FDA" w:rsidRDefault="00275751" w:rsidP="008C1943">
      <w:pPr>
        <w:ind w:left="2832" w:firstLine="708"/>
        <w:jc w:val="both"/>
        <w:rPr>
          <w:bCs/>
          <w:sz w:val="16"/>
          <w:szCs w:val="16"/>
          <w:lang w:val="uk-UA"/>
        </w:rPr>
      </w:pPr>
    </w:p>
    <w:p w:rsidR="00275751" w:rsidRPr="00206A10" w:rsidRDefault="00275751" w:rsidP="008C1943">
      <w:pPr>
        <w:ind w:left="2832" w:firstLine="708"/>
        <w:jc w:val="both"/>
        <w:rPr>
          <w:bCs/>
          <w:sz w:val="28"/>
          <w:lang w:val="uk-UA"/>
        </w:rPr>
      </w:pPr>
      <w:r w:rsidRPr="00206A10">
        <w:rPr>
          <w:bCs/>
          <w:sz w:val="28"/>
          <w:lang w:val="uk-UA"/>
        </w:rPr>
        <w:t>Щопонеділка</w:t>
      </w:r>
    </w:p>
    <w:p w:rsidR="00275751" w:rsidRPr="005D3A17" w:rsidRDefault="00275751" w:rsidP="008C1943">
      <w:pPr>
        <w:jc w:val="both"/>
        <w:rPr>
          <w:bCs/>
          <w:sz w:val="28"/>
          <w:lang w:val="uk-UA"/>
        </w:rPr>
      </w:pPr>
      <w:r w:rsidRPr="005D3A17">
        <w:rPr>
          <w:bCs/>
          <w:sz w:val="28"/>
          <w:lang w:val="uk-UA"/>
        </w:rPr>
        <w:tab/>
        <w:t>Оперативні наради при голові районної державної адміністрації.</w:t>
      </w:r>
    </w:p>
    <w:p w:rsidR="00275751" w:rsidRPr="005D3A17" w:rsidRDefault="00275751" w:rsidP="008C1943">
      <w:pPr>
        <w:ind w:left="2832"/>
        <w:jc w:val="both"/>
        <w:rPr>
          <w:sz w:val="28"/>
          <w:lang w:val="uk-UA"/>
        </w:rPr>
      </w:pPr>
      <w:r w:rsidRPr="005D3A17">
        <w:rPr>
          <w:sz w:val="28"/>
          <w:lang w:val="uk-UA"/>
        </w:rPr>
        <w:t>Ломко М.О., керівник апарату районної державної адміністрації; Ярмак І.М., начальник відділу організаційної роботи апарату районної державної адміністрації</w:t>
      </w:r>
    </w:p>
    <w:p w:rsidR="00275751" w:rsidRPr="005D3A17" w:rsidRDefault="00275751" w:rsidP="008C1943">
      <w:pPr>
        <w:ind w:firstLine="708"/>
        <w:jc w:val="both"/>
        <w:rPr>
          <w:sz w:val="28"/>
          <w:szCs w:val="28"/>
          <w:lang w:val="uk-UA"/>
        </w:rPr>
      </w:pPr>
      <w:r w:rsidRPr="005D3A17">
        <w:rPr>
          <w:bCs/>
          <w:sz w:val="28"/>
          <w:lang w:val="uk-UA"/>
        </w:rPr>
        <w:t>Нарада при першому заступникові, заступникові голови, керівникові апарату районної державної адміністрації з керівниками підпорядкованих підрозділів апарату та структурних підрозділів районної державної</w:t>
      </w:r>
      <w:r w:rsidRPr="005D3A17">
        <w:rPr>
          <w:sz w:val="28"/>
          <w:szCs w:val="28"/>
          <w:lang w:val="uk-UA"/>
        </w:rPr>
        <w:t xml:space="preserve"> </w:t>
      </w:r>
      <w:r w:rsidRPr="005D3A17">
        <w:rPr>
          <w:bCs/>
          <w:sz w:val="28"/>
          <w:lang w:val="uk-UA"/>
        </w:rPr>
        <w:t>адміністрації з питання виконання плану роботи за попередній тиждень та планування роботи на поточний тиждень.</w:t>
      </w:r>
    </w:p>
    <w:p w:rsidR="00275751" w:rsidRPr="005D3A17" w:rsidRDefault="00275751" w:rsidP="008C1943">
      <w:pPr>
        <w:ind w:left="2832" w:firstLine="3"/>
        <w:jc w:val="both"/>
        <w:rPr>
          <w:bCs/>
          <w:sz w:val="28"/>
          <w:lang w:val="uk-UA"/>
        </w:rPr>
      </w:pPr>
      <w:r w:rsidRPr="005D3A17">
        <w:rPr>
          <w:bCs/>
          <w:sz w:val="28"/>
          <w:lang w:val="uk-UA"/>
        </w:rPr>
        <w:t xml:space="preserve">перший заступник, заступник голови, </w:t>
      </w:r>
      <w:r w:rsidRPr="005D3A17">
        <w:rPr>
          <w:sz w:val="28"/>
          <w:lang w:val="uk-UA"/>
        </w:rPr>
        <w:t>керівник апарату районної державної адміністрації</w:t>
      </w:r>
    </w:p>
    <w:p w:rsidR="00275751" w:rsidRPr="00FE6FDA" w:rsidRDefault="00275751" w:rsidP="008C1943">
      <w:pPr>
        <w:ind w:left="2124" w:firstLine="708"/>
        <w:jc w:val="both"/>
        <w:rPr>
          <w:bCs/>
          <w:sz w:val="16"/>
          <w:szCs w:val="16"/>
          <w:lang w:val="uk-UA"/>
        </w:rPr>
      </w:pPr>
    </w:p>
    <w:p w:rsidR="00275751" w:rsidRPr="00665180" w:rsidRDefault="00275751" w:rsidP="008C1943">
      <w:pPr>
        <w:ind w:left="2124" w:firstLine="708"/>
        <w:jc w:val="both"/>
        <w:rPr>
          <w:bCs/>
          <w:sz w:val="28"/>
          <w:lang w:val="uk-UA"/>
        </w:rPr>
      </w:pPr>
      <w:r w:rsidRPr="00665180">
        <w:rPr>
          <w:bCs/>
          <w:sz w:val="28"/>
          <w:lang w:val="uk-UA"/>
        </w:rPr>
        <w:t>Згідно окремого графіка</w:t>
      </w:r>
    </w:p>
    <w:p w:rsidR="00275751" w:rsidRPr="00413AF0" w:rsidRDefault="00275751" w:rsidP="008C1943">
      <w:pPr>
        <w:ind w:firstLine="708"/>
        <w:jc w:val="both"/>
        <w:rPr>
          <w:sz w:val="28"/>
          <w:lang w:val="uk-UA"/>
        </w:rPr>
      </w:pPr>
      <w:r w:rsidRPr="00413AF0">
        <w:rPr>
          <w:sz w:val="28"/>
          <w:lang w:val="uk-UA"/>
        </w:rPr>
        <w:t>Засідання районної робочої групи з питань виплати заробітної плати та легалізації зайнятості населення.</w:t>
      </w:r>
    </w:p>
    <w:p w:rsidR="00275751" w:rsidRPr="00413AF0" w:rsidRDefault="00275751" w:rsidP="008C1943">
      <w:pPr>
        <w:ind w:left="2832"/>
        <w:jc w:val="both"/>
        <w:rPr>
          <w:sz w:val="28"/>
          <w:lang w:val="uk-UA"/>
        </w:rPr>
      </w:pPr>
      <w:r w:rsidRPr="00413AF0">
        <w:rPr>
          <w:sz w:val="28"/>
          <w:lang w:val="uk-UA"/>
        </w:rPr>
        <w:t>Татарінов</w:t>
      </w:r>
      <w:r>
        <w:rPr>
          <w:sz w:val="28"/>
          <w:lang w:val="uk-UA"/>
        </w:rPr>
        <w:t xml:space="preserve"> В.М., перший заступник голови </w:t>
      </w:r>
      <w:r w:rsidRPr="00413AF0">
        <w:rPr>
          <w:sz w:val="28"/>
          <w:lang w:val="uk-UA"/>
        </w:rPr>
        <w:t>районної державної адміністрації; Даценко О.М., начальник управління соціального захисту населення районної державної адміністрації</w:t>
      </w:r>
    </w:p>
    <w:p w:rsidR="00275751" w:rsidRPr="00413AF0" w:rsidRDefault="00275751" w:rsidP="008C1943">
      <w:pPr>
        <w:ind w:firstLine="708"/>
        <w:jc w:val="both"/>
        <w:rPr>
          <w:sz w:val="28"/>
          <w:lang w:val="uk-UA"/>
        </w:rPr>
      </w:pPr>
      <w:r w:rsidRPr="00413AF0">
        <w:rPr>
          <w:sz w:val="28"/>
          <w:lang w:val="uk-UA"/>
        </w:rPr>
        <w:t>Засідання комісії по розгляду звернень громадян з питання надання населенню соціальних допомог, субсидій та пільг.</w:t>
      </w:r>
    </w:p>
    <w:p w:rsidR="00275751" w:rsidRPr="00413AF0" w:rsidRDefault="00275751" w:rsidP="008C1943">
      <w:pPr>
        <w:ind w:left="2832"/>
        <w:jc w:val="both"/>
        <w:rPr>
          <w:sz w:val="28"/>
          <w:lang w:val="uk-UA"/>
        </w:rPr>
      </w:pPr>
      <w:r w:rsidRPr="00413AF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275751" w:rsidRPr="00413AF0" w:rsidRDefault="00275751" w:rsidP="008C1943">
      <w:pPr>
        <w:ind w:firstLine="708"/>
        <w:jc w:val="both"/>
        <w:rPr>
          <w:sz w:val="28"/>
          <w:lang w:val="uk-UA"/>
        </w:rPr>
      </w:pPr>
      <w:r w:rsidRPr="00413AF0">
        <w:rPr>
          <w:sz w:val="28"/>
          <w:lang w:val="uk-UA"/>
        </w:rPr>
        <w:t>Засідання районної комісії у справах альтернативної (невійськової) служби.</w:t>
      </w:r>
    </w:p>
    <w:p w:rsidR="00275751" w:rsidRPr="00413AF0" w:rsidRDefault="00275751" w:rsidP="008C1943">
      <w:pPr>
        <w:ind w:left="2832"/>
        <w:jc w:val="both"/>
        <w:rPr>
          <w:sz w:val="28"/>
          <w:lang w:val="uk-UA"/>
        </w:rPr>
      </w:pPr>
      <w:r w:rsidRPr="00413AF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275751" w:rsidRPr="00413AF0" w:rsidRDefault="00275751" w:rsidP="008C1943">
      <w:pPr>
        <w:ind w:firstLine="708"/>
        <w:jc w:val="both"/>
        <w:rPr>
          <w:sz w:val="28"/>
          <w:lang w:val="uk-UA"/>
        </w:rPr>
      </w:pPr>
      <w:r w:rsidRPr="00413AF0">
        <w:rPr>
          <w:sz w:val="28"/>
          <w:lang w:val="uk-UA"/>
        </w:rPr>
        <w:t>Засідання комісії з розгляду питань надання грошової допомоги постраждалим та особам, які переміщуються з тимчасово окупованої території України або району проведення антитерористичної операції.</w:t>
      </w:r>
    </w:p>
    <w:p w:rsidR="00275751" w:rsidRPr="00413AF0" w:rsidRDefault="00275751" w:rsidP="008C1943">
      <w:pPr>
        <w:ind w:left="2832"/>
        <w:jc w:val="both"/>
        <w:rPr>
          <w:sz w:val="28"/>
          <w:lang w:val="uk-UA"/>
        </w:rPr>
      </w:pPr>
      <w:r w:rsidRPr="00413AF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275751" w:rsidRPr="00206A10" w:rsidRDefault="00275751" w:rsidP="008C1943">
      <w:pPr>
        <w:ind w:firstLine="708"/>
        <w:jc w:val="both"/>
        <w:rPr>
          <w:sz w:val="28"/>
          <w:lang w:val="uk-UA"/>
        </w:rPr>
      </w:pPr>
      <w:r w:rsidRPr="00206A10">
        <w:rPr>
          <w:sz w:val="28"/>
          <w:lang w:val="uk-UA"/>
        </w:rPr>
        <w:t>Єдині інформаційні дні.</w:t>
      </w:r>
    </w:p>
    <w:p w:rsidR="00275751" w:rsidRPr="00206A10" w:rsidRDefault="00275751" w:rsidP="008C1943">
      <w:pPr>
        <w:ind w:left="2832"/>
        <w:jc w:val="both"/>
        <w:rPr>
          <w:sz w:val="28"/>
          <w:lang w:val="uk-UA"/>
        </w:rPr>
      </w:pPr>
      <w:r w:rsidRPr="00206A10">
        <w:rPr>
          <w:sz w:val="28"/>
          <w:lang w:val="uk-UA"/>
        </w:rPr>
        <w:t>Татарінов В.М., перший заступник голови районної державної адміністрації; Сидоренко О.М., завідувач сектору забезпечення доступу до публічної інформації та комунікацій з громадськістю апарату районної державної адміністрації</w:t>
      </w:r>
    </w:p>
    <w:p w:rsidR="00275751" w:rsidRPr="00206A10" w:rsidRDefault="00275751" w:rsidP="008C1943">
      <w:pPr>
        <w:ind w:firstLine="708"/>
        <w:jc w:val="both"/>
        <w:rPr>
          <w:sz w:val="28"/>
          <w:lang w:val="uk-UA"/>
        </w:rPr>
      </w:pPr>
      <w:r w:rsidRPr="00206A10">
        <w:rPr>
          <w:sz w:val="28"/>
          <w:lang w:val="uk-UA"/>
        </w:rPr>
        <w:t>Засідання конкурсної комісії районної державної адміністрації.</w:t>
      </w:r>
    </w:p>
    <w:p w:rsidR="00275751" w:rsidRPr="00206A10" w:rsidRDefault="00275751" w:rsidP="008C1943">
      <w:pPr>
        <w:ind w:left="2832" w:firstLine="3"/>
        <w:jc w:val="both"/>
        <w:rPr>
          <w:sz w:val="28"/>
          <w:lang w:val="uk-UA"/>
        </w:rPr>
      </w:pPr>
      <w:r w:rsidRPr="00206A10">
        <w:rPr>
          <w:sz w:val="28"/>
          <w:lang w:val="uk-UA"/>
        </w:rPr>
        <w:t>Ломко М.О., керівник апарату районної державної адміністрації; Сеник О.А., завідувач сектору кадрової роботи апарату районної державної адміністрації</w:t>
      </w:r>
    </w:p>
    <w:p w:rsidR="00275751" w:rsidRPr="00206A10" w:rsidRDefault="00275751" w:rsidP="008C1943">
      <w:pPr>
        <w:ind w:firstLine="708"/>
        <w:jc w:val="both"/>
        <w:rPr>
          <w:sz w:val="28"/>
          <w:lang w:val="uk-UA"/>
        </w:rPr>
      </w:pPr>
      <w:r w:rsidRPr="00206A10">
        <w:rPr>
          <w:sz w:val="28"/>
          <w:lang w:val="uk-UA"/>
        </w:rPr>
        <w:t>Перевірка умов роботи працівників віком до 18 років на підприємствах, в установах та організаціях усіх форм власності.</w:t>
      </w:r>
    </w:p>
    <w:p w:rsidR="00275751" w:rsidRPr="00206A10" w:rsidRDefault="00275751" w:rsidP="008C1943">
      <w:pPr>
        <w:ind w:left="2832"/>
        <w:jc w:val="both"/>
        <w:rPr>
          <w:sz w:val="28"/>
          <w:lang w:val="uk-UA"/>
        </w:rPr>
      </w:pPr>
      <w:r w:rsidRPr="00206A10">
        <w:rPr>
          <w:sz w:val="28"/>
          <w:lang w:val="uk-UA"/>
        </w:rPr>
        <w:t xml:space="preserve">Татарінов В.М., перший заступник голови районної державної адміністрації; Степаненко З.В., начальник служби у справах дітей районної державної адміністрації </w:t>
      </w:r>
    </w:p>
    <w:p w:rsidR="00275751" w:rsidRPr="00206A10" w:rsidRDefault="00275751" w:rsidP="008C1943">
      <w:pPr>
        <w:ind w:firstLine="708"/>
        <w:jc w:val="both"/>
        <w:rPr>
          <w:sz w:val="28"/>
          <w:lang w:val="uk-UA"/>
        </w:rPr>
      </w:pPr>
      <w:r w:rsidRPr="00206A10">
        <w:rPr>
          <w:sz w:val="28"/>
          <w:lang w:val="uk-UA"/>
        </w:rPr>
        <w:t>Перевірка умов утримання і виховання дітей-сиріт та дітей, позбавлених батьківського піклування у сім’ях опікунів, піклувальників, дитячих будинках сімейного типу, прийомних сім’ях.</w:t>
      </w:r>
    </w:p>
    <w:p w:rsidR="00275751" w:rsidRPr="00206A10" w:rsidRDefault="00275751" w:rsidP="008C1943">
      <w:pPr>
        <w:ind w:left="2832"/>
        <w:jc w:val="both"/>
        <w:rPr>
          <w:sz w:val="28"/>
          <w:lang w:val="uk-UA"/>
        </w:rPr>
      </w:pPr>
      <w:r w:rsidRPr="00206A10">
        <w:rPr>
          <w:sz w:val="28"/>
          <w:lang w:val="uk-UA"/>
        </w:rPr>
        <w:t xml:space="preserve">Татарінов В.М., перший заступник голови районної державної адміністрації; Степаненко З.В., начальник служби у справах дітей районної державної адміністрації </w:t>
      </w:r>
    </w:p>
    <w:p w:rsidR="00275751" w:rsidRPr="003D3C25" w:rsidRDefault="00275751" w:rsidP="008C1943">
      <w:pPr>
        <w:ind w:firstLine="708"/>
        <w:jc w:val="both"/>
        <w:rPr>
          <w:sz w:val="28"/>
          <w:lang w:val="uk-UA"/>
        </w:rPr>
      </w:pPr>
      <w:r w:rsidRPr="003D3C25">
        <w:rPr>
          <w:sz w:val="28"/>
          <w:lang w:val="uk-UA"/>
        </w:rPr>
        <w:t>Перевірка стану зберігання та утримання протирадіаційних укриттів в районі.</w:t>
      </w:r>
    </w:p>
    <w:p w:rsidR="00275751" w:rsidRPr="003D3C25" w:rsidRDefault="00275751" w:rsidP="008C1943">
      <w:pPr>
        <w:ind w:left="2832"/>
        <w:jc w:val="both"/>
        <w:rPr>
          <w:sz w:val="28"/>
          <w:lang w:val="uk-UA"/>
        </w:rPr>
      </w:pPr>
      <w:r w:rsidRPr="003D3C25">
        <w:rPr>
          <w:sz w:val="28"/>
          <w:lang w:val="uk-UA"/>
        </w:rPr>
        <w:t xml:space="preserve">Мартиненко Р.М., головний спеціаліст відділу житлово-комунального господарства, будівництва, цивільного захисту та інфраструктури районної державної адміністрації </w:t>
      </w:r>
    </w:p>
    <w:p w:rsidR="00275751" w:rsidRPr="003D3C25" w:rsidRDefault="00275751" w:rsidP="008C1943">
      <w:pPr>
        <w:ind w:firstLine="708"/>
        <w:jc w:val="both"/>
        <w:rPr>
          <w:sz w:val="28"/>
          <w:lang w:val="uk-UA"/>
        </w:rPr>
      </w:pPr>
      <w:r w:rsidRPr="003D3C25">
        <w:rPr>
          <w:sz w:val="28"/>
          <w:lang w:val="uk-UA"/>
        </w:rPr>
        <w:t>Контроль створення та умов роботи навчально-консультаційного пункту при сільських радах.</w:t>
      </w:r>
    </w:p>
    <w:p w:rsidR="00275751" w:rsidRPr="003D3C25" w:rsidRDefault="00275751" w:rsidP="008C1943">
      <w:pPr>
        <w:ind w:left="2832"/>
        <w:jc w:val="both"/>
        <w:rPr>
          <w:sz w:val="28"/>
          <w:lang w:val="uk-UA"/>
        </w:rPr>
      </w:pPr>
      <w:r w:rsidRPr="003D3C25">
        <w:rPr>
          <w:sz w:val="28"/>
          <w:lang w:val="uk-UA"/>
        </w:rPr>
        <w:t xml:space="preserve">Мартиненко Р.М., головний спеціаліст відділу житлово-комунального господарства, будівництва, цивільного захисту та інфраструктури районної державної адміністрації </w:t>
      </w:r>
    </w:p>
    <w:p w:rsidR="00275751" w:rsidRPr="003D3C25" w:rsidRDefault="00275751" w:rsidP="008C1943">
      <w:pPr>
        <w:ind w:firstLine="708"/>
        <w:jc w:val="both"/>
        <w:rPr>
          <w:sz w:val="28"/>
          <w:lang w:val="uk-UA"/>
        </w:rPr>
      </w:pPr>
      <w:r w:rsidRPr="003D3C25">
        <w:rPr>
          <w:sz w:val="28"/>
          <w:lang w:val="uk-UA"/>
        </w:rPr>
        <w:t>Перевірка стану боєздатності сільських пожежних команд.</w:t>
      </w:r>
    </w:p>
    <w:p w:rsidR="00275751" w:rsidRPr="003D3C25" w:rsidRDefault="00275751" w:rsidP="008C1943">
      <w:pPr>
        <w:ind w:left="2832"/>
        <w:jc w:val="both"/>
        <w:rPr>
          <w:sz w:val="28"/>
          <w:lang w:val="uk-UA"/>
        </w:rPr>
      </w:pPr>
      <w:r w:rsidRPr="003D3C25">
        <w:rPr>
          <w:sz w:val="28"/>
          <w:lang w:val="uk-UA"/>
        </w:rPr>
        <w:t xml:space="preserve">Мартиненко Р.М., головний спеціаліст відділу житлово-комунального господарства, будівництва, цивільного захисту та інфраструктури районної державної адміністрації </w:t>
      </w:r>
    </w:p>
    <w:p w:rsidR="00275751" w:rsidRPr="00206A10" w:rsidRDefault="00275751" w:rsidP="008C1943">
      <w:pPr>
        <w:ind w:firstLine="708"/>
        <w:jc w:val="both"/>
        <w:rPr>
          <w:sz w:val="28"/>
          <w:lang w:val="uk-UA"/>
        </w:rPr>
      </w:pPr>
      <w:r w:rsidRPr="00206A10">
        <w:rPr>
          <w:sz w:val="28"/>
          <w:lang w:val="uk-UA"/>
        </w:rPr>
        <w:t>Проведення ярмарку- продажі сільськогосподарської продукції.</w:t>
      </w:r>
    </w:p>
    <w:p w:rsidR="00275751" w:rsidRPr="00206A10" w:rsidRDefault="00275751" w:rsidP="008C1943">
      <w:pPr>
        <w:ind w:left="2829"/>
        <w:jc w:val="both"/>
        <w:rPr>
          <w:sz w:val="28"/>
          <w:lang w:val="uk-UA"/>
        </w:rPr>
      </w:pPr>
      <w:r w:rsidRPr="00206A10">
        <w:rPr>
          <w:sz w:val="28"/>
          <w:lang w:val="uk-UA"/>
        </w:rPr>
        <w:tab/>
      </w:r>
      <w:r>
        <w:rPr>
          <w:sz w:val="28"/>
          <w:szCs w:val="28"/>
          <w:lang w:val="uk-UA"/>
        </w:rPr>
        <w:t>Псарьова А.М</w:t>
      </w:r>
      <w:r w:rsidRPr="005D3A17">
        <w:rPr>
          <w:sz w:val="28"/>
          <w:szCs w:val="28"/>
          <w:lang w:val="uk-UA"/>
        </w:rPr>
        <w:t>.</w:t>
      </w:r>
      <w:r w:rsidRPr="005D3A17">
        <w:rPr>
          <w:sz w:val="28"/>
          <w:lang w:val="uk-UA"/>
        </w:rPr>
        <w:t xml:space="preserve">, </w:t>
      </w:r>
      <w:r>
        <w:rPr>
          <w:sz w:val="28"/>
          <w:lang w:val="uk-UA"/>
        </w:rPr>
        <w:t>тимчасово виконуюч</w:t>
      </w:r>
      <w:r w:rsidRPr="001E58D1">
        <w:rPr>
          <w:sz w:val="28"/>
          <w:lang w:val="uk-UA"/>
        </w:rPr>
        <w:t>ий</w:t>
      </w:r>
      <w:r>
        <w:rPr>
          <w:sz w:val="28"/>
          <w:lang w:val="uk-UA"/>
        </w:rPr>
        <w:t xml:space="preserve"> обов’язки </w:t>
      </w:r>
      <w:r w:rsidRPr="005D3A17">
        <w:rPr>
          <w:sz w:val="28"/>
          <w:lang w:val="uk-UA"/>
        </w:rPr>
        <w:t>начальник</w:t>
      </w:r>
      <w:r>
        <w:rPr>
          <w:sz w:val="28"/>
          <w:lang w:val="uk-UA"/>
        </w:rPr>
        <w:t>а</w:t>
      </w:r>
      <w:r w:rsidRPr="00206A10">
        <w:rPr>
          <w:sz w:val="28"/>
          <w:lang w:val="uk-UA"/>
        </w:rPr>
        <w:t xml:space="preserve"> відділу агропромислового розвитку районної державної адміністрації; Гребенюк О.П., начальник управління економічного розвитку, торгівлі та організації діяльності центру надання адміністративних послуг районної державної адміністрації</w:t>
      </w:r>
    </w:p>
    <w:p w:rsidR="00275751" w:rsidRPr="00206A10" w:rsidRDefault="00275751" w:rsidP="008C1943">
      <w:pPr>
        <w:ind w:firstLine="708"/>
        <w:jc w:val="both"/>
        <w:rPr>
          <w:sz w:val="28"/>
          <w:lang w:val="uk-UA"/>
        </w:rPr>
      </w:pPr>
      <w:r w:rsidRPr="00206A10">
        <w:rPr>
          <w:sz w:val="28"/>
          <w:lang w:val="uk-UA"/>
        </w:rPr>
        <w:t>Засідання ради старшокласників району.</w:t>
      </w:r>
    </w:p>
    <w:p w:rsidR="00275751" w:rsidRPr="00206A10" w:rsidRDefault="00275751" w:rsidP="008C1943">
      <w:pPr>
        <w:ind w:left="2832"/>
        <w:jc w:val="both"/>
        <w:rPr>
          <w:sz w:val="28"/>
          <w:lang w:val="uk-UA"/>
        </w:rPr>
      </w:pPr>
      <w:r w:rsidRPr="00206A10">
        <w:rPr>
          <w:sz w:val="28"/>
          <w:lang w:val="uk-UA"/>
        </w:rPr>
        <w:t>Татарінов В.М., перший заступник голови районної державної адміністрації; Андрєєва Ю.В., директор районного центру дитячої та юнацької творчості</w:t>
      </w:r>
    </w:p>
    <w:p w:rsidR="00275751" w:rsidRPr="00206A10" w:rsidRDefault="00275751" w:rsidP="008C1943">
      <w:pPr>
        <w:ind w:firstLine="708"/>
        <w:jc w:val="both"/>
        <w:rPr>
          <w:sz w:val="28"/>
          <w:lang w:val="uk-UA"/>
        </w:rPr>
      </w:pPr>
      <w:r w:rsidRPr="00206A10">
        <w:rPr>
          <w:sz w:val="28"/>
          <w:lang w:val="uk-UA"/>
        </w:rPr>
        <w:t xml:space="preserve">Розміщення матеріалів про діяльність районної державної адміністрації для висвітлення в місцевих засобах масової інформації та на </w:t>
      </w:r>
      <w:r w:rsidRPr="00206A10">
        <w:rPr>
          <w:sz w:val="28"/>
          <w:szCs w:val="28"/>
          <w:lang w:val="uk-UA"/>
        </w:rPr>
        <w:t>офіційному веб-сайті районної державної адміністрації у форматі веб-порталу органів виконавчої влади Сумської області</w:t>
      </w:r>
      <w:r w:rsidRPr="00206A10">
        <w:rPr>
          <w:sz w:val="28"/>
          <w:lang w:val="uk-UA"/>
        </w:rPr>
        <w:t>.</w:t>
      </w:r>
    </w:p>
    <w:p w:rsidR="00275751" w:rsidRPr="00206A10" w:rsidRDefault="00275751" w:rsidP="008C1943">
      <w:pPr>
        <w:ind w:left="2835" w:hanging="3"/>
        <w:jc w:val="both"/>
        <w:rPr>
          <w:sz w:val="28"/>
          <w:szCs w:val="28"/>
          <w:lang w:val="uk-UA"/>
        </w:rPr>
      </w:pPr>
      <w:r w:rsidRPr="00206A10">
        <w:rPr>
          <w:sz w:val="28"/>
          <w:lang w:val="uk-UA"/>
        </w:rPr>
        <w:t>Ломко М.О., керівник апарату районної державної адміністрації;</w:t>
      </w:r>
      <w:r w:rsidRPr="00206A10">
        <w:rPr>
          <w:sz w:val="28"/>
          <w:szCs w:val="28"/>
          <w:lang w:val="uk-UA"/>
        </w:rPr>
        <w:t xml:space="preserve"> </w:t>
      </w:r>
      <w:r w:rsidRPr="00206A10">
        <w:rPr>
          <w:sz w:val="28"/>
          <w:lang w:val="uk-UA"/>
        </w:rPr>
        <w:t>Сидоренко О.М., завідувач сектору забезпечення доступу до публічної інформації та комунікацій з громадськістю апарату районної державної адміністрації</w:t>
      </w:r>
    </w:p>
    <w:p w:rsidR="00275751" w:rsidRPr="00206A10" w:rsidRDefault="00275751" w:rsidP="008C1943">
      <w:pPr>
        <w:jc w:val="both"/>
        <w:rPr>
          <w:sz w:val="28"/>
          <w:lang w:val="uk-UA"/>
        </w:rPr>
      </w:pPr>
      <w:r w:rsidRPr="00206A10">
        <w:rPr>
          <w:sz w:val="28"/>
          <w:lang w:val="uk-UA"/>
        </w:rPr>
        <w:tab/>
        <w:t xml:space="preserve">Розміщення інформації на </w:t>
      </w:r>
      <w:r w:rsidRPr="00206A10">
        <w:rPr>
          <w:sz w:val="28"/>
          <w:szCs w:val="28"/>
          <w:lang w:val="uk-UA"/>
        </w:rPr>
        <w:t>офіційному веб-сайті районної державної адміністрації у форматі веб-порталу органів виконавчої влади Сумської області</w:t>
      </w:r>
      <w:r w:rsidRPr="00206A10">
        <w:rPr>
          <w:sz w:val="28"/>
          <w:lang w:val="uk-UA"/>
        </w:rPr>
        <w:t>, у тому числі оновленої інформації, передбаченої статтею 15 Закону України «Про доступ до публічної інформації».</w:t>
      </w:r>
    </w:p>
    <w:p w:rsidR="00275751" w:rsidRPr="00206A10" w:rsidRDefault="00275751" w:rsidP="008C1943">
      <w:pPr>
        <w:ind w:left="2835" w:hanging="3"/>
        <w:jc w:val="both"/>
        <w:rPr>
          <w:sz w:val="28"/>
          <w:lang w:val="uk-UA"/>
        </w:rPr>
      </w:pPr>
      <w:r w:rsidRPr="00206A10">
        <w:rPr>
          <w:sz w:val="28"/>
          <w:lang w:val="uk-UA"/>
        </w:rPr>
        <w:tab/>
        <w:t>Ломко М.О., керівник апарату районної державної адміністрації;</w:t>
      </w:r>
      <w:r w:rsidRPr="00206A10">
        <w:rPr>
          <w:sz w:val="28"/>
          <w:szCs w:val="28"/>
          <w:lang w:val="uk-UA"/>
        </w:rPr>
        <w:t xml:space="preserve"> Сидоренко О.М., завідувач сектору забезпечення доступу</w:t>
      </w:r>
      <w:r w:rsidRPr="00206A10">
        <w:rPr>
          <w:sz w:val="28"/>
          <w:lang w:val="uk-UA"/>
        </w:rPr>
        <w:t xml:space="preserve"> до публічної інформації та комунікацій з громадськістю апарату районної державної адміністрації</w:t>
      </w:r>
    </w:p>
    <w:p w:rsidR="00275751" w:rsidRPr="00206A10" w:rsidRDefault="00275751" w:rsidP="008C1943">
      <w:pPr>
        <w:ind w:firstLine="708"/>
        <w:jc w:val="both"/>
        <w:rPr>
          <w:sz w:val="28"/>
          <w:lang w:val="uk-UA"/>
        </w:rPr>
      </w:pPr>
      <w:r w:rsidRPr="00206A10">
        <w:rPr>
          <w:sz w:val="28"/>
          <w:lang w:val="uk-UA"/>
        </w:rPr>
        <w:t>Прийом громадян щодо включення до Державного реєстру виборців, внесення змін до персональних даних виборців та зміни виборчої адреси у відділі ведення Державного реєстру виборців апарату районної державної адміністрації (щоденно).</w:t>
      </w:r>
    </w:p>
    <w:p w:rsidR="00275751" w:rsidRPr="00206A10" w:rsidRDefault="00275751" w:rsidP="008C1943">
      <w:pPr>
        <w:ind w:left="2832" w:firstLine="3"/>
        <w:jc w:val="both"/>
        <w:rPr>
          <w:sz w:val="28"/>
          <w:lang w:val="uk-UA"/>
        </w:rPr>
      </w:pPr>
      <w:r w:rsidRPr="00206A10">
        <w:rPr>
          <w:sz w:val="28"/>
          <w:lang w:val="uk-UA"/>
        </w:rPr>
        <w:t>Куріпко В.В., начальник відділу ведення Державного реєстру виборців апарату районної державної адміністрації</w:t>
      </w:r>
    </w:p>
    <w:p w:rsidR="00275751" w:rsidRPr="00206A10" w:rsidRDefault="00275751" w:rsidP="008C1943">
      <w:pPr>
        <w:jc w:val="both"/>
        <w:rPr>
          <w:sz w:val="28"/>
          <w:lang w:val="uk-UA"/>
        </w:rPr>
      </w:pPr>
      <w:r w:rsidRPr="00206A10">
        <w:rPr>
          <w:sz w:val="28"/>
          <w:lang w:val="uk-UA"/>
        </w:rPr>
        <w:tab/>
        <w:t>Надання</w:t>
      </w:r>
      <w:r w:rsidRPr="00206A10">
        <w:rPr>
          <w:b/>
          <w:sz w:val="28"/>
          <w:lang w:val="uk-UA"/>
        </w:rPr>
        <w:t xml:space="preserve"> </w:t>
      </w:r>
      <w:r w:rsidRPr="00206A10">
        <w:rPr>
          <w:sz w:val="28"/>
          <w:lang w:val="uk-UA"/>
        </w:rPr>
        <w:t>безоплатної первинної правової допомоги.</w:t>
      </w:r>
    </w:p>
    <w:p w:rsidR="00275751" w:rsidRPr="00206A10" w:rsidRDefault="00275751" w:rsidP="008C1943">
      <w:pPr>
        <w:ind w:left="2832" w:firstLine="3"/>
        <w:jc w:val="both"/>
        <w:rPr>
          <w:sz w:val="28"/>
          <w:lang w:val="uk-UA"/>
        </w:rPr>
      </w:pPr>
      <w:r w:rsidRPr="00206A10">
        <w:rPr>
          <w:sz w:val="28"/>
          <w:lang w:val="uk-UA"/>
        </w:rPr>
        <w:t>Дяченко С.В., начальник юридичного відділу апарату районної державної адміністрації; Дяченко О.А., головний спеціаліст юридичного відділу апарату районної державної адміністрації</w:t>
      </w:r>
    </w:p>
    <w:p w:rsidR="00275751" w:rsidRPr="003D3C25" w:rsidRDefault="00275751" w:rsidP="008C1943">
      <w:pPr>
        <w:jc w:val="both"/>
        <w:rPr>
          <w:sz w:val="28"/>
          <w:lang w:val="uk-UA"/>
        </w:rPr>
      </w:pPr>
    </w:p>
    <w:p w:rsidR="00275751" w:rsidRPr="003D3C25" w:rsidRDefault="00275751" w:rsidP="008C1943">
      <w:pPr>
        <w:jc w:val="both"/>
        <w:rPr>
          <w:sz w:val="28"/>
          <w:lang w:val="uk-UA"/>
        </w:rPr>
      </w:pPr>
    </w:p>
    <w:p w:rsidR="00275751" w:rsidRPr="001B52AF" w:rsidRDefault="00275751" w:rsidP="008C1943">
      <w:pPr>
        <w:jc w:val="both"/>
        <w:rPr>
          <w:b/>
          <w:sz w:val="28"/>
          <w:lang w:val="uk-UA"/>
        </w:rPr>
      </w:pPr>
      <w:r w:rsidRPr="001B52AF">
        <w:rPr>
          <w:b/>
          <w:sz w:val="28"/>
          <w:lang w:val="uk-UA"/>
        </w:rPr>
        <w:t>Керівник апарату Роменської</w:t>
      </w:r>
    </w:p>
    <w:p w:rsidR="00275751" w:rsidRDefault="00275751" w:rsidP="008C1943">
      <w:pPr>
        <w:jc w:val="both"/>
        <w:rPr>
          <w:b/>
          <w:sz w:val="28"/>
          <w:lang w:val="uk-UA"/>
        </w:rPr>
      </w:pPr>
      <w:r w:rsidRPr="001B52AF">
        <w:rPr>
          <w:b/>
          <w:sz w:val="28"/>
          <w:lang w:val="uk-UA"/>
        </w:rPr>
        <w:t>районної державної адміністрації</w:t>
      </w:r>
      <w:r>
        <w:rPr>
          <w:b/>
          <w:sz w:val="28"/>
          <w:lang w:val="uk-UA"/>
        </w:rPr>
        <w:tab/>
      </w:r>
      <w:r>
        <w:rPr>
          <w:b/>
          <w:sz w:val="28"/>
          <w:lang w:val="uk-UA"/>
        </w:rPr>
        <w:tab/>
      </w:r>
      <w:r>
        <w:rPr>
          <w:b/>
          <w:sz w:val="28"/>
          <w:lang w:val="uk-UA"/>
        </w:rPr>
        <w:tab/>
      </w:r>
      <w:r>
        <w:rPr>
          <w:b/>
          <w:sz w:val="28"/>
          <w:lang w:val="uk-UA"/>
        </w:rPr>
        <w:tab/>
      </w:r>
      <w:r>
        <w:rPr>
          <w:b/>
          <w:sz w:val="28"/>
          <w:lang w:val="uk-UA"/>
        </w:rPr>
        <w:tab/>
        <w:t>М.О.Ломко</w:t>
      </w:r>
    </w:p>
    <w:p w:rsidR="00275751" w:rsidRDefault="00275751" w:rsidP="008C1943">
      <w:pPr>
        <w:jc w:val="both"/>
        <w:rPr>
          <w:b/>
          <w:sz w:val="28"/>
          <w:lang w:val="uk-UA"/>
        </w:rPr>
      </w:pPr>
    </w:p>
    <w:p w:rsidR="00275751" w:rsidRPr="00784226" w:rsidRDefault="00275751" w:rsidP="008C1943">
      <w:pPr>
        <w:jc w:val="both"/>
        <w:rPr>
          <w:b/>
          <w:sz w:val="28"/>
          <w:lang w:val="uk-UA"/>
        </w:rPr>
      </w:pPr>
      <w:r w:rsidRPr="00784226">
        <w:rPr>
          <w:b/>
          <w:sz w:val="28"/>
          <w:lang w:val="uk-UA"/>
        </w:rPr>
        <w:t xml:space="preserve">Начальник відділу організаційної </w:t>
      </w:r>
    </w:p>
    <w:p w:rsidR="00275751" w:rsidRPr="00784226" w:rsidRDefault="00275751" w:rsidP="008C1943">
      <w:pPr>
        <w:jc w:val="both"/>
        <w:rPr>
          <w:b/>
          <w:sz w:val="28"/>
          <w:lang w:val="uk-UA"/>
        </w:rPr>
      </w:pPr>
      <w:r w:rsidRPr="00784226">
        <w:rPr>
          <w:b/>
          <w:sz w:val="28"/>
          <w:lang w:val="uk-UA"/>
        </w:rPr>
        <w:t xml:space="preserve">роботи апарату Роменської районної </w:t>
      </w:r>
    </w:p>
    <w:p w:rsidR="00275751" w:rsidRDefault="00275751" w:rsidP="007A4D13">
      <w:pPr>
        <w:jc w:val="both"/>
        <w:rPr>
          <w:bCs/>
          <w:sz w:val="28"/>
          <w:lang w:val="uk-UA"/>
        </w:rPr>
      </w:pPr>
      <w:r w:rsidRPr="00784226">
        <w:rPr>
          <w:b/>
          <w:sz w:val="28"/>
          <w:lang w:val="uk-UA"/>
        </w:rPr>
        <w:t>державної адміністрації</w:t>
      </w:r>
      <w:r w:rsidRPr="00784226">
        <w:rPr>
          <w:b/>
          <w:sz w:val="28"/>
          <w:lang w:val="uk-UA"/>
        </w:rPr>
        <w:tab/>
      </w:r>
      <w:r w:rsidRPr="00784226">
        <w:rPr>
          <w:b/>
          <w:sz w:val="28"/>
          <w:lang w:val="uk-UA"/>
        </w:rPr>
        <w:tab/>
      </w:r>
      <w:r w:rsidRPr="00784226">
        <w:rPr>
          <w:b/>
          <w:sz w:val="28"/>
          <w:lang w:val="uk-UA"/>
        </w:rPr>
        <w:tab/>
      </w:r>
      <w:r w:rsidRPr="00784226">
        <w:rPr>
          <w:b/>
          <w:sz w:val="28"/>
          <w:lang w:val="uk-UA"/>
        </w:rPr>
        <w:tab/>
      </w:r>
      <w:r w:rsidRPr="00784226">
        <w:rPr>
          <w:b/>
          <w:sz w:val="28"/>
          <w:lang w:val="uk-UA"/>
        </w:rPr>
        <w:tab/>
      </w:r>
      <w:r w:rsidRPr="00784226">
        <w:rPr>
          <w:b/>
          <w:sz w:val="28"/>
          <w:lang w:val="uk-UA"/>
        </w:rPr>
        <w:tab/>
        <w:t>І.М.Я</w:t>
      </w:r>
      <w:r>
        <w:rPr>
          <w:b/>
          <w:sz w:val="28"/>
          <w:lang w:val="uk-UA"/>
        </w:rPr>
        <w:t>рмак</w:t>
      </w:r>
    </w:p>
    <w:sectPr w:rsidR="00275751" w:rsidSect="002D77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751" w:rsidRDefault="00275751" w:rsidP="003F6480">
      <w:r>
        <w:separator/>
      </w:r>
    </w:p>
  </w:endnote>
  <w:endnote w:type="continuationSeparator" w:id="0">
    <w:p w:rsidR="00275751" w:rsidRDefault="00275751" w:rsidP="003F64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751" w:rsidRDefault="00275751" w:rsidP="003F6480">
      <w:r>
        <w:separator/>
      </w:r>
    </w:p>
  </w:footnote>
  <w:footnote w:type="continuationSeparator" w:id="0">
    <w:p w:rsidR="00275751" w:rsidRDefault="00275751" w:rsidP="003F64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751" w:rsidRDefault="00275751">
    <w:pPr>
      <w:pStyle w:val="Header"/>
      <w:jc w:val="center"/>
    </w:pPr>
    <w:fldSimple w:instr=" PAGE   \* MERGEFORMAT ">
      <w:r>
        <w:rPr>
          <w:noProof/>
        </w:rPr>
        <w:t>50</w:t>
      </w:r>
    </w:fldSimple>
  </w:p>
  <w:p w:rsidR="00275751" w:rsidRDefault="0027575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21C7"/>
    <w:multiLevelType w:val="hybridMultilevel"/>
    <w:tmpl w:val="D76AA48C"/>
    <w:lvl w:ilvl="0" w:tplc="08BA24D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F42315"/>
    <w:multiLevelType w:val="hybridMultilevel"/>
    <w:tmpl w:val="F9D043C4"/>
    <w:lvl w:ilvl="0" w:tplc="63C6FA2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4A4C22"/>
    <w:multiLevelType w:val="hybridMultilevel"/>
    <w:tmpl w:val="A840261A"/>
    <w:lvl w:ilvl="0" w:tplc="7EE816C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22683A7E"/>
    <w:multiLevelType w:val="hybridMultilevel"/>
    <w:tmpl w:val="537C2598"/>
    <w:lvl w:ilvl="0" w:tplc="C9F2FFEA">
      <w:numFmt w:val="bullet"/>
      <w:lvlText w:val="-"/>
      <w:lvlJc w:val="left"/>
      <w:pPr>
        <w:tabs>
          <w:tab w:val="num" w:pos="1428"/>
        </w:tabs>
        <w:ind w:left="1428" w:hanging="360"/>
      </w:pPr>
      <w:rPr>
        <w:rFonts w:ascii="Times New Roman" w:eastAsia="Times New Roman" w:hAnsi="Times New Roman"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2540487D"/>
    <w:multiLevelType w:val="hybridMultilevel"/>
    <w:tmpl w:val="69E2663E"/>
    <w:lvl w:ilvl="0" w:tplc="512455F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9745FDF"/>
    <w:multiLevelType w:val="hybridMultilevel"/>
    <w:tmpl w:val="D9CCE4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A934C2E"/>
    <w:multiLevelType w:val="hybridMultilevel"/>
    <w:tmpl w:val="1A022586"/>
    <w:lvl w:ilvl="0" w:tplc="015EEA4C">
      <w:numFmt w:val="bullet"/>
      <w:lvlText w:val="-"/>
      <w:lvlJc w:val="left"/>
      <w:pPr>
        <w:tabs>
          <w:tab w:val="num" w:pos="3705"/>
        </w:tabs>
        <w:ind w:left="3705" w:hanging="1215"/>
      </w:pPr>
      <w:rPr>
        <w:rFonts w:ascii="Times New Roman" w:eastAsia="Times New Roman" w:hAnsi="Times New Roman" w:hint="default"/>
      </w:rPr>
    </w:lvl>
    <w:lvl w:ilvl="1" w:tplc="04190003" w:tentative="1">
      <w:start w:val="1"/>
      <w:numFmt w:val="bullet"/>
      <w:lvlText w:val="o"/>
      <w:lvlJc w:val="left"/>
      <w:pPr>
        <w:tabs>
          <w:tab w:val="num" w:pos="3570"/>
        </w:tabs>
        <w:ind w:left="3570" w:hanging="360"/>
      </w:pPr>
      <w:rPr>
        <w:rFonts w:ascii="Courier New" w:hAnsi="Courier New" w:hint="default"/>
      </w:rPr>
    </w:lvl>
    <w:lvl w:ilvl="2" w:tplc="04190005" w:tentative="1">
      <w:start w:val="1"/>
      <w:numFmt w:val="bullet"/>
      <w:lvlText w:val=""/>
      <w:lvlJc w:val="left"/>
      <w:pPr>
        <w:tabs>
          <w:tab w:val="num" w:pos="4290"/>
        </w:tabs>
        <w:ind w:left="4290" w:hanging="360"/>
      </w:pPr>
      <w:rPr>
        <w:rFonts w:ascii="Wingdings" w:hAnsi="Wingdings" w:hint="default"/>
      </w:rPr>
    </w:lvl>
    <w:lvl w:ilvl="3" w:tplc="04190001" w:tentative="1">
      <w:start w:val="1"/>
      <w:numFmt w:val="bullet"/>
      <w:lvlText w:val=""/>
      <w:lvlJc w:val="left"/>
      <w:pPr>
        <w:tabs>
          <w:tab w:val="num" w:pos="5010"/>
        </w:tabs>
        <w:ind w:left="5010" w:hanging="360"/>
      </w:pPr>
      <w:rPr>
        <w:rFonts w:ascii="Symbol" w:hAnsi="Symbol" w:hint="default"/>
      </w:rPr>
    </w:lvl>
    <w:lvl w:ilvl="4" w:tplc="04190003" w:tentative="1">
      <w:start w:val="1"/>
      <w:numFmt w:val="bullet"/>
      <w:lvlText w:val="o"/>
      <w:lvlJc w:val="left"/>
      <w:pPr>
        <w:tabs>
          <w:tab w:val="num" w:pos="5730"/>
        </w:tabs>
        <w:ind w:left="5730" w:hanging="360"/>
      </w:pPr>
      <w:rPr>
        <w:rFonts w:ascii="Courier New" w:hAnsi="Courier New" w:hint="default"/>
      </w:rPr>
    </w:lvl>
    <w:lvl w:ilvl="5" w:tplc="04190005" w:tentative="1">
      <w:start w:val="1"/>
      <w:numFmt w:val="bullet"/>
      <w:lvlText w:val=""/>
      <w:lvlJc w:val="left"/>
      <w:pPr>
        <w:tabs>
          <w:tab w:val="num" w:pos="6450"/>
        </w:tabs>
        <w:ind w:left="6450" w:hanging="360"/>
      </w:pPr>
      <w:rPr>
        <w:rFonts w:ascii="Wingdings" w:hAnsi="Wingdings" w:hint="default"/>
      </w:rPr>
    </w:lvl>
    <w:lvl w:ilvl="6" w:tplc="04190001" w:tentative="1">
      <w:start w:val="1"/>
      <w:numFmt w:val="bullet"/>
      <w:lvlText w:val=""/>
      <w:lvlJc w:val="left"/>
      <w:pPr>
        <w:tabs>
          <w:tab w:val="num" w:pos="7170"/>
        </w:tabs>
        <w:ind w:left="7170" w:hanging="360"/>
      </w:pPr>
      <w:rPr>
        <w:rFonts w:ascii="Symbol" w:hAnsi="Symbol" w:hint="default"/>
      </w:rPr>
    </w:lvl>
    <w:lvl w:ilvl="7" w:tplc="04190003" w:tentative="1">
      <w:start w:val="1"/>
      <w:numFmt w:val="bullet"/>
      <w:lvlText w:val="o"/>
      <w:lvlJc w:val="left"/>
      <w:pPr>
        <w:tabs>
          <w:tab w:val="num" w:pos="7890"/>
        </w:tabs>
        <w:ind w:left="7890" w:hanging="360"/>
      </w:pPr>
      <w:rPr>
        <w:rFonts w:ascii="Courier New" w:hAnsi="Courier New" w:hint="default"/>
      </w:rPr>
    </w:lvl>
    <w:lvl w:ilvl="8" w:tplc="04190005" w:tentative="1">
      <w:start w:val="1"/>
      <w:numFmt w:val="bullet"/>
      <w:lvlText w:val=""/>
      <w:lvlJc w:val="left"/>
      <w:pPr>
        <w:tabs>
          <w:tab w:val="num" w:pos="8610"/>
        </w:tabs>
        <w:ind w:left="8610" w:hanging="360"/>
      </w:pPr>
      <w:rPr>
        <w:rFonts w:ascii="Wingdings" w:hAnsi="Wingdings" w:hint="default"/>
      </w:rPr>
    </w:lvl>
  </w:abstractNum>
  <w:abstractNum w:abstractNumId="7">
    <w:nsid w:val="3FEF660D"/>
    <w:multiLevelType w:val="hybridMultilevel"/>
    <w:tmpl w:val="F1803F5C"/>
    <w:lvl w:ilvl="0" w:tplc="E634207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131C6B"/>
    <w:multiLevelType w:val="hybridMultilevel"/>
    <w:tmpl w:val="D2640636"/>
    <w:lvl w:ilvl="0" w:tplc="AB4C206A">
      <w:start w:val="17"/>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7932049"/>
    <w:multiLevelType w:val="hybridMultilevel"/>
    <w:tmpl w:val="35903B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BD863C3"/>
    <w:multiLevelType w:val="hybridMultilevel"/>
    <w:tmpl w:val="084E0AD6"/>
    <w:lvl w:ilvl="0" w:tplc="1916C51A">
      <w:start w:val="2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D21B9F"/>
    <w:multiLevelType w:val="hybridMultilevel"/>
    <w:tmpl w:val="DA601294"/>
    <w:lvl w:ilvl="0" w:tplc="336643AC">
      <w:start w:val="1"/>
      <w:numFmt w:val="decimal"/>
      <w:lvlText w:val="%1."/>
      <w:lvlJc w:val="left"/>
      <w:pPr>
        <w:tabs>
          <w:tab w:val="num" w:pos="1065"/>
        </w:tabs>
        <w:ind w:left="1065" w:hanging="360"/>
      </w:pPr>
      <w:rPr>
        <w:rFonts w:cs="Times New Roman" w:hint="default"/>
        <w:b/>
      </w:rPr>
    </w:lvl>
    <w:lvl w:ilvl="1" w:tplc="36C6B290">
      <w:numFmt w:val="none"/>
      <w:lvlText w:val=""/>
      <w:lvlJc w:val="left"/>
      <w:pPr>
        <w:tabs>
          <w:tab w:val="num" w:pos="360"/>
        </w:tabs>
      </w:pPr>
      <w:rPr>
        <w:rFonts w:cs="Times New Roman"/>
      </w:rPr>
    </w:lvl>
    <w:lvl w:ilvl="2" w:tplc="D6168746">
      <w:numFmt w:val="none"/>
      <w:lvlText w:val=""/>
      <w:lvlJc w:val="left"/>
      <w:pPr>
        <w:tabs>
          <w:tab w:val="num" w:pos="360"/>
        </w:tabs>
      </w:pPr>
      <w:rPr>
        <w:rFonts w:cs="Times New Roman"/>
      </w:rPr>
    </w:lvl>
    <w:lvl w:ilvl="3" w:tplc="31142830">
      <w:numFmt w:val="none"/>
      <w:lvlText w:val=""/>
      <w:lvlJc w:val="left"/>
      <w:pPr>
        <w:tabs>
          <w:tab w:val="num" w:pos="360"/>
        </w:tabs>
      </w:pPr>
      <w:rPr>
        <w:rFonts w:cs="Times New Roman"/>
      </w:rPr>
    </w:lvl>
    <w:lvl w:ilvl="4" w:tplc="26AC13CA">
      <w:numFmt w:val="none"/>
      <w:lvlText w:val=""/>
      <w:lvlJc w:val="left"/>
      <w:pPr>
        <w:tabs>
          <w:tab w:val="num" w:pos="360"/>
        </w:tabs>
      </w:pPr>
      <w:rPr>
        <w:rFonts w:cs="Times New Roman"/>
      </w:rPr>
    </w:lvl>
    <w:lvl w:ilvl="5" w:tplc="A50093AE">
      <w:numFmt w:val="none"/>
      <w:lvlText w:val=""/>
      <w:lvlJc w:val="left"/>
      <w:pPr>
        <w:tabs>
          <w:tab w:val="num" w:pos="360"/>
        </w:tabs>
      </w:pPr>
      <w:rPr>
        <w:rFonts w:cs="Times New Roman"/>
      </w:rPr>
    </w:lvl>
    <w:lvl w:ilvl="6" w:tplc="0092414C">
      <w:numFmt w:val="none"/>
      <w:lvlText w:val=""/>
      <w:lvlJc w:val="left"/>
      <w:pPr>
        <w:tabs>
          <w:tab w:val="num" w:pos="360"/>
        </w:tabs>
      </w:pPr>
      <w:rPr>
        <w:rFonts w:cs="Times New Roman"/>
      </w:rPr>
    </w:lvl>
    <w:lvl w:ilvl="7" w:tplc="4B021330">
      <w:numFmt w:val="none"/>
      <w:lvlText w:val=""/>
      <w:lvlJc w:val="left"/>
      <w:pPr>
        <w:tabs>
          <w:tab w:val="num" w:pos="360"/>
        </w:tabs>
      </w:pPr>
      <w:rPr>
        <w:rFonts w:cs="Times New Roman"/>
      </w:rPr>
    </w:lvl>
    <w:lvl w:ilvl="8" w:tplc="5E1CD130">
      <w:numFmt w:val="none"/>
      <w:lvlText w:val=""/>
      <w:lvlJc w:val="left"/>
      <w:pPr>
        <w:tabs>
          <w:tab w:val="num" w:pos="360"/>
        </w:tabs>
      </w:pPr>
      <w:rPr>
        <w:rFonts w:cs="Times New Roman"/>
      </w:rPr>
    </w:lvl>
  </w:abstractNum>
  <w:abstractNum w:abstractNumId="12">
    <w:nsid w:val="60FD14CF"/>
    <w:multiLevelType w:val="hybridMultilevel"/>
    <w:tmpl w:val="3DA698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46E1D1D"/>
    <w:multiLevelType w:val="hybridMultilevel"/>
    <w:tmpl w:val="8954E4CA"/>
    <w:lvl w:ilvl="0" w:tplc="11DA2714">
      <w:start w:val="26"/>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5B34E6F"/>
    <w:multiLevelType w:val="hybridMultilevel"/>
    <w:tmpl w:val="914EEE4C"/>
    <w:lvl w:ilvl="0" w:tplc="298A1D9E">
      <w:start w:val="2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B444B8C"/>
    <w:multiLevelType w:val="hybridMultilevel"/>
    <w:tmpl w:val="D70A4670"/>
    <w:lvl w:ilvl="0" w:tplc="08B2F2C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98230C3"/>
    <w:multiLevelType w:val="hybridMultilevel"/>
    <w:tmpl w:val="B93CB2D4"/>
    <w:lvl w:ilvl="0" w:tplc="F57EA51C">
      <w:start w:val="1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EC78A9"/>
    <w:multiLevelType w:val="hybridMultilevel"/>
    <w:tmpl w:val="A5B219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E8761FE"/>
    <w:multiLevelType w:val="hybridMultilevel"/>
    <w:tmpl w:val="E4DC7078"/>
    <w:lvl w:ilvl="0" w:tplc="C1684D40">
      <w:start w:val="5"/>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17"/>
  </w:num>
  <w:num w:numId="2">
    <w:abstractNumId w:val="5"/>
  </w:num>
  <w:num w:numId="3">
    <w:abstractNumId w:val="8"/>
  </w:num>
  <w:num w:numId="4">
    <w:abstractNumId w:val="6"/>
  </w:num>
  <w:num w:numId="5">
    <w:abstractNumId w:val="3"/>
  </w:num>
  <w:num w:numId="6">
    <w:abstractNumId w:val="11"/>
  </w:num>
  <w:num w:numId="7">
    <w:abstractNumId w:val="2"/>
  </w:num>
  <w:num w:numId="8">
    <w:abstractNumId w:val="18"/>
  </w:num>
  <w:num w:numId="9">
    <w:abstractNumId w:val="10"/>
  </w:num>
  <w:num w:numId="10">
    <w:abstractNumId w:val="16"/>
  </w:num>
  <w:num w:numId="11">
    <w:abstractNumId w:val="12"/>
  </w:num>
  <w:num w:numId="12">
    <w:abstractNumId w:val="14"/>
  </w:num>
  <w:num w:numId="13">
    <w:abstractNumId w:val="13"/>
  </w:num>
  <w:num w:numId="14">
    <w:abstractNumId w:val="0"/>
  </w:num>
  <w:num w:numId="15">
    <w:abstractNumId w:val="1"/>
  </w:num>
  <w:num w:numId="16">
    <w:abstractNumId w:val="4"/>
  </w:num>
  <w:num w:numId="17">
    <w:abstractNumId w:val="7"/>
  </w:num>
  <w:num w:numId="18">
    <w:abstractNumId w:val="15"/>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5A46"/>
    <w:rsid w:val="00000EAE"/>
    <w:rsid w:val="000015F3"/>
    <w:rsid w:val="000027DE"/>
    <w:rsid w:val="00002DD5"/>
    <w:rsid w:val="00003021"/>
    <w:rsid w:val="00003493"/>
    <w:rsid w:val="0000357A"/>
    <w:rsid w:val="00003D2D"/>
    <w:rsid w:val="0000574B"/>
    <w:rsid w:val="00005ABA"/>
    <w:rsid w:val="00005CFF"/>
    <w:rsid w:val="0000630E"/>
    <w:rsid w:val="00007104"/>
    <w:rsid w:val="000078B6"/>
    <w:rsid w:val="00011392"/>
    <w:rsid w:val="00011B61"/>
    <w:rsid w:val="00011C31"/>
    <w:rsid w:val="00012832"/>
    <w:rsid w:val="00015C1A"/>
    <w:rsid w:val="00015E1E"/>
    <w:rsid w:val="00016735"/>
    <w:rsid w:val="00017B03"/>
    <w:rsid w:val="00017E18"/>
    <w:rsid w:val="00020875"/>
    <w:rsid w:val="000213F0"/>
    <w:rsid w:val="000218F4"/>
    <w:rsid w:val="0002202F"/>
    <w:rsid w:val="00022048"/>
    <w:rsid w:val="000227B3"/>
    <w:rsid w:val="000236D7"/>
    <w:rsid w:val="00024439"/>
    <w:rsid w:val="00024650"/>
    <w:rsid w:val="00024A8A"/>
    <w:rsid w:val="00025DC5"/>
    <w:rsid w:val="00027527"/>
    <w:rsid w:val="000308FC"/>
    <w:rsid w:val="00034791"/>
    <w:rsid w:val="00035EC6"/>
    <w:rsid w:val="00036C8D"/>
    <w:rsid w:val="00037C0F"/>
    <w:rsid w:val="00040414"/>
    <w:rsid w:val="000413B1"/>
    <w:rsid w:val="0004269D"/>
    <w:rsid w:val="00042D80"/>
    <w:rsid w:val="000449A3"/>
    <w:rsid w:val="00044BE5"/>
    <w:rsid w:val="00044EC5"/>
    <w:rsid w:val="00046382"/>
    <w:rsid w:val="00046547"/>
    <w:rsid w:val="000477B3"/>
    <w:rsid w:val="000500C8"/>
    <w:rsid w:val="00050DBD"/>
    <w:rsid w:val="0005118E"/>
    <w:rsid w:val="00051E9F"/>
    <w:rsid w:val="00053363"/>
    <w:rsid w:val="0005365E"/>
    <w:rsid w:val="00053B1B"/>
    <w:rsid w:val="00053FC5"/>
    <w:rsid w:val="00054737"/>
    <w:rsid w:val="000560B1"/>
    <w:rsid w:val="000560F9"/>
    <w:rsid w:val="00056846"/>
    <w:rsid w:val="00056858"/>
    <w:rsid w:val="00061B7B"/>
    <w:rsid w:val="00062E8C"/>
    <w:rsid w:val="00062F62"/>
    <w:rsid w:val="00063639"/>
    <w:rsid w:val="000648ED"/>
    <w:rsid w:val="00066896"/>
    <w:rsid w:val="00066FB6"/>
    <w:rsid w:val="0006740D"/>
    <w:rsid w:val="00071CBC"/>
    <w:rsid w:val="00072227"/>
    <w:rsid w:val="00072A0E"/>
    <w:rsid w:val="00072A1F"/>
    <w:rsid w:val="00073B4A"/>
    <w:rsid w:val="000741F3"/>
    <w:rsid w:val="000746F0"/>
    <w:rsid w:val="000758E5"/>
    <w:rsid w:val="00076AC6"/>
    <w:rsid w:val="0007731A"/>
    <w:rsid w:val="00077602"/>
    <w:rsid w:val="00077D51"/>
    <w:rsid w:val="00077DEB"/>
    <w:rsid w:val="00080EA1"/>
    <w:rsid w:val="00080EE2"/>
    <w:rsid w:val="00081CC1"/>
    <w:rsid w:val="00082ED3"/>
    <w:rsid w:val="0008339F"/>
    <w:rsid w:val="00083AFA"/>
    <w:rsid w:val="000844B7"/>
    <w:rsid w:val="00087A2D"/>
    <w:rsid w:val="00090001"/>
    <w:rsid w:val="00091356"/>
    <w:rsid w:val="00092DBC"/>
    <w:rsid w:val="000932A7"/>
    <w:rsid w:val="000933DC"/>
    <w:rsid w:val="00093DBA"/>
    <w:rsid w:val="00094777"/>
    <w:rsid w:val="00095C7D"/>
    <w:rsid w:val="00096BAE"/>
    <w:rsid w:val="00097604"/>
    <w:rsid w:val="00097CD8"/>
    <w:rsid w:val="000A17AA"/>
    <w:rsid w:val="000A1AEB"/>
    <w:rsid w:val="000A1CBA"/>
    <w:rsid w:val="000A1DC7"/>
    <w:rsid w:val="000A2596"/>
    <w:rsid w:val="000A38FD"/>
    <w:rsid w:val="000A56D0"/>
    <w:rsid w:val="000A5B98"/>
    <w:rsid w:val="000A6A92"/>
    <w:rsid w:val="000A6F39"/>
    <w:rsid w:val="000A77DE"/>
    <w:rsid w:val="000A7F8A"/>
    <w:rsid w:val="000B00FD"/>
    <w:rsid w:val="000B078D"/>
    <w:rsid w:val="000B08A2"/>
    <w:rsid w:val="000B0B83"/>
    <w:rsid w:val="000B1ACA"/>
    <w:rsid w:val="000B29C0"/>
    <w:rsid w:val="000B3923"/>
    <w:rsid w:val="000B3C79"/>
    <w:rsid w:val="000B4287"/>
    <w:rsid w:val="000B5C76"/>
    <w:rsid w:val="000B60CC"/>
    <w:rsid w:val="000B76A4"/>
    <w:rsid w:val="000B78EF"/>
    <w:rsid w:val="000B7BC8"/>
    <w:rsid w:val="000C04EE"/>
    <w:rsid w:val="000C0ABF"/>
    <w:rsid w:val="000C0EBD"/>
    <w:rsid w:val="000C10A2"/>
    <w:rsid w:val="000C13DD"/>
    <w:rsid w:val="000C2325"/>
    <w:rsid w:val="000C2C90"/>
    <w:rsid w:val="000C3553"/>
    <w:rsid w:val="000C3A48"/>
    <w:rsid w:val="000C438B"/>
    <w:rsid w:val="000C48AF"/>
    <w:rsid w:val="000C52A8"/>
    <w:rsid w:val="000C5C8A"/>
    <w:rsid w:val="000C6C24"/>
    <w:rsid w:val="000D070F"/>
    <w:rsid w:val="000D0DC3"/>
    <w:rsid w:val="000D100F"/>
    <w:rsid w:val="000D3317"/>
    <w:rsid w:val="000D33D9"/>
    <w:rsid w:val="000D4C07"/>
    <w:rsid w:val="000D591A"/>
    <w:rsid w:val="000D6FB0"/>
    <w:rsid w:val="000E062A"/>
    <w:rsid w:val="000E2FB2"/>
    <w:rsid w:val="000E3883"/>
    <w:rsid w:val="000E4737"/>
    <w:rsid w:val="000E568F"/>
    <w:rsid w:val="000E5D1F"/>
    <w:rsid w:val="000F0560"/>
    <w:rsid w:val="000F0E1D"/>
    <w:rsid w:val="000F0F3F"/>
    <w:rsid w:val="000F307A"/>
    <w:rsid w:val="000F3547"/>
    <w:rsid w:val="000F4479"/>
    <w:rsid w:val="000F49D2"/>
    <w:rsid w:val="000F4F46"/>
    <w:rsid w:val="000F55CC"/>
    <w:rsid w:val="000F5ED2"/>
    <w:rsid w:val="000F61F1"/>
    <w:rsid w:val="000F659C"/>
    <w:rsid w:val="000F65B6"/>
    <w:rsid w:val="001003AB"/>
    <w:rsid w:val="001023E7"/>
    <w:rsid w:val="0010282B"/>
    <w:rsid w:val="001033EE"/>
    <w:rsid w:val="00104DB2"/>
    <w:rsid w:val="00105227"/>
    <w:rsid w:val="0010533D"/>
    <w:rsid w:val="00105E49"/>
    <w:rsid w:val="00106D3C"/>
    <w:rsid w:val="00106DFD"/>
    <w:rsid w:val="00107A7D"/>
    <w:rsid w:val="00110699"/>
    <w:rsid w:val="0011087B"/>
    <w:rsid w:val="00111FD8"/>
    <w:rsid w:val="00112067"/>
    <w:rsid w:val="00112299"/>
    <w:rsid w:val="00113B55"/>
    <w:rsid w:val="00113CDB"/>
    <w:rsid w:val="00114219"/>
    <w:rsid w:val="00115CCD"/>
    <w:rsid w:val="001160CB"/>
    <w:rsid w:val="00116306"/>
    <w:rsid w:val="001165C3"/>
    <w:rsid w:val="001167F9"/>
    <w:rsid w:val="00120B95"/>
    <w:rsid w:val="001226A3"/>
    <w:rsid w:val="0012426A"/>
    <w:rsid w:val="00124BF7"/>
    <w:rsid w:val="00124BFD"/>
    <w:rsid w:val="00125ABE"/>
    <w:rsid w:val="00130E82"/>
    <w:rsid w:val="0013456A"/>
    <w:rsid w:val="00134DE9"/>
    <w:rsid w:val="0013570A"/>
    <w:rsid w:val="00135CEF"/>
    <w:rsid w:val="00135CF5"/>
    <w:rsid w:val="001363E2"/>
    <w:rsid w:val="001367AF"/>
    <w:rsid w:val="00136F2C"/>
    <w:rsid w:val="00140375"/>
    <w:rsid w:val="001417A8"/>
    <w:rsid w:val="001428F8"/>
    <w:rsid w:val="00143670"/>
    <w:rsid w:val="00145020"/>
    <w:rsid w:val="00145A4B"/>
    <w:rsid w:val="00145C8E"/>
    <w:rsid w:val="00146278"/>
    <w:rsid w:val="00146AD0"/>
    <w:rsid w:val="00146DA8"/>
    <w:rsid w:val="00147E1D"/>
    <w:rsid w:val="00150759"/>
    <w:rsid w:val="00151047"/>
    <w:rsid w:val="001517BF"/>
    <w:rsid w:val="00151E9D"/>
    <w:rsid w:val="00152022"/>
    <w:rsid w:val="001530F5"/>
    <w:rsid w:val="0015378A"/>
    <w:rsid w:val="00154369"/>
    <w:rsid w:val="00154597"/>
    <w:rsid w:val="00154BB5"/>
    <w:rsid w:val="001554B0"/>
    <w:rsid w:val="00155A4F"/>
    <w:rsid w:val="00155BFC"/>
    <w:rsid w:val="00155FF5"/>
    <w:rsid w:val="00161C51"/>
    <w:rsid w:val="00161D34"/>
    <w:rsid w:val="0016276C"/>
    <w:rsid w:val="001627CE"/>
    <w:rsid w:val="00163A02"/>
    <w:rsid w:val="00163BB1"/>
    <w:rsid w:val="00163EFB"/>
    <w:rsid w:val="001659FA"/>
    <w:rsid w:val="00165BB1"/>
    <w:rsid w:val="00165D58"/>
    <w:rsid w:val="0016648B"/>
    <w:rsid w:val="00167C1F"/>
    <w:rsid w:val="0017083B"/>
    <w:rsid w:val="00171A6D"/>
    <w:rsid w:val="00174221"/>
    <w:rsid w:val="00174FB5"/>
    <w:rsid w:val="00175D54"/>
    <w:rsid w:val="00176C72"/>
    <w:rsid w:val="00177118"/>
    <w:rsid w:val="00180962"/>
    <w:rsid w:val="00181609"/>
    <w:rsid w:val="00182376"/>
    <w:rsid w:val="0018254E"/>
    <w:rsid w:val="00182CA8"/>
    <w:rsid w:val="0018349F"/>
    <w:rsid w:val="0018423F"/>
    <w:rsid w:val="00184621"/>
    <w:rsid w:val="00184782"/>
    <w:rsid w:val="001847DA"/>
    <w:rsid w:val="00185203"/>
    <w:rsid w:val="0018573C"/>
    <w:rsid w:val="00190185"/>
    <w:rsid w:val="00192576"/>
    <w:rsid w:val="00194F63"/>
    <w:rsid w:val="00195E10"/>
    <w:rsid w:val="00195F75"/>
    <w:rsid w:val="0019621B"/>
    <w:rsid w:val="001962B6"/>
    <w:rsid w:val="00196AC4"/>
    <w:rsid w:val="0019749E"/>
    <w:rsid w:val="0019754D"/>
    <w:rsid w:val="001A04FD"/>
    <w:rsid w:val="001A0E2D"/>
    <w:rsid w:val="001A1EA3"/>
    <w:rsid w:val="001A28B7"/>
    <w:rsid w:val="001A2CB3"/>
    <w:rsid w:val="001A3DF9"/>
    <w:rsid w:val="001A4BAD"/>
    <w:rsid w:val="001A4CEF"/>
    <w:rsid w:val="001A4F67"/>
    <w:rsid w:val="001B0628"/>
    <w:rsid w:val="001B07F3"/>
    <w:rsid w:val="001B0E68"/>
    <w:rsid w:val="001B1761"/>
    <w:rsid w:val="001B257E"/>
    <w:rsid w:val="001B2A8B"/>
    <w:rsid w:val="001B4AE9"/>
    <w:rsid w:val="001B4B53"/>
    <w:rsid w:val="001B5222"/>
    <w:rsid w:val="001B52AF"/>
    <w:rsid w:val="001B6B1A"/>
    <w:rsid w:val="001B6F7A"/>
    <w:rsid w:val="001B7110"/>
    <w:rsid w:val="001C0214"/>
    <w:rsid w:val="001C029B"/>
    <w:rsid w:val="001C10F3"/>
    <w:rsid w:val="001C15F6"/>
    <w:rsid w:val="001C1743"/>
    <w:rsid w:val="001C2918"/>
    <w:rsid w:val="001C3417"/>
    <w:rsid w:val="001C3D9C"/>
    <w:rsid w:val="001C5D27"/>
    <w:rsid w:val="001C61C4"/>
    <w:rsid w:val="001C793F"/>
    <w:rsid w:val="001D03E1"/>
    <w:rsid w:val="001D2D2A"/>
    <w:rsid w:val="001D3D36"/>
    <w:rsid w:val="001D4E71"/>
    <w:rsid w:val="001D63C7"/>
    <w:rsid w:val="001D6B01"/>
    <w:rsid w:val="001E04C5"/>
    <w:rsid w:val="001E0611"/>
    <w:rsid w:val="001E0C2D"/>
    <w:rsid w:val="001E0EDF"/>
    <w:rsid w:val="001E1A25"/>
    <w:rsid w:val="001E270B"/>
    <w:rsid w:val="001E3A7A"/>
    <w:rsid w:val="001E421C"/>
    <w:rsid w:val="001E58D1"/>
    <w:rsid w:val="001E5AAA"/>
    <w:rsid w:val="001E6F88"/>
    <w:rsid w:val="001E773B"/>
    <w:rsid w:val="001F0274"/>
    <w:rsid w:val="001F18EA"/>
    <w:rsid w:val="001F4199"/>
    <w:rsid w:val="001F6345"/>
    <w:rsid w:val="001F6F07"/>
    <w:rsid w:val="001F7CDF"/>
    <w:rsid w:val="00200FF2"/>
    <w:rsid w:val="002023DA"/>
    <w:rsid w:val="00202863"/>
    <w:rsid w:val="002031AB"/>
    <w:rsid w:val="002039FC"/>
    <w:rsid w:val="00203CB7"/>
    <w:rsid w:val="00203DAF"/>
    <w:rsid w:val="00204C4E"/>
    <w:rsid w:val="00205838"/>
    <w:rsid w:val="00206A10"/>
    <w:rsid w:val="00207525"/>
    <w:rsid w:val="00210D5E"/>
    <w:rsid w:val="00211C96"/>
    <w:rsid w:val="00212833"/>
    <w:rsid w:val="00212A05"/>
    <w:rsid w:val="00214265"/>
    <w:rsid w:val="00214F2A"/>
    <w:rsid w:val="00216A4D"/>
    <w:rsid w:val="0021752A"/>
    <w:rsid w:val="0021797E"/>
    <w:rsid w:val="0021798F"/>
    <w:rsid w:val="00217C76"/>
    <w:rsid w:val="00217E45"/>
    <w:rsid w:val="002206CC"/>
    <w:rsid w:val="002217BC"/>
    <w:rsid w:val="00222053"/>
    <w:rsid w:val="00222842"/>
    <w:rsid w:val="0022284A"/>
    <w:rsid w:val="00223108"/>
    <w:rsid w:val="00223DE8"/>
    <w:rsid w:val="002245A4"/>
    <w:rsid w:val="00224C03"/>
    <w:rsid w:val="002261E7"/>
    <w:rsid w:val="00226D63"/>
    <w:rsid w:val="00227089"/>
    <w:rsid w:val="002270F7"/>
    <w:rsid w:val="00232159"/>
    <w:rsid w:val="0023380F"/>
    <w:rsid w:val="00233E42"/>
    <w:rsid w:val="00233E91"/>
    <w:rsid w:val="002340AF"/>
    <w:rsid w:val="00234675"/>
    <w:rsid w:val="00236D1C"/>
    <w:rsid w:val="00237A9A"/>
    <w:rsid w:val="00237C2C"/>
    <w:rsid w:val="00241845"/>
    <w:rsid w:val="00241E02"/>
    <w:rsid w:val="00242167"/>
    <w:rsid w:val="00242897"/>
    <w:rsid w:val="0024365F"/>
    <w:rsid w:val="002438C9"/>
    <w:rsid w:val="00244981"/>
    <w:rsid w:val="0024616E"/>
    <w:rsid w:val="00250CAE"/>
    <w:rsid w:val="00251612"/>
    <w:rsid w:val="00251DB1"/>
    <w:rsid w:val="00251F13"/>
    <w:rsid w:val="0025415E"/>
    <w:rsid w:val="0025501D"/>
    <w:rsid w:val="00255769"/>
    <w:rsid w:val="00255AF8"/>
    <w:rsid w:val="0025692F"/>
    <w:rsid w:val="00256AF4"/>
    <w:rsid w:val="0025782D"/>
    <w:rsid w:val="002578EC"/>
    <w:rsid w:val="00261EA0"/>
    <w:rsid w:val="0026237C"/>
    <w:rsid w:val="0026246D"/>
    <w:rsid w:val="00262956"/>
    <w:rsid w:val="00263111"/>
    <w:rsid w:val="00266E80"/>
    <w:rsid w:val="0026740F"/>
    <w:rsid w:val="00267487"/>
    <w:rsid w:val="00267C9F"/>
    <w:rsid w:val="00267F2A"/>
    <w:rsid w:val="0027226C"/>
    <w:rsid w:val="0027378D"/>
    <w:rsid w:val="00274922"/>
    <w:rsid w:val="00274BBC"/>
    <w:rsid w:val="00275751"/>
    <w:rsid w:val="0027670E"/>
    <w:rsid w:val="0027684F"/>
    <w:rsid w:val="00280886"/>
    <w:rsid w:val="00282208"/>
    <w:rsid w:val="00282859"/>
    <w:rsid w:val="00283721"/>
    <w:rsid w:val="00283CD4"/>
    <w:rsid w:val="00284B35"/>
    <w:rsid w:val="002851BC"/>
    <w:rsid w:val="00286E66"/>
    <w:rsid w:val="00287F8D"/>
    <w:rsid w:val="002907F9"/>
    <w:rsid w:val="00290C72"/>
    <w:rsid w:val="0029119D"/>
    <w:rsid w:val="002916E1"/>
    <w:rsid w:val="002951E3"/>
    <w:rsid w:val="00295D23"/>
    <w:rsid w:val="00296188"/>
    <w:rsid w:val="002969AC"/>
    <w:rsid w:val="002A0C09"/>
    <w:rsid w:val="002A12B7"/>
    <w:rsid w:val="002A7C62"/>
    <w:rsid w:val="002B0A91"/>
    <w:rsid w:val="002B3247"/>
    <w:rsid w:val="002B3B60"/>
    <w:rsid w:val="002B4A4F"/>
    <w:rsid w:val="002B4C95"/>
    <w:rsid w:val="002B528F"/>
    <w:rsid w:val="002B5846"/>
    <w:rsid w:val="002B5A3A"/>
    <w:rsid w:val="002B613F"/>
    <w:rsid w:val="002B659D"/>
    <w:rsid w:val="002B6AB4"/>
    <w:rsid w:val="002C0386"/>
    <w:rsid w:val="002C1AE8"/>
    <w:rsid w:val="002C2434"/>
    <w:rsid w:val="002C7189"/>
    <w:rsid w:val="002C78E7"/>
    <w:rsid w:val="002C7C92"/>
    <w:rsid w:val="002C7DD6"/>
    <w:rsid w:val="002D1433"/>
    <w:rsid w:val="002D18BE"/>
    <w:rsid w:val="002D1C47"/>
    <w:rsid w:val="002D22AB"/>
    <w:rsid w:val="002D38C3"/>
    <w:rsid w:val="002D40DE"/>
    <w:rsid w:val="002D487B"/>
    <w:rsid w:val="002D49A6"/>
    <w:rsid w:val="002D4AC3"/>
    <w:rsid w:val="002D5E23"/>
    <w:rsid w:val="002D5E68"/>
    <w:rsid w:val="002D674E"/>
    <w:rsid w:val="002D6A52"/>
    <w:rsid w:val="002D77D7"/>
    <w:rsid w:val="002E18C3"/>
    <w:rsid w:val="002E2D54"/>
    <w:rsid w:val="002E3154"/>
    <w:rsid w:val="002E44E3"/>
    <w:rsid w:val="002E44F0"/>
    <w:rsid w:val="002E5563"/>
    <w:rsid w:val="002E6128"/>
    <w:rsid w:val="002E66FE"/>
    <w:rsid w:val="002E6955"/>
    <w:rsid w:val="002F1E7C"/>
    <w:rsid w:val="002F5507"/>
    <w:rsid w:val="00301D04"/>
    <w:rsid w:val="00301D9D"/>
    <w:rsid w:val="00303893"/>
    <w:rsid w:val="00303D34"/>
    <w:rsid w:val="00304013"/>
    <w:rsid w:val="00304593"/>
    <w:rsid w:val="00304FEF"/>
    <w:rsid w:val="00306A58"/>
    <w:rsid w:val="0031011D"/>
    <w:rsid w:val="0031063D"/>
    <w:rsid w:val="00311816"/>
    <w:rsid w:val="00311C6A"/>
    <w:rsid w:val="00312984"/>
    <w:rsid w:val="00313613"/>
    <w:rsid w:val="00314416"/>
    <w:rsid w:val="00315C09"/>
    <w:rsid w:val="003172DF"/>
    <w:rsid w:val="00320EA8"/>
    <w:rsid w:val="00321B3C"/>
    <w:rsid w:val="00321C52"/>
    <w:rsid w:val="00324C60"/>
    <w:rsid w:val="00324D1C"/>
    <w:rsid w:val="0032525B"/>
    <w:rsid w:val="00325892"/>
    <w:rsid w:val="00325BB0"/>
    <w:rsid w:val="00330C24"/>
    <w:rsid w:val="00330F3E"/>
    <w:rsid w:val="00331BD3"/>
    <w:rsid w:val="003337B9"/>
    <w:rsid w:val="00333A53"/>
    <w:rsid w:val="00333D58"/>
    <w:rsid w:val="003349FB"/>
    <w:rsid w:val="00334D5F"/>
    <w:rsid w:val="00335002"/>
    <w:rsid w:val="00335263"/>
    <w:rsid w:val="00335BF3"/>
    <w:rsid w:val="00335C2E"/>
    <w:rsid w:val="00335DE5"/>
    <w:rsid w:val="00337EFF"/>
    <w:rsid w:val="003437B7"/>
    <w:rsid w:val="00343D3E"/>
    <w:rsid w:val="00345DBA"/>
    <w:rsid w:val="0034756E"/>
    <w:rsid w:val="003500EB"/>
    <w:rsid w:val="00350F07"/>
    <w:rsid w:val="00350F4C"/>
    <w:rsid w:val="003517D2"/>
    <w:rsid w:val="00351C6C"/>
    <w:rsid w:val="0035608F"/>
    <w:rsid w:val="003564A1"/>
    <w:rsid w:val="00356F0D"/>
    <w:rsid w:val="00357490"/>
    <w:rsid w:val="003577A1"/>
    <w:rsid w:val="00360E52"/>
    <w:rsid w:val="0036209B"/>
    <w:rsid w:val="003629F3"/>
    <w:rsid w:val="00365708"/>
    <w:rsid w:val="00365829"/>
    <w:rsid w:val="00366B7C"/>
    <w:rsid w:val="00367743"/>
    <w:rsid w:val="0037054E"/>
    <w:rsid w:val="00370C77"/>
    <w:rsid w:val="00371456"/>
    <w:rsid w:val="00375AEE"/>
    <w:rsid w:val="00376748"/>
    <w:rsid w:val="003773DC"/>
    <w:rsid w:val="0037764A"/>
    <w:rsid w:val="0037789E"/>
    <w:rsid w:val="00380FA7"/>
    <w:rsid w:val="0038210A"/>
    <w:rsid w:val="003821C0"/>
    <w:rsid w:val="00382A62"/>
    <w:rsid w:val="00382F00"/>
    <w:rsid w:val="00382F0F"/>
    <w:rsid w:val="00383394"/>
    <w:rsid w:val="00386153"/>
    <w:rsid w:val="00386D48"/>
    <w:rsid w:val="00392384"/>
    <w:rsid w:val="003939F3"/>
    <w:rsid w:val="00397F2B"/>
    <w:rsid w:val="003A0EA9"/>
    <w:rsid w:val="003A1EE2"/>
    <w:rsid w:val="003A3652"/>
    <w:rsid w:val="003A3836"/>
    <w:rsid w:val="003A47D7"/>
    <w:rsid w:val="003A4DEE"/>
    <w:rsid w:val="003A528A"/>
    <w:rsid w:val="003A6F52"/>
    <w:rsid w:val="003A7125"/>
    <w:rsid w:val="003B0171"/>
    <w:rsid w:val="003B020A"/>
    <w:rsid w:val="003B0CE8"/>
    <w:rsid w:val="003B2B27"/>
    <w:rsid w:val="003B4158"/>
    <w:rsid w:val="003B6D24"/>
    <w:rsid w:val="003B79B7"/>
    <w:rsid w:val="003B7C7D"/>
    <w:rsid w:val="003B7D19"/>
    <w:rsid w:val="003C105E"/>
    <w:rsid w:val="003C3761"/>
    <w:rsid w:val="003C3E16"/>
    <w:rsid w:val="003C4766"/>
    <w:rsid w:val="003C54BA"/>
    <w:rsid w:val="003C5770"/>
    <w:rsid w:val="003C60DA"/>
    <w:rsid w:val="003C703C"/>
    <w:rsid w:val="003C710F"/>
    <w:rsid w:val="003D005F"/>
    <w:rsid w:val="003D00AF"/>
    <w:rsid w:val="003D0B33"/>
    <w:rsid w:val="003D10A3"/>
    <w:rsid w:val="003D1C66"/>
    <w:rsid w:val="003D1F4E"/>
    <w:rsid w:val="003D2406"/>
    <w:rsid w:val="003D2722"/>
    <w:rsid w:val="003D3C25"/>
    <w:rsid w:val="003D3D0D"/>
    <w:rsid w:val="003D4A0E"/>
    <w:rsid w:val="003D54B8"/>
    <w:rsid w:val="003D5CCA"/>
    <w:rsid w:val="003D69FF"/>
    <w:rsid w:val="003D6F39"/>
    <w:rsid w:val="003E07F4"/>
    <w:rsid w:val="003E105A"/>
    <w:rsid w:val="003E1223"/>
    <w:rsid w:val="003E2085"/>
    <w:rsid w:val="003E5E3E"/>
    <w:rsid w:val="003E7553"/>
    <w:rsid w:val="003F09FC"/>
    <w:rsid w:val="003F1057"/>
    <w:rsid w:val="003F2186"/>
    <w:rsid w:val="003F2270"/>
    <w:rsid w:val="003F28B6"/>
    <w:rsid w:val="003F2B51"/>
    <w:rsid w:val="003F35C6"/>
    <w:rsid w:val="003F6480"/>
    <w:rsid w:val="003F66FD"/>
    <w:rsid w:val="003F6730"/>
    <w:rsid w:val="003F6B9B"/>
    <w:rsid w:val="003F7D59"/>
    <w:rsid w:val="0040075B"/>
    <w:rsid w:val="00401290"/>
    <w:rsid w:val="004016EC"/>
    <w:rsid w:val="004026FE"/>
    <w:rsid w:val="004027AF"/>
    <w:rsid w:val="00402AAB"/>
    <w:rsid w:val="00403EDE"/>
    <w:rsid w:val="00404EDF"/>
    <w:rsid w:val="0040608C"/>
    <w:rsid w:val="004065D3"/>
    <w:rsid w:val="00407B41"/>
    <w:rsid w:val="00407BAD"/>
    <w:rsid w:val="00410E53"/>
    <w:rsid w:val="004112CB"/>
    <w:rsid w:val="0041155B"/>
    <w:rsid w:val="00411832"/>
    <w:rsid w:val="004127FA"/>
    <w:rsid w:val="00412925"/>
    <w:rsid w:val="004132EE"/>
    <w:rsid w:val="00413743"/>
    <w:rsid w:val="00413AF0"/>
    <w:rsid w:val="00414B67"/>
    <w:rsid w:val="00415006"/>
    <w:rsid w:val="004162E4"/>
    <w:rsid w:val="00416545"/>
    <w:rsid w:val="00417244"/>
    <w:rsid w:val="004177C0"/>
    <w:rsid w:val="0042144A"/>
    <w:rsid w:val="00421C9B"/>
    <w:rsid w:val="00422292"/>
    <w:rsid w:val="00422D67"/>
    <w:rsid w:val="004238D3"/>
    <w:rsid w:val="0042396F"/>
    <w:rsid w:val="00423A3F"/>
    <w:rsid w:val="0042535E"/>
    <w:rsid w:val="00425CFD"/>
    <w:rsid w:val="00426164"/>
    <w:rsid w:val="0042647C"/>
    <w:rsid w:val="004275DD"/>
    <w:rsid w:val="00427611"/>
    <w:rsid w:val="00427A42"/>
    <w:rsid w:val="00430F10"/>
    <w:rsid w:val="00431C8E"/>
    <w:rsid w:val="0043219C"/>
    <w:rsid w:val="004340C5"/>
    <w:rsid w:val="004345A2"/>
    <w:rsid w:val="00434937"/>
    <w:rsid w:val="0044053F"/>
    <w:rsid w:val="004428A6"/>
    <w:rsid w:val="00442EFA"/>
    <w:rsid w:val="00447029"/>
    <w:rsid w:val="00450451"/>
    <w:rsid w:val="004509E7"/>
    <w:rsid w:val="00451340"/>
    <w:rsid w:val="004513BF"/>
    <w:rsid w:val="0045269F"/>
    <w:rsid w:val="004536C8"/>
    <w:rsid w:val="00454A79"/>
    <w:rsid w:val="00454B6C"/>
    <w:rsid w:val="00456088"/>
    <w:rsid w:val="004567E0"/>
    <w:rsid w:val="00456AC8"/>
    <w:rsid w:val="004609F5"/>
    <w:rsid w:val="0046118B"/>
    <w:rsid w:val="004618D2"/>
    <w:rsid w:val="00461A0C"/>
    <w:rsid w:val="00461EA1"/>
    <w:rsid w:val="004625A3"/>
    <w:rsid w:val="004629BC"/>
    <w:rsid w:val="00462CA2"/>
    <w:rsid w:val="00463021"/>
    <w:rsid w:val="00463395"/>
    <w:rsid w:val="00463913"/>
    <w:rsid w:val="00465A54"/>
    <w:rsid w:val="00467EB4"/>
    <w:rsid w:val="0047182A"/>
    <w:rsid w:val="00472761"/>
    <w:rsid w:val="00472A31"/>
    <w:rsid w:val="0047493C"/>
    <w:rsid w:val="00474D6D"/>
    <w:rsid w:val="004760CF"/>
    <w:rsid w:val="0047647E"/>
    <w:rsid w:val="0047715D"/>
    <w:rsid w:val="00477FCE"/>
    <w:rsid w:val="00480D4E"/>
    <w:rsid w:val="00482357"/>
    <w:rsid w:val="00482699"/>
    <w:rsid w:val="004834DF"/>
    <w:rsid w:val="00484055"/>
    <w:rsid w:val="00484776"/>
    <w:rsid w:val="004847AC"/>
    <w:rsid w:val="004879C8"/>
    <w:rsid w:val="00487BB9"/>
    <w:rsid w:val="00490007"/>
    <w:rsid w:val="004901B4"/>
    <w:rsid w:val="00490BAF"/>
    <w:rsid w:val="004916CF"/>
    <w:rsid w:val="004921D7"/>
    <w:rsid w:val="00492D0C"/>
    <w:rsid w:val="00495499"/>
    <w:rsid w:val="00496960"/>
    <w:rsid w:val="00496AE5"/>
    <w:rsid w:val="0049706A"/>
    <w:rsid w:val="004974E8"/>
    <w:rsid w:val="004A1187"/>
    <w:rsid w:val="004A1C4A"/>
    <w:rsid w:val="004A287C"/>
    <w:rsid w:val="004A6705"/>
    <w:rsid w:val="004A7C1C"/>
    <w:rsid w:val="004B000C"/>
    <w:rsid w:val="004B1463"/>
    <w:rsid w:val="004B18F5"/>
    <w:rsid w:val="004B198E"/>
    <w:rsid w:val="004B2AFE"/>
    <w:rsid w:val="004B40D9"/>
    <w:rsid w:val="004B4270"/>
    <w:rsid w:val="004B6D09"/>
    <w:rsid w:val="004C08BC"/>
    <w:rsid w:val="004C0B2B"/>
    <w:rsid w:val="004C1154"/>
    <w:rsid w:val="004C1533"/>
    <w:rsid w:val="004C2431"/>
    <w:rsid w:val="004C6CC1"/>
    <w:rsid w:val="004D0863"/>
    <w:rsid w:val="004D1102"/>
    <w:rsid w:val="004D2166"/>
    <w:rsid w:val="004D2E3C"/>
    <w:rsid w:val="004D4437"/>
    <w:rsid w:val="004D4636"/>
    <w:rsid w:val="004D4998"/>
    <w:rsid w:val="004D4CC7"/>
    <w:rsid w:val="004D4E01"/>
    <w:rsid w:val="004D6822"/>
    <w:rsid w:val="004D6EBA"/>
    <w:rsid w:val="004E2DC7"/>
    <w:rsid w:val="004E5E8D"/>
    <w:rsid w:val="004E68C8"/>
    <w:rsid w:val="004E68FE"/>
    <w:rsid w:val="004E6DD3"/>
    <w:rsid w:val="004E7FEF"/>
    <w:rsid w:val="004F0208"/>
    <w:rsid w:val="004F11BF"/>
    <w:rsid w:val="004F200B"/>
    <w:rsid w:val="004F20F3"/>
    <w:rsid w:val="004F2809"/>
    <w:rsid w:val="004F549E"/>
    <w:rsid w:val="004F65F0"/>
    <w:rsid w:val="004F6712"/>
    <w:rsid w:val="004F69F3"/>
    <w:rsid w:val="004F6DCC"/>
    <w:rsid w:val="00500D0A"/>
    <w:rsid w:val="00500F29"/>
    <w:rsid w:val="00502BBE"/>
    <w:rsid w:val="00502C33"/>
    <w:rsid w:val="00502F6E"/>
    <w:rsid w:val="00503D57"/>
    <w:rsid w:val="0050551D"/>
    <w:rsid w:val="005057EB"/>
    <w:rsid w:val="0050588E"/>
    <w:rsid w:val="00506A54"/>
    <w:rsid w:val="00510153"/>
    <w:rsid w:val="0051053A"/>
    <w:rsid w:val="005149EC"/>
    <w:rsid w:val="00516528"/>
    <w:rsid w:val="00516967"/>
    <w:rsid w:val="00516A87"/>
    <w:rsid w:val="0052040B"/>
    <w:rsid w:val="00522C11"/>
    <w:rsid w:val="0052343B"/>
    <w:rsid w:val="00524DCA"/>
    <w:rsid w:val="00526A16"/>
    <w:rsid w:val="00526A8C"/>
    <w:rsid w:val="00526D9B"/>
    <w:rsid w:val="00527B9E"/>
    <w:rsid w:val="00530B23"/>
    <w:rsid w:val="005322F5"/>
    <w:rsid w:val="005332A3"/>
    <w:rsid w:val="005338DB"/>
    <w:rsid w:val="00534F9F"/>
    <w:rsid w:val="00535372"/>
    <w:rsid w:val="00537206"/>
    <w:rsid w:val="005376AE"/>
    <w:rsid w:val="0054079C"/>
    <w:rsid w:val="00540856"/>
    <w:rsid w:val="00541457"/>
    <w:rsid w:val="00542954"/>
    <w:rsid w:val="00544739"/>
    <w:rsid w:val="00544E65"/>
    <w:rsid w:val="0054787C"/>
    <w:rsid w:val="00550628"/>
    <w:rsid w:val="00552B95"/>
    <w:rsid w:val="00553E75"/>
    <w:rsid w:val="00553F6A"/>
    <w:rsid w:val="005554DB"/>
    <w:rsid w:val="005564E2"/>
    <w:rsid w:val="00556F87"/>
    <w:rsid w:val="0055732C"/>
    <w:rsid w:val="005575D1"/>
    <w:rsid w:val="00557674"/>
    <w:rsid w:val="00557F62"/>
    <w:rsid w:val="00560F86"/>
    <w:rsid w:val="00561412"/>
    <w:rsid w:val="005615AB"/>
    <w:rsid w:val="00562A30"/>
    <w:rsid w:val="00564780"/>
    <w:rsid w:val="00566416"/>
    <w:rsid w:val="0056659E"/>
    <w:rsid w:val="00566EAD"/>
    <w:rsid w:val="0056736A"/>
    <w:rsid w:val="00567431"/>
    <w:rsid w:val="005700AF"/>
    <w:rsid w:val="005738BA"/>
    <w:rsid w:val="00573A05"/>
    <w:rsid w:val="00574152"/>
    <w:rsid w:val="00575468"/>
    <w:rsid w:val="0057724B"/>
    <w:rsid w:val="00577527"/>
    <w:rsid w:val="00581EA8"/>
    <w:rsid w:val="00581F18"/>
    <w:rsid w:val="00582AAC"/>
    <w:rsid w:val="005838CC"/>
    <w:rsid w:val="00585251"/>
    <w:rsid w:val="0058569E"/>
    <w:rsid w:val="00585A46"/>
    <w:rsid w:val="0058649C"/>
    <w:rsid w:val="005869BF"/>
    <w:rsid w:val="0059029C"/>
    <w:rsid w:val="00590504"/>
    <w:rsid w:val="0059084D"/>
    <w:rsid w:val="00591BC3"/>
    <w:rsid w:val="00591E68"/>
    <w:rsid w:val="005922D9"/>
    <w:rsid w:val="005932BA"/>
    <w:rsid w:val="00594A02"/>
    <w:rsid w:val="00594E07"/>
    <w:rsid w:val="00595312"/>
    <w:rsid w:val="0059542C"/>
    <w:rsid w:val="00597F54"/>
    <w:rsid w:val="005A0AD9"/>
    <w:rsid w:val="005A0C77"/>
    <w:rsid w:val="005A1945"/>
    <w:rsid w:val="005A1B4C"/>
    <w:rsid w:val="005A241E"/>
    <w:rsid w:val="005A4F15"/>
    <w:rsid w:val="005A5449"/>
    <w:rsid w:val="005A5DD4"/>
    <w:rsid w:val="005A6501"/>
    <w:rsid w:val="005A6556"/>
    <w:rsid w:val="005A69D0"/>
    <w:rsid w:val="005A7E50"/>
    <w:rsid w:val="005B07AF"/>
    <w:rsid w:val="005B23B9"/>
    <w:rsid w:val="005B2678"/>
    <w:rsid w:val="005B3A30"/>
    <w:rsid w:val="005B47A7"/>
    <w:rsid w:val="005B49A3"/>
    <w:rsid w:val="005B4F98"/>
    <w:rsid w:val="005B6523"/>
    <w:rsid w:val="005B6C5F"/>
    <w:rsid w:val="005C2045"/>
    <w:rsid w:val="005C2DB9"/>
    <w:rsid w:val="005C3B57"/>
    <w:rsid w:val="005C4605"/>
    <w:rsid w:val="005C579A"/>
    <w:rsid w:val="005C5ECB"/>
    <w:rsid w:val="005C6B9B"/>
    <w:rsid w:val="005C78F6"/>
    <w:rsid w:val="005C7B39"/>
    <w:rsid w:val="005C7D4A"/>
    <w:rsid w:val="005D03E3"/>
    <w:rsid w:val="005D03FB"/>
    <w:rsid w:val="005D1612"/>
    <w:rsid w:val="005D1AA9"/>
    <w:rsid w:val="005D1DE8"/>
    <w:rsid w:val="005D224C"/>
    <w:rsid w:val="005D3587"/>
    <w:rsid w:val="005D378B"/>
    <w:rsid w:val="005D3A17"/>
    <w:rsid w:val="005D5B8D"/>
    <w:rsid w:val="005D6045"/>
    <w:rsid w:val="005D625F"/>
    <w:rsid w:val="005D6282"/>
    <w:rsid w:val="005D62A4"/>
    <w:rsid w:val="005D7AA3"/>
    <w:rsid w:val="005D7FC4"/>
    <w:rsid w:val="005E13BA"/>
    <w:rsid w:val="005E1B73"/>
    <w:rsid w:val="005E3BA7"/>
    <w:rsid w:val="005E6BFD"/>
    <w:rsid w:val="005E6C0F"/>
    <w:rsid w:val="005E7507"/>
    <w:rsid w:val="005E7A58"/>
    <w:rsid w:val="005E7B18"/>
    <w:rsid w:val="005E7DE6"/>
    <w:rsid w:val="005E7F1B"/>
    <w:rsid w:val="005F06D2"/>
    <w:rsid w:val="005F0B78"/>
    <w:rsid w:val="005F259F"/>
    <w:rsid w:val="005F2712"/>
    <w:rsid w:val="005F6940"/>
    <w:rsid w:val="005F69C1"/>
    <w:rsid w:val="005F774E"/>
    <w:rsid w:val="005F78BB"/>
    <w:rsid w:val="00600166"/>
    <w:rsid w:val="0060117E"/>
    <w:rsid w:val="0060192C"/>
    <w:rsid w:val="00602505"/>
    <w:rsid w:val="006034D3"/>
    <w:rsid w:val="0060374E"/>
    <w:rsid w:val="00606467"/>
    <w:rsid w:val="006065CE"/>
    <w:rsid w:val="006070EB"/>
    <w:rsid w:val="00610B35"/>
    <w:rsid w:val="00611FB8"/>
    <w:rsid w:val="00612A27"/>
    <w:rsid w:val="00612CC7"/>
    <w:rsid w:val="00613296"/>
    <w:rsid w:val="0061474C"/>
    <w:rsid w:val="00614A2E"/>
    <w:rsid w:val="006159F1"/>
    <w:rsid w:val="00615F87"/>
    <w:rsid w:val="00616082"/>
    <w:rsid w:val="00616494"/>
    <w:rsid w:val="0062124E"/>
    <w:rsid w:val="00621889"/>
    <w:rsid w:val="00621A15"/>
    <w:rsid w:val="00623802"/>
    <w:rsid w:val="00627B51"/>
    <w:rsid w:val="00627BD6"/>
    <w:rsid w:val="0063052D"/>
    <w:rsid w:val="006306E8"/>
    <w:rsid w:val="00630FB6"/>
    <w:rsid w:val="00632C00"/>
    <w:rsid w:val="00633B92"/>
    <w:rsid w:val="00634119"/>
    <w:rsid w:val="0063471D"/>
    <w:rsid w:val="006348E1"/>
    <w:rsid w:val="00634B40"/>
    <w:rsid w:val="006362D3"/>
    <w:rsid w:val="00637B1A"/>
    <w:rsid w:val="00640650"/>
    <w:rsid w:val="00640A78"/>
    <w:rsid w:val="00641190"/>
    <w:rsid w:val="006413B5"/>
    <w:rsid w:val="006429F4"/>
    <w:rsid w:val="00644BDA"/>
    <w:rsid w:val="00644EF5"/>
    <w:rsid w:val="0064511B"/>
    <w:rsid w:val="00645F16"/>
    <w:rsid w:val="00646998"/>
    <w:rsid w:val="006475DD"/>
    <w:rsid w:val="006512D6"/>
    <w:rsid w:val="00652874"/>
    <w:rsid w:val="00653304"/>
    <w:rsid w:val="00653A90"/>
    <w:rsid w:val="00654020"/>
    <w:rsid w:val="0065410F"/>
    <w:rsid w:val="00655227"/>
    <w:rsid w:val="006558ED"/>
    <w:rsid w:val="006571EE"/>
    <w:rsid w:val="00657463"/>
    <w:rsid w:val="00657C0E"/>
    <w:rsid w:val="00662281"/>
    <w:rsid w:val="00662DD1"/>
    <w:rsid w:val="00664490"/>
    <w:rsid w:val="0066502C"/>
    <w:rsid w:val="00665180"/>
    <w:rsid w:val="006651C1"/>
    <w:rsid w:val="00667D5E"/>
    <w:rsid w:val="00671B94"/>
    <w:rsid w:val="0067218A"/>
    <w:rsid w:val="006722A4"/>
    <w:rsid w:val="00672464"/>
    <w:rsid w:val="006738E3"/>
    <w:rsid w:val="00673CD2"/>
    <w:rsid w:val="00674A04"/>
    <w:rsid w:val="00674CDD"/>
    <w:rsid w:val="00674E4D"/>
    <w:rsid w:val="00675A16"/>
    <w:rsid w:val="006763D3"/>
    <w:rsid w:val="006779F2"/>
    <w:rsid w:val="00677F74"/>
    <w:rsid w:val="00680880"/>
    <w:rsid w:val="00681022"/>
    <w:rsid w:val="00681BED"/>
    <w:rsid w:val="00681FCA"/>
    <w:rsid w:val="00682D9B"/>
    <w:rsid w:val="006853ED"/>
    <w:rsid w:val="006854D0"/>
    <w:rsid w:val="00686CA3"/>
    <w:rsid w:val="00690D81"/>
    <w:rsid w:val="00692607"/>
    <w:rsid w:val="0069299B"/>
    <w:rsid w:val="006939B4"/>
    <w:rsid w:val="006939E2"/>
    <w:rsid w:val="006946F4"/>
    <w:rsid w:val="006A1E48"/>
    <w:rsid w:val="006A27CC"/>
    <w:rsid w:val="006A42EB"/>
    <w:rsid w:val="006A5800"/>
    <w:rsid w:val="006A76A4"/>
    <w:rsid w:val="006B00B8"/>
    <w:rsid w:val="006B00F8"/>
    <w:rsid w:val="006B1326"/>
    <w:rsid w:val="006B1B60"/>
    <w:rsid w:val="006B1BDE"/>
    <w:rsid w:val="006B3A36"/>
    <w:rsid w:val="006B5A07"/>
    <w:rsid w:val="006B5AA0"/>
    <w:rsid w:val="006B5BA6"/>
    <w:rsid w:val="006B5C45"/>
    <w:rsid w:val="006B5DC6"/>
    <w:rsid w:val="006B5F04"/>
    <w:rsid w:val="006B772B"/>
    <w:rsid w:val="006C0C01"/>
    <w:rsid w:val="006C13AC"/>
    <w:rsid w:val="006C3F93"/>
    <w:rsid w:val="006C4022"/>
    <w:rsid w:val="006C59C0"/>
    <w:rsid w:val="006C5F94"/>
    <w:rsid w:val="006C6321"/>
    <w:rsid w:val="006C6549"/>
    <w:rsid w:val="006C69D0"/>
    <w:rsid w:val="006C7D57"/>
    <w:rsid w:val="006D0C41"/>
    <w:rsid w:val="006D1256"/>
    <w:rsid w:val="006D2390"/>
    <w:rsid w:val="006D48FC"/>
    <w:rsid w:val="006D69D4"/>
    <w:rsid w:val="006D7792"/>
    <w:rsid w:val="006E0125"/>
    <w:rsid w:val="006E05BA"/>
    <w:rsid w:val="006E2B8A"/>
    <w:rsid w:val="006E2D55"/>
    <w:rsid w:val="006E30FB"/>
    <w:rsid w:val="006E3F39"/>
    <w:rsid w:val="006E4D38"/>
    <w:rsid w:val="006E4FA9"/>
    <w:rsid w:val="006E610E"/>
    <w:rsid w:val="006F0279"/>
    <w:rsid w:val="006F0654"/>
    <w:rsid w:val="006F174C"/>
    <w:rsid w:val="006F2658"/>
    <w:rsid w:val="006F2D6A"/>
    <w:rsid w:val="006F300F"/>
    <w:rsid w:val="006F3D2A"/>
    <w:rsid w:val="006F4537"/>
    <w:rsid w:val="006F58E1"/>
    <w:rsid w:val="006F6F3A"/>
    <w:rsid w:val="006F7615"/>
    <w:rsid w:val="006F7CE9"/>
    <w:rsid w:val="0070337D"/>
    <w:rsid w:val="00704A8A"/>
    <w:rsid w:val="007069EB"/>
    <w:rsid w:val="00707758"/>
    <w:rsid w:val="00707E10"/>
    <w:rsid w:val="00710D86"/>
    <w:rsid w:val="007111F7"/>
    <w:rsid w:val="00711F9C"/>
    <w:rsid w:val="007126E0"/>
    <w:rsid w:val="007130B5"/>
    <w:rsid w:val="00714483"/>
    <w:rsid w:val="0071595F"/>
    <w:rsid w:val="0071605C"/>
    <w:rsid w:val="00716DDA"/>
    <w:rsid w:val="00717312"/>
    <w:rsid w:val="007178D9"/>
    <w:rsid w:val="0072097E"/>
    <w:rsid w:val="007218DB"/>
    <w:rsid w:val="00722013"/>
    <w:rsid w:val="00723B6B"/>
    <w:rsid w:val="00723C86"/>
    <w:rsid w:val="00724A8F"/>
    <w:rsid w:val="00724FF0"/>
    <w:rsid w:val="007261D1"/>
    <w:rsid w:val="00726D78"/>
    <w:rsid w:val="00727AD3"/>
    <w:rsid w:val="0073095F"/>
    <w:rsid w:val="00730B0B"/>
    <w:rsid w:val="00730B7A"/>
    <w:rsid w:val="00731072"/>
    <w:rsid w:val="00732522"/>
    <w:rsid w:val="00732C3F"/>
    <w:rsid w:val="00733BBC"/>
    <w:rsid w:val="00733F6F"/>
    <w:rsid w:val="00735564"/>
    <w:rsid w:val="007359A8"/>
    <w:rsid w:val="0073748A"/>
    <w:rsid w:val="00740050"/>
    <w:rsid w:val="007402A7"/>
    <w:rsid w:val="00743060"/>
    <w:rsid w:val="0074332D"/>
    <w:rsid w:val="00744DAE"/>
    <w:rsid w:val="00745484"/>
    <w:rsid w:val="007457B5"/>
    <w:rsid w:val="00745926"/>
    <w:rsid w:val="0074653A"/>
    <w:rsid w:val="00746789"/>
    <w:rsid w:val="00746967"/>
    <w:rsid w:val="00746AE6"/>
    <w:rsid w:val="00746DDC"/>
    <w:rsid w:val="007505C1"/>
    <w:rsid w:val="0075083B"/>
    <w:rsid w:val="007532F3"/>
    <w:rsid w:val="007550C1"/>
    <w:rsid w:val="00755C60"/>
    <w:rsid w:val="0075706E"/>
    <w:rsid w:val="00760DDF"/>
    <w:rsid w:val="00761000"/>
    <w:rsid w:val="0076162D"/>
    <w:rsid w:val="00761F0A"/>
    <w:rsid w:val="00763102"/>
    <w:rsid w:val="00763945"/>
    <w:rsid w:val="00764068"/>
    <w:rsid w:val="007657D3"/>
    <w:rsid w:val="00765DB4"/>
    <w:rsid w:val="00766F79"/>
    <w:rsid w:val="0076741C"/>
    <w:rsid w:val="00767468"/>
    <w:rsid w:val="007704D1"/>
    <w:rsid w:val="007708A5"/>
    <w:rsid w:val="00770E5B"/>
    <w:rsid w:val="00771AE7"/>
    <w:rsid w:val="00771D67"/>
    <w:rsid w:val="00771F94"/>
    <w:rsid w:val="00771F98"/>
    <w:rsid w:val="007735AE"/>
    <w:rsid w:val="007746DB"/>
    <w:rsid w:val="00774965"/>
    <w:rsid w:val="00774C9C"/>
    <w:rsid w:val="00774CD3"/>
    <w:rsid w:val="007767B3"/>
    <w:rsid w:val="00776A06"/>
    <w:rsid w:val="007770B6"/>
    <w:rsid w:val="00780005"/>
    <w:rsid w:val="007804AB"/>
    <w:rsid w:val="00780A12"/>
    <w:rsid w:val="00780A9D"/>
    <w:rsid w:val="00781AF1"/>
    <w:rsid w:val="00781F36"/>
    <w:rsid w:val="0078267B"/>
    <w:rsid w:val="00782955"/>
    <w:rsid w:val="00782A0E"/>
    <w:rsid w:val="00783E99"/>
    <w:rsid w:val="00784226"/>
    <w:rsid w:val="0078735B"/>
    <w:rsid w:val="0078770C"/>
    <w:rsid w:val="0078788D"/>
    <w:rsid w:val="00787924"/>
    <w:rsid w:val="007902EB"/>
    <w:rsid w:val="0079062F"/>
    <w:rsid w:val="00790E2C"/>
    <w:rsid w:val="007910F8"/>
    <w:rsid w:val="00791F8E"/>
    <w:rsid w:val="0079314F"/>
    <w:rsid w:val="00795CF7"/>
    <w:rsid w:val="0079640B"/>
    <w:rsid w:val="00796A10"/>
    <w:rsid w:val="007971CC"/>
    <w:rsid w:val="007A238C"/>
    <w:rsid w:val="007A2679"/>
    <w:rsid w:val="007A2FE0"/>
    <w:rsid w:val="007A4D13"/>
    <w:rsid w:val="007A6056"/>
    <w:rsid w:val="007A79ED"/>
    <w:rsid w:val="007B0417"/>
    <w:rsid w:val="007B21DA"/>
    <w:rsid w:val="007B2445"/>
    <w:rsid w:val="007B26F6"/>
    <w:rsid w:val="007B2FAF"/>
    <w:rsid w:val="007B4066"/>
    <w:rsid w:val="007B4613"/>
    <w:rsid w:val="007B4C35"/>
    <w:rsid w:val="007B4E0B"/>
    <w:rsid w:val="007B6534"/>
    <w:rsid w:val="007B7FF0"/>
    <w:rsid w:val="007C0A9A"/>
    <w:rsid w:val="007C0F3B"/>
    <w:rsid w:val="007C1735"/>
    <w:rsid w:val="007C1A37"/>
    <w:rsid w:val="007C2739"/>
    <w:rsid w:val="007C2F57"/>
    <w:rsid w:val="007C4C90"/>
    <w:rsid w:val="007C5945"/>
    <w:rsid w:val="007C634B"/>
    <w:rsid w:val="007C765A"/>
    <w:rsid w:val="007C765D"/>
    <w:rsid w:val="007C77D9"/>
    <w:rsid w:val="007D0B51"/>
    <w:rsid w:val="007D1BD3"/>
    <w:rsid w:val="007D213D"/>
    <w:rsid w:val="007D2ADE"/>
    <w:rsid w:val="007D3021"/>
    <w:rsid w:val="007D37E9"/>
    <w:rsid w:val="007D41DA"/>
    <w:rsid w:val="007D46B1"/>
    <w:rsid w:val="007D515D"/>
    <w:rsid w:val="007D60A5"/>
    <w:rsid w:val="007D64FA"/>
    <w:rsid w:val="007D6B54"/>
    <w:rsid w:val="007D6F12"/>
    <w:rsid w:val="007D7B24"/>
    <w:rsid w:val="007D7C92"/>
    <w:rsid w:val="007E061D"/>
    <w:rsid w:val="007E0F9E"/>
    <w:rsid w:val="007E164E"/>
    <w:rsid w:val="007E1CD8"/>
    <w:rsid w:val="007E1E52"/>
    <w:rsid w:val="007E2E07"/>
    <w:rsid w:val="007E3E91"/>
    <w:rsid w:val="007E4F21"/>
    <w:rsid w:val="007E53A3"/>
    <w:rsid w:val="007E5561"/>
    <w:rsid w:val="007E6CFA"/>
    <w:rsid w:val="007E71DD"/>
    <w:rsid w:val="007E7B61"/>
    <w:rsid w:val="007F020B"/>
    <w:rsid w:val="007F053F"/>
    <w:rsid w:val="007F0BE0"/>
    <w:rsid w:val="007F138C"/>
    <w:rsid w:val="007F1C46"/>
    <w:rsid w:val="007F23E4"/>
    <w:rsid w:val="007F2F73"/>
    <w:rsid w:val="007F3551"/>
    <w:rsid w:val="007F5B92"/>
    <w:rsid w:val="007F680F"/>
    <w:rsid w:val="007F6889"/>
    <w:rsid w:val="00800898"/>
    <w:rsid w:val="00801905"/>
    <w:rsid w:val="00801CF5"/>
    <w:rsid w:val="0080259A"/>
    <w:rsid w:val="008025CC"/>
    <w:rsid w:val="0080281C"/>
    <w:rsid w:val="00802C04"/>
    <w:rsid w:val="00803C85"/>
    <w:rsid w:val="00806646"/>
    <w:rsid w:val="00806935"/>
    <w:rsid w:val="008077E4"/>
    <w:rsid w:val="00807CD2"/>
    <w:rsid w:val="00810202"/>
    <w:rsid w:val="00810C17"/>
    <w:rsid w:val="00811657"/>
    <w:rsid w:val="00811E08"/>
    <w:rsid w:val="00811E9E"/>
    <w:rsid w:val="008130FD"/>
    <w:rsid w:val="00813450"/>
    <w:rsid w:val="00814551"/>
    <w:rsid w:val="008149F5"/>
    <w:rsid w:val="008152D6"/>
    <w:rsid w:val="00815AA1"/>
    <w:rsid w:val="00816305"/>
    <w:rsid w:val="00816D06"/>
    <w:rsid w:val="0081746F"/>
    <w:rsid w:val="00817AF0"/>
    <w:rsid w:val="0082133B"/>
    <w:rsid w:val="00821F8C"/>
    <w:rsid w:val="00822DB2"/>
    <w:rsid w:val="00823065"/>
    <w:rsid w:val="008243B6"/>
    <w:rsid w:val="00825003"/>
    <w:rsid w:val="00825EE2"/>
    <w:rsid w:val="00826642"/>
    <w:rsid w:val="00826C8B"/>
    <w:rsid w:val="00827A00"/>
    <w:rsid w:val="00827BDD"/>
    <w:rsid w:val="00827CC8"/>
    <w:rsid w:val="0083121B"/>
    <w:rsid w:val="0083231A"/>
    <w:rsid w:val="008348D1"/>
    <w:rsid w:val="00836A99"/>
    <w:rsid w:val="00837EDF"/>
    <w:rsid w:val="008406E2"/>
    <w:rsid w:val="008419B2"/>
    <w:rsid w:val="00841C85"/>
    <w:rsid w:val="00843080"/>
    <w:rsid w:val="008440C5"/>
    <w:rsid w:val="00845FFE"/>
    <w:rsid w:val="00846270"/>
    <w:rsid w:val="00847614"/>
    <w:rsid w:val="00847E60"/>
    <w:rsid w:val="008501E4"/>
    <w:rsid w:val="008510BB"/>
    <w:rsid w:val="00852296"/>
    <w:rsid w:val="008534F1"/>
    <w:rsid w:val="0085356C"/>
    <w:rsid w:val="008535B8"/>
    <w:rsid w:val="0085465B"/>
    <w:rsid w:val="00855998"/>
    <w:rsid w:val="00857ADF"/>
    <w:rsid w:val="008606DD"/>
    <w:rsid w:val="00860F3A"/>
    <w:rsid w:val="0086222A"/>
    <w:rsid w:val="00863755"/>
    <w:rsid w:val="00863968"/>
    <w:rsid w:val="00865224"/>
    <w:rsid w:val="00865464"/>
    <w:rsid w:val="0086590F"/>
    <w:rsid w:val="008667F8"/>
    <w:rsid w:val="0086687B"/>
    <w:rsid w:val="00866AD1"/>
    <w:rsid w:val="00866F7E"/>
    <w:rsid w:val="00867DB5"/>
    <w:rsid w:val="00867FAF"/>
    <w:rsid w:val="0087038F"/>
    <w:rsid w:val="00870CE3"/>
    <w:rsid w:val="00870F5A"/>
    <w:rsid w:val="00874DF8"/>
    <w:rsid w:val="0087606E"/>
    <w:rsid w:val="00876764"/>
    <w:rsid w:val="008804E6"/>
    <w:rsid w:val="00881810"/>
    <w:rsid w:val="00881E60"/>
    <w:rsid w:val="00883170"/>
    <w:rsid w:val="0088377C"/>
    <w:rsid w:val="00883898"/>
    <w:rsid w:val="00884C26"/>
    <w:rsid w:val="00884D43"/>
    <w:rsid w:val="0088562F"/>
    <w:rsid w:val="00886150"/>
    <w:rsid w:val="008868D1"/>
    <w:rsid w:val="00890170"/>
    <w:rsid w:val="00890C69"/>
    <w:rsid w:val="008914FB"/>
    <w:rsid w:val="00893DF9"/>
    <w:rsid w:val="0089494F"/>
    <w:rsid w:val="00895885"/>
    <w:rsid w:val="00895D31"/>
    <w:rsid w:val="00896707"/>
    <w:rsid w:val="00897973"/>
    <w:rsid w:val="008A0862"/>
    <w:rsid w:val="008A186C"/>
    <w:rsid w:val="008A19DD"/>
    <w:rsid w:val="008A1B64"/>
    <w:rsid w:val="008A3DAE"/>
    <w:rsid w:val="008A5EC6"/>
    <w:rsid w:val="008A6227"/>
    <w:rsid w:val="008A6C1C"/>
    <w:rsid w:val="008B001C"/>
    <w:rsid w:val="008B0EDE"/>
    <w:rsid w:val="008B100D"/>
    <w:rsid w:val="008B267A"/>
    <w:rsid w:val="008B2DB0"/>
    <w:rsid w:val="008B2F97"/>
    <w:rsid w:val="008B374F"/>
    <w:rsid w:val="008B3CF1"/>
    <w:rsid w:val="008B3D44"/>
    <w:rsid w:val="008B421B"/>
    <w:rsid w:val="008B4580"/>
    <w:rsid w:val="008B5377"/>
    <w:rsid w:val="008B5BDC"/>
    <w:rsid w:val="008B6763"/>
    <w:rsid w:val="008B6993"/>
    <w:rsid w:val="008C030F"/>
    <w:rsid w:val="008C04E5"/>
    <w:rsid w:val="008C081F"/>
    <w:rsid w:val="008C1943"/>
    <w:rsid w:val="008C25AD"/>
    <w:rsid w:val="008C3902"/>
    <w:rsid w:val="008C5A47"/>
    <w:rsid w:val="008D0FCD"/>
    <w:rsid w:val="008D22D7"/>
    <w:rsid w:val="008D5AD9"/>
    <w:rsid w:val="008D5DBF"/>
    <w:rsid w:val="008D656E"/>
    <w:rsid w:val="008D6E9B"/>
    <w:rsid w:val="008E1263"/>
    <w:rsid w:val="008E1435"/>
    <w:rsid w:val="008E2C51"/>
    <w:rsid w:val="008E372F"/>
    <w:rsid w:val="008E417D"/>
    <w:rsid w:val="008E4F10"/>
    <w:rsid w:val="008E5904"/>
    <w:rsid w:val="008E5ACC"/>
    <w:rsid w:val="008E5EA1"/>
    <w:rsid w:val="008E64C9"/>
    <w:rsid w:val="008E78AC"/>
    <w:rsid w:val="008E7A17"/>
    <w:rsid w:val="008E7AAC"/>
    <w:rsid w:val="008F024C"/>
    <w:rsid w:val="008F0D6B"/>
    <w:rsid w:val="008F16F0"/>
    <w:rsid w:val="008F1E39"/>
    <w:rsid w:val="008F50D9"/>
    <w:rsid w:val="00900170"/>
    <w:rsid w:val="009028C8"/>
    <w:rsid w:val="00902F34"/>
    <w:rsid w:val="009036CA"/>
    <w:rsid w:val="00903A77"/>
    <w:rsid w:val="00903BDB"/>
    <w:rsid w:val="00906681"/>
    <w:rsid w:val="00907F68"/>
    <w:rsid w:val="009119C0"/>
    <w:rsid w:val="00911D53"/>
    <w:rsid w:val="00912AB1"/>
    <w:rsid w:val="00912B51"/>
    <w:rsid w:val="00912F67"/>
    <w:rsid w:val="009140B9"/>
    <w:rsid w:val="00914718"/>
    <w:rsid w:val="00916383"/>
    <w:rsid w:val="0091747A"/>
    <w:rsid w:val="00920B08"/>
    <w:rsid w:val="00920BB8"/>
    <w:rsid w:val="009224CA"/>
    <w:rsid w:val="00922737"/>
    <w:rsid w:val="0092363E"/>
    <w:rsid w:val="00923E8C"/>
    <w:rsid w:val="009245D1"/>
    <w:rsid w:val="00924A13"/>
    <w:rsid w:val="009256BF"/>
    <w:rsid w:val="00925A79"/>
    <w:rsid w:val="00925B07"/>
    <w:rsid w:val="00925FED"/>
    <w:rsid w:val="00930C57"/>
    <w:rsid w:val="00931CC3"/>
    <w:rsid w:val="009326E4"/>
    <w:rsid w:val="00932B67"/>
    <w:rsid w:val="00932DFE"/>
    <w:rsid w:val="00933554"/>
    <w:rsid w:val="0093416C"/>
    <w:rsid w:val="00934392"/>
    <w:rsid w:val="00934719"/>
    <w:rsid w:val="00934900"/>
    <w:rsid w:val="009349C7"/>
    <w:rsid w:val="00935905"/>
    <w:rsid w:val="00936358"/>
    <w:rsid w:val="00937ED1"/>
    <w:rsid w:val="00940339"/>
    <w:rsid w:val="00940487"/>
    <w:rsid w:val="009417B5"/>
    <w:rsid w:val="009438B3"/>
    <w:rsid w:val="00943E95"/>
    <w:rsid w:val="00944E4B"/>
    <w:rsid w:val="00945122"/>
    <w:rsid w:val="00945E14"/>
    <w:rsid w:val="00945F43"/>
    <w:rsid w:val="00946C75"/>
    <w:rsid w:val="009505C0"/>
    <w:rsid w:val="00950DB2"/>
    <w:rsid w:val="00951667"/>
    <w:rsid w:val="00951BC9"/>
    <w:rsid w:val="00951FCC"/>
    <w:rsid w:val="009523AC"/>
    <w:rsid w:val="009536B4"/>
    <w:rsid w:val="00956688"/>
    <w:rsid w:val="0095734A"/>
    <w:rsid w:val="00957B4E"/>
    <w:rsid w:val="009603BE"/>
    <w:rsid w:val="00960822"/>
    <w:rsid w:val="00960C85"/>
    <w:rsid w:val="009631C8"/>
    <w:rsid w:val="00963378"/>
    <w:rsid w:val="00963D34"/>
    <w:rsid w:val="00964CF2"/>
    <w:rsid w:val="00966F4B"/>
    <w:rsid w:val="00967E24"/>
    <w:rsid w:val="00970C88"/>
    <w:rsid w:val="00971F37"/>
    <w:rsid w:val="0097268C"/>
    <w:rsid w:val="009727A3"/>
    <w:rsid w:val="0097299C"/>
    <w:rsid w:val="00972BA1"/>
    <w:rsid w:val="00973189"/>
    <w:rsid w:val="00973CE9"/>
    <w:rsid w:val="009740D7"/>
    <w:rsid w:val="00974662"/>
    <w:rsid w:val="009750F7"/>
    <w:rsid w:val="00975AAD"/>
    <w:rsid w:val="009775EF"/>
    <w:rsid w:val="009777D8"/>
    <w:rsid w:val="00977F13"/>
    <w:rsid w:val="009803F4"/>
    <w:rsid w:val="0098052F"/>
    <w:rsid w:val="00982B77"/>
    <w:rsid w:val="00982BCA"/>
    <w:rsid w:val="00983434"/>
    <w:rsid w:val="00983E52"/>
    <w:rsid w:val="00984D78"/>
    <w:rsid w:val="00985B62"/>
    <w:rsid w:val="00985BF5"/>
    <w:rsid w:val="00986BD6"/>
    <w:rsid w:val="00986CC0"/>
    <w:rsid w:val="00987158"/>
    <w:rsid w:val="00990F74"/>
    <w:rsid w:val="00991885"/>
    <w:rsid w:val="009920FD"/>
    <w:rsid w:val="0099281A"/>
    <w:rsid w:val="00993B48"/>
    <w:rsid w:val="00993B66"/>
    <w:rsid w:val="00993F76"/>
    <w:rsid w:val="009943A5"/>
    <w:rsid w:val="0099440A"/>
    <w:rsid w:val="0099445D"/>
    <w:rsid w:val="009953C8"/>
    <w:rsid w:val="00997EEE"/>
    <w:rsid w:val="009A0343"/>
    <w:rsid w:val="009A1132"/>
    <w:rsid w:val="009A156E"/>
    <w:rsid w:val="009A15B9"/>
    <w:rsid w:val="009A1DF7"/>
    <w:rsid w:val="009A2577"/>
    <w:rsid w:val="009A377F"/>
    <w:rsid w:val="009A39A2"/>
    <w:rsid w:val="009A3CB9"/>
    <w:rsid w:val="009A50FB"/>
    <w:rsid w:val="009A609B"/>
    <w:rsid w:val="009A6342"/>
    <w:rsid w:val="009A6AF6"/>
    <w:rsid w:val="009A7845"/>
    <w:rsid w:val="009A7EE6"/>
    <w:rsid w:val="009B0565"/>
    <w:rsid w:val="009B15D2"/>
    <w:rsid w:val="009B261F"/>
    <w:rsid w:val="009B2BA0"/>
    <w:rsid w:val="009B307F"/>
    <w:rsid w:val="009B41A7"/>
    <w:rsid w:val="009B423F"/>
    <w:rsid w:val="009B53E4"/>
    <w:rsid w:val="009B599D"/>
    <w:rsid w:val="009B5EA3"/>
    <w:rsid w:val="009C09E2"/>
    <w:rsid w:val="009C0B4C"/>
    <w:rsid w:val="009C1735"/>
    <w:rsid w:val="009C25F7"/>
    <w:rsid w:val="009C301F"/>
    <w:rsid w:val="009C3AE4"/>
    <w:rsid w:val="009C7C1C"/>
    <w:rsid w:val="009D0842"/>
    <w:rsid w:val="009D2E3E"/>
    <w:rsid w:val="009D3386"/>
    <w:rsid w:val="009D4D8A"/>
    <w:rsid w:val="009D5BD7"/>
    <w:rsid w:val="009D5C76"/>
    <w:rsid w:val="009D6992"/>
    <w:rsid w:val="009D7423"/>
    <w:rsid w:val="009E0943"/>
    <w:rsid w:val="009E0B35"/>
    <w:rsid w:val="009E1F83"/>
    <w:rsid w:val="009E2019"/>
    <w:rsid w:val="009E3636"/>
    <w:rsid w:val="009E3C5E"/>
    <w:rsid w:val="009E49E9"/>
    <w:rsid w:val="009E5370"/>
    <w:rsid w:val="009E59BB"/>
    <w:rsid w:val="009E62CB"/>
    <w:rsid w:val="009E6EC0"/>
    <w:rsid w:val="009E79CA"/>
    <w:rsid w:val="009F0737"/>
    <w:rsid w:val="009F20BE"/>
    <w:rsid w:val="009F3941"/>
    <w:rsid w:val="009F4A40"/>
    <w:rsid w:val="009F6832"/>
    <w:rsid w:val="009F734C"/>
    <w:rsid w:val="009F7E11"/>
    <w:rsid w:val="00A00FE8"/>
    <w:rsid w:val="00A06359"/>
    <w:rsid w:val="00A07D5B"/>
    <w:rsid w:val="00A10DB6"/>
    <w:rsid w:val="00A10FAD"/>
    <w:rsid w:val="00A1149B"/>
    <w:rsid w:val="00A12E5A"/>
    <w:rsid w:val="00A13111"/>
    <w:rsid w:val="00A13AA8"/>
    <w:rsid w:val="00A13CE9"/>
    <w:rsid w:val="00A141E7"/>
    <w:rsid w:val="00A15358"/>
    <w:rsid w:val="00A15BFD"/>
    <w:rsid w:val="00A16B40"/>
    <w:rsid w:val="00A17847"/>
    <w:rsid w:val="00A20F6A"/>
    <w:rsid w:val="00A2277C"/>
    <w:rsid w:val="00A235DB"/>
    <w:rsid w:val="00A24E16"/>
    <w:rsid w:val="00A25114"/>
    <w:rsid w:val="00A25639"/>
    <w:rsid w:val="00A26F98"/>
    <w:rsid w:val="00A30422"/>
    <w:rsid w:val="00A30EF3"/>
    <w:rsid w:val="00A315A0"/>
    <w:rsid w:val="00A3274D"/>
    <w:rsid w:val="00A32D3F"/>
    <w:rsid w:val="00A338B8"/>
    <w:rsid w:val="00A3393F"/>
    <w:rsid w:val="00A34765"/>
    <w:rsid w:val="00A349E5"/>
    <w:rsid w:val="00A358CF"/>
    <w:rsid w:val="00A35B11"/>
    <w:rsid w:val="00A35EA5"/>
    <w:rsid w:val="00A36711"/>
    <w:rsid w:val="00A372D4"/>
    <w:rsid w:val="00A37577"/>
    <w:rsid w:val="00A405F8"/>
    <w:rsid w:val="00A4096D"/>
    <w:rsid w:val="00A42A26"/>
    <w:rsid w:val="00A42C9C"/>
    <w:rsid w:val="00A43663"/>
    <w:rsid w:val="00A44D29"/>
    <w:rsid w:val="00A4632C"/>
    <w:rsid w:val="00A46A54"/>
    <w:rsid w:val="00A47D88"/>
    <w:rsid w:val="00A50249"/>
    <w:rsid w:val="00A52251"/>
    <w:rsid w:val="00A522BB"/>
    <w:rsid w:val="00A52B73"/>
    <w:rsid w:val="00A538FD"/>
    <w:rsid w:val="00A54FB1"/>
    <w:rsid w:val="00A55271"/>
    <w:rsid w:val="00A56175"/>
    <w:rsid w:val="00A5633E"/>
    <w:rsid w:val="00A56C35"/>
    <w:rsid w:val="00A57CF0"/>
    <w:rsid w:val="00A63E65"/>
    <w:rsid w:val="00A649A8"/>
    <w:rsid w:val="00A65449"/>
    <w:rsid w:val="00A668B8"/>
    <w:rsid w:val="00A70956"/>
    <w:rsid w:val="00A71449"/>
    <w:rsid w:val="00A72194"/>
    <w:rsid w:val="00A721F3"/>
    <w:rsid w:val="00A7298B"/>
    <w:rsid w:val="00A73C6D"/>
    <w:rsid w:val="00A73E27"/>
    <w:rsid w:val="00A74AF2"/>
    <w:rsid w:val="00A7552B"/>
    <w:rsid w:val="00A7594F"/>
    <w:rsid w:val="00A764D6"/>
    <w:rsid w:val="00A76BEB"/>
    <w:rsid w:val="00A807A1"/>
    <w:rsid w:val="00A8137A"/>
    <w:rsid w:val="00A8207D"/>
    <w:rsid w:val="00A82A99"/>
    <w:rsid w:val="00A83967"/>
    <w:rsid w:val="00A87891"/>
    <w:rsid w:val="00A900DB"/>
    <w:rsid w:val="00A90656"/>
    <w:rsid w:val="00A910E8"/>
    <w:rsid w:val="00A911CA"/>
    <w:rsid w:val="00A92B7B"/>
    <w:rsid w:val="00A938C8"/>
    <w:rsid w:val="00A93C77"/>
    <w:rsid w:val="00A93E94"/>
    <w:rsid w:val="00A93FE0"/>
    <w:rsid w:val="00A94713"/>
    <w:rsid w:val="00A94CC3"/>
    <w:rsid w:val="00A94FC3"/>
    <w:rsid w:val="00A959D3"/>
    <w:rsid w:val="00A96EE0"/>
    <w:rsid w:val="00A978AC"/>
    <w:rsid w:val="00AA01C3"/>
    <w:rsid w:val="00AA2418"/>
    <w:rsid w:val="00AA4319"/>
    <w:rsid w:val="00AA507F"/>
    <w:rsid w:val="00AA61F6"/>
    <w:rsid w:val="00AA73D5"/>
    <w:rsid w:val="00AA7426"/>
    <w:rsid w:val="00AB1077"/>
    <w:rsid w:val="00AB2636"/>
    <w:rsid w:val="00AB2669"/>
    <w:rsid w:val="00AB28EA"/>
    <w:rsid w:val="00AB3F69"/>
    <w:rsid w:val="00AB432C"/>
    <w:rsid w:val="00AB434F"/>
    <w:rsid w:val="00AB4C71"/>
    <w:rsid w:val="00AB5D67"/>
    <w:rsid w:val="00AB5DBE"/>
    <w:rsid w:val="00AB6AD3"/>
    <w:rsid w:val="00AB76DC"/>
    <w:rsid w:val="00AB7E6D"/>
    <w:rsid w:val="00AC03FA"/>
    <w:rsid w:val="00AC0615"/>
    <w:rsid w:val="00AC14DE"/>
    <w:rsid w:val="00AC1A96"/>
    <w:rsid w:val="00AC1BD3"/>
    <w:rsid w:val="00AC2839"/>
    <w:rsid w:val="00AC2FFA"/>
    <w:rsid w:val="00AC3001"/>
    <w:rsid w:val="00AC3212"/>
    <w:rsid w:val="00AC3473"/>
    <w:rsid w:val="00AC4441"/>
    <w:rsid w:val="00AC527D"/>
    <w:rsid w:val="00AC5B7B"/>
    <w:rsid w:val="00AC5CD8"/>
    <w:rsid w:val="00AC73D3"/>
    <w:rsid w:val="00AD1043"/>
    <w:rsid w:val="00AD15C5"/>
    <w:rsid w:val="00AD2C1D"/>
    <w:rsid w:val="00AD2F2C"/>
    <w:rsid w:val="00AD3778"/>
    <w:rsid w:val="00AD4363"/>
    <w:rsid w:val="00AD43F1"/>
    <w:rsid w:val="00AD55A0"/>
    <w:rsid w:val="00AD5713"/>
    <w:rsid w:val="00AD6B6E"/>
    <w:rsid w:val="00AD7AE2"/>
    <w:rsid w:val="00AE2C58"/>
    <w:rsid w:val="00AE2C59"/>
    <w:rsid w:val="00AE3766"/>
    <w:rsid w:val="00AE3B41"/>
    <w:rsid w:val="00AE43A2"/>
    <w:rsid w:val="00AE50C6"/>
    <w:rsid w:val="00AE7588"/>
    <w:rsid w:val="00AF00E3"/>
    <w:rsid w:val="00AF0433"/>
    <w:rsid w:val="00AF0643"/>
    <w:rsid w:val="00AF0F25"/>
    <w:rsid w:val="00AF227A"/>
    <w:rsid w:val="00AF3658"/>
    <w:rsid w:val="00AF50EE"/>
    <w:rsid w:val="00AF6409"/>
    <w:rsid w:val="00AF6610"/>
    <w:rsid w:val="00AF6D9D"/>
    <w:rsid w:val="00AF74B5"/>
    <w:rsid w:val="00B0137F"/>
    <w:rsid w:val="00B01F94"/>
    <w:rsid w:val="00B04008"/>
    <w:rsid w:val="00B0472A"/>
    <w:rsid w:val="00B04811"/>
    <w:rsid w:val="00B062CF"/>
    <w:rsid w:val="00B07051"/>
    <w:rsid w:val="00B07103"/>
    <w:rsid w:val="00B078BD"/>
    <w:rsid w:val="00B07CEC"/>
    <w:rsid w:val="00B10578"/>
    <w:rsid w:val="00B10906"/>
    <w:rsid w:val="00B11388"/>
    <w:rsid w:val="00B119B3"/>
    <w:rsid w:val="00B11E5A"/>
    <w:rsid w:val="00B129B9"/>
    <w:rsid w:val="00B14AE0"/>
    <w:rsid w:val="00B14EE0"/>
    <w:rsid w:val="00B14EE4"/>
    <w:rsid w:val="00B1512C"/>
    <w:rsid w:val="00B15C04"/>
    <w:rsid w:val="00B17675"/>
    <w:rsid w:val="00B17866"/>
    <w:rsid w:val="00B178E5"/>
    <w:rsid w:val="00B17B94"/>
    <w:rsid w:val="00B205CF"/>
    <w:rsid w:val="00B20743"/>
    <w:rsid w:val="00B20B15"/>
    <w:rsid w:val="00B20C4C"/>
    <w:rsid w:val="00B21171"/>
    <w:rsid w:val="00B218F9"/>
    <w:rsid w:val="00B21CA6"/>
    <w:rsid w:val="00B22061"/>
    <w:rsid w:val="00B224B6"/>
    <w:rsid w:val="00B22A02"/>
    <w:rsid w:val="00B23EA6"/>
    <w:rsid w:val="00B2485D"/>
    <w:rsid w:val="00B24AA8"/>
    <w:rsid w:val="00B26452"/>
    <w:rsid w:val="00B276E4"/>
    <w:rsid w:val="00B279E5"/>
    <w:rsid w:val="00B30270"/>
    <w:rsid w:val="00B31491"/>
    <w:rsid w:val="00B31910"/>
    <w:rsid w:val="00B3249F"/>
    <w:rsid w:val="00B33C91"/>
    <w:rsid w:val="00B345A7"/>
    <w:rsid w:val="00B35018"/>
    <w:rsid w:val="00B350CA"/>
    <w:rsid w:val="00B350EC"/>
    <w:rsid w:val="00B353C1"/>
    <w:rsid w:val="00B357E3"/>
    <w:rsid w:val="00B36413"/>
    <w:rsid w:val="00B365C3"/>
    <w:rsid w:val="00B377D6"/>
    <w:rsid w:val="00B40FE7"/>
    <w:rsid w:val="00B41063"/>
    <w:rsid w:val="00B4179E"/>
    <w:rsid w:val="00B440AA"/>
    <w:rsid w:val="00B45198"/>
    <w:rsid w:val="00B52108"/>
    <w:rsid w:val="00B5254C"/>
    <w:rsid w:val="00B535F7"/>
    <w:rsid w:val="00B53F03"/>
    <w:rsid w:val="00B55D79"/>
    <w:rsid w:val="00B56D34"/>
    <w:rsid w:val="00B56E39"/>
    <w:rsid w:val="00B57652"/>
    <w:rsid w:val="00B61580"/>
    <w:rsid w:val="00B6176D"/>
    <w:rsid w:val="00B618E0"/>
    <w:rsid w:val="00B63EB7"/>
    <w:rsid w:val="00B65257"/>
    <w:rsid w:val="00B65E6C"/>
    <w:rsid w:val="00B67691"/>
    <w:rsid w:val="00B67E6F"/>
    <w:rsid w:val="00B67FC6"/>
    <w:rsid w:val="00B7040D"/>
    <w:rsid w:val="00B707FE"/>
    <w:rsid w:val="00B7127F"/>
    <w:rsid w:val="00B71C87"/>
    <w:rsid w:val="00B71EDF"/>
    <w:rsid w:val="00B728AD"/>
    <w:rsid w:val="00B72F7E"/>
    <w:rsid w:val="00B74AD4"/>
    <w:rsid w:val="00B75222"/>
    <w:rsid w:val="00B76605"/>
    <w:rsid w:val="00B7694A"/>
    <w:rsid w:val="00B813D6"/>
    <w:rsid w:val="00B817FC"/>
    <w:rsid w:val="00B81EE3"/>
    <w:rsid w:val="00B829DC"/>
    <w:rsid w:val="00B82C77"/>
    <w:rsid w:val="00B844CC"/>
    <w:rsid w:val="00B84F6E"/>
    <w:rsid w:val="00B87489"/>
    <w:rsid w:val="00B8769C"/>
    <w:rsid w:val="00B91764"/>
    <w:rsid w:val="00B919C3"/>
    <w:rsid w:val="00B92958"/>
    <w:rsid w:val="00B93EC1"/>
    <w:rsid w:val="00B93FA9"/>
    <w:rsid w:val="00B952CD"/>
    <w:rsid w:val="00B958C5"/>
    <w:rsid w:val="00B959C4"/>
    <w:rsid w:val="00B974DB"/>
    <w:rsid w:val="00BA2F27"/>
    <w:rsid w:val="00BA3C71"/>
    <w:rsid w:val="00BA3D59"/>
    <w:rsid w:val="00BA4B0D"/>
    <w:rsid w:val="00BA4BFD"/>
    <w:rsid w:val="00BA4FCD"/>
    <w:rsid w:val="00BA503E"/>
    <w:rsid w:val="00BB0C41"/>
    <w:rsid w:val="00BB1C73"/>
    <w:rsid w:val="00BB1FAD"/>
    <w:rsid w:val="00BB2680"/>
    <w:rsid w:val="00BB27B8"/>
    <w:rsid w:val="00BB30E0"/>
    <w:rsid w:val="00BB34F8"/>
    <w:rsid w:val="00BB547E"/>
    <w:rsid w:val="00BB54EE"/>
    <w:rsid w:val="00BB59B3"/>
    <w:rsid w:val="00BB59FB"/>
    <w:rsid w:val="00BB6FA5"/>
    <w:rsid w:val="00BB70A3"/>
    <w:rsid w:val="00BB768F"/>
    <w:rsid w:val="00BC06A6"/>
    <w:rsid w:val="00BC1066"/>
    <w:rsid w:val="00BC1E9A"/>
    <w:rsid w:val="00BC1EBF"/>
    <w:rsid w:val="00BC3899"/>
    <w:rsid w:val="00BC4645"/>
    <w:rsid w:val="00BC4824"/>
    <w:rsid w:val="00BC4BF5"/>
    <w:rsid w:val="00BC4F93"/>
    <w:rsid w:val="00BC5378"/>
    <w:rsid w:val="00BC5962"/>
    <w:rsid w:val="00BC628E"/>
    <w:rsid w:val="00BC688E"/>
    <w:rsid w:val="00BC68F1"/>
    <w:rsid w:val="00BD1F2B"/>
    <w:rsid w:val="00BD2730"/>
    <w:rsid w:val="00BD526B"/>
    <w:rsid w:val="00BD574A"/>
    <w:rsid w:val="00BD589A"/>
    <w:rsid w:val="00BD5B87"/>
    <w:rsid w:val="00BD7533"/>
    <w:rsid w:val="00BD763C"/>
    <w:rsid w:val="00BE1AB5"/>
    <w:rsid w:val="00BE3217"/>
    <w:rsid w:val="00BE3977"/>
    <w:rsid w:val="00BE7748"/>
    <w:rsid w:val="00BF086B"/>
    <w:rsid w:val="00BF0B44"/>
    <w:rsid w:val="00BF1023"/>
    <w:rsid w:val="00BF1D82"/>
    <w:rsid w:val="00BF20B8"/>
    <w:rsid w:val="00BF3930"/>
    <w:rsid w:val="00BF41E3"/>
    <w:rsid w:val="00BF43CA"/>
    <w:rsid w:val="00BF4E81"/>
    <w:rsid w:val="00BF6369"/>
    <w:rsid w:val="00BF6631"/>
    <w:rsid w:val="00BF69A4"/>
    <w:rsid w:val="00BF7352"/>
    <w:rsid w:val="00BF76FE"/>
    <w:rsid w:val="00C00408"/>
    <w:rsid w:val="00C00AA9"/>
    <w:rsid w:val="00C00E1E"/>
    <w:rsid w:val="00C01534"/>
    <w:rsid w:val="00C01D3B"/>
    <w:rsid w:val="00C020ED"/>
    <w:rsid w:val="00C02FAD"/>
    <w:rsid w:val="00C032BE"/>
    <w:rsid w:val="00C0547D"/>
    <w:rsid w:val="00C057F6"/>
    <w:rsid w:val="00C066F7"/>
    <w:rsid w:val="00C06866"/>
    <w:rsid w:val="00C06B8B"/>
    <w:rsid w:val="00C07448"/>
    <w:rsid w:val="00C1013A"/>
    <w:rsid w:val="00C10354"/>
    <w:rsid w:val="00C107F9"/>
    <w:rsid w:val="00C1096E"/>
    <w:rsid w:val="00C10BF8"/>
    <w:rsid w:val="00C10FE2"/>
    <w:rsid w:val="00C11944"/>
    <w:rsid w:val="00C122AB"/>
    <w:rsid w:val="00C12B6D"/>
    <w:rsid w:val="00C14FF0"/>
    <w:rsid w:val="00C151BE"/>
    <w:rsid w:val="00C155E1"/>
    <w:rsid w:val="00C178C6"/>
    <w:rsid w:val="00C210E7"/>
    <w:rsid w:val="00C2164E"/>
    <w:rsid w:val="00C21662"/>
    <w:rsid w:val="00C223C3"/>
    <w:rsid w:val="00C22803"/>
    <w:rsid w:val="00C230DC"/>
    <w:rsid w:val="00C23479"/>
    <w:rsid w:val="00C23776"/>
    <w:rsid w:val="00C238DA"/>
    <w:rsid w:val="00C24326"/>
    <w:rsid w:val="00C245F0"/>
    <w:rsid w:val="00C2484F"/>
    <w:rsid w:val="00C248EE"/>
    <w:rsid w:val="00C249A7"/>
    <w:rsid w:val="00C24C4B"/>
    <w:rsid w:val="00C25404"/>
    <w:rsid w:val="00C26D84"/>
    <w:rsid w:val="00C27349"/>
    <w:rsid w:val="00C27A50"/>
    <w:rsid w:val="00C300DC"/>
    <w:rsid w:val="00C3025A"/>
    <w:rsid w:val="00C308C4"/>
    <w:rsid w:val="00C3204B"/>
    <w:rsid w:val="00C32D54"/>
    <w:rsid w:val="00C3336D"/>
    <w:rsid w:val="00C34D6E"/>
    <w:rsid w:val="00C35A7D"/>
    <w:rsid w:val="00C3782A"/>
    <w:rsid w:val="00C40492"/>
    <w:rsid w:val="00C409C8"/>
    <w:rsid w:val="00C4250D"/>
    <w:rsid w:val="00C43032"/>
    <w:rsid w:val="00C43875"/>
    <w:rsid w:val="00C444B2"/>
    <w:rsid w:val="00C4453A"/>
    <w:rsid w:val="00C454A4"/>
    <w:rsid w:val="00C46FFA"/>
    <w:rsid w:val="00C4739C"/>
    <w:rsid w:val="00C522C5"/>
    <w:rsid w:val="00C538FE"/>
    <w:rsid w:val="00C548C3"/>
    <w:rsid w:val="00C55467"/>
    <w:rsid w:val="00C55580"/>
    <w:rsid w:val="00C56F95"/>
    <w:rsid w:val="00C57975"/>
    <w:rsid w:val="00C60B9F"/>
    <w:rsid w:val="00C60CF6"/>
    <w:rsid w:val="00C62E4F"/>
    <w:rsid w:val="00C633C8"/>
    <w:rsid w:val="00C63704"/>
    <w:rsid w:val="00C63807"/>
    <w:rsid w:val="00C63ED6"/>
    <w:rsid w:val="00C647B2"/>
    <w:rsid w:val="00C66589"/>
    <w:rsid w:val="00C66FF2"/>
    <w:rsid w:val="00C6723D"/>
    <w:rsid w:val="00C706C5"/>
    <w:rsid w:val="00C708E7"/>
    <w:rsid w:val="00C718CA"/>
    <w:rsid w:val="00C72CF4"/>
    <w:rsid w:val="00C7365F"/>
    <w:rsid w:val="00C80703"/>
    <w:rsid w:val="00C80F56"/>
    <w:rsid w:val="00C81A77"/>
    <w:rsid w:val="00C83B3B"/>
    <w:rsid w:val="00C843AE"/>
    <w:rsid w:val="00C844D6"/>
    <w:rsid w:val="00C87143"/>
    <w:rsid w:val="00C9065D"/>
    <w:rsid w:val="00C926EC"/>
    <w:rsid w:val="00C92AF4"/>
    <w:rsid w:val="00C94258"/>
    <w:rsid w:val="00C943D2"/>
    <w:rsid w:val="00C947E2"/>
    <w:rsid w:val="00C94A2A"/>
    <w:rsid w:val="00C96017"/>
    <w:rsid w:val="00CA0810"/>
    <w:rsid w:val="00CA0FE7"/>
    <w:rsid w:val="00CA2612"/>
    <w:rsid w:val="00CA3A51"/>
    <w:rsid w:val="00CA403A"/>
    <w:rsid w:val="00CA4B74"/>
    <w:rsid w:val="00CA5384"/>
    <w:rsid w:val="00CA5C25"/>
    <w:rsid w:val="00CA68EF"/>
    <w:rsid w:val="00CA775A"/>
    <w:rsid w:val="00CB19DD"/>
    <w:rsid w:val="00CB2CAA"/>
    <w:rsid w:val="00CB3270"/>
    <w:rsid w:val="00CB3A58"/>
    <w:rsid w:val="00CB3E3C"/>
    <w:rsid w:val="00CB4732"/>
    <w:rsid w:val="00CB47A7"/>
    <w:rsid w:val="00CB4D79"/>
    <w:rsid w:val="00CB69CD"/>
    <w:rsid w:val="00CB6C14"/>
    <w:rsid w:val="00CB6CCF"/>
    <w:rsid w:val="00CB6E66"/>
    <w:rsid w:val="00CC051F"/>
    <w:rsid w:val="00CC0BFC"/>
    <w:rsid w:val="00CC0FB3"/>
    <w:rsid w:val="00CC17D4"/>
    <w:rsid w:val="00CC1975"/>
    <w:rsid w:val="00CC1E89"/>
    <w:rsid w:val="00CC23E1"/>
    <w:rsid w:val="00CC24D8"/>
    <w:rsid w:val="00CC2900"/>
    <w:rsid w:val="00CC3BF0"/>
    <w:rsid w:val="00CC3D74"/>
    <w:rsid w:val="00CC4BE9"/>
    <w:rsid w:val="00CC54B5"/>
    <w:rsid w:val="00CC6931"/>
    <w:rsid w:val="00CC6E60"/>
    <w:rsid w:val="00CC71F7"/>
    <w:rsid w:val="00CC7555"/>
    <w:rsid w:val="00CC7B03"/>
    <w:rsid w:val="00CD12AC"/>
    <w:rsid w:val="00CD246C"/>
    <w:rsid w:val="00CD2817"/>
    <w:rsid w:val="00CD2977"/>
    <w:rsid w:val="00CD2DC5"/>
    <w:rsid w:val="00CD2E60"/>
    <w:rsid w:val="00CD37DF"/>
    <w:rsid w:val="00CD3A79"/>
    <w:rsid w:val="00CD47CE"/>
    <w:rsid w:val="00CE395C"/>
    <w:rsid w:val="00CE425B"/>
    <w:rsid w:val="00CE5775"/>
    <w:rsid w:val="00CE5F34"/>
    <w:rsid w:val="00CE602D"/>
    <w:rsid w:val="00CE688A"/>
    <w:rsid w:val="00CF30C2"/>
    <w:rsid w:val="00CF3189"/>
    <w:rsid w:val="00CF436A"/>
    <w:rsid w:val="00CF4D0E"/>
    <w:rsid w:val="00CF50A0"/>
    <w:rsid w:val="00CF7A3C"/>
    <w:rsid w:val="00D02238"/>
    <w:rsid w:val="00D023E9"/>
    <w:rsid w:val="00D04DC5"/>
    <w:rsid w:val="00D052BD"/>
    <w:rsid w:val="00D06FB1"/>
    <w:rsid w:val="00D07EF5"/>
    <w:rsid w:val="00D10DC8"/>
    <w:rsid w:val="00D1358A"/>
    <w:rsid w:val="00D13FAA"/>
    <w:rsid w:val="00D15238"/>
    <w:rsid w:val="00D1525B"/>
    <w:rsid w:val="00D16541"/>
    <w:rsid w:val="00D169FF"/>
    <w:rsid w:val="00D16C47"/>
    <w:rsid w:val="00D16D70"/>
    <w:rsid w:val="00D17C83"/>
    <w:rsid w:val="00D17F8F"/>
    <w:rsid w:val="00D2081A"/>
    <w:rsid w:val="00D215C0"/>
    <w:rsid w:val="00D21DA2"/>
    <w:rsid w:val="00D227F7"/>
    <w:rsid w:val="00D2328C"/>
    <w:rsid w:val="00D2708D"/>
    <w:rsid w:val="00D27EE0"/>
    <w:rsid w:val="00D30D5C"/>
    <w:rsid w:val="00D31711"/>
    <w:rsid w:val="00D32570"/>
    <w:rsid w:val="00D3264D"/>
    <w:rsid w:val="00D328FD"/>
    <w:rsid w:val="00D33180"/>
    <w:rsid w:val="00D33E07"/>
    <w:rsid w:val="00D34F5D"/>
    <w:rsid w:val="00D35409"/>
    <w:rsid w:val="00D355AB"/>
    <w:rsid w:val="00D359F2"/>
    <w:rsid w:val="00D35F51"/>
    <w:rsid w:val="00D3659E"/>
    <w:rsid w:val="00D40C49"/>
    <w:rsid w:val="00D412A5"/>
    <w:rsid w:val="00D417C4"/>
    <w:rsid w:val="00D4186C"/>
    <w:rsid w:val="00D42218"/>
    <w:rsid w:val="00D4252E"/>
    <w:rsid w:val="00D4348C"/>
    <w:rsid w:val="00D43DD8"/>
    <w:rsid w:val="00D43F39"/>
    <w:rsid w:val="00D44014"/>
    <w:rsid w:val="00D4436D"/>
    <w:rsid w:val="00D44761"/>
    <w:rsid w:val="00D449F3"/>
    <w:rsid w:val="00D4559A"/>
    <w:rsid w:val="00D45CB5"/>
    <w:rsid w:val="00D46488"/>
    <w:rsid w:val="00D4765E"/>
    <w:rsid w:val="00D500AC"/>
    <w:rsid w:val="00D504DF"/>
    <w:rsid w:val="00D505E1"/>
    <w:rsid w:val="00D51BCE"/>
    <w:rsid w:val="00D53D57"/>
    <w:rsid w:val="00D547B5"/>
    <w:rsid w:val="00D55AD9"/>
    <w:rsid w:val="00D55DC7"/>
    <w:rsid w:val="00D56401"/>
    <w:rsid w:val="00D57451"/>
    <w:rsid w:val="00D57466"/>
    <w:rsid w:val="00D60EDD"/>
    <w:rsid w:val="00D61CFE"/>
    <w:rsid w:val="00D62389"/>
    <w:rsid w:val="00D64016"/>
    <w:rsid w:val="00D64AE0"/>
    <w:rsid w:val="00D64BB4"/>
    <w:rsid w:val="00D64CA8"/>
    <w:rsid w:val="00D65653"/>
    <w:rsid w:val="00D6653E"/>
    <w:rsid w:val="00D70886"/>
    <w:rsid w:val="00D70ED3"/>
    <w:rsid w:val="00D755CA"/>
    <w:rsid w:val="00D76B0F"/>
    <w:rsid w:val="00D76B2A"/>
    <w:rsid w:val="00D76E81"/>
    <w:rsid w:val="00D811CB"/>
    <w:rsid w:val="00D813A7"/>
    <w:rsid w:val="00D83886"/>
    <w:rsid w:val="00D839C6"/>
    <w:rsid w:val="00D844E7"/>
    <w:rsid w:val="00D84F2F"/>
    <w:rsid w:val="00D86B5E"/>
    <w:rsid w:val="00D87124"/>
    <w:rsid w:val="00D920C0"/>
    <w:rsid w:val="00D9292A"/>
    <w:rsid w:val="00D93967"/>
    <w:rsid w:val="00D945FB"/>
    <w:rsid w:val="00D947EA"/>
    <w:rsid w:val="00D956BE"/>
    <w:rsid w:val="00D960EA"/>
    <w:rsid w:val="00D97201"/>
    <w:rsid w:val="00DA026A"/>
    <w:rsid w:val="00DA031A"/>
    <w:rsid w:val="00DA0575"/>
    <w:rsid w:val="00DA096B"/>
    <w:rsid w:val="00DA1874"/>
    <w:rsid w:val="00DA37C9"/>
    <w:rsid w:val="00DA460C"/>
    <w:rsid w:val="00DA46E0"/>
    <w:rsid w:val="00DA5799"/>
    <w:rsid w:val="00DA67E2"/>
    <w:rsid w:val="00DB14E1"/>
    <w:rsid w:val="00DB1690"/>
    <w:rsid w:val="00DB17E5"/>
    <w:rsid w:val="00DB1999"/>
    <w:rsid w:val="00DB1ECD"/>
    <w:rsid w:val="00DB2187"/>
    <w:rsid w:val="00DB2408"/>
    <w:rsid w:val="00DB2837"/>
    <w:rsid w:val="00DB320E"/>
    <w:rsid w:val="00DB411B"/>
    <w:rsid w:val="00DB46B9"/>
    <w:rsid w:val="00DB4C8C"/>
    <w:rsid w:val="00DC0036"/>
    <w:rsid w:val="00DC09DC"/>
    <w:rsid w:val="00DC0AAD"/>
    <w:rsid w:val="00DC2019"/>
    <w:rsid w:val="00DC2595"/>
    <w:rsid w:val="00DC28A2"/>
    <w:rsid w:val="00DC2D70"/>
    <w:rsid w:val="00DC3B18"/>
    <w:rsid w:val="00DC3FB1"/>
    <w:rsid w:val="00DC4128"/>
    <w:rsid w:val="00DC4BF2"/>
    <w:rsid w:val="00DC5375"/>
    <w:rsid w:val="00DC6666"/>
    <w:rsid w:val="00DC6DCC"/>
    <w:rsid w:val="00DC6FAA"/>
    <w:rsid w:val="00DD2121"/>
    <w:rsid w:val="00DD2174"/>
    <w:rsid w:val="00DD2BC6"/>
    <w:rsid w:val="00DD32B6"/>
    <w:rsid w:val="00DD3378"/>
    <w:rsid w:val="00DD3917"/>
    <w:rsid w:val="00DD4968"/>
    <w:rsid w:val="00DD4A63"/>
    <w:rsid w:val="00DD5438"/>
    <w:rsid w:val="00DD59A4"/>
    <w:rsid w:val="00DD5A5E"/>
    <w:rsid w:val="00DD68FA"/>
    <w:rsid w:val="00DE04A3"/>
    <w:rsid w:val="00DE0842"/>
    <w:rsid w:val="00DE1114"/>
    <w:rsid w:val="00DE195B"/>
    <w:rsid w:val="00DE20A9"/>
    <w:rsid w:val="00DE45B3"/>
    <w:rsid w:val="00DE479E"/>
    <w:rsid w:val="00DE4BC7"/>
    <w:rsid w:val="00DE4C3B"/>
    <w:rsid w:val="00DE5BA8"/>
    <w:rsid w:val="00DE674B"/>
    <w:rsid w:val="00DE725B"/>
    <w:rsid w:val="00DE73D4"/>
    <w:rsid w:val="00DE7C54"/>
    <w:rsid w:val="00DF28F4"/>
    <w:rsid w:val="00DF30E9"/>
    <w:rsid w:val="00DF341D"/>
    <w:rsid w:val="00DF3645"/>
    <w:rsid w:val="00DF5DE1"/>
    <w:rsid w:val="00DF63D0"/>
    <w:rsid w:val="00DF74D1"/>
    <w:rsid w:val="00DF7AD1"/>
    <w:rsid w:val="00E0031B"/>
    <w:rsid w:val="00E01749"/>
    <w:rsid w:val="00E02CE8"/>
    <w:rsid w:val="00E0304A"/>
    <w:rsid w:val="00E0595C"/>
    <w:rsid w:val="00E05962"/>
    <w:rsid w:val="00E13D4F"/>
    <w:rsid w:val="00E14A1B"/>
    <w:rsid w:val="00E14C6C"/>
    <w:rsid w:val="00E15B47"/>
    <w:rsid w:val="00E16AAD"/>
    <w:rsid w:val="00E22B7A"/>
    <w:rsid w:val="00E23FA4"/>
    <w:rsid w:val="00E24068"/>
    <w:rsid w:val="00E24958"/>
    <w:rsid w:val="00E24CCF"/>
    <w:rsid w:val="00E24E74"/>
    <w:rsid w:val="00E2549A"/>
    <w:rsid w:val="00E2566B"/>
    <w:rsid w:val="00E27115"/>
    <w:rsid w:val="00E27F28"/>
    <w:rsid w:val="00E31029"/>
    <w:rsid w:val="00E312A7"/>
    <w:rsid w:val="00E32DE9"/>
    <w:rsid w:val="00E3308B"/>
    <w:rsid w:val="00E330E1"/>
    <w:rsid w:val="00E3312C"/>
    <w:rsid w:val="00E333EB"/>
    <w:rsid w:val="00E33E70"/>
    <w:rsid w:val="00E353B1"/>
    <w:rsid w:val="00E35805"/>
    <w:rsid w:val="00E370A6"/>
    <w:rsid w:val="00E37E40"/>
    <w:rsid w:val="00E40E99"/>
    <w:rsid w:val="00E418AB"/>
    <w:rsid w:val="00E419CA"/>
    <w:rsid w:val="00E431D1"/>
    <w:rsid w:val="00E452D2"/>
    <w:rsid w:val="00E45806"/>
    <w:rsid w:val="00E45910"/>
    <w:rsid w:val="00E467CD"/>
    <w:rsid w:val="00E50151"/>
    <w:rsid w:val="00E50359"/>
    <w:rsid w:val="00E50988"/>
    <w:rsid w:val="00E50D0A"/>
    <w:rsid w:val="00E50E5C"/>
    <w:rsid w:val="00E52514"/>
    <w:rsid w:val="00E52C34"/>
    <w:rsid w:val="00E546A8"/>
    <w:rsid w:val="00E5559D"/>
    <w:rsid w:val="00E556DA"/>
    <w:rsid w:val="00E570B8"/>
    <w:rsid w:val="00E60AC9"/>
    <w:rsid w:val="00E60AE5"/>
    <w:rsid w:val="00E620D8"/>
    <w:rsid w:val="00E64C67"/>
    <w:rsid w:val="00E66048"/>
    <w:rsid w:val="00E66C0D"/>
    <w:rsid w:val="00E70548"/>
    <w:rsid w:val="00E707C3"/>
    <w:rsid w:val="00E71A4E"/>
    <w:rsid w:val="00E724ED"/>
    <w:rsid w:val="00E74D0E"/>
    <w:rsid w:val="00E76653"/>
    <w:rsid w:val="00E775A3"/>
    <w:rsid w:val="00E7785B"/>
    <w:rsid w:val="00E77A77"/>
    <w:rsid w:val="00E810C6"/>
    <w:rsid w:val="00E81A82"/>
    <w:rsid w:val="00E82184"/>
    <w:rsid w:val="00E827DD"/>
    <w:rsid w:val="00E835C9"/>
    <w:rsid w:val="00E83FAA"/>
    <w:rsid w:val="00E85898"/>
    <w:rsid w:val="00E87592"/>
    <w:rsid w:val="00E878CA"/>
    <w:rsid w:val="00E900BE"/>
    <w:rsid w:val="00E90BDE"/>
    <w:rsid w:val="00E90D5F"/>
    <w:rsid w:val="00E90E47"/>
    <w:rsid w:val="00E91DF0"/>
    <w:rsid w:val="00E93D49"/>
    <w:rsid w:val="00E940DF"/>
    <w:rsid w:val="00E96C97"/>
    <w:rsid w:val="00E97B90"/>
    <w:rsid w:val="00E97C74"/>
    <w:rsid w:val="00EA1239"/>
    <w:rsid w:val="00EA1722"/>
    <w:rsid w:val="00EA172B"/>
    <w:rsid w:val="00EA2622"/>
    <w:rsid w:val="00EA4D0C"/>
    <w:rsid w:val="00EA4F3B"/>
    <w:rsid w:val="00EA5435"/>
    <w:rsid w:val="00EA6672"/>
    <w:rsid w:val="00EA7952"/>
    <w:rsid w:val="00EB05EA"/>
    <w:rsid w:val="00EB0984"/>
    <w:rsid w:val="00EB1588"/>
    <w:rsid w:val="00EB1987"/>
    <w:rsid w:val="00EB1D28"/>
    <w:rsid w:val="00EB2C5B"/>
    <w:rsid w:val="00EB2EFE"/>
    <w:rsid w:val="00EB3121"/>
    <w:rsid w:val="00EB3CDF"/>
    <w:rsid w:val="00EB4DDC"/>
    <w:rsid w:val="00EB6222"/>
    <w:rsid w:val="00EB6225"/>
    <w:rsid w:val="00EB78CC"/>
    <w:rsid w:val="00EB78DC"/>
    <w:rsid w:val="00EB79F1"/>
    <w:rsid w:val="00EC025C"/>
    <w:rsid w:val="00EC07E9"/>
    <w:rsid w:val="00EC13C9"/>
    <w:rsid w:val="00EC3F0E"/>
    <w:rsid w:val="00EC4282"/>
    <w:rsid w:val="00EC4B5E"/>
    <w:rsid w:val="00EC4C6F"/>
    <w:rsid w:val="00EC4F5D"/>
    <w:rsid w:val="00EC5232"/>
    <w:rsid w:val="00EC53C3"/>
    <w:rsid w:val="00EC541E"/>
    <w:rsid w:val="00EC7A31"/>
    <w:rsid w:val="00ED0162"/>
    <w:rsid w:val="00ED0995"/>
    <w:rsid w:val="00ED3E38"/>
    <w:rsid w:val="00ED4222"/>
    <w:rsid w:val="00ED5183"/>
    <w:rsid w:val="00ED6954"/>
    <w:rsid w:val="00ED759F"/>
    <w:rsid w:val="00EE05F0"/>
    <w:rsid w:val="00EE0778"/>
    <w:rsid w:val="00EE0C56"/>
    <w:rsid w:val="00EE1541"/>
    <w:rsid w:val="00EE25E6"/>
    <w:rsid w:val="00EE757E"/>
    <w:rsid w:val="00EE79D0"/>
    <w:rsid w:val="00EE7FA9"/>
    <w:rsid w:val="00EF03F2"/>
    <w:rsid w:val="00EF11F3"/>
    <w:rsid w:val="00EF13A5"/>
    <w:rsid w:val="00EF2CFD"/>
    <w:rsid w:val="00EF2D30"/>
    <w:rsid w:val="00EF2E0E"/>
    <w:rsid w:val="00EF5116"/>
    <w:rsid w:val="00EF517D"/>
    <w:rsid w:val="00EF7DC4"/>
    <w:rsid w:val="00F011A9"/>
    <w:rsid w:val="00F029FF"/>
    <w:rsid w:val="00F034B0"/>
    <w:rsid w:val="00F034D9"/>
    <w:rsid w:val="00F03784"/>
    <w:rsid w:val="00F03A89"/>
    <w:rsid w:val="00F03B4D"/>
    <w:rsid w:val="00F0438B"/>
    <w:rsid w:val="00F049D6"/>
    <w:rsid w:val="00F05404"/>
    <w:rsid w:val="00F05423"/>
    <w:rsid w:val="00F06403"/>
    <w:rsid w:val="00F116E3"/>
    <w:rsid w:val="00F120D1"/>
    <w:rsid w:val="00F13B84"/>
    <w:rsid w:val="00F14107"/>
    <w:rsid w:val="00F14161"/>
    <w:rsid w:val="00F143EA"/>
    <w:rsid w:val="00F14F21"/>
    <w:rsid w:val="00F15F36"/>
    <w:rsid w:val="00F1615E"/>
    <w:rsid w:val="00F21B8C"/>
    <w:rsid w:val="00F228A7"/>
    <w:rsid w:val="00F22A29"/>
    <w:rsid w:val="00F23A84"/>
    <w:rsid w:val="00F2417D"/>
    <w:rsid w:val="00F25F11"/>
    <w:rsid w:val="00F26789"/>
    <w:rsid w:val="00F267F7"/>
    <w:rsid w:val="00F3083E"/>
    <w:rsid w:val="00F3097B"/>
    <w:rsid w:val="00F31FCB"/>
    <w:rsid w:val="00F32450"/>
    <w:rsid w:val="00F33145"/>
    <w:rsid w:val="00F3649B"/>
    <w:rsid w:val="00F36FD8"/>
    <w:rsid w:val="00F37304"/>
    <w:rsid w:val="00F3771D"/>
    <w:rsid w:val="00F3784F"/>
    <w:rsid w:val="00F37A29"/>
    <w:rsid w:val="00F37E5D"/>
    <w:rsid w:val="00F4175B"/>
    <w:rsid w:val="00F42010"/>
    <w:rsid w:val="00F42B50"/>
    <w:rsid w:val="00F434B8"/>
    <w:rsid w:val="00F441B7"/>
    <w:rsid w:val="00F45D03"/>
    <w:rsid w:val="00F463EB"/>
    <w:rsid w:val="00F4641C"/>
    <w:rsid w:val="00F46B50"/>
    <w:rsid w:val="00F4710F"/>
    <w:rsid w:val="00F47525"/>
    <w:rsid w:val="00F5211A"/>
    <w:rsid w:val="00F53640"/>
    <w:rsid w:val="00F53B98"/>
    <w:rsid w:val="00F5550A"/>
    <w:rsid w:val="00F555CD"/>
    <w:rsid w:val="00F55686"/>
    <w:rsid w:val="00F565F2"/>
    <w:rsid w:val="00F566D4"/>
    <w:rsid w:val="00F60030"/>
    <w:rsid w:val="00F61855"/>
    <w:rsid w:val="00F62FD4"/>
    <w:rsid w:val="00F64B90"/>
    <w:rsid w:val="00F65539"/>
    <w:rsid w:val="00F65D34"/>
    <w:rsid w:val="00F67BBB"/>
    <w:rsid w:val="00F702B8"/>
    <w:rsid w:val="00F702F9"/>
    <w:rsid w:val="00F703BD"/>
    <w:rsid w:val="00F713D1"/>
    <w:rsid w:val="00F73D11"/>
    <w:rsid w:val="00F753BD"/>
    <w:rsid w:val="00F75E61"/>
    <w:rsid w:val="00F77A69"/>
    <w:rsid w:val="00F80D87"/>
    <w:rsid w:val="00F813D3"/>
    <w:rsid w:val="00F81717"/>
    <w:rsid w:val="00F823F9"/>
    <w:rsid w:val="00F83524"/>
    <w:rsid w:val="00F83543"/>
    <w:rsid w:val="00F8455F"/>
    <w:rsid w:val="00F8523B"/>
    <w:rsid w:val="00F85E76"/>
    <w:rsid w:val="00F85EBA"/>
    <w:rsid w:val="00F8640B"/>
    <w:rsid w:val="00F8674B"/>
    <w:rsid w:val="00F86B2D"/>
    <w:rsid w:val="00F87546"/>
    <w:rsid w:val="00F877EF"/>
    <w:rsid w:val="00F87D4F"/>
    <w:rsid w:val="00F912C3"/>
    <w:rsid w:val="00F914C0"/>
    <w:rsid w:val="00F91EC3"/>
    <w:rsid w:val="00F92F00"/>
    <w:rsid w:val="00F944EA"/>
    <w:rsid w:val="00F9480A"/>
    <w:rsid w:val="00F94DF0"/>
    <w:rsid w:val="00F96358"/>
    <w:rsid w:val="00F9679C"/>
    <w:rsid w:val="00F97490"/>
    <w:rsid w:val="00FA32A3"/>
    <w:rsid w:val="00FA5DBE"/>
    <w:rsid w:val="00FA7E3A"/>
    <w:rsid w:val="00FB0469"/>
    <w:rsid w:val="00FB103A"/>
    <w:rsid w:val="00FB2B85"/>
    <w:rsid w:val="00FB3B9F"/>
    <w:rsid w:val="00FB47F9"/>
    <w:rsid w:val="00FB6B44"/>
    <w:rsid w:val="00FB7A84"/>
    <w:rsid w:val="00FC2018"/>
    <w:rsid w:val="00FC2DA9"/>
    <w:rsid w:val="00FC2E73"/>
    <w:rsid w:val="00FC34DB"/>
    <w:rsid w:val="00FC3B2A"/>
    <w:rsid w:val="00FD11C3"/>
    <w:rsid w:val="00FD21FA"/>
    <w:rsid w:val="00FD283E"/>
    <w:rsid w:val="00FD2D20"/>
    <w:rsid w:val="00FD3AD5"/>
    <w:rsid w:val="00FD4083"/>
    <w:rsid w:val="00FD435C"/>
    <w:rsid w:val="00FD69F4"/>
    <w:rsid w:val="00FE0774"/>
    <w:rsid w:val="00FE09A2"/>
    <w:rsid w:val="00FE15AC"/>
    <w:rsid w:val="00FE220D"/>
    <w:rsid w:val="00FE5637"/>
    <w:rsid w:val="00FE5778"/>
    <w:rsid w:val="00FE5F29"/>
    <w:rsid w:val="00FE6FDA"/>
    <w:rsid w:val="00FE7337"/>
    <w:rsid w:val="00FE7E20"/>
    <w:rsid w:val="00FF3465"/>
    <w:rsid w:val="00FF39D7"/>
    <w:rsid w:val="00FF3A14"/>
    <w:rsid w:val="00FF4A8C"/>
    <w:rsid w:val="00FF4A99"/>
    <w:rsid w:val="00FF5685"/>
    <w:rsid w:val="00FF6913"/>
    <w:rsid w:val="00FF6AC8"/>
    <w:rsid w:val="00FF7C6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A99"/>
    <w:rPr>
      <w:sz w:val="24"/>
      <w:szCs w:val="24"/>
    </w:rPr>
  </w:style>
  <w:style w:type="paragraph" w:styleId="Heading1">
    <w:name w:val="heading 1"/>
    <w:basedOn w:val="Normal"/>
    <w:next w:val="Normal"/>
    <w:link w:val="Heading1Char"/>
    <w:uiPriority w:val="99"/>
    <w:qFormat/>
    <w:rsid w:val="00FF4A99"/>
    <w:pPr>
      <w:keepNext/>
      <w:outlineLvl w:val="0"/>
    </w:pPr>
    <w:rPr>
      <w:sz w:val="28"/>
      <w:lang w:val="uk-UA"/>
    </w:rPr>
  </w:style>
  <w:style w:type="paragraph" w:styleId="Heading2">
    <w:name w:val="heading 2"/>
    <w:basedOn w:val="Normal"/>
    <w:next w:val="Normal"/>
    <w:link w:val="Heading2Char"/>
    <w:uiPriority w:val="99"/>
    <w:qFormat/>
    <w:rsid w:val="00FF4A99"/>
    <w:pPr>
      <w:keepNext/>
      <w:jc w:val="center"/>
      <w:outlineLvl w:val="1"/>
    </w:pPr>
    <w:rPr>
      <w:b/>
      <w:bCs/>
      <w:sz w:val="28"/>
      <w:lang w:val="uk-UA"/>
    </w:rPr>
  </w:style>
  <w:style w:type="paragraph" w:styleId="Heading3">
    <w:name w:val="heading 3"/>
    <w:basedOn w:val="Normal"/>
    <w:next w:val="Normal"/>
    <w:link w:val="Heading3Char"/>
    <w:uiPriority w:val="99"/>
    <w:qFormat/>
    <w:rsid w:val="00FF4A99"/>
    <w:pPr>
      <w:keepNext/>
      <w:jc w:val="center"/>
      <w:outlineLvl w:val="2"/>
    </w:pPr>
    <w:rPr>
      <w:sz w:val="28"/>
      <w:lang w:val="uk-UA"/>
    </w:rPr>
  </w:style>
  <w:style w:type="paragraph" w:styleId="Heading4">
    <w:name w:val="heading 4"/>
    <w:basedOn w:val="Normal"/>
    <w:next w:val="Normal"/>
    <w:link w:val="Heading4Char"/>
    <w:uiPriority w:val="99"/>
    <w:qFormat/>
    <w:rsid w:val="00FF4A99"/>
    <w:pPr>
      <w:keepNext/>
      <w:ind w:left="6372" w:hanging="2124"/>
      <w:jc w:val="both"/>
      <w:outlineLvl w:val="3"/>
    </w:pPr>
    <w:rPr>
      <w:sz w:val="28"/>
      <w:lang w:val="uk-UA"/>
    </w:rPr>
  </w:style>
  <w:style w:type="paragraph" w:styleId="Heading5">
    <w:name w:val="heading 5"/>
    <w:basedOn w:val="Normal"/>
    <w:next w:val="Normal"/>
    <w:link w:val="Heading5Char"/>
    <w:uiPriority w:val="99"/>
    <w:qFormat/>
    <w:rsid w:val="00FF4A99"/>
    <w:pPr>
      <w:keepNext/>
      <w:ind w:firstLine="708"/>
      <w:outlineLvl w:val="4"/>
    </w:pPr>
    <w:rPr>
      <w:b/>
      <w:bCs/>
      <w:sz w:val="28"/>
      <w:lang w:val="uk-UA"/>
    </w:rPr>
  </w:style>
  <w:style w:type="paragraph" w:styleId="Heading6">
    <w:name w:val="heading 6"/>
    <w:basedOn w:val="Normal"/>
    <w:next w:val="Normal"/>
    <w:link w:val="Heading6Char"/>
    <w:uiPriority w:val="99"/>
    <w:qFormat/>
    <w:rsid w:val="00FF4A99"/>
    <w:pPr>
      <w:keepNext/>
      <w:ind w:left="1416"/>
      <w:outlineLvl w:val="5"/>
    </w:pPr>
    <w:rPr>
      <w:sz w:val="28"/>
      <w:lang w:val="uk-UA"/>
    </w:rPr>
  </w:style>
  <w:style w:type="paragraph" w:styleId="Heading7">
    <w:name w:val="heading 7"/>
    <w:basedOn w:val="Normal"/>
    <w:next w:val="Normal"/>
    <w:link w:val="Heading7Char"/>
    <w:uiPriority w:val="99"/>
    <w:qFormat/>
    <w:rsid w:val="00FF4A99"/>
    <w:pPr>
      <w:keepNext/>
      <w:ind w:left="6372" w:hanging="3492"/>
      <w:jc w:val="both"/>
      <w:outlineLvl w:val="6"/>
    </w:pPr>
    <w:rPr>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F55C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0F55C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0F55C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0F55C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0F55C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0F55CC"/>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0F55CC"/>
    <w:rPr>
      <w:rFonts w:ascii="Calibri" w:hAnsi="Calibri" w:cs="Times New Roman"/>
      <w:sz w:val="24"/>
      <w:szCs w:val="24"/>
    </w:rPr>
  </w:style>
  <w:style w:type="paragraph" w:styleId="BodyTextIndent">
    <w:name w:val="Body Text Indent"/>
    <w:basedOn w:val="Normal"/>
    <w:link w:val="BodyTextIndentChar"/>
    <w:uiPriority w:val="99"/>
    <w:semiHidden/>
    <w:rsid w:val="00FF4A99"/>
    <w:pPr>
      <w:ind w:firstLine="708"/>
      <w:jc w:val="center"/>
    </w:pPr>
    <w:rPr>
      <w:sz w:val="28"/>
      <w:lang w:val="uk-UA"/>
    </w:rPr>
  </w:style>
  <w:style w:type="character" w:customStyle="1" w:styleId="BodyTextIndentChar">
    <w:name w:val="Body Text Indent Char"/>
    <w:basedOn w:val="DefaultParagraphFont"/>
    <w:link w:val="BodyTextIndent"/>
    <w:uiPriority w:val="99"/>
    <w:semiHidden/>
    <w:locked/>
    <w:rsid w:val="000F55CC"/>
    <w:rPr>
      <w:rFonts w:cs="Times New Roman"/>
      <w:sz w:val="24"/>
      <w:szCs w:val="24"/>
    </w:rPr>
  </w:style>
  <w:style w:type="paragraph" w:styleId="BodyText">
    <w:name w:val="Body Text"/>
    <w:basedOn w:val="Normal"/>
    <w:link w:val="BodyTextChar"/>
    <w:uiPriority w:val="99"/>
    <w:semiHidden/>
    <w:rsid w:val="00FF4A99"/>
    <w:pPr>
      <w:jc w:val="both"/>
    </w:pPr>
    <w:rPr>
      <w:sz w:val="28"/>
      <w:lang w:val="uk-UA"/>
    </w:rPr>
  </w:style>
  <w:style w:type="character" w:customStyle="1" w:styleId="BodyTextChar">
    <w:name w:val="Body Text Char"/>
    <w:basedOn w:val="DefaultParagraphFont"/>
    <w:link w:val="BodyText"/>
    <w:uiPriority w:val="99"/>
    <w:semiHidden/>
    <w:locked/>
    <w:rsid w:val="000F55CC"/>
    <w:rPr>
      <w:rFonts w:cs="Times New Roman"/>
      <w:sz w:val="24"/>
      <w:szCs w:val="24"/>
    </w:rPr>
  </w:style>
  <w:style w:type="paragraph" w:styleId="BodyText2">
    <w:name w:val="Body Text 2"/>
    <w:basedOn w:val="Normal"/>
    <w:link w:val="BodyText2Char"/>
    <w:uiPriority w:val="99"/>
    <w:semiHidden/>
    <w:rsid w:val="00FF4A99"/>
    <w:rPr>
      <w:sz w:val="28"/>
      <w:lang w:val="uk-UA"/>
    </w:rPr>
  </w:style>
  <w:style w:type="character" w:customStyle="1" w:styleId="BodyText2Char">
    <w:name w:val="Body Text 2 Char"/>
    <w:basedOn w:val="DefaultParagraphFont"/>
    <w:link w:val="BodyText2"/>
    <w:uiPriority w:val="99"/>
    <w:semiHidden/>
    <w:locked/>
    <w:rsid w:val="000F55CC"/>
    <w:rPr>
      <w:rFonts w:cs="Times New Roman"/>
      <w:sz w:val="24"/>
      <w:szCs w:val="24"/>
    </w:rPr>
  </w:style>
  <w:style w:type="paragraph" w:styleId="BodyTextIndent2">
    <w:name w:val="Body Text Indent 2"/>
    <w:basedOn w:val="Normal"/>
    <w:link w:val="BodyTextIndent2Char"/>
    <w:uiPriority w:val="99"/>
    <w:semiHidden/>
    <w:rsid w:val="00FF4A99"/>
    <w:pPr>
      <w:ind w:firstLine="708"/>
    </w:pPr>
    <w:rPr>
      <w:sz w:val="28"/>
      <w:lang w:val="uk-UA"/>
    </w:rPr>
  </w:style>
  <w:style w:type="character" w:customStyle="1" w:styleId="BodyTextIndent2Char">
    <w:name w:val="Body Text Indent 2 Char"/>
    <w:basedOn w:val="DefaultParagraphFont"/>
    <w:link w:val="BodyTextIndent2"/>
    <w:uiPriority w:val="99"/>
    <w:semiHidden/>
    <w:locked/>
    <w:rsid w:val="000F55CC"/>
    <w:rPr>
      <w:rFonts w:cs="Times New Roman"/>
      <w:sz w:val="24"/>
      <w:szCs w:val="24"/>
    </w:rPr>
  </w:style>
  <w:style w:type="paragraph" w:styleId="BodyTextIndent3">
    <w:name w:val="Body Text Indent 3"/>
    <w:basedOn w:val="Normal"/>
    <w:link w:val="BodyTextIndent3Char"/>
    <w:uiPriority w:val="99"/>
    <w:semiHidden/>
    <w:rsid w:val="00FF4A99"/>
    <w:pPr>
      <w:ind w:firstLine="708"/>
      <w:jc w:val="both"/>
    </w:pPr>
    <w:rPr>
      <w:sz w:val="28"/>
      <w:lang w:val="uk-UA"/>
    </w:rPr>
  </w:style>
  <w:style w:type="character" w:customStyle="1" w:styleId="BodyTextIndent3Char">
    <w:name w:val="Body Text Indent 3 Char"/>
    <w:basedOn w:val="DefaultParagraphFont"/>
    <w:link w:val="BodyTextIndent3"/>
    <w:uiPriority w:val="99"/>
    <w:semiHidden/>
    <w:locked/>
    <w:rsid w:val="000F55CC"/>
    <w:rPr>
      <w:rFonts w:cs="Times New Roman"/>
      <w:sz w:val="16"/>
      <w:szCs w:val="16"/>
    </w:rPr>
  </w:style>
  <w:style w:type="paragraph" w:styleId="BalloonText">
    <w:name w:val="Balloon Text"/>
    <w:basedOn w:val="Normal"/>
    <w:link w:val="BalloonTextChar"/>
    <w:uiPriority w:val="99"/>
    <w:semiHidden/>
    <w:rsid w:val="007D1BD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1BD3"/>
    <w:rPr>
      <w:rFonts w:ascii="Tahoma" w:hAnsi="Tahoma" w:cs="Tahoma"/>
      <w:sz w:val="16"/>
      <w:szCs w:val="16"/>
    </w:rPr>
  </w:style>
  <w:style w:type="paragraph" w:styleId="Header">
    <w:name w:val="header"/>
    <w:basedOn w:val="Normal"/>
    <w:link w:val="HeaderChar"/>
    <w:uiPriority w:val="99"/>
    <w:rsid w:val="003F6480"/>
    <w:pPr>
      <w:tabs>
        <w:tab w:val="center" w:pos="4677"/>
        <w:tab w:val="right" w:pos="9355"/>
      </w:tabs>
    </w:pPr>
  </w:style>
  <w:style w:type="character" w:customStyle="1" w:styleId="HeaderChar">
    <w:name w:val="Header Char"/>
    <w:basedOn w:val="DefaultParagraphFont"/>
    <w:link w:val="Header"/>
    <w:uiPriority w:val="99"/>
    <w:locked/>
    <w:rsid w:val="003F6480"/>
    <w:rPr>
      <w:rFonts w:cs="Times New Roman"/>
      <w:sz w:val="24"/>
      <w:szCs w:val="24"/>
    </w:rPr>
  </w:style>
  <w:style w:type="paragraph" w:styleId="Footer">
    <w:name w:val="footer"/>
    <w:basedOn w:val="Normal"/>
    <w:link w:val="FooterChar"/>
    <w:uiPriority w:val="99"/>
    <w:rsid w:val="003F6480"/>
    <w:pPr>
      <w:tabs>
        <w:tab w:val="center" w:pos="4677"/>
        <w:tab w:val="right" w:pos="9355"/>
      </w:tabs>
    </w:pPr>
  </w:style>
  <w:style w:type="character" w:customStyle="1" w:styleId="FooterChar">
    <w:name w:val="Footer Char"/>
    <w:basedOn w:val="DefaultParagraphFont"/>
    <w:link w:val="Footer"/>
    <w:uiPriority w:val="99"/>
    <w:locked/>
    <w:rsid w:val="003F6480"/>
    <w:rPr>
      <w:rFonts w:cs="Times New Roman"/>
      <w:sz w:val="24"/>
      <w:szCs w:val="24"/>
    </w:rPr>
  </w:style>
  <w:style w:type="paragraph" w:styleId="Title">
    <w:name w:val="Title"/>
    <w:basedOn w:val="Normal"/>
    <w:link w:val="TitleChar"/>
    <w:uiPriority w:val="99"/>
    <w:qFormat/>
    <w:rsid w:val="00782955"/>
    <w:pPr>
      <w:jc w:val="center"/>
    </w:pPr>
    <w:rPr>
      <w:sz w:val="28"/>
      <w:lang w:val="uk-UA"/>
    </w:rPr>
  </w:style>
  <w:style w:type="character" w:customStyle="1" w:styleId="TitleChar">
    <w:name w:val="Title Char"/>
    <w:basedOn w:val="DefaultParagraphFont"/>
    <w:link w:val="Title"/>
    <w:uiPriority w:val="99"/>
    <w:locked/>
    <w:rsid w:val="00782955"/>
    <w:rPr>
      <w:rFonts w:cs="Times New Roman"/>
      <w:sz w:val="24"/>
      <w:szCs w:val="24"/>
      <w:lang w:val="uk-UA"/>
    </w:rPr>
  </w:style>
  <w:style w:type="paragraph" w:styleId="ListParagraph">
    <w:name w:val="List Paragraph"/>
    <w:basedOn w:val="Normal"/>
    <w:uiPriority w:val="99"/>
    <w:qFormat/>
    <w:rsid w:val="0027226C"/>
    <w:pPr>
      <w:spacing w:after="200" w:line="276" w:lineRule="auto"/>
      <w:ind w:left="720"/>
      <w:contextualSpacing/>
    </w:pPr>
    <w:rPr>
      <w:rFonts w:ascii="Calibri" w:hAnsi="Calibri"/>
      <w:sz w:val="22"/>
      <w:szCs w:val="22"/>
      <w:lang w:eastAsia="en-US"/>
    </w:rPr>
  </w:style>
  <w:style w:type="table" w:styleId="TableGrid">
    <w:name w:val="Table Grid"/>
    <w:basedOn w:val="TableNormal"/>
    <w:uiPriority w:val="99"/>
    <w:rsid w:val="004F671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65899476">
      <w:marLeft w:val="0"/>
      <w:marRight w:val="0"/>
      <w:marTop w:val="0"/>
      <w:marBottom w:val="0"/>
      <w:divBdr>
        <w:top w:val="none" w:sz="0" w:space="0" w:color="auto"/>
        <w:left w:val="none" w:sz="0" w:space="0" w:color="auto"/>
        <w:bottom w:val="none" w:sz="0" w:space="0" w:color="auto"/>
        <w:right w:val="none" w:sz="0" w:space="0" w:color="auto"/>
      </w:divBdr>
    </w:div>
    <w:div w:id="4658994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50</Pages>
  <Words>15171</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User-XP</dc:creator>
  <cp:keywords/>
  <dc:description/>
  <cp:lastModifiedBy>Лариса</cp:lastModifiedBy>
  <cp:revision>2</cp:revision>
  <cp:lastPrinted>2015-11-25T12:32:00Z</cp:lastPrinted>
  <dcterms:created xsi:type="dcterms:W3CDTF">2018-03-30T10:13:00Z</dcterms:created>
  <dcterms:modified xsi:type="dcterms:W3CDTF">2018-03-30T10:13:00Z</dcterms:modified>
</cp:coreProperties>
</file>