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513" w:rsidRDefault="007E6513" w:rsidP="002B70A6">
      <w:pPr>
        <w:jc w:val="center"/>
      </w:pPr>
      <w:r w:rsidRPr="00AF7AC2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35.7pt;height:47.6pt;visibility:visible">
            <v:imagedata r:id="rId5" o:title=""/>
          </v:shape>
        </w:pict>
      </w:r>
    </w:p>
    <w:p w:rsidR="007E6513" w:rsidRDefault="007E6513" w:rsidP="002B70A6">
      <w:pPr>
        <w:jc w:val="center"/>
        <w:rPr>
          <w:b/>
          <w:bCs/>
        </w:rPr>
      </w:pPr>
      <w:r w:rsidRPr="007F053F">
        <w:rPr>
          <w:b/>
          <w:bCs/>
        </w:rPr>
        <w:t>РОМЕНСЬКА РАЙОННА ДЕРЖАВНА АДМІНІСТРАЦІЯ</w:t>
      </w:r>
      <w:r>
        <w:rPr>
          <w:b/>
          <w:bCs/>
        </w:rPr>
        <w:t xml:space="preserve"> </w:t>
      </w:r>
    </w:p>
    <w:p w:rsidR="007E6513" w:rsidRPr="007F053F" w:rsidRDefault="007E6513" w:rsidP="002B70A6">
      <w:pPr>
        <w:jc w:val="center"/>
        <w:rPr>
          <w:b/>
          <w:bCs/>
        </w:rPr>
      </w:pPr>
      <w:r>
        <w:rPr>
          <w:b/>
          <w:bCs/>
        </w:rPr>
        <w:t>СУМСЬКОЇ ОБЛАСТІ</w:t>
      </w:r>
    </w:p>
    <w:p w:rsidR="007E6513" w:rsidRPr="00AC3001" w:rsidRDefault="007E6513" w:rsidP="002B70A6">
      <w:pPr>
        <w:jc w:val="center"/>
        <w:rPr>
          <w:b/>
          <w:bCs/>
          <w:sz w:val="16"/>
          <w:szCs w:val="16"/>
        </w:rPr>
      </w:pPr>
    </w:p>
    <w:p w:rsidR="007E6513" w:rsidRPr="003B79B7" w:rsidRDefault="007E6513" w:rsidP="002B70A6">
      <w:pPr>
        <w:jc w:val="center"/>
        <w:rPr>
          <w:b/>
          <w:bCs/>
          <w:sz w:val="28"/>
          <w:szCs w:val="28"/>
        </w:rPr>
      </w:pPr>
      <w:r w:rsidRPr="003B79B7">
        <w:rPr>
          <w:b/>
          <w:bCs/>
          <w:sz w:val="28"/>
          <w:szCs w:val="28"/>
        </w:rPr>
        <w:t xml:space="preserve">РОЗПОРЯДЖЕННЯ </w:t>
      </w:r>
    </w:p>
    <w:p w:rsidR="007E6513" w:rsidRDefault="007E6513" w:rsidP="002B70A6">
      <w:pPr>
        <w:jc w:val="center"/>
        <w:rPr>
          <w:b/>
          <w:bCs/>
        </w:rPr>
      </w:pPr>
      <w:r w:rsidRPr="007F053F">
        <w:rPr>
          <w:b/>
          <w:bCs/>
        </w:rPr>
        <w:t>ГОЛОВИ РАЙОННОЇ ДЕРЖАВНОЇ АДМІНІСТРАЦІЇ</w:t>
      </w:r>
    </w:p>
    <w:p w:rsidR="007E6513" w:rsidRPr="007F053F" w:rsidRDefault="007E6513" w:rsidP="002B70A6">
      <w:pPr>
        <w:jc w:val="center"/>
        <w:rPr>
          <w:b/>
          <w:bCs/>
        </w:rPr>
      </w:pPr>
    </w:p>
    <w:p w:rsidR="007E6513" w:rsidRPr="004B336F" w:rsidRDefault="007E6513" w:rsidP="002B70A6">
      <w:pPr>
        <w:tabs>
          <w:tab w:val="left" w:pos="4253"/>
        </w:tabs>
        <w:spacing w:line="360" w:lineRule="auto"/>
        <w:rPr>
          <w:b/>
          <w:bCs/>
        </w:rPr>
      </w:pPr>
      <w:r>
        <w:rPr>
          <w:b/>
          <w:bCs/>
          <w:lang w:val="uk-UA"/>
        </w:rPr>
        <w:t xml:space="preserve">17.05.2017                </w:t>
      </w:r>
      <w:r>
        <w:rPr>
          <w:b/>
          <w:bCs/>
        </w:rPr>
        <w:t xml:space="preserve">                                     м. Ромни                                          </w:t>
      </w:r>
      <w:r>
        <w:rPr>
          <w:b/>
          <w:bCs/>
          <w:lang w:val="uk-UA"/>
        </w:rPr>
        <w:t xml:space="preserve">         </w:t>
      </w:r>
      <w:r>
        <w:rPr>
          <w:b/>
          <w:bCs/>
        </w:rPr>
        <w:t xml:space="preserve">  № </w:t>
      </w:r>
      <w:r>
        <w:rPr>
          <w:b/>
          <w:bCs/>
          <w:lang w:val="uk-UA"/>
        </w:rPr>
        <w:t>148-ОД</w:t>
      </w:r>
    </w:p>
    <w:p w:rsidR="007E6513" w:rsidRPr="004B336F" w:rsidRDefault="007E6513" w:rsidP="00A9557E">
      <w:pPr>
        <w:tabs>
          <w:tab w:val="left" w:pos="4253"/>
        </w:tabs>
        <w:spacing w:line="360" w:lineRule="auto"/>
        <w:jc w:val="both"/>
        <w:rPr>
          <w:b/>
          <w:bCs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70"/>
      </w:tblGrid>
      <w:tr w:rsidR="007E6513" w:rsidRPr="00CD2275" w:rsidTr="00CD2275">
        <w:trPr>
          <w:trHeight w:val="51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7E6513" w:rsidRPr="009814BB" w:rsidRDefault="007E6513" w:rsidP="00CD2275">
            <w:pPr>
              <w:widowControl w:val="0"/>
              <w:tabs>
                <w:tab w:val="left" w:pos="885"/>
              </w:tabs>
              <w:jc w:val="both"/>
              <w:rPr>
                <w:b/>
                <w:bCs/>
                <w:spacing w:val="-12"/>
                <w:sz w:val="28"/>
                <w:lang w:val="uk-UA"/>
              </w:rPr>
            </w:pPr>
            <w:r w:rsidRPr="00A9557E">
              <w:rPr>
                <w:b/>
                <w:bCs/>
                <w:color w:val="000000"/>
                <w:sz w:val="28"/>
                <w:lang w:val="uk-UA"/>
              </w:rPr>
              <w:t>Про</w:t>
            </w:r>
            <w:r>
              <w:rPr>
                <w:b/>
                <w:bCs/>
                <w:sz w:val="28"/>
                <w:lang w:val="uk-UA"/>
              </w:rPr>
              <w:t xml:space="preserve"> припинення піклування над неповнолітньою </w:t>
            </w:r>
            <w:r>
              <w:rPr>
                <w:b/>
                <w:bCs/>
                <w:sz w:val="28"/>
                <w:lang w:val="uk-UA"/>
              </w:rPr>
              <w:br/>
            </w:r>
            <w:r>
              <w:rPr>
                <w:b/>
                <w:bCs/>
                <w:sz w:val="28"/>
                <w:lang w:val="en-US"/>
              </w:rPr>
              <w:t>XXXXXXXX</w:t>
            </w:r>
            <w:r>
              <w:rPr>
                <w:b/>
                <w:bCs/>
                <w:sz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lang w:val="en-US"/>
              </w:rPr>
              <w:t>X</w:t>
            </w:r>
            <w:r>
              <w:rPr>
                <w:b/>
                <w:bCs/>
                <w:sz w:val="28"/>
                <w:lang w:val="uk-UA"/>
              </w:rPr>
              <w:t>.</w:t>
            </w:r>
            <w:r>
              <w:rPr>
                <w:b/>
                <w:bCs/>
                <w:sz w:val="28"/>
                <w:lang w:val="en-US"/>
              </w:rPr>
              <w:t>X</w:t>
            </w:r>
            <w:r>
              <w:rPr>
                <w:b/>
                <w:bCs/>
                <w:sz w:val="28"/>
                <w:lang w:val="uk-UA"/>
              </w:rPr>
              <w:t>.</w:t>
            </w:r>
          </w:p>
          <w:p w:rsidR="007E6513" w:rsidRPr="000B41E1" w:rsidRDefault="007E6513" w:rsidP="00A9557E">
            <w:pPr>
              <w:spacing w:line="360" w:lineRule="auto"/>
              <w:jc w:val="both"/>
              <w:rPr>
                <w:b/>
                <w:bCs/>
                <w:sz w:val="28"/>
                <w:lang w:val="uk-UA"/>
              </w:rPr>
            </w:pPr>
          </w:p>
        </w:tc>
      </w:tr>
    </w:tbl>
    <w:p w:rsidR="007E6513" w:rsidRPr="003A45E1" w:rsidRDefault="007E6513" w:rsidP="002B70A6">
      <w:pPr>
        <w:ind w:firstLine="708"/>
        <w:jc w:val="both"/>
        <w:rPr>
          <w:sz w:val="28"/>
          <w:lang w:val="uk-UA"/>
        </w:rPr>
      </w:pPr>
      <w:r w:rsidRPr="003A45E1">
        <w:rPr>
          <w:bCs/>
          <w:sz w:val="28"/>
          <w:szCs w:val="28"/>
          <w:lang w:val="uk-UA"/>
        </w:rPr>
        <w:t xml:space="preserve">Відповідно до статей 6, 13, 23, 39 Закону України «Про місцеві державні адміністрації», </w:t>
      </w:r>
      <w:r w:rsidRPr="003A45E1">
        <w:rPr>
          <w:sz w:val="28"/>
          <w:szCs w:val="28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р. № 866 «Питання діяльності органів опіки та піклування, пов’язаної із захистом прав дитини»</w:t>
      </w:r>
      <w:r w:rsidRPr="003A45E1">
        <w:rPr>
          <w:bCs/>
          <w:sz w:val="28"/>
          <w:szCs w:val="28"/>
          <w:lang w:val="uk-UA"/>
        </w:rPr>
        <w:t xml:space="preserve">, враховуючи </w:t>
      </w:r>
      <w:r>
        <w:rPr>
          <w:bCs/>
          <w:sz w:val="28"/>
          <w:szCs w:val="28"/>
          <w:lang w:val="uk-UA"/>
        </w:rPr>
        <w:t xml:space="preserve">реєстрацію шлюбу дитиною, позбавленою батьківського піклування </w:t>
      </w:r>
      <w:r>
        <w:rPr>
          <w:bCs/>
          <w:sz w:val="28"/>
          <w:szCs w:val="28"/>
          <w:lang w:val="en-US"/>
        </w:rPr>
        <w:t>XXXXXXXX</w:t>
      </w:r>
      <w:r w:rsidRPr="004B336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XXXXX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XXXXXXXXXX</w:t>
      </w:r>
      <w:r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en-US"/>
        </w:rPr>
        <w:t>XX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XXXXXXX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XXXX</w:t>
      </w:r>
      <w:r>
        <w:rPr>
          <w:bCs/>
          <w:sz w:val="28"/>
          <w:szCs w:val="28"/>
          <w:lang w:val="uk-UA"/>
        </w:rPr>
        <w:t xml:space="preserve"> року народження (свідоцтво про шлюб серії </w:t>
      </w:r>
      <w:r>
        <w:rPr>
          <w:bCs/>
          <w:sz w:val="28"/>
          <w:szCs w:val="28"/>
          <w:lang w:val="en-US"/>
        </w:rPr>
        <w:t>X</w:t>
      </w:r>
      <w:r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en-US"/>
        </w:rPr>
        <w:t>XX</w:t>
      </w:r>
      <w:r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en-US"/>
        </w:rPr>
        <w:t>XXXXXX</w:t>
      </w:r>
      <w:r>
        <w:rPr>
          <w:bCs/>
          <w:sz w:val="28"/>
          <w:szCs w:val="28"/>
          <w:lang w:val="uk-UA"/>
        </w:rPr>
        <w:t xml:space="preserve">, видане Роменським міським відділом реєстрації актів цивільного стану Головного територіального управління юстиції у Сумській області </w:t>
      </w:r>
      <w:r>
        <w:rPr>
          <w:bCs/>
          <w:sz w:val="28"/>
          <w:szCs w:val="28"/>
          <w:lang w:val="en-US"/>
        </w:rPr>
        <w:t>XX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XXXXXX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XXXX</w:t>
      </w:r>
      <w:r>
        <w:rPr>
          <w:bCs/>
          <w:sz w:val="28"/>
          <w:szCs w:val="28"/>
          <w:lang w:val="uk-UA"/>
        </w:rPr>
        <w:t xml:space="preserve"> року)</w:t>
      </w:r>
      <w:r w:rsidRPr="003A45E1">
        <w:rPr>
          <w:sz w:val="28"/>
          <w:lang w:val="uk-UA"/>
        </w:rPr>
        <w:t>:</w:t>
      </w:r>
    </w:p>
    <w:p w:rsidR="007E6513" w:rsidRPr="004C673D" w:rsidRDefault="007E6513" w:rsidP="002E7A2D">
      <w:pPr>
        <w:ind w:firstLine="708"/>
        <w:jc w:val="both"/>
        <w:rPr>
          <w:sz w:val="28"/>
          <w:lang w:val="uk-UA"/>
        </w:rPr>
      </w:pPr>
      <w:r w:rsidRPr="00766920">
        <w:rPr>
          <w:sz w:val="28"/>
          <w:lang w:val="uk-UA"/>
        </w:rPr>
        <w:t>1.</w:t>
      </w:r>
      <w:r>
        <w:rPr>
          <w:sz w:val="28"/>
          <w:lang w:val="uk-UA"/>
        </w:rPr>
        <w:t xml:space="preserve"> Припинити піклування над дитиною, позбавленою батьківського піклування </w:t>
      </w:r>
      <w:r>
        <w:rPr>
          <w:bCs/>
          <w:sz w:val="28"/>
          <w:szCs w:val="28"/>
          <w:lang w:val="en-US"/>
        </w:rPr>
        <w:t>XXXXXXXX</w:t>
      </w:r>
      <w:r w:rsidRPr="004B336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XXXXX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XXXXXXXXXX</w:t>
      </w:r>
      <w:r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en-US"/>
        </w:rPr>
        <w:t>XX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XXXXXXX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XXXX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року народження, уродженкою села </w:t>
      </w:r>
      <w:r>
        <w:rPr>
          <w:sz w:val="28"/>
          <w:lang w:val="en-US"/>
        </w:rPr>
        <w:t>XXXXXXXXXX</w:t>
      </w:r>
      <w:r>
        <w:rPr>
          <w:sz w:val="28"/>
          <w:lang w:val="uk-UA"/>
        </w:rPr>
        <w:t xml:space="preserve">, </w:t>
      </w:r>
      <w:r>
        <w:rPr>
          <w:sz w:val="28"/>
          <w:lang w:val="en-US"/>
        </w:rPr>
        <w:t>XXXXXXXXXXXXXX</w:t>
      </w:r>
      <w:r>
        <w:rPr>
          <w:sz w:val="28"/>
          <w:lang w:val="uk-UA"/>
        </w:rPr>
        <w:t xml:space="preserve"> району, </w:t>
      </w:r>
      <w:r>
        <w:rPr>
          <w:sz w:val="28"/>
          <w:lang w:val="en-US"/>
        </w:rPr>
        <w:t>XXXXXXXXXXXXX</w:t>
      </w:r>
      <w:r>
        <w:rPr>
          <w:sz w:val="28"/>
          <w:lang w:val="uk-UA"/>
        </w:rPr>
        <w:t xml:space="preserve"> області, яка проживає в сім’</w:t>
      </w:r>
      <w:r w:rsidRPr="004C673D">
        <w:rPr>
          <w:sz w:val="28"/>
          <w:lang w:val="uk-UA"/>
        </w:rPr>
        <w:t xml:space="preserve">ї піклувальника </w:t>
      </w:r>
      <w:r>
        <w:rPr>
          <w:sz w:val="28"/>
          <w:lang w:val="en-US"/>
        </w:rPr>
        <w:t>XXXXXXXXX</w:t>
      </w:r>
      <w:r w:rsidRPr="004C673D"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XXXXXXXXXXXX</w:t>
      </w:r>
      <w:r>
        <w:rPr>
          <w:sz w:val="28"/>
          <w:lang w:val="uk-UA"/>
        </w:rPr>
        <w:t xml:space="preserve"> за адресою: вулиця </w:t>
      </w:r>
      <w:r>
        <w:rPr>
          <w:sz w:val="28"/>
          <w:lang w:val="en-US"/>
        </w:rPr>
        <w:t>XXXXXX</w:t>
      </w:r>
      <w:r>
        <w:rPr>
          <w:sz w:val="28"/>
          <w:lang w:val="uk-UA"/>
        </w:rPr>
        <w:t xml:space="preserve">, </w:t>
      </w:r>
      <w:r>
        <w:rPr>
          <w:sz w:val="28"/>
          <w:lang w:val="en-US"/>
        </w:rPr>
        <w:t>XX</w:t>
      </w:r>
      <w:r>
        <w:rPr>
          <w:sz w:val="28"/>
          <w:lang w:val="uk-UA"/>
        </w:rPr>
        <w:t xml:space="preserve">, село </w:t>
      </w:r>
      <w:r>
        <w:rPr>
          <w:sz w:val="28"/>
          <w:lang w:val="en-US"/>
        </w:rPr>
        <w:t>XXXXXXXXXXX</w:t>
      </w:r>
      <w:r>
        <w:rPr>
          <w:sz w:val="28"/>
          <w:lang w:val="uk-UA"/>
        </w:rPr>
        <w:t>, Роменський район, Сумська область, у зв’</w:t>
      </w:r>
      <w:r w:rsidRPr="004C673D">
        <w:rPr>
          <w:sz w:val="28"/>
          <w:lang w:val="uk-UA"/>
        </w:rPr>
        <w:t xml:space="preserve">язку </w:t>
      </w:r>
      <w:r>
        <w:rPr>
          <w:sz w:val="28"/>
          <w:lang w:val="uk-UA"/>
        </w:rPr>
        <w:t>і</w:t>
      </w:r>
      <w:r w:rsidRPr="004C673D">
        <w:rPr>
          <w:sz w:val="28"/>
          <w:lang w:val="uk-UA"/>
        </w:rPr>
        <w:t>з реєстр</w:t>
      </w:r>
      <w:r>
        <w:rPr>
          <w:sz w:val="28"/>
          <w:lang w:val="uk-UA"/>
        </w:rPr>
        <w:t xml:space="preserve">ацією шлюбу неповнолітньою </w:t>
      </w:r>
      <w:r>
        <w:rPr>
          <w:sz w:val="28"/>
          <w:lang w:val="en-US"/>
        </w:rPr>
        <w:t>XXXXXXXX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</w:t>
      </w:r>
      <w:r>
        <w:rPr>
          <w:sz w:val="28"/>
          <w:lang w:val="uk-UA"/>
        </w:rPr>
        <w:t>.</w:t>
      </w:r>
    </w:p>
    <w:p w:rsidR="007E6513" w:rsidRPr="008A65E9" w:rsidRDefault="007E6513" w:rsidP="008A65E9">
      <w:pPr>
        <w:ind w:firstLine="720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Pr="00E876FE">
        <w:rPr>
          <w:bCs/>
          <w:sz w:val="28"/>
          <w:lang w:val="uk-UA"/>
        </w:rPr>
        <w:t>Контроль за виконання</w:t>
      </w:r>
      <w:r>
        <w:rPr>
          <w:bCs/>
          <w:sz w:val="28"/>
          <w:lang w:val="uk-UA"/>
        </w:rPr>
        <w:t>м цього розпорядження покласти на першого заступника голови Роменської районної державної адміністрації Татарінова В.М.</w:t>
      </w:r>
    </w:p>
    <w:p w:rsidR="007E6513" w:rsidRPr="00E876FE" w:rsidRDefault="007E6513" w:rsidP="002B70A6">
      <w:pPr>
        <w:tabs>
          <w:tab w:val="left" w:pos="7088"/>
        </w:tabs>
        <w:spacing w:line="360" w:lineRule="auto"/>
        <w:jc w:val="both"/>
        <w:rPr>
          <w:b/>
          <w:bCs/>
          <w:sz w:val="28"/>
          <w:lang w:val="uk-UA"/>
        </w:rPr>
      </w:pPr>
      <w:r w:rsidRPr="00E876FE">
        <w:rPr>
          <w:sz w:val="28"/>
          <w:lang w:val="uk-UA"/>
        </w:rPr>
        <w:tab/>
      </w:r>
    </w:p>
    <w:p w:rsidR="007E6513" w:rsidRPr="00F46DED" w:rsidRDefault="007E6513" w:rsidP="00A56A1A">
      <w:pPr>
        <w:tabs>
          <w:tab w:val="left" w:pos="7088"/>
        </w:tabs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Голова</w:t>
      </w:r>
      <w:r w:rsidRPr="00E876FE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Роменської </w:t>
      </w:r>
      <w:r w:rsidRPr="00E876FE">
        <w:rPr>
          <w:b/>
          <w:bCs/>
          <w:sz w:val="28"/>
          <w:lang w:val="uk-UA"/>
        </w:rPr>
        <w:t>районної</w:t>
      </w:r>
    </w:p>
    <w:p w:rsidR="007E6513" w:rsidRPr="00A9557E" w:rsidRDefault="007E6513">
      <w:pPr>
        <w:rPr>
          <w:lang w:val="uk-UA"/>
        </w:rPr>
      </w:pPr>
      <w:r w:rsidRPr="00E876FE">
        <w:rPr>
          <w:b/>
          <w:bCs/>
          <w:sz w:val="28"/>
          <w:lang w:val="uk-UA"/>
        </w:rPr>
        <w:t>держав</w:t>
      </w:r>
      <w:r>
        <w:rPr>
          <w:b/>
          <w:bCs/>
          <w:sz w:val="28"/>
          <w:lang w:val="uk-UA"/>
        </w:rPr>
        <w:t>ної адміністрації</w:t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  <w:t xml:space="preserve">    В.О. Білоха</w:t>
      </w:r>
    </w:p>
    <w:sectPr w:rsidR="007E6513" w:rsidRPr="00A9557E" w:rsidSect="004D19CE">
      <w:pgSz w:w="11906" w:h="16838"/>
      <w:pgMar w:top="28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73B40"/>
    <w:multiLevelType w:val="hybridMultilevel"/>
    <w:tmpl w:val="772AEA4C"/>
    <w:lvl w:ilvl="0" w:tplc="C3D663C8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21FC77CB"/>
    <w:multiLevelType w:val="hybridMultilevel"/>
    <w:tmpl w:val="11DA4112"/>
    <w:lvl w:ilvl="0" w:tplc="7C36A142">
      <w:start w:val="1"/>
      <w:numFmt w:val="decimal"/>
      <w:lvlText w:val="%1."/>
      <w:lvlJc w:val="left"/>
      <w:pPr>
        <w:ind w:left="1773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70A6"/>
    <w:rsid w:val="00000739"/>
    <w:rsid w:val="00001C1C"/>
    <w:rsid w:val="000032E1"/>
    <w:rsid w:val="000034A8"/>
    <w:rsid w:val="00003BDD"/>
    <w:rsid w:val="00004406"/>
    <w:rsid w:val="00004C7D"/>
    <w:rsid w:val="00005236"/>
    <w:rsid w:val="000055E8"/>
    <w:rsid w:val="000056B3"/>
    <w:rsid w:val="00005ECB"/>
    <w:rsid w:val="00011551"/>
    <w:rsid w:val="00011DF2"/>
    <w:rsid w:val="00012E1D"/>
    <w:rsid w:val="000133B0"/>
    <w:rsid w:val="000156C4"/>
    <w:rsid w:val="00016D62"/>
    <w:rsid w:val="00022143"/>
    <w:rsid w:val="00023044"/>
    <w:rsid w:val="0002422C"/>
    <w:rsid w:val="00024D9E"/>
    <w:rsid w:val="00025823"/>
    <w:rsid w:val="000261AB"/>
    <w:rsid w:val="00026270"/>
    <w:rsid w:val="000302F1"/>
    <w:rsid w:val="00030732"/>
    <w:rsid w:val="000307D1"/>
    <w:rsid w:val="00030805"/>
    <w:rsid w:val="000317D9"/>
    <w:rsid w:val="00034A12"/>
    <w:rsid w:val="00036A48"/>
    <w:rsid w:val="00036CDC"/>
    <w:rsid w:val="00036FD3"/>
    <w:rsid w:val="00037222"/>
    <w:rsid w:val="000374DE"/>
    <w:rsid w:val="00040339"/>
    <w:rsid w:val="0004041A"/>
    <w:rsid w:val="000407E2"/>
    <w:rsid w:val="00040BE9"/>
    <w:rsid w:val="000411EE"/>
    <w:rsid w:val="00043CFE"/>
    <w:rsid w:val="00044FC1"/>
    <w:rsid w:val="00045088"/>
    <w:rsid w:val="00045CB1"/>
    <w:rsid w:val="00046635"/>
    <w:rsid w:val="00046C4F"/>
    <w:rsid w:val="00047615"/>
    <w:rsid w:val="000511C8"/>
    <w:rsid w:val="000514DF"/>
    <w:rsid w:val="00051C48"/>
    <w:rsid w:val="00052F8A"/>
    <w:rsid w:val="00053F09"/>
    <w:rsid w:val="00054893"/>
    <w:rsid w:val="00054AE6"/>
    <w:rsid w:val="000553B2"/>
    <w:rsid w:val="00056706"/>
    <w:rsid w:val="00057782"/>
    <w:rsid w:val="00060993"/>
    <w:rsid w:val="00060B38"/>
    <w:rsid w:val="00061412"/>
    <w:rsid w:val="00062040"/>
    <w:rsid w:val="00062097"/>
    <w:rsid w:val="00062DDB"/>
    <w:rsid w:val="00065C11"/>
    <w:rsid w:val="000665D9"/>
    <w:rsid w:val="00071298"/>
    <w:rsid w:val="0007457C"/>
    <w:rsid w:val="00075966"/>
    <w:rsid w:val="00075DE5"/>
    <w:rsid w:val="0008077D"/>
    <w:rsid w:val="0008176E"/>
    <w:rsid w:val="00081E59"/>
    <w:rsid w:val="00083780"/>
    <w:rsid w:val="0008414C"/>
    <w:rsid w:val="000874B2"/>
    <w:rsid w:val="0008798A"/>
    <w:rsid w:val="000900E7"/>
    <w:rsid w:val="00091010"/>
    <w:rsid w:val="00091CBC"/>
    <w:rsid w:val="00093906"/>
    <w:rsid w:val="000A04EC"/>
    <w:rsid w:val="000A2171"/>
    <w:rsid w:val="000A227B"/>
    <w:rsid w:val="000A2992"/>
    <w:rsid w:val="000A45EF"/>
    <w:rsid w:val="000A5B34"/>
    <w:rsid w:val="000A7111"/>
    <w:rsid w:val="000A7201"/>
    <w:rsid w:val="000A7E60"/>
    <w:rsid w:val="000B0801"/>
    <w:rsid w:val="000B1986"/>
    <w:rsid w:val="000B2006"/>
    <w:rsid w:val="000B2024"/>
    <w:rsid w:val="000B336E"/>
    <w:rsid w:val="000B3854"/>
    <w:rsid w:val="000B41E1"/>
    <w:rsid w:val="000B43E2"/>
    <w:rsid w:val="000B46B3"/>
    <w:rsid w:val="000B56C9"/>
    <w:rsid w:val="000B6949"/>
    <w:rsid w:val="000C05E4"/>
    <w:rsid w:val="000C0E40"/>
    <w:rsid w:val="000C306B"/>
    <w:rsid w:val="000C36D9"/>
    <w:rsid w:val="000C6D03"/>
    <w:rsid w:val="000C6E9E"/>
    <w:rsid w:val="000C74CD"/>
    <w:rsid w:val="000D3358"/>
    <w:rsid w:val="000D33B4"/>
    <w:rsid w:val="000D651C"/>
    <w:rsid w:val="000D7D25"/>
    <w:rsid w:val="000E1AFA"/>
    <w:rsid w:val="000E1B2F"/>
    <w:rsid w:val="000E21D3"/>
    <w:rsid w:val="000E39DE"/>
    <w:rsid w:val="000E45D3"/>
    <w:rsid w:val="000E4F89"/>
    <w:rsid w:val="000E673F"/>
    <w:rsid w:val="000E69E6"/>
    <w:rsid w:val="000E7197"/>
    <w:rsid w:val="000E7704"/>
    <w:rsid w:val="000F1024"/>
    <w:rsid w:val="000F2335"/>
    <w:rsid w:val="000F2DD0"/>
    <w:rsid w:val="000F3AAD"/>
    <w:rsid w:val="000F3ECF"/>
    <w:rsid w:val="000F4A29"/>
    <w:rsid w:val="000F58B0"/>
    <w:rsid w:val="000F6492"/>
    <w:rsid w:val="000F6950"/>
    <w:rsid w:val="000F794A"/>
    <w:rsid w:val="001001E6"/>
    <w:rsid w:val="00103F14"/>
    <w:rsid w:val="0011088A"/>
    <w:rsid w:val="00111B4B"/>
    <w:rsid w:val="00112338"/>
    <w:rsid w:val="00113B47"/>
    <w:rsid w:val="00113FD8"/>
    <w:rsid w:val="0011502D"/>
    <w:rsid w:val="0012032F"/>
    <w:rsid w:val="00120885"/>
    <w:rsid w:val="00120F4A"/>
    <w:rsid w:val="001211B9"/>
    <w:rsid w:val="001216D7"/>
    <w:rsid w:val="001246E6"/>
    <w:rsid w:val="00124709"/>
    <w:rsid w:val="00124B09"/>
    <w:rsid w:val="0012575B"/>
    <w:rsid w:val="001275CB"/>
    <w:rsid w:val="00127C8A"/>
    <w:rsid w:val="001314D0"/>
    <w:rsid w:val="00131B55"/>
    <w:rsid w:val="00132625"/>
    <w:rsid w:val="00132C0A"/>
    <w:rsid w:val="001332E8"/>
    <w:rsid w:val="00133A8D"/>
    <w:rsid w:val="00135DE9"/>
    <w:rsid w:val="00135EF1"/>
    <w:rsid w:val="00137A25"/>
    <w:rsid w:val="00140199"/>
    <w:rsid w:val="00140A9A"/>
    <w:rsid w:val="00140F31"/>
    <w:rsid w:val="00141279"/>
    <w:rsid w:val="00141F0B"/>
    <w:rsid w:val="0014344C"/>
    <w:rsid w:val="00144230"/>
    <w:rsid w:val="0014489D"/>
    <w:rsid w:val="00144BB8"/>
    <w:rsid w:val="00146B6E"/>
    <w:rsid w:val="00147DD7"/>
    <w:rsid w:val="00150179"/>
    <w:rsid w:val="00150323"/>
    <w:rsid w:val="00150772"/>
    <w:rsid w:val="00152297"/>
    <w:rsid w:val="00152D75"/>
    <w:rsid w:val="00153001"/>
    <w:rsid w:val="00153331"/>
    <w:rsid w:val="001533B7"/>
    <w:rsid w:val="00153833"/>
    <w:rsid w:val="001542D4"/>
    <w:rsid w:val="00155530"/>
    <w:rsid w:val="00155585"/>
    <w:rsid w:val="001558EF"/>
    <w:rsid w:val="00155DE0"/>
    <w:rsid w:val="001607A6"/>
    <w:rsid w:val="00162590"/>
    <w:rsid w:val="00163FD8"/>
    <w:rsid w:val="001648D2"/>
    <w:rsid w:val="00167D82"/>
    <w:rsid w:val="00170546"/>
    <w:rsid w:val="00171190"/>
    <w:rsid w:val="0017163C"/>
    <w:rsid w:val="00171B5A"/>
    <w:rsid w:val="001733C7"/>
    <w:rsid w:val="00174422"/>
    <w:rsid w:val="00174556"/>
    <w:rsid w:val="00174631"/>
    <w:rsid w:val="0017643F"/>
    <w:rsid w:val="00176D88"/>
    <w:rsid w:val="00180D29"/>
    <w:rsid w:val="00180FAB"/>
    <w:rsid w:val="00182CAE"/>
    <w:rsid w:val="00183157"/>
    <w:rsid w:val="001834A6"/>
    <w:rsid w:val="0018492E"/>
    <w:rsid w:val="00185F37"/>
    <w:rsid w:val="00186747"/>
    <w:rsid w:val="0018738D"/>
    <w:rsid w:val="001944F9"/>
    <w:rsid w:val="0019588E"/>
    <w:rsid w:val="00196E52"/>
    <w:rsid w:val="00197B0A"/>
    <w:rsid w:val="001A12EE"/>
    <w:rsid w:val="001A14EA"/>
    <w:rsid w:val="001A1B1D"/>
    <w:rsid w:val="001A3F20"/>
    <w:rsid w:val="001A47BD"/>
    <w:rsid w:val="001A54F0"/>
    <w:rsid w:val="001A76D4"/>
    <w:rsid w:val="001B00EB"/>
    <w:rsid w:val="001B1C92"/>
    <w:rsid w:val="001B1CF2"/>
    <w:rsid w:val="001B28D4"/>
    <w:rsid w:val="001B30DB"/>
    <w:rsid w:val="001B3AC7"/>
    <w:rsid w:val="001B48A7"/>
    <w:rsid w:val="001B4955"/>
    <w:rsid w:val="001B6400"/>
    <w:rsid w:val="001C0198"/>
    <w:rsid w:val="001C0836"/>
    <w:rsid w:val="001C24B1"/>
    <w:rsid w:val="001C2B1E"/>
    <w:rsid w:val="001C4963"/>
    <w:rsid w:val="001C4AC6"/>
    <w:rsid w:val="001C4D79"/>
    <w:rsid w:val="001C5905"/>
    <w:rsid w:val="001C5D4E"/>
    <w:rsid w:val="001C616A"/>
    <w:rsid w:val="001C7509"/>
    <w:rsid w:val="001C7D48"/>
    <w:rsid w:val="001D0A0A"/>
    <w:rsid w:val="001D358E"/>
    <w:rsid w:val="001D3E3C"/>
    <w:rsid w:val="001D4866"/>
    <w:rsid w:val="001D7A7D"/>
    <w:rsid w:val="001E0906"/>
    <w:rsid w:val="001E182C"/>
    <w:rsid w:val="001E2313"/>
    <w:rsid w:val="001E2E3C"/>
    <w:rsid w:val="001E3EE8"/>
    <w:rsid w:val="001E4981"/>
    <w:rsid w:val="001E5A1B"/>
    <w:rsid w:val="001E6266"/>
    <w:rsid w:val="001E7CC9"/>
    <w:rsid w:val="001F08FD"/>
    <w:rsid w:val="001F0C9B"/>
    <w:rsid w:val="001F2531"/>
    <w:rsid w:val="001F272A"/>
    <w:rsid w:val="001F2CEF"/>
    <w:rsid w:val="001F3105"/>
    <w:rsid w:val="001F3A4B"/>
    <w:rsid w:val="001F3CD8"/>
    <w:rsid w:val="001F40B1"/>
    <w:rsid w:val="001F4DFD"/>
    <w:rsid w:val="001F520B"/>
    <w:rsid w:val="001F563A"/>
    <w:rsid w:val="001F5ACE"/>
    <w:rsid w:val="00200885"/>
    <w:rsid w:val="00201639"/>
    <w:rsid w:val="00201942"/>
    <w:rsid w:val="00201C4F"/>
    <w:rsid w:val="00202AFB"/>
    <w:rsid w:val="00202BF9"/>
    <w:rsid w:val="00203EAA"/>
    <w:rsid w:val="00215157"/>
    <w:rsid w:val="00217B5E"/>
    <w:rsid w:val="00217BD9"/>
    <w:rsid w:val="00220096"/>
    <w:rsid w:val="00220C0B"/>
    <w:rsid w:val="00221C25"/>
    <w:rsid w:val="002221F7"/>
    <w:rsid w:val="0022220F"/>
    <w:rsid w:val="00222459"/>
    <w:rsid w:val="00222B55"/>
    <w:rsid w:val="00227269"/>
    <w:rsid w:val="00227779"/>
    <w:rsid w:val="00227BE8"/>
    <w:rsid w:val="002344AF"/>
    <w:rsid w:val="00241212"/>
    <w:rsid w:val="00242527"/>
    <w:rsid w:val="00242743"/>
    <w:rsid w:val="00243003"/>
    <w:rsid w:val="002436CE"/>
    <w:rsid w:val="0024393C"/>
    <w:rsid w:val="00243AAB"/>
    <w:rsid w:val="00243B2F"/>
    <w:rsid w:val="00244822"/>
    <w:rsid w:val="00245741"/>
    <w:rsid w:val="002505D5"/>
    <w:rsid w:val="002514C4"/>
    <w:rsid w:val="0025401A"/>
    <w:rsid w:val="0025495A"/>
    <w:rsid w:val="002564B8"/>
    <w:rsid w:val="00257F10"/>
    <w:rsid w:val="00260AAD"/>
    <w:rsid w:val="00264468"/>
    <w:rsid w:val="002664AF"/>
    <w:rsid w:val="002665FE"/>
    <w:rsid w:val="0027024E"/>
    <w:rsid w:val="002703EE"/>
    <w:rsid w:val="00270D26"/>
    <w:rsid w:val="00270EAA"/>
    <w:rsid w:val="00270FD2"/>
    <w:rsid w:val="00272990"/>
    <w:rsid w:val="00273CEB"/>
    <w:rsid w:val="00273D70"/>
    <w:rsid w:val="00273D9B"/>
    <w:rsid w:val="002744F5"/>
    <w:rsid w:val="00275356"/>
    <w:rsid w:val="002777E0"/>
    <w:rsid w:val="00277C08"/>
    <w:rsid w:val="002832AC"/>
    <w:rsid w:val="00283DE1"/>
    <w:rsid w:val="002848CC"/>
    <w:rsid w:val="00285487"/>
    <w:rsid w:val="00285B0C"/>
    <w:rsid w:val="002862A3"/>
    <w:rsid w:val="00290089"/>
    <w:rsid w:val="00292674"/>
    <w:rsid w:val="00294E78"/>
    <w:rsid w:val="00294F8A"/>
    <w:rsid w:val="00295462"/>
    <w:rsid w:val="00295C18"/>
    <w:rsid w:val="00295D7E"/>
    <w:rsid w:val="0029710C"/>
    <w:rsid w:val="002A06AB"/>
    <w:rsid w:val="002A2108"/>
    <w:rsid w:val="002A249F"/>
    <w:rsid w:val="002A2874"/>
    <w:rsid w:val="002A3FDB"/>
    <w:rsid w:val="002A4384"/>
    <w:rsid w:val="002A4746"/>
    <w:rsid w:val="002A489F"/>
    <w:rsid w:val="002A4BCE"/>
    <w:rsid w:val="002A6E63"/>
    <w:rsid w:val="002B16AB"/>
    <w:rsid w:val="002B553A"/>
    <w:rsid w:val="002B5CD9"/>
    <w:rsid w:val="002B6106"/>
    <w:rsid w:val="002B61D8"/>
    <w:rsid w:val="002B70A6"/>
    <w:rsid w:val="002C112D"/>
    <w:rsid w:val="002C1973"/>
    <w:rsid w:val="002C22B1"/>
    <w:rsid w:val="002C364F"/>
    <w:rsid w:val="002C65CC"/>
    <w:rsid w:val="002C7B1B"/>
    <w:rsid w:val="002D0510"/>
    <w:rsid w:val="002D15B0"/>
    <w:rsid w:val="002D207C"/>
    <w:rsid w:val="002D26B4"/>
    <w:rsid w:val="002D2B05"/>
    <w:rsid w:val="002D4425"/>
    <w:rsid w:val="002D55FD"/>
    <w:rsid w:val="002E19E7"/>
    <w:rsid w:val="002E1B44"/>
    <w:rsid w:val="002E668B"/>
    <w:rsid w:val="002E6E53"/>
    <w:rsid w:val="002E7A2D"/>
    <w:rsid w:val="002F0595"/>
    <w:rsid w:val="002F14BA"/>
    <w:rsid w:val="002F3DEC"/>
    <w:rsid w:val="002F4DCD"/>
    <w:rsid w:val="002F5951"/>
    <w:rsid w:val="002F67FC"/>
    <w:rsid w:val="002F7923"/>
    <w:rsid w:val="003007CA"/>
    <w:rsid w:val="00301B3C"/>
    <w:rsid w:val="00302409"/>
    <w:rsid w:val="0030265E"/>
    <w:rsid w:val="0030292A"/>
    <w:rsid w:val="0030506B"/>
    <w:rsid w:val="00305DB7"/>
    <w:rsid w:val="003076E2"/>
    <w:rsid w:val="0031048D"/>
    <w:rsid w:val="00310BFE"/>
    <w:rsid w:val="00313735"/>
    <w:rsid w:val="00314AD0"/>
    <w:rsid w:val="00314C9C"/>
    <w:rsid w:val="00315387"/>
    <w:rsid w:val="00316DEE"/>
    <w:rsid w:val="003216DA"/>
    <w:rsid w:val="003228CF"/>
    <w:rsid w:val="003234B2"/>
    <w:rsid w:val="00324271"/>
    <w:rsid w:val="003246C7"/>
    <w:rsid w:val="003264A0"/>
    <w:rsid w:val="00326533"/>
    <w:rsid w:val="00326DC0"/>
    <w:rsid w:val="00330C42"/>
    <w:rsid w:val="00332151"/>
    <w:rsid w:val="00332278"/>
    <w:rsid w:val="00333462"/>
    <w:rsid w:val="0033369C"/>
    <w:rsid w:val="0033413E"/>
    <w:rsid w:val="00335370"/>
    <w:rsid w:val="003354C4"/>
    <w:rsid w:val="00341317"/>
    <w:rsid w:val="00344213"/>
    <w:rsid w:val="0034468B"/>
    <w:rsid w:val="003448B0"/>
    <w:rsid w:val="00344B75"/>
    <w:rsid w:val="003468F5"/>
    <w:rsid w:val="0034736A"/>
    <w:rsid w:val="003478F2"/>
    <w:rsid w:val="00347F9E"/>
    <w:rsid w:val="0035037B"/>
    <w:rsid w:val="003504B5"/>
    <w:rsid w:val="00352191"/>
    <w:rsid w:val="003534D5"/>
    <w:rsid w:val="00353B1B"/>
    <w:rsid w:val="00355E02"/>
    <w:rsid w:val="00355FF8"/>
    <w:rsid w:val="0035619C"/>
    <w:rsid w:val="003563FB"/>
    <w:rsid w:val="00357FAA"/>
    <w:rsid w:val="003608C9"/>
    <w:rsid w:val="00361FB1"/>
    <w:rsid w:val="003622EC"/>
    <w:rsid w:val="00362C2B"/>
    <w:rsid w:val="0036372F"/>
    <w:rsid w:val="003668B4"/>
    <w:rsid w:val="00366A07"/>
    <w:rsid w:val="00371D45"/>
    <w:rsid w:val="00373084"/>
    <w:rsid w:val="00373846"/>
    <w:rsid w:val="0037447B"/>
    <w:rsid w:val="00375C45"/>
    <w:rsid w:val="0037636A"/>
    <w:rsid w:val="003769B5"/>
    <w:rsid w:val="00380516"/>
    <w:rsid w:val="00385E9C"/>
    <w:rsid w:val="00386B6B"/>
    <w:rsid w:val="00387E53"/>
    <w:rsid w:val="00391345"/>
    <w:rsid w:val="0039545F"/>
    <w:rsid w:val="003957F8"/>
    <w:rsid w:val="00395BD2"/>
    <w:rsid w:val="00395E3D"/>
    <w:rsid w:val="00397787"/>
    <w:rsid w:val="003978BC"/>
    <w:rsid w:val="003A012B"/>
    <w:rsid w:val="003A0664"/>
    <w:rsid w:val="003A18A0"/>
    <w:rsid w:val="003A2BEC"/>
    <w:rsid w:val="003A2CEF"/>
    <w:rsid w:val="003A3928"/>
    <w:rsid w:val="003A45E1"/>
    <w:rsid w:val="003A4C46"/>
    <w:rsid w:val="003A528F"/>
    <w:rsid w:val="003A53C1"/>
    <w:rsid w:val="003A5E3E"/>
    <w:rsid w:val="003A6A6A"/>
    <w:rsid w:val="003A6DED"/>
    <w:rsid w:val="003A7C4F"/>
    <w:rsid w:val="003B187D"/>
    <w:rsid w:val="003B286B"/>
    <w:rsid w:val="003B35B3"/>
    <w:rsid w:val="003B64CF"/>
    <w:rsid w:val="003B6D71"/>
    <w:rsid w:val="003B70FF"/>
    <w:rsid w:val="003B78C9"/>
    <w:rsid w:val="003B79B7"/>
    <w:rsid w:val="003B7E1A"/>
    <w:rsid w:val="003C0498"/>
    <w:rsid w:val="003C2D69"/>
    <w:rsid w:val="003C3775"/>
    <w:rsid w:val="003C3B37"/>
    <w:rsid w:val="003C52F7"/>
    <w:rsid w:val="003C562D"/>
    <w:rsid w:val="003C5DC0"/>
    <w:rsid w:val="003D597E"/>
    <w:rsid w:val="003D7A25"/>
    <w:rsid w:val="003E1947"/>
    <w:rsid w:val="003E1D44"/>
    <w:rsid w:val="003E3688"/>
    <w:rsid w:val="003E41D0"/>
    <w:rsid w:val="003E6C11"/>
    <w:rsid w:val="003E7A38"/>
    <w:rsid w:val="003F0498"/>
    <w:rsid w:val="003F08A5"/>
    <w:rsid w:val="003F0BD6"/>
    <w:rsid w:val="003F0EDC"/>
    <w:rsid w:val="003F156A"/>
    <w:rsid w:val="003F16C8"/>
    <w:rsid w:val="003F1FBC"/>
    <w:rsid w:val="003F277F"/>
    <w:rsid w:val="003F37EB"/>
    <w:rsid w:val="003F42E7"/>
    <w:rsid w:val="003F484A"/>
    <w:rsid w:val="003F6D5D"/>
    <w:rsid w:val="00400245"/>
    <w:rsid w:val="00401790"/>
    <w:rsid w:val="004024B4"/>
    <w:rsid w:val="0040338E"/>
    <w:rsid w:val="00406439"/>
    <w:rsid w:val="0040708A"/>
    <w:rsid w:val="00407277"/>
    <w:rsid w:val="004111EC"/>
    <w:rsid w:val="00414383"/>
    <w:rsid w:val="00416485"/>
    <w:rsid w:val="00417115"/>
    <w:rsid w:val="00420D0C"/>
    <w:rsid w:val="0042132B"/>
    <w:rsid w:val="00421C11"/>
    <w:rsid w:val="00421DDE"/>
    <w:rsid w:val="00422B03"/>
    <w:rsid w:val="004232E6"/>
    <w:rsid w:val="00424980"/>
    <w:rsid w:val="0042663A"/>
    <w:rsid w:val="004305BF"/>
    <w:rsid w:val="00431B37"/>
    <w:rsid w:val="0043299E"/>
    <w:rsid w:val="0043307B"/>
    <w:rsid w:val="00435626"/>
    <w:rsid w:val="0043689E"/>
    <w:rsid w:val="00444056"/>
    <w:rsid w:val="0044494D"/>
    <w:rsid w:val="00450C22"/>
    <w:rsid w:val="00454614"/>
    <w:rsid w:val="0045569B"/>
    <w:rsid w:val="00457595"/>
    <w:rsid w:val="00457AFC"/>
    <w:rsid w:val="004608C4"/>
    <w:rsid w:val="00460CF8"/>
    <w:rsid w:val="004625F3"/>
    <w:rsid w:val="0046351A"/>
    <w:rsid w:val="0046388A"/>
    <w:rsid w:val="004648CE"/>
    <w:rsid w:val="00464A1C"/>
    <w:rsid w:val="004668D0"/>
    <w:rsid w:val="004677E2"/>
    <w:rsid w:val="004678B2"/>
    <w:rsid w:val="00467EDD"/>
    <w:rsid w:val="004710A4"/>
    <w:rsid w:val="00471393"/>
    <w:rsid w:val="0047203F"/>
    <w:rsid w:val="00473A2E"/>
    <w:rsid w:val="004749D4"/>
    <w:rsid w:val="00474C48"/>
    <w:rsid w:val="00474D67"/>
    <w:rsid w:val="00475A1D"/>
    <w:rsid w:val="00476640"/>
    <w:rsid w:val="00477703"/>
    <w:rsid w:val="004829DB"/>
    <w:rsid w:val="00482C17"/>
    <w:rsid w:val="00484DCA"/>
    <w:rsid w:val="0048612D"/>
    <w:rsid w:val="004866FA"/>
    <w:rsid w:val="00487EF6"/>
    <w:rsid w:val="00492330"/>
    <w:rsid w:val="00492442"/>
    <w:rsid w:val="004927BD"/>
    <w:rsid w:val="00492B05"/>
    <w:rsid w:val="00494949"/>
    <w:rsid w:val="004A02C1"/>
    <w:rsid w:val="004A2BE7"/>
    <w:rsid w:val="004A2BFA"/>
    <w:rsid w:val="004B0D5D"/>
    <w:rsid w:val="004B336F"/>
    <w:rsid w:val="004B3563"/>
    <w:rsid w:val="004B3F06"/>
    <w:rsid w:val="004B7335"/>
    <w:rsid w:val="004B7799"/>
    <w:rsid w:val="004C00EA"/>
    <w:rsid w:val="004C0C34"/>
    <w:rsid w:val="004C0FFC"/>
    <w:rsid w:val="004C1873"/>
    <w:rsid w:val="004C191F"/>
    <w:rsid w:val="004C31B1"/>
    <w:rsid w:val="004C3DC7"/>
    <w:rsid w:val="004C46CA"/>
    <w:rsid w:val="004C497A"/>
    <w:rsid w:val="004C6197"/>
    <w:rsid w:val="004C673D"/>
    <w:rsid w:val="004C6EF3"/>
    <w:rsid w:val="004D090B"/>
    <w:rsid w:val="004D0DA1"/>
    <w:rsid w:val="004D19CE"/>
    <w:rsid w:val="004D335C"/>
    <w:rsid w:val="004D3D2D"/>
    <w:rsid w:val="004D4431"/>
    <w:rsid w:val="004D5A33"/>
    <w:rsid w:val="004D6DCD"/>
    <w:rsid w:val="004D70E8"/>
    <w:rsid w:val="004D73B3"/>
    <w:rsid w:val="004E0809"/>
    <w:rsid w:val="004E21E2"/>
    <w:rsid w:val="004E2C26"/>
    <w:rsid w:val="004E3BCA"/>
    <w:rsid w:val="004E669E"/>
    <w:rsid w:val="004E6903"/>
    <w:rsid w:val="004F10A3"/>
    <w:rsid w:val="004F426E"/>
    <w:rsid w:val="004F559E"/>
    <w:rsid w:val="004F6918"/>
    <w:rsid w:val="00500E7A"/>
    <w:rsid w:val="00503B89"/>
    <w:rsid w:val="005049C3"/>
    <w:rsid w:val="00505236"/>
    <w:rsid w:val="005117EB"/>
    <w:rsid w:val="00511905"/>
    <w:rsid w:val="00512BDD"/>
    <w:rsid w:val="005143CD"/>
    <w:rsid w:val="005152DE"/>
    <w:rsid w:val="005162CF"/>
    <w:rsid w:val="0051648E"/>
    <w:rsid w:val="0051728E"/>
    <w:rsid w:val="00517767"/>
    <w:rsid w:val="00520726"/>
    <w:rsid w:val="00524302"/>
    <w:rsid w:val="005258BA"/>
    <w:rsid w:val="00527640"/>
    <w:rsid w:val="0053000A"/>
    <w:rsid w:val="00534841"/>
    <w:rsid w:val="005352BA"/>
    <w:rsid w:val="00540CBA"/>
    <w:rsid w:val="0054180F"/>
    <w:rsid w:val="00543181"/>
    <w:rsid w:val="00543237"/>
    <w:rsid w:val="00543F28"/>
    <w:rsid w:val="00544659"/>
    <w:rsid w:val="00546127"/>
    <w:rsid w:val="00546476"/>
    <w:rsid w:val="00547054"/>
    <w:rsid w:val="005518DD"/>
    <w:rsid w:val="00553112"/>
    <w:rsid w:val="0055399A"/>
    <w:rsid w:val="0055487E"/>
    <w:rsid w:val="00554918"/>
    <w:rsid w:val="00554E15"/>
    <w:rsid w:val="00556626"/>
    <w:rsid w:val="00556F07"/>
    <w:rsid w:val="00560936"/>
    <w:rsid w:val="00562826"/>
    <w:rsid w:val="00566BA6"/>
    <w:rsid w:val="0056736D"/>
    <w:rsid w:val="005677A2"/>
    <w:rsid w:val="00567BEF"/>
    <w:rsid w:val="00570120"/>
    <w:rsid w:val="00570B0C"/>
    <w:rsid w:val="00571F6E"/>
    <w:rsid w:val="00573D01"/>
    <w:rsid w:val="00573F3B"/>
    <w:rsid w:val="0057471A"/>
    <w:rsid w:val="00574E41"/>
    <w:rsid w:val="0057735C"/>
    <w:rsid w:val="00577501"/>
    <w:rsid w:val="00577EB9"/>
    <w:rsid w:val="00580006"/>
    <w:rsid w:val="00580765"/>
    <w:rsid w:val="005820D3"/>
    <w:rsid w:val="005821E9"/>
    <w:rsid w:val="005833B8"/>
    <w:rsid w:val="00584D17"/>
    <w:rsid w:val="00585035"/>
    <w:rsid w:val="005851CF"/>
    <w:rsid w:val="005861FE"/>
    <w:rsid w:val="00586CC4"/>
    <w:rsid w:val="00587B88"/>
    <w:rsid w:val="00590C63"/>
    <w:rsid w:val="0059403E"/>
    <w:rsid w:val="0059592B"/>
    <w:rsid w:val="00596861"/>
    <w:rsid w:val="00596C09"/>
    <w:rsid w:val="00596E56"/>
    <w:rsid w:val="00596FC2"/>
    <w:rsid w:val="00597D8B"/>
    <w:rsid w:val="005A0CA0"/>
    <w:rsid w:val="005A1013"/>
    <w:rsid w:val="005A2C20"/>
    <w:rsid w:val="005A344D"/>
    <w:rsid w:val="005A59A9"/>
    <w:rsid w:val="005B4F5C"/>
    <w:rsid w:val="005B5503"/>
    <w:rsid w:val="005B58BB"/>
    <w:rsid w:val="005B7E83"/>
    <w:rsid w:val="005C1738"/>
    <w:rsid w:val="005C20E7"/>
    <w:rsid w:val="005C45E6"/>
    <w:rsid w:val="005C7D37"/>
    <w:rsid w:val="005D1481"/>
    <w:rsid w:val="005D37A7"/>
    <w:rsid w:val="005D5898"/>
    <w:rsid w:val="005D6509"/>
    <w:rsid w:val="005D6A8C"/>
    <w:rsid w:val="005E04B2"/>
    <w:rsid w:val="005E12D8"/>
    <w:rsid w:val="005E1EF3"/>
    <w:rsid w:val="005E651E"/>
    <w:rsid w:val="005E6D60"/>
    <w:rsid w:val="005E7474"/>
    <w:rsid w:val="005E751C"/>
    <w:rsid w:val="005F00E9"/>
    <w:rsid w:val="005F0C58"/>
    <w:rsid w:val="005F353A"/>
    <w:rsid w:val="005F4440"/>
    <w:rsid w:val="005F60A1"/>
    <w:rsid w:val="00601585"/>
    <w:rsid w:val="00601A56"/>
    <w:rsid w:val="00601AF8"/>
    <w:rsid w:val="00602A20"/>
    <w:rsid w:val="00602CD7"/>
    <w:rsid w:val="006050AB"/>
    <w:rsid w:val="0060531F"/>
    <w:rsid w:val="006063DD"/>
    <w:rsid w:val="006077DA"/>
    <w:rsid w:val="006100B3"/>
    <w:rsid w:val="00610F70"/>
    <w:rsid w:val="006145C3"/>
    <w:rsid w:val="00615223"/>
    <w:rsid w:val="00615992"/>
    <w:rsid w:val="00620D88"/>
    <w:rsid w:val="006221EA"/>
    <w:rsid w:val="006228CD"/>
    <w:rsid w:val="00622DDF"/>
    <w:rsid w:val="00626BB2"/>
    <w:rsid w:val="00626FE7"/>
    <w:rsid w:val="00627206"/>
    <w:rsid w:val="0062787A"/>
    <w:rsid w:val="00630133"/>
    <w:rsid w:val="00631406"/>
    <w:rsid w:val="00631783"/>
    <w:rsid w:val="00633594"/>
    <w:rsid w:val="00634905"/>
    <w:rsid w:val="00635E19"/>
    <w:rsid w:val="00635FBF"/>
    <w:rsid w:val="006407CB"/>
    <w:rsid w:val="006409DE"/>
    <w:rsid w:val="00640E53"/>
    <w:rsid w:val="00641764"/>
    <w:rsid w:val="006422C4"/>
    <w:rsid w:val="00642933"/>
    <w:rsid w:val="0064352D"/>
    <w:rsid w:val="0064385E"/>
    <w:rsid w:val="00644DDE"/>
    <w:rsid w:val="00647C9E"/>
    <w:rsid w:val="00650654"/>
    <w:rsid w:val="00650E48"/>
    <w:rsid w:val="006522A6"/>
    <w:rsid w:val="00652517"/>
    <w:rsid w:val="006545B1"/>
    <w:rsid w:val="00654A4E"/>
    <w:rsid w:val="006572A1"/>
    <w:rsid w:val="006603A2"/>
    <w:rsid w:val="00660B29"/>
    <w:rsid w:val="00661A4E"/>
    <w:rsid w:val="00664A72"/>
    <w:rsid w:val="00671EA4"/>
    <w:rsid w:val="00672234"/>
    <w:rsid w:val="00673A38"/>
    <w:rsid w:val="00675707"/>
    <w:rsid w:val="00676A43"/>
    <w:rsid w:val="00676CBA"/>
    <w:rsid w:val="0068272B"/>
    <w:rsid w:val="00682B55"/>
    <w:rsid w:val="00683084"/>
    <w:rsid w:val="006839B8"/>
    <w:rsid w:val="006841E2"/>
    <w:rsid w:val="00685A1D"/>
    <w:rsid w:val="0068626E"/>
    <w:rsid w:val="00687849"/>
    <w:rsid w:val="00690A8E"/>
    <w:rsid w:val="006914BC"/>
    <w:rsid w:val="006917F8"/>
    <w:rsid w:val="00692F2B"/>
    <w:rsid w:val="00694411"/>
    <w:rsid w:val="00694F01"/>
    <w:rsid w:val="00697658"/>
    <w:rsid w:val="006A0B12"/>
    <w:rsid w:val="006A1844"/>
    <w:rsid w:val="006A2E6F"/>
    <w:rsid w:val="006A33F4"/>
    <w:rsid w:val="006A6D23"/>
    <w:rsid w:val="006A7122"/>
    <w:rsid w:val="006A776E"/>
    <w:rsid w:val="006B05EB"/>
    <w:rsid w:val="006B1A49"/>
    <w:rsid w:val="006B2EF0"/>
    <w:rsid w:val="006B3C5E"/>
    <w:rsid w:val="006B4BAA"/>
    <w:rsid w:val="006B5965"/>
    <w:rsid w:val="006B761F"/>
    <w:rsid w:val="006C0087"/>
    <w:rsid w:val="006C29A7"/>
    <w:rsid w:val="006C5C6F"/>
    <w:rsid w:val="006C5E8B"/>
    <w:rsid w:val="006C6DF5"/>
    <w:rsid w:val="006C7BFF"/>
    <w:rsid w:val="006D0B15"/>
    <w:rsid w:val="006D172A"/>
    <w:rsid w:val="006D187E"/>
    <w:rsid w:val="006D1A4D"/>
    <w:rsid w:val="006D1DA9"/>
    <w:rsid w:val="006D2687"/>
    <w:rsid w:val="006D27F7"/>
    <w:rsid w:val="006D35CE"/>
    <w:rsid w:val="006D4B3F"/>
    <w:rsid w:val="006D7AD6"/>
    <w:rsid w:val="006E0483"/>
    <w:rsid w:val="006E07F4"/>
    <w:rsid w:val="006E1F85"/>
    <w:rsid w:val="006E219D"/>
    <w:rsid w:val="006E3DBA"/>
    <w:rsid w:val="006E4128"/>
    <w:rsid w:val="006E6373"/>
    <w:rsid w:val="006E6A7D"/>
    <w:rsid w:val="006F067D"/>
    <w:rsid w:val="006F1625"/>
    <w:rsid w:val="006F370E"/>
    <w:rsid w:val="006F5301"/>
    <w:rsid w:val="006F6C41"/>
    <w:rsid w:val="00700FD6"/>
    <w:rsid w:val="007011DF"/>
    <w:rsid w:val="0070168B"/>
    <w:rsid w:val="00702E64"/>
    <w:rsid w:val="007038CD"/>
    <w:rsid w:val="00706EDF"/>
    <w:rsid w:val="00710E20"/>
    <w:rsid w:val="00712648"/>
    <w:rsid w:val="007130F3"/>
    <w:rsid w:val="00713466"/>
    <w:rsid w:val="00713CDF"/>
    <w:rsid w:val="0071540D"/>
    <w:rsid w:val="00716C5C"/>
    <w:rsid w:val="00723E66"/>
    <w:rsid w:val="0072465B"/>
    <w:rsid w:val="007249C1"/>
    <w:rsid w:val="007252A4"/>
    <w:rsid w:val="007272A0"/>
    <w:rsid w:val="00732EFF"/>
    <w:rsid w:val="0073355D"/>
    <w:rsid w:val="00734DF8"/>
    <w:rsid w:val="00734F04"/>
    <w:rsid w:val="00737844"/>
    <w:rsid w:val="00737B3D"/>
    <w:rsid w:val="00737B3F"/>
    <w:rsid w:val="007404A8"/>
    <w:rsid w:val="00740CA0"/>
    <w:rsid w:val="00742A64"/>
    <w:rsid w:val="00742A81"/>
    <w:rsid w:val="007448CF"/>
    <w:rsid w:val="0074615D"/>
    <w:rsid w:val="007465F6"/>
    <w:rsid w:val="00746CF2"/>
    <w:rsid w:val="0075076B"/>
    <w:rsid w:val="0075292E"/>
    <w:rsid w:val="007532EE"/>
    <w:rsid w:val="007536FB"/>
    <w:rsid w:val="00755A50"/>
    <w:rsid w:val="007563E4"/>
    <w:rsid w:val="00756EA9"/>
    <w:rsid w:val="007618D9"/>
    <w:rsid w:val="0076239D"/>
    <w:rsid w:val="00762B52"/>
    <w:rsid w:val="00763718"/>
    <w:rsid w:val="0076395A"/>
    <w:rsid w:val="0076483F"/>
    <w:rsid w:val="00766920"/>
    <w:rsid w:val="007702AB"/>
    <w:rsid w:val="00770318"/>
    <w:rsid w:val="00770331"/>
    <w:rsid w:val="00771026"/>
    <w:rsid w:val="007713A1"/>
    <w:rsid w:val="0077586A"/>
    <w:rsid w:val="007778E6"/>
    <w:rsid w:val="007808EC"/>
    <w:rsid w:val="00780DC7"/>
    <w:rsid w:val="00781301"/>
    <w:rsid w:val="0078170F"/>
    <w:rsid w:val="007819D2"/>
    <w:rsid w:val="00781A4D"/>
    <w:rsid w:val="00781D83"/>
    <w:rsid w:val="00782FCF"/>
    <w:rsid w:val="00784641"/>
    <w:rsid w:val="00784836"/>
    <w:rsid w:val="00785BA7"/>
    <w:rsid w:val="007866D1"/>
    <w:rsid w:val="00787831"/>
    <w:rsid w:val="007910ED"/>
    <w:rsid w:val="00792940"/>
    <w:rsid w:val="00792D21"/>
    <w:rsid w:val="00794A31"/>
    <w:rsid w:val="00797472"/>
    <w:rsid w:val="007A0527"/>
    <w:rsid w:val="007A3365"/>
    <w:rsid w:val="007A5C6C"/>
    <w:rsid w:val="007A7A26"/>
    <w:rsid w:val="007B139F"/>
    <w:rsid w:val="007C0E20"/>
    <w:rsid w:val="007C112F"/>
    <w:rsid w:val="007C2B77"/>
    <w:rsid w:val="007C30E5"/>
    <w:rsid w:val="007C3D63"/>
    <w:rsid w:val="007C4BA5"/>
    <w:rsid w:val="007C50BA"/>
    <w:rsid w:val="007C6F24"/>
    <w:rsid w:val="007C7310"/>
    <w:rsid w:val="007D015D"/>
    <w:rsid w:val="007D1ED4"/>
    <w:rsid w:val="007D2081"/>
    <w:rsid w:val="007D40E7"/>
    <w:rsid w:val="007D6CCB"/>
    <w:rsid w:val="007E22A0"/>
    <w:rsid w:val="007E44B3"/>
    <w:rsid w:val="007E4965"/>
    <w:rsid w:val="007E4FD7"/>
    <w:rsid w:val="007E6206"/>
    <w:rsid w:val="007E624F"/>
    <w:rsid w:val="007E641D"/>
    <w:rsid w:val="007E6513"/>
    <w:rsid w:val="007F053F"/>
    <w:rsid w:val="007F080B"/>
    <w:rsid w:val="007F361A"/>
    <w:rsid w:val="007F3668"/>
    <w:rsid w:val="007F3D02"/>
    <w:rsid w:val="007F4891"/>
    <w:rsid w:val="007F4EE0"/>
    <w:rsid w:val="007F651B"/>
    <w:rsid w:val="007F720A"/>
    <w:rsid w:val="007F757E"/>
    <w:rsid w:val="007F7793"/>
    <w:rsid w:val="00800DA3"/>
    <w:rsid w:val="0080116F"/>
    <w:rsid w:val="00801AAA"/>
    <w:rsid w:val="00801D53"/>
    <w:rsid w:val="00802D8C"/>
    <w:rsid w:val="0080365C"/>
    <w:rsid w:val="00807163"/>
    <w:rsid w:val="008073BA"/>
    <w:rsid w:val="008074D5"/>
    <w:rsid w:val="008076FF"/>
    <w:rsid w:val="00807917"/>
    <w:rsid w:val="008105F9"/>
    <w:rsid w:val="008112F6"/>
    <w:rsid w:val="00811A74"/>
    <w:rsid w:val="00813BE4"/>
    <w:rsid w:val="00814790"/>
    <w:rsid w:val="008157A8"/>
    <w:rsid w:val="008216F8"/>
    <w:rsid w:val="008230B1"/>
    <w:rsid w:val="00823549"/>
    <w:rsid w:val="00826A54"/>
    <w:rsid w:val="00832E36"/>
    <w:rsid w:val="008330A3"/>
    <w:rsid w:val="00834DB3"/>
    <w:rsid w:val="008351B0"/>
    <w:rsid w:val="008360E0"/>
    <w:rsid w:val="008436F6"/>
    <w:rsid w:val="00843C51"/>
    <w:rsid w:val="00845B8B"/>
    <w:rsid w:val="0084603C"/>
    <w:rsid w:val="0084629B"/>
    <w:rsid w:val="0084635C"/>
    <w:rsid w:val="008477FB"/>
    <w:rsid w:val="00851928"/>
    <w:rsid w:val="008538C2"/>
    <w:rsid w:val="008538F6"/>
    <w:rsid w:val="008557EA"/>
    <w:rsid w:val="0085607B"/>
    <w:rsid w:val="00857CF7"/>
    <w:rsid w:val="00860DCE"/>
    <w:rsid w:val="00862D58"/>
    <w:rsid w:val="008672C8"/>
    <w:rsid w:val="0086739A"/>
    <w:rsid w:val="00870795"/>
    <w:rsid w:val="00870DA6"/>
    <w:rsid w:val="00870F41"/>
    <w:rsid w:val="008736F2"/>
    <w:rsid w:val="00874FA8"/>
    <w:rsid w:val="00875D87"/>
    <w:rsid w:val="0087667F"/>
    <w:rsid w:val="00877134"/>
    <w:rsid w:val="008772E4"/>
    <w:rsid w:val="00880E9B"/>
    <w:rsid w:val="0088131B"/>
    <w:rsid w:val="00883869"/>
    <w:rsid w:val="00883BFB"/>
    <w:rsid w:val="00884562"/>
    <w:rsid w:val="00890016"/>
    <w:rsid w:val="00890F17"/>
    <w:rsid w:val="00891139"/>
    <w:rsid w:val="00893B0C"/>
    <w:rsid w:val="008947C6"/>
    <w:rsid w:val="008955B4"/>
    <w:rsid w:val="00895903"/>
    <w:rsid w:val="00896577"/>
    <w:rsid w:val="00896C04"/>
    <w:rsid w:val="00897ED0"/>
    <w:rsid w:val="008A0713"/>
    <w:rsid w:val="008A17C8"/>
    <w:rsid w:val="008A192F"/>
    <w:rsid w:val="008A2B28"/>
    <w:rsid w:val="008A2CFB"/>
    <w:rsid w:val="008A3712"/>
    <w:rsid w:val="008A3C83"/>
    <w:rsid w:val="008A3CBC"/>
    <w:rsid w:val="008A4F7C"/>
    <w:rsid w:val="008A65E9"/>
    <w:rsid w:val="008A7211"/>
    <w:rsid w:val="008A72F0"/>
    <w:rsid w:val="008B0887"/>
    <w:rsid w:val="008B0D92"/>
    <w:rsid w:val="008B2CD2"/>
    <w:rsid w:val="008B3D35"/>
    <w:rsid w:val="008B3FF5"/>
    <w:rsid w:val="008B5267"/>
    <w:rsid w:val="008B566C"/>
    <w:rsid w:val="008B627E"/>
    <w:rsid w:val="008C01DF"/>
    <w:rsid w:val="008C0FA7"/>
    <w:rsid w:val="008C6823"/>
    <w:rsid w:val="008C69EB"/>
    <w:rsid w:val="008C7C60"/>
    <w:rsid w:val="008D0A8A"/>
    <w:rsid w:val="008D1A46"/>
    <w:rsid w:val="008D1CD4"/>
    <w:rsid w:val="008D2491"/>
    <w:rsid w:val="008D2EBE"/>
    <w:rsid w:val="008D73A0"/>
    <w:rsid w:val="008D7B39"/>
    <w:rsid w:val="008E2ED3"/>
    <w:rsid w:val="008E3CA3"/>
    <w:rsid w:val="008E3DC9"/>
    <w:rsid w:val="008E5132"/>
    <w:rsid w:val="008E704D"/>
    <w:rsid w:val="008E7B50"/>
    <w:rsid w:val="008F07B1"/>
    <w:rsid w:val="008F0EAC"/>
    <w:rsid w:val="008F139C"/>
    <w:rsid w:val="008F26D5"/>
    <w:rsid w:val="008F54CE"/>
    <w:rsid w:val="008F55E1"/>
    <w:rsid w:val="008F6164"/>
    <w:rsid w:val="008F6713"/>
    <w:rsid w:val="008F6829"/>
    <w:rsid w:val="008F6DE2"/>
    <w:rsid w:val="008F7450"/>
    <w:rsid w:val="009005CD"/>
    <w:rsid w:val="00900D97"/>
    <w:rsid w:val="009010E4"/>
    <w:rsid w:val="00901F60"/>
    <w:rsid w:val="00902B17"/>
    <w:rsid w:val="009033F9"/>
    <w:rsid w:val="00903B7B"/>
    <w:rsid w:val="00903DDC"/>
    <w:rsid w:val="00903EBC"/>
    <w:rsid w:val="00904331"/>
    <w:rsid w:val="00905C93"/>
    <w:rsid w:val="009072A2"/>
    <w:rsid w:val="00907CB2"/>
    <w:rsid w:val="00911A25"/>
    <w:rsid w:val="00913935"/>
    <w:rsid w:val="0091718E"/>
    <w:rsid w:val="00921372"/>
    <w:rsid w:val="00921C59"/>
    <w:rsid w:val="009227C4"/>
    <w:rsid w:val="00922E37"/>
    <w:rsid w:val="00924775"/>
    <w:rsid w:val="00924BD5"/>
    <w:rsid w:val="00925ECB"/>
    <w:rsid w:val="009304D0"/>
    <w:rsid w:val="00930806"/>
    <w:rsid w:val="0093184D"/>
    <w:rsid w:val="00932012"/>
    <w:rsid w:val="00934C09"/>
    <w:rsid w:val="009358FC"/>
    <w:rsid w:val="0093700A"/>
    <w:rsid w:val="0093732D"/>
    <w:rsid w:val="00941353"/>
    <w:rsid w:val="009414F1"/>
    <w:rsid w:val="0094304B"/>
    <w:rsid w:val="0094353E"/>
    <w:rsid w:val="00943616"/>
    <w:rsid w:val="009439BA"/>
    <w:rsid w:val="009445CF"/>
    <w:rsid w:val="009446D8"/>
    <w:rsid w:val="00944B6C"/>
    <w:rsid w:val="00944DEC"/>
    <w:rsid w:val="00944F75"/>
    <w:rsid w:val="009457CB"/>
    <w:rsid w:val="009478C6"/>
    <w:rsid w:val="0095283D"/>
    <w:rsid w:val="00952C7E"/>
    <w:rsid w:val="00953FA4"/>
    <w:rsid w:val="0095569B"/>
    <w:rsid w:val="00955C5B"/>
    <w:rsid w:val="009564DF"/>
    <w:rsid w:val="009567FE"/>
    <w:rsid w:val="00960175"/>
    <w:rsid w:val="0096020D"/>
    <w:rsid w:val="00960ED5"/>
    <w:rsid w:val="00961050"/>
    <w:rsid w:val="00961209"/>
    <w:rsid w:val="009623F0"/>
    <w:rsid w:val="00964383"/>
    <w:rsid w:val="00965A97"/>
    <w:rsid w:val="00967F16"/>
    <w:rsid w:val="009713D9"/>
    <w:rsid w:val="00973566"/>
    <w:rsid w:val="00974FE1"/>
    <w:rsid w:val="00976766"/>
    <w:rsid w:val="00976E83"/>
    <w:rsid w:val="00977F10"/>
    <w:rsid w:val="009814BB"/>
    <w:rsid w:val="009816F0"/>
    <w:rsid w:val="009824FE"/>
    <w:rsid w:val="00982521"/>
    <w:rsid w:val="00982EB1"/>
    <w:rsid w:val="00983293"/>
    <w:rsid w:val="009853BC"/>
    <w:rsid w:val="00990FBD"/>
    <w:rsid w:val="009947F6"/>
    <w:rsid w:val="00996108"/>
    <w:rsid w:val="00996580"/>
    <w:rsid w:val="009A0B9A"/>
    <w:rsid w:val="009A15A5"/>
    <w:rsid w:val="009A2BB2"/>
    <w:rsid w:val="009A36A7"/>
    <w:rsid w:val="009A609C"/>
    <w:rsid w:val="009B12A6"/>
    <w:rsid w:val="009B31F0"/>
    <w:rsid w:val="009B4722"/>
    <w:rsid w:val="009B5810"/>
    <w:rsid w:val="009B6FB5"/>
    <w:rsid w:val="009B7735"/>
    <w:rsid w:val="009C044E"/>
    <w:rsid w:val="009C3064"/>
    <w:rsid w:val="009C37F1"/>
    <w:rsid w:val="009C3B2E"/>
    <w:rsid w:val="009C4049"/>
    <w:rsid w:val="009C54BC"/>
    <w:rsid w:val="009C634C"/>
    <w:rsid w:val="009C7C1E"/>
    <w:rsid w:val="009D0AD6"/>
    <w:rsid w:val="009D239D"/>
    <w:rsid w:val="009D3175"/>
    <w:rsid w:val="009D374C"/>
    <w:rsid w:val="009D4CFD"/>
    <w:rsid w:val="009D4FBC"/>
    <w:rsid w:val="009D55DC"/>
    <w:rsid w:val="009D6651"/>
    <w:rsid w:val="009E0C21"/>
    <w:rsid w:val="009E3DEE"/>
    <w:rsid w:val="009E4699"/>
    <w:rsid w:val="009E5291"/>
    <w:rsid w:val="009E53FC"/>
    <w:rsid w:val="009E5966"/>
    <w:rsid w:val="009E61E3"/>
    <w:rsid w:val="009E7F88"/>
    <w:rsid w:val="009F1B72"/>
    <w:rsid w:val="009F36A1"/>
    <w:rsid w:val="009F43EB"/>
    <w:rsid w:val="00A0106F"/>
    <w:rsid w:val="00A016F1"/>
    <w:rsid w:val="00A01B82"/>
    <w:rsid w:val="00A0526A"/>
    <w:rsid w:val="00A06E66"/>
    <w:rsid w:val="00A0776A"/>
    <w:rsid w:val="00A11BF4"/>
    <w:rsid w:val="00A1224F"/>
    <w:rsid w:val="00A1407D"/>
    <w:rsid w:val="00A16287"/>
    <w:rsid w:val="00A16960"/>
    <w:rsid w:val="00A17D33"/>
    <w:rsid w:val="00A30EE2"/>
    <w:rsid w:val="00A37C25"/>
    <w:rsid w:val="00A40C69"/>
    <w:rsid w:val="00A4239C"/>
    <w:rsid w:val="00A449D9"/>
    <w:rsid w:val="00A45ED6"/>
    <w:rsid w:val="00A46CAB"/>
    <w:rsid w:val="00A47858"/>
    <w:rsid w:val="00A514B1"/>
    <w:rsid w:val="00A514C1"/>
    <w:rsid w:val="00A533BB"/>
    <w:rsid w:val="00A5363B"/>
    <w:rsid w:val="00A555EA"/>
    <w:rsid w:val="00A56A1A"/>
    <w:rsid w:val="00A57C9F"/>
    <w:rsid w:val="00A57CD4"/>
    <w:rsid w:val="00A60D5C"/>
    <w:rsid w:val="00A6132A"/>
    <w:rsid w:val="00A62030"/>
    <w:rsid w:val="00A624D1"/>
    <w:rsid w:val="00A62B97"/>
    <w:rsid w:val="00A6341E"/>
    <w:rsid w:val="00A63B1B"/>
    <w:rsid w:val="00A643FD"/>
    <w:rsid w:val="00A64598"/>
    <w:rsid w:val="00A645BC"/>
    <w:rsid w:val="00A64D2D"/>
    <w:rsid w:val="00A659A4"/>
    <w:rsid w:val="00A65B36"/>
    <w:rsid w:val="00A731D2"/>
    <w:rsid w:val="00A74099"/>
    <w:rsid w:val="00A81BC6"/>
    <w:rsid w:val="00A83D3E"/>
    <w:rsid w:val="00A841CD"/>
    <w:rsid w:val="00A8519D"/>
    <w:rsid w:val="00A857F2"/>
    <w:rsid w:val="00A858E0"/>
    <w:rsid w:val="00A86C2B"/>
    <w:rsid w:val="00A9152F"/>
    <w:rsid w:val="00A92F19"/>
    <w:rsid w:val="00A92F5C"/>
    <w:rsid w:val="00A932D8"/>
    <w:rsid w:val="00A93E1E"/>
    <w:rsid w:val="00A94D50"/>
    <w:rsid w:val="00A9557E"/>
    <w:rsid w:val="00A955E9"/>
    <w:rsid w:val="00A95F78"/>
    <w:rsid w:val="00A97318"/>
    <w:rsid w:val="00A978AF"/>
    <w:rsid w:val="00AA0B15"/>
    <w:rsid w:val="00AA0FE7"/>
    <w:rsid w:val="00AA1B56"/>
    <w:rsid w:val="00AA4AA4"/>
    <w:rsid w:val="00AA5AB0"/>
    <w:rsid w:val="00AA6DB9"/>
    <w:rsid w:val="00AB2105"/>
    <w:rsid w:val="00AB47AF"/>
    <w:rsid w:val="00AB5C71"/>
    <w:rsid w:val="00AC0897"/>
    <w:rsid w:val="00AC1296"/>
    <w:rsid w:val="00AC1305"/>
    <w:rsid w:val="00AC134E"/>
    <w:rsid w:val="00AC1CDA"/>
    <w:rsid w:val="00AC2ED3"/>
    <w:rsid w:val="00AC3001"/>
    <w:rsid w:val="00AC3639"/>
    <w:rsid w:val="00AC3736"/>
    <w:rsid w:val="00AC42AA"/>
    <w:rsid w:val="00AC4AE3"/>
    <w:rsid w:val="00AC6F00"/>
    <w:rsid w:val="00AC77D8"/>
    <w:rsid w:val="00AD0213"/>
    <w:rsid w:val="00AD4E4A"/>
    <w:rsid w:val="00AD587B"/>
    <w:rsid w:val="00AD58B4"/>
    <w:rsid w:val="00AD6397"/>
    <w:rsid w:val="00AD7159"/>
    <w:rsid w:val="00AD73EF"/>
    <w:rsid w:val="00AE0778"/>
    <w:rsid w:val="00AE3B9C"/>
    <w:rsid w:val="00AE519B"/>
    <w:rsid w:val="00AF252B"/>
    <w:rsid w:val="00AF2622"/>
    <w:rsid w:val="00AF336D"/>
    <w:rsid w:val="00AF4686"/>
    <w:rsid w:val="00AF6B60"/>
    <w:rsid w:val="00AF7AC2"/>
    <w:rsid w:val="00B04F05"/>
    <w:rsid w:val="00B06797"/>
    <w:rsid w:val="00B06A05"/>
    <w:rsid w:val="00B118E3"/>
    <w:rsid w:val="00B12E43"/>
    <w:rsid w:val="00B132F6"/>
    <w:rsid w:val="00B14248"/>
    <w:rsid w:val="00B14F11"/>
    <w:rsid w:val="00B15290"/>
    <w:rsid w:val="00B15BB3"/>
    <w:rsid w:val="00B17511"/>
    <w:rsid w:val="00B1781C"/>
    <w:rsid w:val="00B228D1"/>
    <w:rsid w:val="00B22BE2"/>
    <w:rsid w:val="00B22D73"/>
    <w:rsid w:val="00B24841"/>
    <w:rsid w:val="00B26FA8"/>
    <w:rsid w:val="00B274EE"/>
    <w:rsid w:val="00B2791B"/>
    <w:rsid w:val="00B30885"/>
    <w:rsid w:val="00B31242"/>
    <w:rsid w:val="00B326FA"/>
    <w:rsid w:val="00B34646"/>
    <w:rsid w:val="00B349EF"/>
    <w:rsid w:val="00B35CAB"/>
    <w:rsid w:val="00B35DFE"/>
    <w:rsid w:val="00B374F6"/>
    <w:rsid w:val="00B40531"/>
    <w:rsid w:val="00B4169D"/>
    <w:rsid w:val="00B424F3"/>
    <w:rsid w:val="00B450E2"/>
    <w:rsid w:val="00B460E1"/>
    <w:rsid w:val="00B46B79"/>
    <w:rsid w:val="00B47074"/>
    <w:rsid w:val="00B475AD"/>
    <w:rsid w:val="00B4774E"/>
    <w:rsid w:val="00B542B0"/>
    <w:rsid w:val="00B604C2"/>
    <w:rsid w:val="00B61D1E"/>
    <w:rsid w:val="00B6301E"/>
    <w:rsid w:val="00B64CBB"/>
    <w:rsid w:val="00B64ED3"/>
    <w:rsid w:val="00B65B97"/>
    <w:rsid w:val="00B67BF1"/>
    <w:rsid w:val="00B7229D"/>
    <w:rsid w:val="00B73F63"/>
    <w:rsid w:val="00B754B9"/>
    <w:rsid w:val="00B772FA"/>
    <w:rsid w:val="00B77C02"/>
    <w:rsid w:val="00B77E1A"/>
    <w:rsid w:val="00B80A17"/>
    <w:rsid w:val="00B82E24"/>
    <w:rsid w:val="00B838A4"/>
    <w:rsid w:val="00B83985"/>
    <w:rsid w:val="00B840FD"/>
    <w:rsid w:val="00B84EA4"/>
    <w:rsid w:val="00B85F54"/>
    <w:rsid w:val="00B86F21"/>
    <w:rsid w:val="00B87404"/>
    <w:rsid w:val="00B90D6B"/>
    <w:rsid w:val="00B91A91"/>
    <w:rsid w:val="00B92133"/>
    <w:rsid w:val="00B931F3"/>
    <w:rsid w:val="00B9353E"/>
    <w:rsid w:val="00B94138"/>
    <w:rsid w:val="00B979AC"/>
    <w:rsid w:val="00BA01C6"/>
    <w:rsid w:val="00BA1233"/>
    <w:rsid w:val="00BA139E"/>
    <w:rsid w:val="00BA2C87"/>
    <w:rsid w:val="00BA407D"/>
    <w:rsid w:val="00BA4BF6"/>
    <w:rsid w:val="00BA4E31"/>
    <w:rsid w:val="00BA624C"/>
    <w:rsid w:val="00BA7409"/>
    <w:rsid w:val="00BB2FF6"/>
    <w:rsid w:val="00BB3E03"/>
    <w:rsid w:val="00BB4082"/>
    <w:rsid w:val="00BB57E5"/>
    <w:rsid w:val="00BB688C"/>
    <w:rsid w:val="00BB77A1"/>
    <w:rsid w:val="00BC0115"/>
    <w:rsid w:val="00BC0130"/>
    <w:rsid w:val="00BC01B4"/>
    <w:rsid w:val="00BC0E9C"/>
    <w:rsid w:val="00BC3C1F"/>
    <w:rsid w:val="00BC5D06"/>
    <w:rsid w:val="00BC5D7C"/>
    <w:rsid w:val="00BC66BD"/>
    <w:rsid w:val="00BD019F"/>
    <w:rsid w:val="00BD1AEF"/>
    <w:rsid w:val="00BD3878"/>
    <w:rsid w:val="00BD5015"/>
    <w:rsid w:val="00BD54E6"/>
    <w:rsid w:val="00BD62A1"/>
    <w:rsid w:val="00BD79AC"/>
    <w:rsid w:val="00BD7E5F"/>
    <w:rsid w:val="00BE3FEB"/>
    <w:rsid w:val="00BF1B7A"/>
    <w:rsid w:val="00BF2C58"/>
    <w:rsid w:val="00BF3784"/>
    <w:rsid w:val="00BF3D90"/>
    <w:rsid w:val="00BF5460"/>
    <w:rsid w:val="00BF74A9"/>
    <w:rsid w:val="00BF7C50"/>
    <w:rsid w:val="00BF7DF8"/>
    <w:rsid w:val="00C004EF"/>
    <w:rsid w:val="00C008C9"/>
    <w:rsid w:val="00C00F55"/>
    <w:rsid w:val="00C02413"/>
    <w:rsid w:val="00C04A09"/>
    <w:rsid w:val="00C04F29"/>
    <w:rsid w:val="00C04F6C"/>
    <w:rsid w:val="00C05657"/>
    <w:rsid w:val="00C05C0B"/>
    <w:rsid w:val="00C06D96"/>
    <w:rsid w:val="00C07420"/>
    <w:rsid w:val="00C1075C"/>
    <w:rsid w:val="00C10AE0"/>
    <w:rsid w:val="00C1217D"/>
    <w:rsid w:val="00C14BA8"/>
    <w:rsid w:val="00C16CCD"/>
    <w:rsid w:val="00C205AF"/>
    <w:rsid w:val="00C2165D"/>
    <w:rsid w:val="00C2192B"/>
    <w:rsid w:val="00C22FB1"/>
    <w:rsid w:val="00C23E9F"/>
    <w:rsid w:val="00C27267"/>
    <w:rsid w:val="00C27331"/>
    <w:rsid w:val="00C2765D"/>
    <w:rsid w:val="00C301BD"/>
    <w:rsid w:val="00C3096A"/>
    <w:rsid w:val="00C31A63"/>
    <w:rsid w:val="00C33F89"/>
    <w:rsid w:val="00C34245"/>
    <w:rsid w:val="00C3704B"/>
    <w:rsid w:val="00C37569"/>
    <w:rsid w:val="00C37E0F"/>
    <w:rsid w:val="00C402E9"/>
    <w:rsid w:val="00C430E6"/>
    <w:rsid w:val="00C43CDA"/>
    <w:rsid w:val="00C458E1"/>
    <w:rsid w:val="00C46042"/>
    <w:rsid w:val="00C46344"/>
    <w:rsid w:val="00C464BE"/>
    <w:rsid w:val="00C46615"/>
    <w:rsid w:val="00C46E39"/>
    <w:rsid w:val="00C47ABC"/>
    <w:rsid w:val="00C50682"/>
    <w:rsid w:val="00C51CC0"/>
    <w:rsid w:val="00C53277"/>
    <w:rsid w:val="00C544A2"/>
    <w:rsid w:val="00C5495C"/>
    <w:rsid w:val="00C56CCB"/>
    <w:rsid w:val="00C60220"/>
    <w:rsid w:val="00C60230"/>
    <w:rsid w:val="00C604EE"/>
    <w:rsid w:val="00C60664"/>
    <w:rsid w:val="00C61115"/>
    <w:rsid w:val="00C6210C"/>
    <w:rsid w:val="00C62707"/>
    <w:rsid w:val="00C63813"/>
    <w:rsid w:val="00C63D38"/>
    <w:rsid w:val="00C651DA"/>
    <w:rsid w:val="00C65208"/>
    <w:rsid w:val="00C711A5"/>
    <w:rsid w:val="00C71C29"/>
    <w:rsid w:val="00C731F3"/>
    <w:rsid w:val="00C743F3"/>
    <w:rsid w:val="00C744C4"/>
    <w:rsid w:val="00C7536E"/>
    <w:rsid w:val="00C75748"/>
    <w:rsid w:val="00C7587F"/>
    <w:rsid w:val="00C758F5"/>
    <w:rsid w:val="00C7681E"/>
    <w:rsid w:val="00C76B75"/>
    <w:rsid w:val="00C779BC"/>
    <w:rsid w:val="00C8385F"/>
    <w:rsid w:val="00C843DF"/>
    <w:rsid w:val="00C857F3"/>
    <w:rsid w:val="00C858FA"/>
    <w:rsid w:val="00C8753A"/>
    <w:rsid w:val="00C91B38"/>
    <w:rsid w:val="00C91FC4"/>
    <w:rsid w:val="00C93963"/>
    <w:rsid w:val="00C93CF5"/>
    <w:rsid w:val="00C9528C"/>
    <w:rsid w:val="00C956D5"/>
    <w:rsid w:val="00C9614D"/>
    <w:rsid w:val="00CA14E9"/>
    <w:rsid w:val="00CA30AD"/>
    <w:rsid w:val="00CA3EAE"/>
    <w:rsid w:val="00CA4BE0"/>
    <w:rsid w:val="00CA4CE6"/>
    <w:rsid w:val="00CA74DE"/>
    <w:rsid w:val="00CA7643"/>
    <w:rsid w:val="00CA7E3F"/>
    <w:rsid w:val="00CB13A5"/>
    <w:rsid w:val="00CB59C5"/>
    <w:rsid w:val="00CB716A"/>
    <w:rsid w:val="00CB762B"/>
    <w:rsid w:val="00CC12D7"/>
    <w:rsid w:val="00CC1F3E"/>
    <w:rsid w:val="00CC30BC"/>
    <w:rsid w:val="00CC3656"/>
    <w:rsid w:val="00CC4E65"/>
    <w:rsid w:val="00CC6EDD"/>
    <w:rsid w:val="00CD2275"/>
    <w:rsid w:val="00CD683F"/>
    <w:rsid w:val="00CD6DE0"/>
    <w:rsid w:val="00CE0792"/>
    <w:rsid w:val="00CE0EA8"/>
    <w:rsid w:val="00CE2C13"/>
    <w:rsid w:val="00CE406C"/>
    <w:rsid w:val="00CE478D"/>
    <w:rsid w:val="00CE4BBB"/>
    <w:rsid w:val="00CE59F3"/>
    <w:rsid w:val="00CE6272"/>
    <w:rsid w:val="00CE65A4"/>
    <w:rsid w:val="00CE7EA6"/>
    <w:rsid w:val="00CE7EC5"/>
    <w:rsid w:val="00CF0739"/>
    <w:rsid w:val="00CF0A12"/>
    <w:rsid w:val="00CF12AB"/>
    <w:rsid w:val="00CF1599"/>
    <w:rsid w:val="00CF164E"/>
    <w:rsid w:val="00CF31CC"/>
    <w:rsid w:val="00CF3F34"/>
    <w:rsid w:val="00CF5DB6"/>
    <w:rsid w:val="00CF6E84"/>
    <w:rsid w:val="00CF79CB"/>
    <w:rsid w:val="00D023C2"/>
    <w:rsid w:val="00D02D0F"/>
    <w:rsid w:val="00D03C76"/>
    <w:rsid w:val="00D0606A"/>
    <w:rsid w:val="00D111FE"/>
    <w:rsid w:val="00D11ECE"/>
    <w:rsid w:val="00D134C4"/>
    <w:rsid w:val="00D13BB5"/>
    <w:rsid w:val="00D14116"/>
    <w:rsid w:val="00D1495D"/>
    <w:rsid w:val="00D15062"/>
    <w:rsid w:val="00D15136"/>
    <w:rsid w:val="00D204AF"/>
    <w:rsid w:val="00D216C5"/>
    <w:rsid w:val="00D22A15"/>
    <w:rsid w:val="00D22A41"/>
    <w:rsid w:val="00D22D68"/>
    <w:rsid w:val="00D22E1C"/>
    <w:rsid w:val="00D22EC0"/>
    <w:rsid w:val="00D23334"/>
    <w:rsid w:val="00D24AAA"/>
    <w:rsid w:val="00D2560A"/>
    <w:rsid w:val="00D25EB0"/>
    <w:rsid w:val="00D265E6"/>
    <w:rsid w:val="00D303BC"/>
    <w:rsid w:val="00D311DD"/>
    <w:rsid w:val="00D315F6"/>
    <w:rsid w:val="00D32D88"/>
    <w:rsid w:val="00D33665"/>
    <w:rsid w:val="00D33699"/>
    <w:rsid w:val="00D336B2"/>
    <w:rsid w:val="00D33BEB"/>
    <w:rsid w:val="00D33DE0"/>
    <w:rsid w:val="00D3534D"/>
    <w:rsid w:val="00D3575F"/>
    <w:rsid w:val="00D35BC8"/>
    <w:rsid w:val="00D36C16"/>
    <w:rsid w:val="00D378D6"/>
    <w:rsid w:val="00D41990"/>
    <w:rsid w:val="00D4275C"/>
    <w:rsid w:val="00D43DAD"/>
    <w:rsid w:val="00D43E65"/>
    <w:rsid w:val="00D447D3"/>
    <w:rsid w:val="00D47E67"/>
    <w:rsid w:val="00D508B2"/>
    <w:rsid w:val="00D50F0B"/>
    <w:rsid w:val="00D55C7A"/>
    <w:rsid w:val="00D561DF"/>
    <w:rsid w:val="00D56302"/>
    <w:rsid w:val="00D57EBA"/>
    <w:rsid w:val="00D611F5"/>
    <w:rsid w:val="00D62E5D"/>
    <w:rsid w:val="00D70B8B"/>
    <w:rsid w:val="00D71E11"/>
    <w:rsid w:val="00D728C3"/>
    <w:rsid w:val="00D73993"/>
    <w:rsid w:val="00D73B0D"/>
    <w:rsid w:val="00D74046"/>
    <w:rsid w:val="00D7709D"/>
    <w:rsid w:val="00D8386A"/>
    <w:rsid w:val="00D84973"/>
    <w:rsid w:val="00D85068"/>
    <w:rsid w:val="00D8507E"/>
    <w:rsid w:val="00D855E5"/>
    <w:rsid w:val="00D8710B"/>
    <w:rsid w:val="00D87C2D"/>
    <w:rsid w:val="00D91DD5"/>
    <w:rsid w:val="00D92D1C"/>
    <w:rsid w:val="00D93000"/>
    <w:rsid w:val="00D932F2"/>
    <w:rsid w:val="00D95788"/>
    <w:rsid w:val="00D96CCB"/>
    <w:rsid w:val="00D97730"/>
    <w:rsid w:val="00D977AA"/>
    <w:rsid w:val="00D97967"/>
    <w:rsid w:val="00DA0AD1"/>
    <w:rsid w:val="00DA47CF"/>
    <w:rsid w:val="00DA7AC7"/>
    <w:rsid w:val="00DB116A"/>
    <w:rsid w:val="00DB1527"/>
    <w:rsid w:val="00DB1C4A"/>
    <w:rsid w:val="00DB2674"/>
    <w:rsid w:val="00DB484C"/>
    <w:rsid w:val="00DB4E7D"/>
    <w:rsid w:val="00DB634F"/>
    <w:rsid w:val="00DC24AF"/>
    <w:rsid w:val="00DC7144"/>
    <w:rsid w:val="00DC73FE"/>
    <w:rsid w:val="00DD1875"/>
    <w:rsid w:val="00DD24D8"/>
    <w:rsid w:val="00DD64EF"/>
    <w:rsid w:val="00DE645C"/>
    <w:rsid w:val="00DE77BA"/>
    <w:rsid w:val="00DE7E39"/>
    <w:rsid w:val="00DF3419"/>
    <w:rsid w:val="00DF4ECA"/>
    <w:rsid w:val="00DF5E5B"/>
    <w:rsid w:val="00DF7463"/>
    <w:rsid w:val="00DF795A"/>
    <w:rsid w:val="00E01965"/>
    <w:rsid w:val="00E025E0"/>
    <w:rsid w:val="00E071D8"/>
    <w:rsid w:val="00E07D8D"/>
    <w:rsid w:val="00E1131E"/>
    <w:rsid w:val="00E12FD9"/>
    <w:rsid w:val="00E153C9"/>
    <w:rsid w:val="00E15569"/>
    <w:rsid w:val="00E1636F"/>
    <w:rsid w:val="00E167BB"/>
    <w:rsid w:val="00E17982"/>
    <w:rsid w:val="00E17C73"/>
    <w:rsid w:val="00E20EB8"/>
    <w:rsid w:val="00E235D7"/>
    <w:rsid w:val="00E23F1D"/>
    <w:rsid w:val="00E2485B"/>
    <w:rsid w:val="00E24B89"/>
    <w:rsid w:val="00E24BFF"/>
    <w:rsid w:val="00E25771"/>
    <w:rsid w:val="00E25BDA"/>
    <w:rsid w:val="00E30D89"/>
    <w:rsid w:val="00E31D0B"/>
    <w:rsid w:val="00E33B06"/>
    <w:rsid w:val="00E346F1"/>
    <w:rsid w:val="00E354C7"/>
    <w:rsid w:val="00E41C92"/>
    <w:rsid w:val="00E421C2"/>
    <w:rsid w:val="00E43995"/>
    <w:rsid w:val="00E439C2"/>
    <w:rsid w:val="00E441B2"/>
    <w:rsid w:val="00E44724"/>
    <w:rsid w:val="00E453DD"/>
    <w:rsid w:val="00E462EB"/>
    <w:rsid w:val="00E47605"/>
    <w:rsid w:val="00E5254B"/>
    <w:rsid w:val="00E5449F"/>
    <w:rsid w:val="00E603F4"/>
    <w:rsid w:val="00E623FD"/>
    <w:rsid w:val="00E62B05"/>
    <w:rsid w:val="00E64A7D"/>
    <w:rsid w:val="00E650DE"/>
    <w:rsid w:val="00E654C2"/>
    <w:rsid w:val="00E654F4"/>
    <w:rsid w:val="00E65AEC"/>
    <w:rsid w:val="00E65F8F"/>
    <w:rsid w:val="00E665E2"/>
    <w:rsid w:val="00E66805"/>
    <w:rsid w:val="00E7123B"/>
    <w:rsid w:val="00E71FFE"/>
    <w:rsid w:val="00E7321F"/>
    <w:rsid w:val="00E7571D"/>
    <w:rsid w:val="00E759E4"/>
    <w:rsid w:val="00E80AAD"/>
    <w:rsid w:val="00E82399"/>
    <w:rsid w:val="00E851A6"/>
    <w:rsid w:val="00E85713"/>
    <w:rsid w:val="00E85962"/>
    <w:rsid w:val="00E876FE"/>
    <w:rsid w:val="00E95B44"/>
    <w:rsid w:val="00E95BE5"/>
    <w:rsid w:val="00EA14F8"/>
    <w:rsid w:val="00EA3458"/>
    <w:rsid w:val="00EA5061"/>
    <w:rsid w:val="00EA620C"/>
    <w:rsid w:val="00EA6299"/>
    <w:rsid w:val="00EA6DE0"/>
    <w:rsid w:val="00EA6FAC"/>
    <w:rsid w:val="00EB1B17"/>
    <w:rsid w:val="00EB2C24"/>
    <w:rsid w:val="00EB2EC2"/>
    <w:rsid w:val="00EB3475"/>
    <w:rsid w:val="00EB3599"/>
    <w:rsid w:val="00EB5F63"/>
    <w:rsid w:val="00EB7ADF"/>
    <w:rsid w:val="00EC1FE1"/>
    <w:rsid w:val="00EC347C"/>
    <w:rsid w:val="00EC43BD"/>
    <w:rsid w:val="00EC7B67"/>
    <w:rsid w:val="00ED07D1"/>
    <w:rsid w:val="00ED09B5"/>
    <w:rsid w:val="00ED0B79"/>
    <w:rsid w:val="00ED61E5"/>
    <w:rsid w:val="00ED7213"/>
    <w:rsid w:val="00ED7AC2"/>
    <w:rsid w:val="00EE0A25"/>
    <w:rsid w:val="00EE0C84"/>
    <w:rsid w:val="00EE1692"/>
    <w:rsid w:val="00EE1CC1"/>
    <w:rsid w:val="00EE4CD6"/>
    <w:rsid w:val="00EE4E2A"/>
    <w:rsid w:val="00EE5744"/>
    <w:rsid w:val="00EE5888"/>
    <w:rsid w:val="00EE71E1"/>
    <w:rsid w:val="00EF0F23"/>
    <w:rsid w:val="00EF3F27"/>
    <w:rsid w:val="00EF4BB9"/>
    <w:rsid w:val="00EF6E1D"/>
    <w:rsid w:val="00EF79BF"/>
    <w:rsid w:val="00EF7BB5"/>
    <w:rsid w:val="00F03865"/>
    <w:rsid w:val="00F041E4"/>
    <w:rsid w:val="00F04B5D"/>
    <w:rsid w:val="00F105DC"/>
    <w:rsid w:val="00F122A5"/>
    <w:rsid w:val="00F128C7"/>
    <w:rsid w:val="00F134EF"/>
    <w:rsid w:val="00F136B5"/>
    <w:rsid w:val="00F15AFC"/>
    <w:rsid w:val="00F15F51"/>
    <w:rsid w:val="00F163C3"/>
    <w:rsid w:val="00F175D9"/>
    <w:rsid w:val="00F200BD"/>
    <w:rsid w:val="00F21E4C"/>
    <w:rsid w:val="00F226EB"/>
    <w:rsid w:val="00F27B77"/>
    <w:rsid w:val="00F332F6"/>
    <w:rsid w:val="00F3509E"/>
    <w:rsid w:val="00F37734"/>
    <w:rsid w:val="00F37B69"/>
    <w:rsid w:val="00F415D1"/>
    <w:rsid w:val="00F4200B"/>
    <w:rsid w:val="00F42C86"/>
    <w:rsid w:val="00F45337"/>
    <w:rsid w:val="00F453F1"/>
    <w:rsid w:val="00F45E3D"/>
    <w:rsid w:val="00F45ECF"/>
    <w:rsid w:val="00F46BF5"/>
    <w:rsid w:val="00F46DED"/>
    <w:rsid w:val="00F479BD"/>
    <w:rsid w:val="00F47ADA"/>
    <w:rsid w:val="00F50F40"/>
    <w:rsid w:val="00F51304"/>
    <w:rsid w:val="00F52BB9"/>
    <w:rsid w:val="00F563AF"/>
    <w:rsid w:val="00F56ECB"/>
    <w:rsid w:val="00F61132"/>
    <w:rsid w:val="00F63BE6"/>
    <w:rsid w:val="00F6430A"/>
    <w:rsid w:val="00F64ED5"/>
    <w:rsid w:val="00F65BE1"/>
    <w:rsid w:val="00F71992"/>
    <w:rsid w:val="00F72362"/>
    <w:rsid w:val="00F74E7A"/>
    <w:rsid w:val="00F7726D"/>
    <w:rsid w:val="00F83348"/>
    <w:rsid w:val="00F844CC"/>
    <w:rsid w:val="00F84520"/>
    <w:rsid w:val="00F84865"/>
    <w:rsid w:val="00F84B77"/>
    <w:rsid w:val="00F85D9D"/>
    <w:rsid w:val="00F90CCF"/>
    <w:rsid w:val="00F90F80"/>
    <w:rsid w:val="00F9110A"/>
    <w:rsid w:val="00F91E7D"/>
    <w:rsid w:val="00F92796"/>
    <w:rsid w:val="00F93482"/>
    <w:rsid w:val="00F93E48"/>
    <w:rsid w:val="00F93E74"/>
    <w:rsid w:val="00F94535"/>
    <w:rsid w:val="00FA29EF"/>
    <w:rsid w:val="00FA2E3A"/>
    <w:rsid w:val="00FA301E"/>
    <w:rsid w:val="00FA42B3"/>
    <w:rsid w:val="00FA718C"/>
    <w:rsid w:val="00FA7781"/>
    <w:rsid w:val="00FA7936"/>
    <w:rsid w:val="00FB0D6C"/>
    <w:rsid w:val="00FB2972"/>
    <w:rsid w:val="00FB3359"/>
    <w:rsid w:val="00FB3A6F"/>
    <w:rsid w:val="00FB3BCD"/>
    <w:rsid w:val="00FB4257"/>
    <w:rsid w:val="00FB43AF"/>
    <w:rsid w:val="00FB44E5"/>
    <w:rsid w:val="00FB57EA"/>
    <w:rsid w:val="00FB5C2B"/>
    <w:rsid w:val="00FC113A"/>
    <w:rsid w:val="00FC1719"/>
    <w:rsid w:val="00FC292D"/>
    <w:rsid w:val="00FC2E39"/>
    <w:rsid w:val="00FC4494"/>
    <w:rsid w:val="00FC4E54"/>
    <w:rsid w:val="00FC69C7"/>
    <w:rsid w:val="00FC7160"/>
    <w:rsid w:val="00FC75B1"/>
    <w:rsid w:val="00FD09BC"/>
    <w:rsid w:val="00FD10C9"/>
    <w:rsid w:val="00FD33FD"/>
    <w:rsid w:val="00FD37C1"/>
    <w:rsid w:val="00FD4A6E"/>
    <w:rsid w:val="00FD4BF6"/>
    <w:rsid w:val="00FD5764"/>
    <w:rsid w:val="00FD590C"/>
    <w:rsid w:val="00FD6335"/>
    <w:rsid w:val="00FD7220"/>
    <w:rsid w:val="00FD7ED1"/>
    <w:rsid w:val="00FE08A8"/>
    <w:rsid w:val="00FE0935"/>
    <w:rsid w:val="00FE204A"/>
    <w:rsid w:val="00FE20C7"/>
    <w:rsid w:val="00FE3539"/>
    <w:rsid w:val="00FE4A89"/>
    <w:rsid w:val="00FE4D74"/>
    <w:rsid w:val="00FE5B0E"/>
    <w:rsid w:val="00FE5BCF"/>
    <w:rsid w:val="00FE7A33"/>
    <w:rsid w:val="00FF1440"/>
    <w:rsid w:val="00FF15AF"/>
    <w:rsid w:val="00FF1629"/>
    <w:rsid w:val="00FF1A9A"/>
    <w:rsid w:val="00FF3132"/>
    <w:rsid w:val="00FF37D9"/>
    <w:rsid w:val="00FF3F61"/>
    <w:rsid w:val="00FF522C"/>
    <w:rsid w:val="00FF5A04"/>
    <w:rsid w:val="00FF658D"/>
    <w:rsid w:val="00FF6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0A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B70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70A6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C602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245</Words>
  <Characters>1399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Лариса</cp:lastModifiedBy>
  <cp:revision>4</cp:revision>
  <cp:lastPrinted>2016-09-12T13:48:00Z</cp:lastPrinted>
  <dcterms:created xsi:type="dcterms:W3CDTF">2017-05-17T11:52:00Z</dcterms:created>
  <dcterms:modified xsi:type="dcterms:W3CDTF">2018-04-10T05:28:00Z</dcterms:modified>
</cp:coreProperties>
</file>