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FFC" w:rsidRPr="00434373" w:rsidRDefault="00131FFC" w:rsidP="008B425D">
      <w:pPr>
        <w:spacing w:after="0" w:line="240" w:lineRule="auto"/>
        <w:jc w:val="center"/>
        <w:rPr>
          <w:rFonts w:ascii="Times New Roman" w:hAnsi="Times New Roman"/>
        </w:rPr>
      </w:pPr>
      <w:r w:rsidRPr="00AE5727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7pt;height:47.6pt;visibility:visible">
            <v:imagedata r:id="rId4" o:title=""/>
          </v:shape>
        </w:pict>
      </w:r>
    </w:p>
    <w:p w:rsidR="00131FFC" w:rsidRPr="008A75A8" w:rsidRDefault="00131FFC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75A8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131FFC" w:rsidRPr="008A75A8" w:rsidRDefault="00131FFC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75A8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131FFC" w:rsidRPr="00434373" w:rsidRDefault="00131FFC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131FFC" w:rsidRPr="00434373" w:rsidRDefault="00131FFC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434373">
        <w:rPr>
          <w:rFonts w:ascii="Times New Roman" w:hAnsi="Times New Roman"/>
          <w:b/>
          <w:bCs/>
          <w:sz w:val="28"/>
        </w:rPr>
        <w:t xml:space="preserve">РОЗПОРЯДЖЕННЯ </w:t>
      </w:r>
    </w:p>
    <w:p w:rsidR="00131FFC" w:rsidRPr="008A75A8" w:rsidRDefault="00131FFC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75A8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131FFC" w:rsidRPr="00434373" w:rsidRDefault="00131FFC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131FFC" w:rsidRPr="00434373" w:rsidRDefault="00131FFC" w:rsidP="008B425D">
      <w:pPr>
        <w:pStyle w:val="Header"/>
        <w:rPr>
          <w:b/>
          <w:bCs/>
        </w:rPr>
      </w:pPr>
      <w:r>
        <w:rPr>
          <w:b/>
          <w:bCs/>
        </w:rPr>
        <w:t>17.12.2018</w:t>
      </w:r>
      <w:r w:rsidRPr="00434373">
        <w:rPr>
          <w:b/>
          <w:bCs/>
        </w:rPr>
        <w:t xml:space="preserve">                                                 </w:t>
      </w:r>
      <w:r>
        <w:rPr>
          <w:b/>
          <w:bCs/>
        </w:rPr>
        <w:t xml:space="preserve">  </w:t>
      </w:r>
      <w:r w:rsidRPr="00434373">
        <w:rPr>
          <w:b/>
          <w:bCs/>
        </w:rPr>
        <w:t xml:space="preserve"> м. Ромни                                               </w:t>
      </w:r>
      <w:r>
        <w:rPr>
          <w:b/>
          <w:bCs/>
        </w:rPr>
        <w:t xml:space="preserve"> </w:t>
      </w:r>
      <w:r w:rsidRPr="00434373">
        <w:rPr>
          <w:b/>
          <w:bCs/>
        </w:rPr>
        <w:t xml:space="preserve"> №</w:t>
      </w:r>
      <w:r>
        <w:rPr>
          <w:b/>
          <w:bCs/>
        </w:rPr>
        <w:t xml:space="preserve"> 414-ОД</w:t>
      </w:r>
    </w:p>
    <w:p w:rsidR="00131FFC" w:rsidRPr="00663FDE" w:rsidRDefault="00131FFC" w:rsidP="008B425D">
      <w:pPr>
        <w:spacing w:after="0" w:line="360" w:lineRule="auto"/>
        <w:rPr>
          <w:rFonts w:ascii="Times New Roman" w:hAnsi="Times New Roman"/>
          <w:b/>
          <w:bCs/>
        </w:rPr>
      </w:pPr>
    </w:p>
    <w:tbl>
      <w:tblPr>
        <w:tblW w:w="0" w:type="auto"/>
        <w:tblLook w:val="00A0"/>
      </w:tblPr>
      <w:tblGrid>
        <w:gridCol w:w="4361"/>
      </w:tblGrid>
      <w:tr w:rsidR="00131FFC" w:rsidRPr="0050152E" w:rsidTr="00806C15">
        <w:trPr>
          <w:trHeight w:val="1348"/>
        </w:trPr>
        <w:tc>
          <w:tcPr>
            <w:tcW w:w="4361" w:type="dxa"/>
          </w:tcPr>
          <w:p w:rsidR="00131FFC" w:rsidRPr="0050152E" w:rsidRDefault="00131FFC" w:rsidP="008B42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152E">
              <w:rPr>
                <w:rFonts w:ascii="Times New Roman" w:hAnsi="Times New Roman"/>
                <w:b/>
                <w:sz w:val="28"/>
                <w:szCs w:val="28"/>
              </w:rPr>
              <w:t xml:space="preserve">Про внесення змін до розпоряд-ження голови Роменської районної державної адміністрації від 27.07.2016 № 215-ОД </w:t>
            </w:r>
          </w:p>
        </w:tc>
      </w:tr>
    </w:tbl>
    <w:p w:rsidR="00131FFC" w:rsidRDefault="00131FFC"/>
    <w:p w:rsidR="00131FFC" w:rsidRDefault="00131FFC" w:rsidP="008B425D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6, 13, 16, 22, 28, 39 Закону України «Про місцеві державні адміністрації», </w:t>
      </w:r>
      <w:r>
        <w:rPr>
          <w:rFonts w:ascii="Times New Roman" w:hAnsi="Times New Roman"/>
          <w:noProof/>
          <w:sz w:val="28"/>
        </w:rPr>
        <w:t>у</w:t>
      </w:r>
      <w:r w:rsidRPr="00136C70">
        <w:rPr>
          <w:rFonts w:ascii="Times New Roman" w:hAnsi="Times New Roman"/>
          <w:noProof/>
          <w:sz w:val="28"/>
        </w:rPr>
        <w:t xml:space="preserve"> зв’язку з кадровими змінами </w:t>
      </w:r>
      <w:r>
        <w:rPr>
          <w:rFonts w:ascii="Times New Roman" w:hAnsi="Times New Roman"/>
          <w:noProof/>
          <w:sz w:val="28"/>
        </w:rPr>
        <w:t>у відділі освіти, молоді та спорту Роменської районної державної адміністрації:</w:t>
      </w:r>
    </w:p>
    <w:p w:rsidR="00131FFC" w:rsidRPr="0084297F" w:rsidRDefault="00131FFC" w:rsidP="0084297F">
      <w:pPr>
        <w:tabs>
          <w:tab w:val="left" w:pos="4395"/>
          <w:tab w:val="left" w:pos="9498"/>
        </w:tabs>
        <w:spacing w:after="0" w:line="240" w:lineRule="auto"/>
        <w:ind w:left="-105" w:right="72" w:firstLine="8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429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зміни до складу колегії відділу освіти, молоді та спорту Роменської районної державної адміністрації, затвердженого розпорядженням голови районної державної адміністрації від 27.07.2016 № 215-ОД «Про 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>затвердження складу колегії відділу освіти, молоді та спорту Роменської районної державної адміністрації та Положення про неї»</w:t>
      </w:r>
      <w:r>
        <w:rPr>
          <w:rFonts w:ascii="Times New Roman" w:hAnsi="Times New Roman"/>
          <w:sz w:val="28"/>
          <w:szCs w:val="28"/>
        </w:rPr>
        <w:t>, затвердивши новий склад (додається).</w:t>
      </w:r>
    </w:p>
    <w:p w:rsidR="00131FFC" w:rsidRDefault="00131FFC" w:rsidP="0084297F">
      <w:pPr>
        <w:tabs>
          <w:tab w:val="left" w:pos="4395"/>
          <w:tab w:val="left" w:pos="9498"/>
        </w:tabs>
        <w:spacing w:after="0" w:line="240" w:lineRule="auto"/>
        <w:ind w:left="-105" w:right="72" w:firstLine="8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Визнати таким, що втратило чинність розпорядження голови районної державної адміністрації від 12.12.2017 346-ОД «Про </w:t>
      </w:r>
      <w:r>
        <w:rPr>
          <w:rFonts w:ascii="Times New Roman" w:hAnsi="Times New Roman"/>
          <w:bCs/>
          <w:sz w:val="28"/>
          <w:szCs w:val="28"/>
          <w:lang w:eastAsia="ru-RU"/>
        </w:rPr>
        <w:t>внесення змін до розпорядження голови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 xml:space="preserve"> Роменської районної державної адміністрації </w:t>
      </w:r>
      <w:r>
        <w:rPr>
          <w:rFonts w:ascii="Times New Roman" w:hAnsi="Times New Roman"/>
          <w:bCs/>
          <w:sz w:val="28"/>
          <w:szCs w:val="28"/>
          <w:lang w:eastAsia="ru-RU"/>
        </w:rPr>
        <w:t>від 27.07.2016 № 215-ОД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131FFC" w:rsidRDefault="00131FFC" w:rsidP="00145BC9">
      <w:pPr>
        <w:tabs>
          <w:tab w:val="left" w:pos="7088"/>
        </w:tabs>
        <w:spacing w:after="0" w:line="240" w:lineRule="auto"/>
        <w:jc w:val="both"/>
      </w:pPr>
    </w:p>
    <w:p w:rsidR="00131FFC" w:rsidRPr="00A93410" w:rsidRDefault="00131FFC" w:rsidP="0000120E">
      <w:pPr>
        <w:pStyle w:val="BodyTextIndent"/>
        <w:tabs>
          <w:tab w:val="left" w:pos="2160"/>
          <w:tab w:val="left" w:pos="7088"/>
        </w:tabs>
        <w:ind w:firstLine="0"/>
        <w:rPr>
          <w:b/>
          <w:bCs/>
        </w:rPr>
      </w:pPr>
      <w:r>
        <w:rPr>
          <w:b/>
          <w:bCs/>
        </w:rPr>
        <w:t>Голова                                                                                        В.БІЛОХА</w:t>
      </w:r>
    </w:p>
    <w:p w:rsidR="00131FFC" w:rsidRPr="00A93410" w:rsidRDefault="00131FFC" w:rsidP="008B425D">
      <w:pPr>
        <w:pStyle w:val="BodyTextIndent"/>
        <w:tabs>
          <w:tab w:val="left" w:pos="2160"/>
        </w:tabs>
        <w:ind w:firstLine="0"/>
        <w:rPr>
          <w:b/>
          <w:bCs/>
        </w:rPr>
      </w:pPr>
    </w:p>
    <w:p w:rsidR="00131FFC" w:rsidRPr="003D0DEE" w:rsidRDefault="00131FFC" w:rsidP="008B425D">
      <w:pPr>
        <w:pStyle w:val="BodyTextIndent"/>
        <w:tabs>
          <w:tab w:val="left" w:pos="2160"/>
        </w:tabs>
        <w:ind w:firstLine="0"/>
        <w:rPr>
          <w:bCs/>
        </w:rPr>
      </w:pPr>
    </w:p>
    <w:p w:rsidR="00131FFC" w:rsidRPr="003D0DEE" w:rsidRDefault="00131FFC" w:rsidP="008B425D">
      <w:pPr>
        <w:pStyle w:val="BodyTextIndent"/>
        <w:tabs>
          <w:tab w:val="left" w:pos="2160"/>
        </w:tabs>
        <w:ind w:firstLine="0"/>
        <w:rPr>
          <w:bCs/>
        </w:rPr>
      </w:pPr>
    </w:p>
    <w:p w:rsidR="00131FFC" w:rsidRDefault="00131FFC"/>
    <w:p w:rsidR="00131FFC" w:rsidRDefault="00131FFC"/>
    <w:p w:rsidR="00131FFC" w:rsidRDefault="00131FFC"/>
    <w:p w:rsidR="00131FFC" w:rsidRDefault="00131FFC"/>
    <w:p w:rsidR="00131FFC" w:rsidRDefault="00131FFC"/>
    <w:p w:rsidR="00131FFC" w:rsidRDefault="00131FFC"/>
    <w:p w:rsidR="00131FFC" w:rsidRDefault="00131FFC"/>
    <w:p w:rsidR="00131FFC" w:rsidRDefault="00131FFC" w:rsidP="00B550AE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  <w:sectPr w:rsidR="00131FFC" w:rsidSect="008B425D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131FFC" w:rsidRDefault="00131FFC" w:rsidP="00B550AE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131FFC" w:rsidRDefault="00131FFC" w:rsidP="00B550AE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 Роменської районної державної  адміністрації</w:t>
      </w:r>
    </w:p>
    <w:p w:rsidR="00131FFC" w:rsidRPr="00BC085E" w:rsidRDefault="00131FFC" w:rsidP="00B550AE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pacing w:val="-20"/>
          <w:sz w:val="28"/>
          <w:szCs w:val="28"/>
        </w:rPr>
      </w:pPr>
      <w:r w:rsidRPr="00BC085E">
        <w:rPr>
          <w:rFonts w:ascii="Times New Roman" w:hAnsi="Times New Roman"/>
          <w:spacing w:val="-20"/>
          <w:sz w:val="28"/>
          <w:szCs w:val="28"/>
        </w:rPr>
        <w:t>17 грудня 2018 року № 414-ОД</w:t>
      </w:r>
    </w:p>
    <w:p w:rsidR="00131FFC" w:rsidRDefault="00131FFC" w:rsidP="00B550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Склад</w:t>
      </w:r>
    </w:p>
    <w:p w:rsidR="00131FFC" w:rsidRDefault="00131FFC" w:rsidP="00B550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колегії відділу освіти, молоді та спорту</w:t>
      </w:r>
    </w:p>
    <w:p w:rsidR="00131FFC" w:rsidRDefault="00131FFC" w:rsidP="00B550A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Роменської районної державної адміністрації</w:t>
      </w:r>
    </w:p>
    <w:tbl>
      <w:tblPr>
        <w:tblW w:w="0" w:type="auto"/>
        <w:tblLook w:val="00A0"/>
      </w:tblPr>
      <w:tblGrid>
        <w:gridCol w:w="2802"/>
        <w:gridCol w:w="7026"/>
      </w:tblGrid>
      <w:tr w:rsidR="00131FFC" w:rsidRPr="0050152E" w:rsidTr="00DE7A24">
        <w:tc>
          <w:tcPr>
            <w:tcW w:w="2802" w:type="dxa"/>
          </w:tcPr>
          <w:p w:rsidR="00131FFC" w:rsidRPr="0050152E" w:rsidRDefault="00131F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 xml:space="preserve">Шаповалова </w:t>
            </w:r>
          </w:p>
          <w:p w:rsidR="00131FFC" w:rsidRPr="0050152E" w:rsidRDefault="00131F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Олена Петрівна</w:t>
            </w:r>
          </w:p>
        </w:tc>
        <w:tc>
          <w:tcPr>
            <w:tcW w:w="7026" w:type="dxa"/>
          </w:tcPr>
          <w:p w:rsidR="00131FFC" w:rsidRPr="0050152E" w:rsidRDefault="00131FF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начальник відділу освіти, молоді та спорту Роменської районної державної адміністрації, голова колегії</w:t>
            </w:r>
          </w:p>
        </w:tc>
      </w:tr>
      <w:tr w:rsidR="00131FFC" w:rsidRPr="0050152E" w:rsidTr="00DE7A24">
        <w:tc>
          <w:tcPr>
            <w:tcW w:w="2802" w:type="dxa"/>
          </w:tcPr>
          <w:p w:rsidR="00131FFC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Козленко</w:t>
            </w:r>
          </w:p>
          <w:p w:rsidR="00131FFC" w:rsidRPr="0050152E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  <w:p w:rsidR="00131FFC" w:rsidRDefault="00131FFC" w:rsidP="00DE7A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 xml:space="preserve">Баскакова </w:t>
            </w:r>
          </w:p>
          <w:p w:rsidR="00131FFC" w:rsidRPr="0050152E" w:rsidRDefault="00131FFC" w:rsidP="00DE7A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Лідія Михайлівна</w:t>
            </w:r>
          </w:p>
          <w:p w:rsidR="00131FFC" w:rsidRPr="0050152E" w:rsidRDefault="00131FFC" w:rsidP="00DE7A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Бойко Оксана Миколаївна</w:t>
            </w:r>
          </w:p>
        </w:tc>
        <w:tc>
          <w:tcPr>
            <w:tcW w:w="7026" w:type="dxa"/>
          </w:tcPr>
          <w:p w:rsidR="00131FFC" w:rsidRPr="0050152E" w:rsidRDefault="00131FF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головний спеціаліст відділу освіти, молоді та спорту Роменської районної державної адміністрації, секретар колегії</w:t>
            </w:r>
          </w:p>
          <w:p w:rsidR="00131FFC" w:rsidRPr="0050152E" w:rsidRDefault="00131FF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директор Анастасівської загальноосвітньої школи І-ІІІ ступенів Роменської районної ради Сумської області</w:t>
            </w:r>
          </w:p>
          <w:p w:rsidR="00131FFC" w:rsidRPr="0050152E" w:rsidRDefault="00131FF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завідувач сектору молоді та спорту відділу освіти, молоді та спорту Роменської районної державної адміністрації</w:t>
            </w:r>
          </w:p>
        </w:tc>
      </w:tr>
      <w:tr w:rsidR="00131FFC" w:rsidRPr="0050152E" w:rsidTr="00DE7A24">
        <w:tc>
          <w:tcPr>
            <w:tcW w:w="2802" w:type="dxa"/>
          </w:tcPr>
          <w:p w:rsidR="00131FFC" w:rsidRPr="0050152E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26" w:type="dxa"/>
          </w:tcPr>
          <w:p w:rsidR="00131FFC" w:rsidRPr="0050152E" w:rsidRDefault="00131FFC" w:rsidP="00BC085E">
            <w:pPr>
              <w:tabs>
                <w:tab w:val="left" w:pos="4297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31FFC" w:rsidRPr="0050152E" w:rsidTr="00DE7A24">
        <w:tc>
          <w:tcPr>
            <w:tcW w:w="2802" w:type="dxa"/>
          </w:tcPr>
          <w:p w:rsidR="00131FFC" w:rsidRPr="0050152E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26" w:type="dxa"/>
          </w:tcPr>
          <w:p w:rsidR="00131FFC" w:rsidRPr="0050152E" w:rsidRDefault="00131FF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131FFC" w:rsidRPr="0050152E" w:rsidTr="00DE7A24">
        <w:tc>
          <w:tcPr>
            <w:tcW w:w="2802" w:type="dxa"/>
          </w:tcPr>
          <w:p w:rsidR="00131FFC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Василенко</w:t>
            </w:r>
          </w:p>
          <w:p w:rsidR="00131FFC" w:rsidRPr="0050152E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Юрій Валентинович</w:t>
            </w:r>
          </w:p>
        </w:tc>
        <w:tc>
          <w:tcPr>
            <w:tcW w:w="7026" w:type="dxa"/>
          </w:tcPr>
          <w:p w:rsidR="00131FFC" w:rsidRPr="0050152E" w:rsidRDefault="00131FF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директор Глинської загальноосвітньої школи І-ІІІ ступенів Роменської районної ради Сумської області</w:t>
            </w:r>
          </w:p>
        </w:tc>
      </w:tr>
      <w:tr w:rsidR="00131FFC" w:rsidRPr="0050152E" w:rsidTr="00DE7A24">
        <w:tc>
          <w:tcPr>
            <w:tcW w:w="2802" w:type="dxa"/>
          </w:tcPr>
          <w:p w:rsidR="00131FFC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Величко</w:t>
            </w:r>
          </w:p>
          <w:p w:rsidR="00131FFC" w:rsidRPr="0050152E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Василь Андрійович</w:t>
            </w:r>
          </w:p>
        </w:tc>
        <w:tc>
          <w:tcPr>
            <w:tcW w:w="7026" w:type="dxa"/>
          </w:tcPr>
          <w:p w:rsidR="00131FFC" w:rsidRPr="0050152E" w:rsidRDefault="00131FF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директор Великобубнівської загальноосвітньої школи І-ІІІ ступенів Роменської районної ради Сумської області</w:t>
            </w:r>
          </w:p>
        </w:tc>
      </w:tr>
      <w:tr w:rsidR="00131FFC" w:rsidRPr="0050152E" w:rsidTr="00DE7A24">
        <w:tc>
          <w:tcPr>
            <w:tcW w:w="2802" w:type="dxa"/>
          </w:tcPr>
          <w:p w:rsidR="00131FFC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 xml:space="preserve">Гавриленко </w:t>
            </w:r>
          </w:p>
          <w:p w:rsidR="00131FFC" w:rsidRPr="0050152E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Ніна Миколаївна</w:t>
            </w:r>
          </w:p>
        </w:tc>
        <w:tc>
          <w:tcPr>
            <w:tcW w:w="7026" w:type="dxa"/>
          </w:tcPr>
          <w:p w:rsidR="00131FFC" w:rsidRPr="0050152E" w:rsidRDefault="00131FF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завідувач методичного кабінету відділу освіти, молоді та спорту Роменської районної державної адміністрації</w:t>
            </w:r>
          </w:p>
        </w:tc>
      </w:tr>
      <w:tr w:rsidR="00131FFC" w:rsidRPr="0050152E" w:rsidTr="00DE7A24">
        <w:tc>
          <w:tcPr>
            <w:tcW w:w="2802" w:type="dxa"/>
          </w:tcPr>
          <w:p w:rsidR="00131FFC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 xml:space="preserve">Завадько </w:t>
            </w:r>
          </w:p>
          <w:p w:rsidR="00131FFC" w:rsidRPr="0050152E" w:rsidRDefault="00131FFC" w:rsidP="00DE7A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Валентина Іванівна</w:t>
            </w:r>
          </w:p>
        </w:tc>
        <w:tc>
          <w:tcPr>
            <w:tcW w:w="7026" w:type="dxa"/>
          </w:tcPr>
          <w:p w:rsidR="00131FFC" w:rsidRPr="0050152E" w:rsidRDefault="00131FFC" w:rsidP="00DE7A24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методист методичного кабінету відділу освіти, молоді та спорту Роменської районної державної адміністрації</w:t>
            </w:r>
          </w:p>
        </w:tc>
      </w:tr>
      <w:tr w:rsidR="00131FFC" w:rsidRPr="0050152E" w:rsidTr="00DE7A24">
        <w:tc>
          <w:tcPr>
            <w:tcW w:w="2802" w:type="dxa"/>
          </w:tcPr>
          <w:p w:rsidR="00131FFC" w:rsidRPr="0050152E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Ремінець</w:t>
            </w:r>
          </w:p>
          <w:p w:rsidR="00131FFC" w:rsidRPr="0050152E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Василь Васильович</w:t>
            </w:r>
          </w:p>
          <w:p w:rsidR="00131FFC" w:rsidRPr="0050152E" w:rsidRDefault="00131F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Товчигречка Діана Миколаївна</w:t>
            </w:r>
          </w:p>
        </w:tc>
        <w:tc>
          <w:tcPr>
            <w:tcW w:w="7026" w:type="dxa"/>
          </w:tcPr>
          <w:p w:rsidR="00131FFC" w:rsidRPr="0050152E" w:rsidRDefault="00131FF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голова Роменської міськрайонної організації профспілки працівників освіти і науки України (за згодою)</w:t>
            </w:r>
          </w:p>
          <w:p w:rsidR="00131FFC" w:rsidRPr="0050152E" w:rsidRDefault="00131FFC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152E">
              <w:rPr>
                <w:rFonts w:ascii="Times New Roman" w:hAnsi="Times New Roman"/>
                <w:sz w:val="28"/>
                <w:szCs w:val="28"/>
              </w:rPr>
              <w:t>директор районного центру дитячої та юнацької творчості</w:t>
            </w:r>
          </w:p>
        </w:tc>
      </w:tr>
    </w:tbl>
    <w:p w:rsidR="00131FFC" w:rsidRDefault="00131FFC" w:rsidP="00B550AE">
      <w:pPr>
        <w:tabs>
          <w:tab w:val="left" w:pos="3402"/>
        </w:tabs>
        <w:spacing w:after="0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Look w:val="00A0"/>
      </w:tblPr>
      <w:tblGrid>
        <w:gridCol w:w="4219"/>
        <w:gridCol w:w="5635"/>
      </w:tblGrid>
      <w:tr w:rsidR="00131FFC" w:rsidRPr="0050152E" w:rsidTr="0050152E">
        <w:tc>
          <w:tcPr>
            <w:tcW w:w="4219" w:type="dxa"/>
          </w:tcPr>
          <w:p w:rsidR="00131FFC" w:rsidRPr="0050152E" w:rsidRDefault="00131FFC" w:rsidP="0050152E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152E">
              <w:rPr>
                <w:rFonts w:ascii="Times New Roman" w:hAnsi="Times New Roman"/>
                <w:b/>
                <w:sz w:val="28"/>
                <w:szCs w:val="28"/>
              </w:rPr>
              <w:t>Начальник відділу освіти, молоді та спорту Роменської районної державної адміністрації</w:t>
            </w:r>
          </w:p>
        </w:tc>
        <w:tc>
          <w:tcPr>
            <w:tcW w:w="5635" w:type="dxa"/>
          </w:tcPr>
          <w:p w:rsidR="00131FFC" w:rsidRPr="0050152E" w:rsidRDefault="00131FFC" w:rsidP="0050152E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1FFC" w:rsidRPr="0050152E" w:rsidRDefault="00131FFC" w:rsidP="0050152E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1FFC" w:rsidRPr="0050152E" w:rsidRDefault="00131FFC" w:rsidP="0050152E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1FFC" w:rsidRPr="0050152E" w:rsidRDefault="00131FFC" w:rsidP="0050152E">
            <w:pPr>
              <w:tabs>
                <w:tab w:val="left" w:pos="2881"/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152E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О.ШАПОВАЛОВА</w:t>
            </w:r>
          </w:p>
        </w:tc>
      </w:tr>
    </w:tbl>
    <w:p w:rsidR="00131FFC" w:rsidRDefault="00131FFC" w:rsidP="00B550AE">
      <w:pPr>
        <w:tabs>
          <w:tab w:val="left" w:pos="1134"/>
          <w:tab w:val="left" w:pos="27216"/>
        </w:tabs>
        <w:spacing w:before="120" w:line="240" w:lineRule="auto"/>
        <w:ind w:left="5954"/>
      </w:pPr>
    </w:p>
    <w:sectPr w:rsidR="00131FFC" w:rsidSect="008F45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25D"/>
    <w:rsid w:val="0000120E"/>
    <w:rsid w:val="00002972"/>
    <w:rsid w:val="00131FFC"/>
    <w:rsid w:val="00136C70"/>
    <w:rsid w:val="00145BC9"/>
    <w:rsid w:val="001E6A87"/>
    <w:rsid w:val="001F6881"/>
    <w:rsid w:val="00260C62"/>
    <w:rsid w:val="00285039"/>
    <w:rsid w:val="00290195"/>
    <w:rsid w:val="002B2336"/>
    <w:rsid w:val="002F79E3"/>
    <w:rsid w:val="003719F1"/>
    <w:rsid w:val="003736A1"/>
    <w:rsid w:val="003D0DEE"/>
    <w:rsid w:val="003D73C6"/>
    <w:rsid w:val="00434373"/>
    <w:rsid w:val="004429D5"/>
    <w:rsid w:val="00483FCD"/>
    <w:rsid w:val="0050152E"/>
    <w:rsid w:val="00663FDE"/>
    <w:rsid w:val="006B6A7E"/>
    <w:rsid w:val="0072065F"/>
    <w:rsid w:val="00806C15"/>
    <w:rsid w:val="0084297F"/>
    <w:rsid w:val="00887D04"/>
    <w:rsid w:val="008A75A8"/>
    <w:rsid w:val="008B425D"/>
    <w:rsid w:val="008D57F8"/>
    <w:rsid w:val="008F4522"/>
    <w:rsid w:val="00917701"/>
    <w:rsid w:val="00A93410"/>
    <w:rsid w:val="00AD41FA"/>
    <w:rsid w:val="00AE5727"/>
    <w:rsid w:val="00B31176"/>
    <w:rsid w:val="00B550AE"/>
    <w:rsid w:val="00BA7943"/>
    <w:rsid w:val="00BC085E"/>
    <w:rsid w:val="00C358FA"/>
    <w:rsid w:val="00C462C5"/>
    <w:rsid w:val="00C8548C"/>
    <w:rsid w:val="00CD79DB"/>
    <w:rsid w:val="00DE7A24"/>
    <w:rsid w:val="00E80139"/>
    <w:rsid w:val="00EE64F4"/>
    <w:rsid w:val="00EF5406"/>
    <w:rsid w:val="00F07844"/>
    <w:rsid w:val="00F10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5F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8B425D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B425D"/>
    <w:rPr>
      <w:rFonts w:ascii="Times New Roman" w:hAnsi="Times New Roman" w:cs="Times New Roman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8B42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425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B4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2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50A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04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438</Words>
  <Characters>2499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44444</dc:creator>
  <cp:keywords/>
  <dc:description/>
  <cp:lastModifiedBy>Лариса</cp:lastModifiedBy>
  <cp:revision>2</cp:revision>
  <cp:lastPrinted>2018-12-17T12:24:00Z</cp:lastPrinted>
  <dcterms:created xsi:type="dcterms:W3CDTF">2018-12-19T09:15:00Z</dcterms:created>
  <dcterms:modified xsi:type="dcterms:W3CDTF">2018-12-19T09:15:00Z</dcterms:modified>
</cp:coreProperties>
</file>