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633" w:rsidRPr="00FA1DFC" w:rsidRDefault="00905633" w:rsidP="00842037">
      <w:pPr>
        <w:jc w:val="center"/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0;margin-top:-42.45pt;width:36pt;height:48pt;z-index:251658240;visibility:visible;mso-position-horizontal:center;mso-position-horizontal-relative:margin;mso-position-vertical-relative:margin">
            <v:imagedata r:id="rId7" o:title=""/>
            <w10:wrap type="square" anchorx="margin" anchory="margin"/>
          </v:shape>
        </w:pict>
      </w:r>
    </w:p>
    <w:p w:rsidR="00905633" w:rsidRPr="00FA1DFC" w:rsidRDefault="00905633" w:rsidP="00842037">
      <w:pPr>
        <w:jc w:val="center"/>
        <w:rPr>
          <w:b/>
          <w:bCs/>
          <w:sz w:val="24"/>
          <w:szCs w:val="24"/>
        </w:rPr>
      </w:pPr>
      <w:r w:rsidRPr="00FA1DFC">
        <w:rPr>
          <w:b/>
          <w:bCs/>
          <w:sz w:val="24"/>
          <w:szCs w:val="24"/>
        </w:rPr>
        <w:t>РОМЕНСЬКА РАЙОННА ДЕРЖАВНА АДМІНІСТРАЦІЯ</w:t>
      </w:r>
    </w:p>
    <w:p w:rsidR="00905633" w:rsidRPr="00FA1DFC" w:rsidRDefault="00905633" w:rsidP="00842037">
      <w:pPr>
        <w:jc w:val="center"/>
        <w:rPr>
          <w:b/>
          <w:bCs/>
          <w:sz w:val="24"/>
          <w:szCs w:val="24"/>
        </w:rPr>
      </w:pPr>
      <w:r w:rsidRPr="00FA1DFC">
        <w:rPr>
          <w:b/>
          <w:bCs/>
          <w:sz w:val="24"/>
          <w:szCs w:val="24"/>
        </w:rPr>
        <w:t>СУМСЬКОЇ ОБЛАСТІ</w:t>
      </w:r>
    </w:p>
    <w:p w:rsidR="00905633" w:rsidRPr="00FA1DFC" w:rsidRDefault="00905633" w:rsidP="00842037">
      <w:pPr>
        <w:jc w:val="center"/>
        <w:rPr>
          <w:b/>
          <w:bCs/>
          <w:sz w:val="16"/>
          <w:szCs w:val="16"/>
        </w:rPr>
      </w:pPr>
    </w:p>
    <w:p w:rsidR="00905633" w:rsidRPr="00FA1DFC" w:rsidRDefault="00905633" w:rsidP="00060999">
      <w:pPr>
        <w:jc w:val="center"/>
        <w:rPr>
          <w:b/>
          <w:bCs/>
          <w:sz w:val="28"/>
          <w:szCs w:val="28"/>
        </w:rPr>
      </w:pPr>
      <w:r w:rsidRPr="00FA1DFC">
        <w:rPr>
          <w:b/>
          <w:bCs/>
          <w:sz w:val="28"/>
          <w:szCs w:val="28"/>
        </w:rPr>
        <w:t xml:space="preserve">РОЗПОРЯДЖЕННЯ </w:t>
      </w:r>
    </w:p>
    <w:p w:rsidR="00905633" w:rsidRPr="00FA1DFC" w:rsidRDefault="00905633" w:rsidP="00060999">
      <w:pPr>
        <w:jc w:val="center"/>
        <w:rPr>
          <w:b/>
          <w:bCs/>
          <w:sz w:val="24"/>
          <w:szCs w:val="24"/>
        </w:rPr>
      </w:pPr>
      <w:r w:rsidRPr="00FA1DFC">
        <w:rPr>
          <w:b/>
          <w:bCs/>
          <w:sz w:val="24"/>
          <w:szCs w:val="24"/>
        </w:rPr>
        <w:t>ГОЛОВИ РАЙОННОЇ ДЕРЖАВНОЇ АДМІНІСТРАЦІЇ</w:t>
      </w:r>
    </w:p>
    <w:p w:rsidR="00905633" w:rsidRPr="00FA1DFC" w:rsidRDefault="00905633" w:rsidP="00060999">
      <w:pPr>
        <w:jc w:val="center"/>
        <w:rPr>
          <w:b/>
          <w:bCs/>
          <w:sz w:val="24"/>
          <w:szCs w:val="24"/>
        </w:rPr>
      </w:pPr>
    </w:p>
    <w:p w:rsidR="00905633" w:rsidRPr="00FA1DFC" w:rsidRDefault="00905633" w:rsidP="009802CE">
      <w:pPr>
        <w:pStyle w:val="Header"/>
        <w:spacing w:line="480" w:lineRule="auto"/>
      </w:pPr>
      <w:r>
        <w:rPr>
          <w:b/>
          <w:bCs/>
          <w:sz w:val="24"/>
          <w:szCs w:val="24"/>
        </w:rPr>
        <w:t>18.09.2018</w:t>
      </w:r>
      <w:r w:rsidRPr="00FA1DFC">
        <w:rPr>
          <w:b/>
          <w:bCs/>
          <w:sz w:val="24"/>
          <w:szCs w:val="24"/>
        </w:rPr>
        <w:t xml:space="preserve">                                           </w:t>
      </w:r>
      <w:r>
        <w:rPr>
          <w:b/>
          <w:bCs/>
          <w:sz w:val="24"/>
          <w:szCs w:val="24"/>
        </w:rPr>
        <w:t xml:space="preserve">          </w:t>
      </w:r>
      <w:r w:rsidRPr="00FA1DFC">
        <w:rPr>
          <w:b/>
          <w:bCs/>
          <w:sz w:val="24"/>
          <w:szCs w:val="24"/>
        </w:rPr>
        <w:t xml:space="preserve">  м. Ромни                                          </w:t>
      </w:r>
      <w:r>
        <w:rPr>
          <w:b/>
          <w:bCs/>
          <w:sz w:val="24"/>
          <w:szCs w:val="24"/>
        </w:rPr>
        <w:t xml:space="preserve">       </w:t>
      </w:r>
      <w:r w:rsidRPr="00FA1DFC">
        <w:rPr>
          <w:b/>
          <w:bCs/>
          <w:sz w:val="24"/>
          <w:szCs w:val="24"/>
        </w:rPr>
        <w:t xml:space="preserve">   № </w:t>
      </w:r>
      <w:r>
        <w:rPr>
          <w:b/>
          <w:bCs/>
          <w:sz w:val="24"/>
          <w:szCs w:val="24"/>
        </w:rPr>
        <w:t>307-ОД</w:t>
      </w:r>
    </w:p>
    <w:p w:rsidR="00905633" w:rsidRDefault="00905633" w:rsidP="00165927">
      <w:pPr>
        <w:rPr>
          <w:b/>
          <w:sz w:val="28"/>
          <w:szCs w:val="28"/>
        </w:rPr>
      </w:pPr>
      <w:r w:rsidRPr="009A4564">
        <w:rPr>
          <w:b/>
          <w:sz w:val="28"/>
          <w:szCs w:val="28"/>
        </w:rPr>
        <w:t xml:space="preserve">Про визначення відповідальної </w:t>
      </w:r>
    </w:p>
    <w:p w:rsidR="00905633" w:rsidRDefault="00905633" w:rsidP="00165927">
      <w:pPr>
        <w:jc w:val="both"/>
        <w:rPr>
          <w:b/>
          <w:sz w:val="28"/>
          <w:szCs w:val="28"/>
        </w:rPr>
      </w:pPr>
      <w:r w:rsidRPr="009A4564">
        <w:rPr>
          <w:b/>
          <w:sz w:val="28"/>
          <w:szCs w:val="28"/>
        </w:rPr>
        <w:t xml:space="preserve">особи </w:t>
      </w:r>
    </w:p>
    <w:p w:rsidR="00905633" w:rsidRDefault="00905633" w:rsidP="00165927">
      <w:pPr>
        <w:ind w:firstLine="737"/>
        <w:jc w:val="both"/>
        <w:rPr>
          <w:b/>
          <w:sz w:val="28"/>
          <w:szCs w:val="28"/>
        </w:rPr>
      </w:pPr>
    </w:p>
    <w:p w:rsidR="00905633" w:rsidRPr="0006173A" w:rsidRDefault="00905633" w:rsidP="00570CFD">
      <w:pPr>
        <w:pStyle w:val="HTMLPreformatted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ab/>
      </w:r>
      <w:r w:rsidRPr="0006173A">
        <w:rPr>
          <w:rFonts w:ascii="Times New Roman" w:hAnsi="Times New Roman" w:cs="Times New Roman"/>
          <w:spacing w:val="-4"/>
          <w:sz w:val="28"/>
          <w:szCs w:val="28"/>
          <w:lang w:val="uk-UA"/>
        </w:rPr>
        <w:t>Відповідно до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 статей 6, 27, 39 </w:t>
      </w:r>
      <w:r w:rsidRPr="0006173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Закону Укр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аїни «Про місцеві державні адмі</w:t>
      </w:r>
      <w:r w:rsidRPr="0006173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ністрації»,</w:t>
      </w:r>
      <w:r w:rsidRPr="0006173A">
        <w:rPr>
          <w:color w:val="000000"/>
          <w:spacing w:val="-4"/>
          <w:sz w:val="28"/>
          <w:szCs w:val="28"/>
          <w:lang w:val="uk-UA"/>
        </w:rPr>
        <w:t xml:space="preserve"> </w:t>
      </w:r>
      <w:r w:rsidRPr="0006173A">
        <w:rPr>
          <w:rFonts w:ascii="Times New Roman" w:hAnsi="Times New Roman" w:cs="Times New Roman"/>
          <w:spacing w:val="-4"/>
          <w:sz w:val="28"/>
          <w:szCs w:val="28"/>
          <w:lang w:val="uk-UA"/>
        </w:rPr>
        <w:t>постанови Кабінету Міністрів України від 7 грудня 2016 р. № 291</w:t>
      </w:r>
      <w:r w:rsidRPr="0006173A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 </w:t>
      </w:r>
      <w:r w:rsidRPr="0006173A">
        <w:rPr>
          <w:rFonts w:ascii="Times New Roman" w:hAnsi="Times New Roman" w:cs="Times New Roman"/>
          <w:b/>
          <w:bCs/>
          <w:spacing w:val="-4"/>
          <w:sz w:val="28"/>
          <w:szCs w:val="28"/>
          <w:lang w:val="uk-UA"/>
        </w:rPr>
        <w:t>«</w:t>
      </w:r>
      <w:r w:rsidRPr="0006173A">
        <w:rPr>
          <w:rStyle w:val="rvts23"/>
          <w:rFonts w:ascii="Times New Roman" w:hAnsi="Times New Roman"/>
          <w:spacing w:val="-4"/>
          <w:sz w:val="28"/>
          <w:szCs w:val="28"/>
          <w:lang w:val="uk-UA"/>
        </w:rPr>
        <w:t>Про затвердження Порядку організації та ведення військового обліку призовників і військовозобов’язаних»</w:t>
      </w:r>
      <w:r>
        <w:rPr>
          <w:rStyle w:val="rvts23"/>
          <w:rFonts w:ascii="Times New Roman" w:hAnsi="Times New Roman"/>
          <w:spacing w:val="-4"/>
          <w:sz w:val="28"/>
          <w:szCs w:val="28"/>
          <w:lang w:val="uk-UA"/>
        </w:rPr>
        <w:t xml:space="preserve">, </w:t>
      </w:r>
      <w:r w:rsidRPr="002B513F">
        <w:rPr>
          <w:rStyle w:val="rvts23"/>
          <w:rFonts w:ascii="Times New Roman" w:hAnsi="Times New Roman"/>
          <w:spacing w:val="-4"/>
          <w:sz w:val="28"/>
          <w:szCs w:val="28"/>
        </w:rPr>
        <w:t>у зв’язку з кадровими змінами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:</w:t>
      </w:r>
    </w:p>
    <w:p w:rsidR="00905633" w:rsidRPr="00E73395" w:rsidRDefault="00905633" w:rsidP="002B513F">
      <w:pPr>
        <w:pStyle w:val="ListParagraph"/>
        <w:numPr>
          <w:ilvl w:val="0"/>
          <w:numId w:val="2"/>
        </w:numPr>
        <w:ind w:left="0" w:firstLine="709"/>
        <w:jc w:val="both"/>
        <w:rPr>
          <w:rStyle w:val="rvts0"/>
          <w:sz w:val="28"/>
          <w:szCs w:val="28"/>
        </w:rPr>
      </w:pPr>
      <w:r w:rsidRPr="002B513F">
        <w:rPr>
          <w:spacing w:val="-4"/>
          <w:sz w:val="28"/>
          <w:szCs w:val="28"/>
        </w:rPr>
        <w:t xml:space="preserve">Визначити Суходольську Олену Валеріївну, начальника відділу державної реєстрації - державного реєстратора Роменської районної державної адміністрації відповідальним за повідомлення Роменського об’єднаного військового комісаріату </w:t>
      </w:r>
      <w:r w:rsidRPr="002B513F">
        <w:rPr>
          <w:sz w:val="28"/>
          <w:szCs w:val="28"/>
        </w:rPr>
        <w:t xml:space="preserve">про </w:t>
      </w:r>
      <w:bookmarkStart w:id="0" w:name="w12"/>
      <w:r w:rsidRPr="002B513F">
        <w:rPr>
          <w:sz w:val="28"/>
          <w:szCs w:val="28"/>
        </w:rPr>
        <w:t>реєстрацію, ліквідацію</w:t>
      </w:r>
      <w:bookmarkEnd w:id="0"/>
      <w:r w:rsidRPr="002B513F">
        <w:rPr>
          <w:sz w:val="28"/>
          <w:szCs w:val="28"/>
        </w:rPr>
        <w:t xml:space="preserve"> підприємств, установ та організацій, які належать до сфери управління</w:t>
      </w:r>
      <w:r w:rsidRPr="002B513F">
        <w:rPr>
          <w:spacing w:val="-4"/>
          <w:sz w:val="28"/>
          <w:szCs w:val="28"/>
        </w:rPr>
        <w:t xml:space="preserve"> Роменської районної державної адміністрації т</w:t>
      </w:r>
      <w:r w:rsidRPr="00E73395">
        <w:rPr>
          <w:spacing w:val="-4"/>
          <w:sz w:val="28"/>
          <w:szCs w:val="28"/>
        </w:rPr>
        <w:t>а</w:t>
      </w:r>
      <w:r w:rsidRPr="00E73395">
        <w:rPr>
          <w:rStyle w:val="rvts0"/>
          <w:sz w:val="28"/>
          <w:szCs w:val="28"/>
        </w:rPr>
        <w:t xml:space="preserve"> інших підприємств, які зареєстровані на території Роменського району.</w:t>
      </w:r>
    </w:p>
    <w:p w:rsidR="00905633" w:rsidRPr="002B513F" w:rsidRDefault="00905633" w:rsidP="002B513F">
      <w:pPr>
        <w:pStyle w:val="ListParagraph"/>
        <w:numPr>
          <w:ilvl w:val="0"/>
          <w:numId w:val="2"/>
        </w:numPr>
        <w:ind w:left="0" w:firstLine="709"/>
        <w:jc w:val="both"/>
        <w:rPr>
          <w:spacing w:val="-4"/>
          <w:sz w:val="28"/>
          <w:szCs w:val="28"/>
        </w:rPr>
      </w:pPr>
      <w:r w:rsidRPr="00E73395">
        <w:rPr>
          <w:spacing w:val="-4"/>
          <w:sz w:val="28"/>
          <w:szCs w:val="28"/>
        </w:rPr>
        <w:t>Визнати</w:t>
      </w:r>
      <w:r w:rsidRPr="002B513F">
        <w:rPr>
          <w:spacing w:val="-4"/>
          <w:sz w:val="28"/>
          <w:szCs w:val="28"/>
        </w:rPr>
        <w:t xml:space="preserve"> таким, що втратило чинність, розпорядження голови Роменської районної державної адміністрації від</w:t>
      </w:r>
      <w:r w:rsidRPr="002B513F">
        <w:rPr>
          <w:spacing w:val="-4"/>
        </w:rPr>
        <w:t xml:space="preserve"> </w:t>
      </w:r>
      <w:r w:rsidRPr="00273073">
        <w:rPr>
          <w:spacing w:val="-4"/>
          <w:sz w:val="28"/>
          <w:szCs w:val="28"/>
        </w:rPr>
        <w:t>13.10.2017 № 289-ОД</w:t>
      </w:r>
      <w:r w:rsidRPr="002B513F">
        <w:rPr>
          <w:spacing w:val="-4"/>
        </w:rPr>
        <w:t xml:space="preserve"> «</w:t>
      </w:r>
      <w:r w:rsidRPr="002B513F">
        <w:rPr>
          <w:spacing w:val="-4"/>
          <w:sz w:val="28"/>
          <w:szCs w:val="28"/>
        </w:rPr>
        <w:t>Про визначення відповідальної особи</w:t>
      </w:r>
      <w:r w:rsidRPr="00273073">
        <w:rPr>
          <w:spacing w:val="-4"/>
          <w:sz w:val="28"/>
          <w:szCs w:val="28"/>
        </w:rPr>
        <w:t>».</w:t>
      </w:r>
    </w:p>
    <w:p w:rsidR="00905633" w:rsidRPr="00570CFD" w:rsidRDefault="00905633" w:rsidP="002B513F">
      <w:pPr>
        <w:pStyle w:val="ListParagraph"/>
        <w:numPr>
          <w:ilvl w:val="0"/>
          <w:numId w:val="2"/>
        </w:numPr>
        <w:ind w:left="0" w:firstLine="709"/>
        <w:jc w:val="both"/>
        <w:rPr>
          <w:spacing w:val="-4"/>
          <w:sz w:val="28"/>
          <w:szCs w:val="28"/>
        </w:rPr>
      </w:pPr>
      <w:r w:rsidRPr="00570CFD">
        <w:rPr>
          <w:spacing w:val="-4"/>
          <w:sz w:val="28"/>
          <w:szCs w:val="28"/>
        </w:rPr>
        <w:t>Контроль за виконанням цього розпорядження залишаю за собою</w:t>
      </w:r>
      <w:r>
        <w:rPr>
          <w:spacing w:val="-4"/>
          <w:sz w:val="28"/>
          <w:szCs w:val="28"/>
          <w:lang w:val="ru-RU"/>
        </w:rPr>
        <w:t>.</w:t>
      </w:r>
    </w:p>
    <w:p w:rsidR="00905633" w:rsidRPr="00FA1DFC" w:rsidRDefault="00905633" w:rsidP="00AD5EAF">
      <w:pPr>
        <w:tabs>
          <w:tab w:val="left" w:pos="5832"/>
        </w:tabs>
        <w:spacing w:before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A1DFC">
        <w:rPr>
          <w:b/>
          <w:sz w:val="28"/>
          <w:szCs w:val="28"/>
        </w:rPr>
        <w:t>В.</w:t>
      </w:r>
      <w:r>
        <w:rPr>
          <w:b/>
          <w:sz w:val="28"/>
          <w:szCs w:val="28"/>
        </w:rPr>
        <w:t>БІЛОХА</w:t>
      </w:r>
    </w:p>
    <w:sectPr w:rsidR="00905633" w:rsidRPr="00FA1DFC" w:rsidSect="002449D6">
      <w:headerReference w:type="default" r:id="rId8"/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633" w:rsidRDefault="00905633" w:rsidP="002449D6">
      <w:r>
        <w:separator/>
      </w:r>
    </w:p>
  </w:endnote>
  <w:endnote w:type="continuationSeparator" w:id="0">
    <w:p w:rsidR="00905633" w:rsidRDefault="00905633" w:rsidP="002449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633" w:rsidRDefault="00905633" w:rsidP="002449D6">
      <w:r>
        <w:separator/>
      </w:r>
    </w:p>
  </w:footnote>
  <w:footnote w:type="continuationSeparator" w:id="0">
    <w:p w:rsidR="00905633" w:rsidRDefault="00905633" w:rsidP="002449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33" w:rsidRPr="002449D6" w:rsidRDefault="00905633">
    <w:pPr>
      <w:pStyle w:val="Header"/>
      <w:jc w:val="center"/>
      <w:rPr>
        <w:sz w:val="28"/>
        <w:szCs w:val="28"/>
      </w:rPr>
    </w:pPr>
    <w:r w:rsidRPr="002449D6">
      <w:rPr>
        <w:sz w:val="28"/>
        <w:szCs w:val="28"/>
      </w:rPr>
      <w:fldChar w:fldCharType="begin"/>
    </w:r>
    <w:r w:rsidRPr="002449D6">
      <w:rPr>
        <w:sz w:val="28"/>
        <w:szCs w:val="28"/>
      </w:rPr>
      <w:instrText>PAGE   \* MERGEFORMAT</w:instrText>
    </w:r>
    <w:r w:rsidRPr="002449D6">
      <w:rPr>
        <w:sz w:val="28"/>
        <w:szCs w:val="28"/>
      </w:rPr>
      <w:fldChar w:fldCharType="separate"/>
    </w:r>
    <w:r w:rsidRPr="00285D7B">
      <w:rPr>
        <w:noProof/>
        <w:sz w:val="28"/>
        <w:szCs w:val="28"/>
        <w:lang w:val="ru-RU"/>
      </w:rPr>
      <w:t>1</w:t>
    </w:r>
    <w:r w:rsidRPr="002449D6">
      <w:rPr>
        <w:sz w:val="28"/>
        <w:szCs w:val="28"/>
      </w:rPr>
      <w:fldChar w:fldCharType="end"/>
    </w:r>
  </w:p>
  <w:p w:rsidR="00905633" w:rsidRDefault="009056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B077D"/>
    <w:multiLevelType w:val="hybridMultilevel"/>
    <w:tmpl w:val="EFFAE2AC"/>
    <w:lvl w:ilvl="0" w:tplc="5EC4D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4615CF9"/>
    <w:multiLevelType w:val="hybridMultilevel"/>
    <w:tmpl w:val="0890F396"/>
    <w:lvl w:ilvl="0" w:tplc="AA7E5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037"/>
    <w:rsid w:val="000102F3"/>
    <w:rsid w:val="00021103"/>
    <w:rsid w:val="00060817"/>
    <w:rsid w:val="00060999"/>
    <w:rsid w:val="0006173A"/>
    <w:rsid w:val="000674EB"/>
    <w:rsid w:val="0007088A"/>
    <w:rsid w:val="000B4E71"/>
    <w:rsid w:val="001152B2"/>
    <w:rsid w:val="00136D4A"/>
    <w:rsid w:val="0014199D"/>
    <w:rsid w:val="00165927"/>
    <w:rsid w:val="002101C7"/>
    <w:rsid w:val="00227622"/>
    <w:rsid w:val="002449D6"/>
    <w:rsid w:val="002468E8"/>
    <w:rsid w:val="00246FFC"/>
    <w:rsid w:val="00272D9E"/>
    <w:rsid w:val="00273073"/>
    <w:rsid w:val="00285D7B"/>
    <w:rsid w:val="002A3259"/>
    <w:rsid w:val="002B513F"/>
    <w:rsid w:val="00315880"/>
    <w:rsid w:val="00366C68"/>
    <w:rsid w:val="00384D00"/>
    <w:rsid w:val="00395ACA"/>
    <w:rsid w:val="003975DA"/>
    <w:rsid w:val="003A5B44"/>
    <w:rsid w:val="003C01E0"/>
    <w:rsid w:val="003D0CEA"/>
    <w:rsid w:val="003D523C"/>
    <w:rsid w:val="004144B6"/>
    <w:rsid w:val="00415039"/>
    <w:rsid w:val="00444EFB"/>
    <w:rsid w:val="004D3440"/>
    <w:rsid w:val="004F3A02"/>
    <w:rsid w:val="004F452E"/>
    <w:rsid w:val="005035E2"/>
    <w:rsid w:val="00512EC7"/>
    <w:rsid w:val="00520AE2"/>
    <w:rsid w:val="00570CFD"/>
    <w:rsid w:val="005D486F"/>
    <w:rsid w:val="005D6ACC"/>
    <w:rsid w:val="00602DF3"/>
    <w:rsid w:val="00621B61"/>
    <w:rsid w:val="00635141"/>
    <w:rsid w:val="00666101"/>
    <w:rsid w:val="00676E38"/>
    <w:rsid w:val="00680A94"/>
    <w:rsid w:val="00687572"/>
    <w:rsid w:val="00691330"/>
    <w:rsid w:val="00693677"/>
    <w:rsid w:val="006A7AB0"/>
    <w:rsid w:val="00706AFD"/>
    <w:rsid w:val="00737696"/>
    <w:rsid w:val="00744F3E"/>
    <w:rsid w:val="00750792"/>
    <w:rsid w:val="007B7B75"/>
    <w:rsid w:val="007E5948"/>
    <w:rsid w:val="00807446"/>
    <w:rsid w:val="00842037"/>
    <w:rsid w:val="00875C41"/>
    <w:rsid w:val="008769C6"/>
    <w:rsid w:val="008926B4"/>
    <w:rsid w:val="008F4D28"/>
    <w:rsid w:val="00901B0A"/>
    <w:rsid w:val="00905633"/>
    <w:rsid w:val="00966602"/>
    <w:rsid w:val="00966E00"/>
    <w:rsid w:val="00977ACF"/>
    <w:rsid w:val="009802CE"/>
    <w:rsid w:val="009866CA"/>
    <w:rsid w:val="009A4564"/>
    <w:rsid w:val="009A54B5"/>
    <w:rsid w:val="00A3677B"/>
    <w:rsid w:val="00A53AA3"/>
    <w:rsid w:val="00A964AA"/>
    <w:rsid w:val="00A9694F"/>
    <w:rsid w:val="00AC210D"/>
    <w:rsid w:val="00AD5EAF"/>
    <w:rsid w:val="00AD6AA6"/>
    <w:rsid w:val="00B4130B"/>
    <w:rsid w:val="00B65A8B"/>
    <w:rsid w:val="00BA332F"/>
    <w:rsid w:val="00BB2EB9"/>
    <w:rsid w:val="00BC022B"/>
    <w:rsid w:val="00BE5445"/>
    <w:rsid w:val="00C00AB7"/>
    <w:rsid w:val="00C36122"/>
    <w:rsid w:val="00C36BAB"/>
    <w:rsid w:val="00C62211"/>
    <w:rsid w:val="00C7394C"/>
    <w:rsid w:val="00C9054F"/>
    <w:rsid w:val="00CA1B26"/>
    <w:rsid w:val="00D00AAA"/>
    <w:rsid w:val="00D80334"/>
    <w:rsid w:val="00DF23BB"/>
    <w:rsid w:val="00E04E89"/>
    <w:rsid w:val="00E36233"/>
    <w:rsid w:val="00E505D6"/>
    <w:rsid w:val="00E57A58"/>
    <w:rsid w:val="00E73395"/>
    <w:rsid w:val="00ED6851"/>
    <w:rsid w:val="00F64C2F"/>
    <w:rsid w:val="00FA1DFC"/>
    <w:rsid w:val="00FB4754"/>
    <w:rsid w:val="00FE57BC"/>
    <w:rsid w:val="00FF0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37"/>
    <w:rPr>
      <w:rFonts w:ascii="Times New Roman" w:eastAsia="Times New Roman" w:hAnsi="Times New Roman"/>
      <w:sz w:val="20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420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42037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">
    <w:name w:val="Абзац списка1"/>
    <w:basedOn w:val="Normal"/>
    <w:uiPriority w:val="99"/>
    <w:rsid w:val="008420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420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37"/>
    <w:rPr>
      <w:rFonts w:ascii="Tahoma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99"/>
    <w:rsid w:val="0084203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"/>
    <w:basedOn w:val="Normal"/>
    <w:uiPriority w:val="99"/>
    <w:rsid w:val="00966602"/>
    <w:rPr>
      <w:rFonts w:ascii="Verdana" w:hAnsi="Verdana"/>
      <w:lang w:val="ru-RU" w:eastAsia="en-US"/>
    </w:rPr>
  </w:style>
  <w:style w:type="paragraph" w:styleId="Title">
    <w:name w:val="Title"/>
    <w:basedOn w:val="Normal"/>
    <w:link w:val="TitleChar"/>
    <w:uiPriority w:val="99"/>
    <w:qFormat/>
    <w:rsid w:val="00366C68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366C68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1">
    <w:name w:val="Основной текст с отступом 21"/>
    <w:basedOn w:val="Normal"/>
    <w:uiPriority w:val="99"/>
    <w:rsid w:val="00366C68"/>
    <w:pPr>
      <w:suppressAutoHyphens/>
      <w:spacing w:after="120" w:line="480" w:lineRule="auto"/>
      <w:ind w:left="283"/>
    </w:pPr>
    <w:rPr>
      <w:sz w:val="24"/>
      <w:szCs w:val="24"/>
      <w:lang w:val="ru-RU" w:eastAsia="ar-SA"/>
    </w:rPr>
  </w:style>
  <w:style w:type="paragraph" w:customStyle="1" w:styleId="31">
    <w:name w:val="Основной текст с отступом 31"/>
    <w:basedOn w:val="Normal"/>
    <w:uiPriority w:val="99"/>
    <w:rsid w:val="00366C68"/>
    <w:pPr>
      <w:suppressAutoHyphens/>
      <w:spacing w:after="120"/>
      <w:ind w:left="283"/>
    </w:pPr>
    <w:rPr>
      <w:sz w:val="16"/>
      <w:szCs w:val="16"/>
      <w:lang w:val="ru-RU" w:eastAsia="ar-SA"/>
    </w:rPr>
  </w:style>
  <w:style w:type="paragraph" w:styleId="HTMLPreformatted">
    <w:name w:val="HTML Preformatted"/>
    <w:basedOn w:val="Normal"/>
    <w:link w:val="HTMLPreformattedChar"/>
    <w:uiPriority w:val="99"/>
    <w:rsid w:val="00680A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AD6AA6"/>
    <w:rPr>
      <w:rFonts w:ascii="Courier New" w:hAnsi="Courier New" w:cs="Courier New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2449D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2449D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449D6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0">
    <w:name w:val="Знак Знак Знак Знак Знак Знак Знак"/>
    <w:basedOn w:val="Normal"/>
    <w:uiPriority w:val="99"/>
    <w:rsid w:val="00165927"/>
    <w:rPr>
      <w:rFonts w:ascii="Verdana" w:hAnsi="Verdana" w:cs="Verdana"/>
      <w:lang w:val="ru-RU" w:eastAsia="en-US"/>
    </w:rPr>
  </w:style>
  <w:style w:type="character" w:customStyle="1" w:styleId="rvts23">
    <w:name w:val="rvts23"/>
    <w:basedOn w:val="DefaultParagraphFont"/>
    <w:uiPriority w:val="99"/>
    <w:rsid w:val="00165927"/>
    <w:rPr>
      <w:rFonts w:cs="Times New Roman"/>
    </w:rPr>
  </w:style>
  <w:style w:type="character" w:styleId="Hyperlink">
    <w:name w:val="Hyperlink"/>
    <w:basedOn w:val="DefaultParagraphFont"/>
    <w:uiPriority w:val="99"/>
    <w:rsid w:val="00165927"/>
    <w:rPr>
      <w:rFonts w:cs="Times New Roman"/>
      <w:color w:val="0000FF"/>
      <w:u w:val="single"/>
    </w:rPr>
  </w:style>
  <w:style w:type="paragraph" w:customStyle="1" w:styleId="rvps2">
    <w:name w:val="rvps2"/>
    <w:basedOn w:val="Normal"/>
    <w:uiPriority w:val="99"/>
    <w:rsid w:val="00165927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DefaultParagraphFont"/>
    <w:uiPriority w:val="99"/>
    <w:rsid w:val="001659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84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188</Words>
  <Characters>1075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Mobilizator</dc:creator>
  <cp:keywords/>
  <dc:description/>
  <cp:lastModifiedBy>Лариса</cp:lastModifiedBy>
  <cp:revision>2</cp:revision>
  <cp:lastPrinted>2018-09-03T12:48:00Z</cp:lastPrinted>
  <dcterms:created xsi:type="dcterms:W3CDTF">2018-09-21T08:47:00Z</dcterms:created>
  <dcterms:modified xsi:type="dcterms:W3CDTF">2018-09-21T08:47:00Z</dcterms:modified>
</cp:coreProperties>
</file>