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C1" w:rsidRDefault="00AB33C1" w:rsidP="00A6501D">
      <w:pPr>
        <w:tabs>
          <w:tab w:val="left" w:pos="7088"/>
        </w:tabs>
        <w:jc w:val="center"/>
        <w:rPr>
          <w:rFonts w:ascii="Times New Roman" w:hAnsi="Times New Roman"/>
        </w:rPr>
      </w:pPr>
      <w:r w:rsidRPr="008C10A9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5" o:title=""/>
          </v:shape>
        </w:pict>
      </w:r>
    </w:p>
    <w:p w:rsidR="00AB33C1" w:rsidRDefault="00AB33C1" w:rsidP="00A6501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AB33C1" w:rsidRDefault="00AB33C1" w:rsidP="00A6501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AB33C1" w:rsidRDefault="00AB33C1" w:rsidP="00A6501D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AB33C1" w:rsidRDefault="00AB33C1" w:rsidP="00A6501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AB33C1" w:rsidRDefault="00AB33C1" w:rsidP="00A6501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AB33C1" w:rsidRDefault="00AB33C1" w:rsidP="00A6501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33C1" w:rsidRDefault="00AB33C1" w:rsidP="00A6501D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4"/>
          <w:szCs w:val="24"/>
        </w:rPr>
        <w:t>19.12.2018                                                     м. Ромни                                                  № 418-ОД</w:t>
      </w:r>
    </w:p>
    <w:p w:rsidR="00AB33C1" w:rsidRDefault="00AB33C1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</w:tblGrid>
      <w:tr w:rsidR="00AB33C1" w:rsidTr="00091E0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AB33C1" w:rsidRPr="00091E01" w:rsidRDefault="00AB33C1" w:rsidP="00091E01">
            <w:pPr>
              <w:tabs>
                <w:tab w:val="left" w:pos="3119"/>
                <w:tab w:val="left" w:pos="3436"/>
              </w:tabs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1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 втрату малолітнім 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en-US"/>
              </w:rPr>
              <w:t>XXXXXXXX</w:t>
            </w:r>
            <w:r w:rsidRPr="00091E01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en-US"/>
              </w:rPr>
              <w:t>X</w:t>
            </w:r>
            <w:r w:rsidRPr="00091E01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pacing w:val="-4"/>
                <w:sz w:val="28"/>
                <w:szCs w:val="28"/>
                <w:lang w:val="en-US"/>
              </w:rPr>
              <w:t>X</w:t>
            </w:r>
            <w:r w:rsidRPr="00091E01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>.</w:t>
            </w:r>
            <w:r w:rsidRPr="00091E0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статусу дитини, позбавленої батьківського піклування</w:t>
            </w:r>
          </w:p>
        </w:tc>
      </w:tr>
    </w:tbl>
    <w:p w:rsidR="00AB33C1" w:rsidRDefault="00AB33C1" w:rsidP="00A6501D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AB33C1" w:rsidRDefault="00AB33C1" w:rsidP="00D177C3">
      <w:pPr>
        <w:tabs>
          <w:tab w:val="left" w:pos="5775"/>
          <w:tab w:val="left" w:pos="59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Відповідно до статей 6, 13, 23, 39 Закону України «Про місцеві державні адміністрації», Порядку провадження органами опіки та піклування діяльності, пов’язаної із захистом прав дитини, затвердженого постановою Кабінету </w:t>
      </w:r>
      <w:r w:rsidRPr="00E1370D">
        <w:rPr>
          <w:rFonts w:ascii="Times New Roman" w:hAnsi="Times New Roman"/>
          <w:bCs/>
          <w:spacing w:val="4"/>
          <w:sz w:val="28"/>
          <w:szCs w:val="28"/>
        </w:rPr>
        <w:t>Міністрів України від 24 вересня 2008 р. № 866, рішення Роменського міськрайонного суду Сумської області від 09 листопада 2018 року по справі № 585/4278/18,</w:t>
      </w:r>
      <w:r>
        <w:rPr>
          <w:rFonts w:ascii="Times New Roman" w:hAnsi="Times New Roman"/>
          <w:bCs/>
          <w:sz w:val="28"/>
          <w:szCs w:val="28"/>
        </w:rPr>
        <w:t xml:space="preserve"> подання служби у </w:t>
      </w:r>
      <w:r w:rsidRPr="00AB361E">
        <w:rPr>
          <w:rFonts w:ascii="Times New Roman" w:hAnsi="Times New Roman"/>
          <w:bCs/>
          <w:spacing w:val="6"/>
          <w:sz w:val="28"/>
          <w:szCs w:val="28"/>
        </w:rPr>
        <w:t xml:space="preserve">справах дітей Роменської районної державної адміністрації від </w:t>
      </w:r>
      <w:r>
        <w:rPr>
          <w:rFonts w:ascii="Times New Roman" w:hAnsi="Times New Roman"/>
          <w:bCs/>
          <w:spacing w:val="6"/>
          <w:sz w:val="28"/>
          <w:szCs w:val="28"/>
        </w:rPr>
        <w:t>18</w:t>
      </w:r>
      <w:r w:rsidRPr="00AB361E">
        <w:rPr>
          <w:rFonts w:ascii="Times New Roman" w:hAnsi="Times New Roman"/>
          <w:bCs/>
          <w:spacing w:val="6"/>
          <w:sz w:val="28"/>
          <w:szCs w:val="28"/>
        </w:rPr>
        <w:t>.</w:t>
      </w:r>
      <w:r>
        <w:rPr>
          <w:rFonts w:ascii="Times New Roman" w:hAnsi="Times New Roman"/>
          <w:bCs/>
          <w:spacing w:val="6"/>
          <w:sz w:val="28"/>
          <w:szCs w:val="28"/>
        </w:rPr>
        <w:t>12</w:t>
      </w:r>
      <w:r w:rsidRPr="00AB361E">
        <w:rPr>
          <w:rFonts w:ascii="Times New Roman" w:hAnsi="Times New Roman"/>
          <w:bCs/>
          <w:spacing w:val="6"/>
          <w:sz w:val="28"/>
          <w:szCs w:val="28"/>
        </w:rPr>
        <w:t>.2018 №</w:t>
      </w:r>
      <w:r>
        <w:rPr>
          <w:rFonts w:ascii="Times New Roman" w:hAnsi="Times New Roman"/>
          <w:bCs/>
          <w:sz w:val="28"/>
          <w:szCs w:val="28"/>
        </w:rPr>
        <w:t xml:space="preserve"> 01-13/463:</w:t>
      </w:r>
    </w:p>
    <w:p w:rsidR="00AB33C1" w:rsidRPr="00F96042" w:rsidRDefault="00AB33C1" w:rsidP="00D177C3">
      <w:pPr>
        <w:tabs>
          <w:tab w:val="left" w:pos="5775"/>
          <w:tab w:val="left" w:pos="59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Вважати </w:t>
      </w:r>
      <w:r>
        <w:rPr>
          <w:rFonts w:ascii="Times New Roman" w:hAnsi="Times New Roman"/>
          <w:bCs/>
          <w:spacing w:val="-2"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val="en-US"/>
        </w:rPr>
        <w:t>XXXXXXXXXXXX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bCs/>
          <w:spacing w:val="-2"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val="en-US"/>
        </w:rPr>
        <w:t>XXXX</w:t>
      </w:r>
      <w:r>
        <w:rPr>
          <w:rFonts w:ascii="Times New Roman" w:hAnsi="Times New Roman"/>
          <w:bCs/>
          <w:sz w:val="28"/>
          <w:szCs w:val="28"/>
        </w:rPr>
        <w:t xml:space="preserve"> року </w:t>
      </w:r>
      <w:r w:rsidRPr="00E1370D">
        <w:rPr>
          <w:rFonts w:ascii="Times New Roman" w:hAnsi="Times New Roman"/>
          <w:bCs/>
          <w:spacing w:val="6"/>
          <w:sz w:val="28"/>
          <w:szCs w:val="28"/>
        </w:rPr>
        <w:t xml:space="preserve">народження, уродженця міста </w:t>
      </w:r>
      <w:r>
        <w:rPr>
          <w:rFonts w:ascii="Times New Roman" w:hAnsi="Times New Roman"/>
          <w:bCs/>
          <w:spacing w:val="6"/>
          <w:sz w:val="28"/>
          <w:szCs w:val="28"/>
          <w:lang w:val="en-US"/>
        </w:rPr>
        <w:t>XXXX</w:t>
      </w:r>
      <w:r w:rsidRPr="00E1370D">
        <w:rPr>
          <w:rFonts w:ascii="Times New Roman" w:hAnsi="Times New Roman"/>
          <w:bCs/>
          <w:spacing w:val="6"/>
          <w:sz w:val="28"/>
          <w:szCs w:val="28"/>
        </w:rPr>
        <w:t xml:space="preserve"> (свідоцтво про народження серії </w:t>
      </w:r>
      <w:r>
        <w:rPr>
          <w:rFonts w:ascii="Times New Roman" w:hAnsi="Times New Roman"/>
          <w:bCs/>
          <w:spacing w:val="6"/>
          <w:sz w:val="28"/>
          <w:szCs w:val="28"/>
          <w:lang w:val="en-US"/>
        </w:rPr>
        <w:t>X</w:t>
      </w:r>
      <w:r w:rsidRPr="00E1370D">
        <w:rPr>
          <w:rFonts w:ascii="Times New Roman" w:hAnsi="Times New Roman"/>
          <w:bCs/>
          <w:spacing w:val="6"/>
          <w:sz w:val="28"/>
          <w:szCs w:val="28"/>
        </w:rPr>
        <w:t>-</w:t>
      </w:r>
      <w:r>
        <w:rPr>
          <w:rFonts w:ascii="Times New Roman" w:hAnsi="Times New Roman"/>
          <w:bCs/>
          <w:spacing w:val="6"/>
          <w:sz w:val="28"/>
          <w:szCs w:val="28"/>
          <w:lang w:val="en-US"/>
        </w:rPr>
        <w:t>XX</w:t>
      </w:r>
      <w:r w:rsidRPr="00E1370D">
        <w:rPr>
          <w:rFonts w:ascii="Times New Roman" w:hAnsi="Times New Roman"/>
          <w:bCs/>
          <w:spacing w:val="6"/>
          <w:sz w:val="28"/>
          <w:szCs w:val="28"/>
        </w:rPr>
        <w:t xml:space="preserve"> № </w:t>
      </w:r>
      <w:r>
        <w:rPr>
          <w:rFonts w:ascii="Times New Roman" w:hAnsi="Times New Roman"/>
          <w:bCs/>
          <w:spacing w:val="6"/>
          <w:sz w:val="28"/>
          <w:szCs w:val="28"/>
          <w:lang w:val="en-US"/>
        </w:rPr>
        <w:t>XXXXXX</w:t>
      </w:r>
      <w:r w:rsidRPr="00E1370D">
        <w:rPr>
          <w:rFonts w:ascii="Times New Roman" w:hAnsi="Times New Roman"/>
          <w:bCs/>
          <w:spacing w:val="6"/>
          <w:sz w:val="28"/>
          <w:szCs w:val="28"/>
        </w:rPr>
        <w:t xml:space="preserve">, видане </w:t>
      </w:r>
      <w:r>
        <w:rPr>
          <w:rFonts w:ascii="Times New Roman" w:hAnsi="Times New Roman"/>
          <w:bCs/>
          <w:spacing w:val="6"/>
          <w:sz w:val="28"/>
          <w:szCs w:val="28"/>
          <w:lang w:val="en-US"/>
        </w:rPr>
        <w:t>XXXXXXXX</w:t>
      </w:r>
      <w:r w:rsidRPr="00E1370D">
        <w:rPr>
          <w:rFonts w:ascii="Times New Roman" w:hAnsi="Times New Roman"/>
          <w:bCs/>
          <w:spacing w:val="6"/>
          <w:sz w:val="28"/>
          <w:szCs w:val="28"/>
        </w:rPr>
        <w:t xml:space="preserve"> районним у місті </w:t>
      </w:r>
      <w:r>
        <w:rPr>
          <w:rFonts w:ascii="Times New Roman" w:hAnsi="Times New Roman"/>
          <w:bCs/>
          <w:spacing w:val="6"/>
          <w:sz w:val="28"/>
          <w:szCs w:val="28"/>
          <w:lang w:val="en-US"/>
        </w:rPr>
        <w:t>XXXX</w:t>
      </w:r>
      <w:r w:rsidRPr="00E1370D">
        <w:rPr>
          <w:rFonts w:ascii="Times New Roman" w:hAnsi="Times New Roman"/>
          <w:bCs/>
          <w:spacing w:val="6"/>
          <w:sz w:val="28"/>
          <w:szCs w:val="28"/>
        </w:rPr>
        <w:t xml:space="preserve"> відділом реєстрації актів</w:t>
      </w:r>
      <w:r>
        <w:rPr>
          <w:rFonts w:ascii="Times New Roman" w:hAnsi="Times New Roman"/>
          <w:bCs/>
          <w:sz w:val="28"/>
          <w:szCs w:val="28"/>
        </w:rPr>
        <w:t xml:space="preserve"> цивільного стану Головного територіального управління юстиції у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</w:rPr>
        <w:t xml:space="preserve"> області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E94875">
        <w:rPr>
          <w:rFonts w:ascii="Times New Roman" w:hAnsi="Times New Roman"/>
          <w:bCs/>
          <w:sz w:val="28"/>
          <w:szCs w:val="28"/>
        </w:rPr>
        <w:t xml:space="preserve"> рок</w:t>
      </w:r>
      <w:bookmarkStart w:id="0" w:name="_GoBack"/>
      <w:bookmarkEnd w:id="0"/>
      <w:r w:rsidRPr="00E94875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>) таким, що втратив статус дитини, позбавленої батьківського піклування, у зв</w:t>
      </w:r>
      <w:r w:rsidRPr="00F96042">
        <w:rPr>
          <w:rFonts w:ascii="Times New Roman" w:hAnsi="Times New Roman"/>
          <w:bCs/>
          <w:sz w:val="28"/>
          <w:szCs w:val="28"/>
        </w:rPr>
        <w:t>’</w:t>
      </w:r>
      <w:r>
        <w:rPr>
          <w:rFonts w:ascii="Times New Roman" w:hAnsi="Times New Roman"/>
          <w:bCs/>
          <w:sz w:val="28"/>
          <w:szCs w:val="28"/>
        </w:rPr>
        <w:t>язку з його усиновленням.</w:t>
      </w:r>
    </w:p>
    <w:p w:rsidR="00AB33C1" w:rsidRPr="00691DDF" w:rsidRDefault="00AB33C1" w:rsidP="00D177C3">
      <w:pPr>
        <w:tabs>
          <w:tab w:val="left" w:pos="5775"/>
          <w:tab w:val="left" w:pos="59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 xml:space="preserve">Визнати  таким, що втратило чинність розпорядження голови Роменської районної державної адміністрації </w:t>
      </w:r>
      <w:r w:rsidRPr="00691DDF">
        <w:rPr>
          <w:rFonts w:ascii="Times New Roman" w:hAnsi="Times New Roman"/>
          <w:bCs/>
          <w:spacing w:val="-4"/>
          <w:sz w:val="28"/>
          <w:szCs w:val="28"/>
        </w:rPr>
        <w:t xml:space="preserve">від </w:t>
      </w:r>
      <w:r>
        <w:rPr>
          <w:rFonts w:ascii="Times New Roman" w:hAnsi="Times New Roman"/>
          <w:bCs/>
          <w:spacing w:val="-4"/>
          <w:sz w:val="28"/>
          <w:szCs w:val="28"/>
        </w:rPr>
        <w:t>05</w:t>
      </w:r>
      <w:r w:rsidRPr="00691DDF">
        <w:rPr>
          <w:rFonts w:ascii="Times New Roman" w:hAnsi="Times New Roman"/>
          <w:bCs/>
          <w:spacing w:val="-4"/>
          <w:sz w:val="28"/>
          <w:szCs w:val="28"/>
        </w:rPr>
        <w:t>.09.201</w:t>
      </w:r>
      <w:r>
        <w:rPr>
          <w:rFonts w:ascii="Times New Roman" w:hAnsi="Times New Roman"/>
          <w:bCs/>
          <w:spacing w:val="-4"/>
          <w:sz w:val="28"/>
          <w:szCs w:val="28"/>
        </w:rPr>
        <w:t>8</w:t>
      </w:r>
      <w:r w:rsidRPr="00691DDF">
        <w:rPr>
          <w:rFonts w:ascii="Times New Roman" w:hAnsi="Times New Roman"/>
          <w:bCs/>
          <w:spacing w:val="-4"/>
          <w:sz w:val="28"/>
          <w:szCs w:val="28"/>
        </w:rPr>
        <w:t xml:space="preserve"> № 2</w:t>
      </w:r>
      <w:r>
        <w:rPr>
          <w:rFonts w:ascii="Times New Roman" w:hAnsi="Times New Roman"/>
          <w:bCs/>
          <w:spacing w:val="-4"/>
          <w:sz w:val="28"/>
          <w:szCs w:val="28"/>
        </w:rPr>
        <w:t>99</w:t>
      </w:r>
      <w:r w:rsidRPr="00691DDF">
        <w:rPr>
          <w:rFonts w:ascii="Times New Roman" w:hAnsi="Times New Roman"/>
          <w:bCs/>
          <w:spacing w:val="-4"/>
          <w:sz w:val="28"/>
          <w:szCs w:val="28"/>
        </w:rPr>
        <w:t xml:space="preserve">-ОД «Про надання малолітньому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XXXXXXX</w:t>
      </w:r>
      <w:r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pacing w:val="-4"/>
          <w:sz w:val="28"/>
          <w:szCs w:val="28"/>
        </w:rPr>
        <w:t>.</w:t>
      </w:r>
      <w:r>
        <w:rPr>
          <w:rFonts w:ascii="Times New Roman" w:hAnsi="Times New Roman"/>
          <w:bCs/>
          <w:spacing w:val="-4"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pacing w:val="-4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статусу дитини, позбавленої батьківського піклування».</w:t>
      </w:r>
    </w:p>
    <w:p w:rsidR="00AB33C1" w:rsidRPr="00F20EC7" w:rsidRDefault="00AB33C1" w:rsidP="00D177C3">
      <w:pPr>
        <w:tabs>
          <w:tab w:val="left" w:pos="5775"/>
          <w:tab w:val="left" w:pos="59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 xml:space="preserve">Контроль за виконанням цього розпорядження покласти на першого </w:t>
      </w:r>
      <w:r w:rsidRPr="0046372B">
        <w:rPr>
          <w:rFonts w:ascii="Times New Roman" w:hAnsi="Times New Roman"/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 В</w:t>
      </w:r>
      <w:r>
        <w:rPr>
          <w:rFonts w:ascii="Times New Roman" w:hAnsi="Times New Roman"/>
          <w:bCs/>
          <w:sz w:val="28"/>
          <w:szCs w:val="28"/>
        </w:rPr>
        <w:t>.М.</w:t>
      </w:r>
    </w:p>
    <w:p w:rsidR="00AB33C1" w:rsidRPr="00E12E4C" w:rsidRDefault="00AB33C1" w:rsidP="00A6501D">
      <w:pPr>
        <w:tabs>
          <w:tab w:val="num" w:pos="1080"/>
          <w:tab w:val="num" w:pos="1260"/>
        </w:tabs>
        <w:spacing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AB33C1" w:rsidRPr="00543299" w:rsidRDefault="00AB33C1" w:rsidP="00E92D7E">
      <w:pPr>
        <w:tabs>
          <w:tab w:val="left" w:pos="414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                                                                                       В. БІЛОХА</w:t>
      </w:r>
    </w:p>
    <w:p w:rsidR="00AB33C1" w:rsidRDefault="00AB33C1"/>
    <w:sectPr w:rsidR="00AB33C1" w:rsidSect="00400D3B">
      <w:pgSz w:w="11906" w:h="16838"/>
      <w:pgMar w:top="28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812"/>
    <w:rsid w:val="00042C3A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34B7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1E01"/>
    <w:rsid w:val="00092A4D"/>
    <w:rsid w:val="00093906"/>
    <w:rsid w:val="000939A2"/>
    <w:rsid w:val="00093D7A"/>
    <w:rsid w:val="000954D3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16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528D"/>
    <w:rsid w:val="00146B6E"/>
    <w:rsid w:val="00147213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3B6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76D4"/>
    <w:rsid w:val="001B00EB"/>
    <w:rsid w:val="001B1C92"/>
    <w:rsid w:val="001B1CF2"/>
    <w:rsid w:val="001B28D4"/>
    <w:rsid w:val="001B30DB"/>
    <w:rsid w:val="001B3AC7"/>
    <w:rsid w:val="001B48A7"/>
    <w:rsid w:val="001B4955"/>
    <w:rsid w:val="001B4F9C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125"/>
    <w:rsid w:val="001F4DFD"/>
    <w:rsid w:val="001F520B"/>
    <w:rsid w:val="001F563A"/>
    <w:rsid w:val="001F5ACE"/>
    <w:rsid w:val="001F61A8"/>
    <w:rsid w:val="001F7092"/>
    <w:rsid w:val="00200002"/>
    <w:rsid w:val="00200885"/>
    <w:rsid w:val="00201639"/>
    <w:rsid w:val="00201942"/>
    <w:rsid w:val="00201C2B"/>
    <w:rsid w:val="00201C4F"/>
    <w:rsid w:val="002024E6"/>
    <w:rsid w:val="00202A60"/>
    <w:rsid w:val="00202AFB"/>
    <w:rsid w:val="00202BF9"/>
    <w:rsid w:val="00203BB2"/>
    <w:rsid w:val="00203EAA"/>
    <w:rsid w:val="00203F41"/>
    <w:rsid w:val="00204A27"/>
    <w:rsid w:val="002071B7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3B7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3AD8"/>
    <w:rsid w:val="002344AF"/>
    <w:rsid w:val="00234640"/>
    <w:rsid w:val="00234ADE"/>
    <w:rsid w:val="002354B4"/>
    <w:rsid w:val="00235EE0"/>
    <w:rsid w:val="00236990"/>
    <w:rsid w:val="002372FE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3FB0"/>
    <w:rsid w:val="0025401A"/>
    <w:rsid w:val="0025495A"/>
    <w:rsid w:val="00256014"/>
    <w:rsid w:val="002564B8"/>
    <w:rsid w:val="00257AC9"/>
    <w:rsid w:val="00257F10"/>
    <w:rsid w:val="00260AAD"/>
    <w:rsid w:val="002628AA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18DB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66"/>
    <w:rsid w:val="002F73BE"/>
    <w:rsid w:val="002F7923"/>
    <w:rsid w:val="00300736"/>
    <w:rsid w:val="003007CA"/>
    <w:rsid w:val="00301A26"/>
    <w:rsid w:val="00301B3C"/>
    <w:rsid w:val="00302409"/>
    <w:rsid w:val="0030265E"/>
    <w:rsid w:val="0030292A"/>
    <w:rsid w:val="003045C8"/>
    <w:rsid w:val="003045F6"/>
    <w:rsid w:val="0030506B"/>
    <w:rsid w:val="00305DB7"/>
    <w:rsid w:val="00305FD8"/>
    <w:rsid w:val="00305FFF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16DA"/>
    <w:rsid w:val="00321C60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29AA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53"/>
    <w:rsid w:val="0039021F"/>
    <w:rsid w:val="00391345"/>
    <w:rsid w:val="00392BE9"/>
    <w:rsid w:val="00393596"/>
    <w:rsid w:val="00394F7D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0D3B"/>
    <w:rsid w:val="00401636"/>
    <w:rsid w:val="00401790"/>
    <w:rsid w:val="0040239F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A23"/>
    <w:rsid w:val="00422B03"/>
    <w:rsid w:val="004232E6"/>
    <w:rsid w:val="00424980"/>
    <w:rsid w:val="00425495"/>
    <w:rsid w:val="0042663A"/>
    <w:rsid w:val="00426C54"/>
    <w:rsid w:val="00426C9B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428AF"/>
    <w:rsid w:val="00444056"/>
    <w:rsid w:val="0044494D"/>
    <w:rsid w:val="00444C47"/>
    <w:rsid w:val="00446217"/>
    <w:rsid w:val="00450C22"/>
    <w:rsid w:val="00450DC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72B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DA"/>
    <w:rsid w:val="00491355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A733A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67F"/>
    <w:rsid w:val="004E2992"/>
    <w:rsid w:val="004E2C26"/>
    <w:rsid w:val="004E3A95"/>
    <w:rsid w:val="004E3BCA"/>
    <w:rsid w:val="004E446C"/>
    <w:rsid w:val="004E669E"/>
    <w:rsid w:val="004E6903"/>
    <w:rsid w:val="004E7ABA"/>
    <w:rsid w:val="004F0764"/>
    <w:rsid w:val="004F10A3"/>
    <w:rsid w:val="004F3554"/>
    <w:rsid w:val="004F426E"/>
    <w:rsid w:val="004F4D1C"/>
    <w:rsid w:val="004F559E"/>
    <w:rsid w:val="004F6918"/>
    <w:rsid w:val="00500263"/>
    <w:rsid w:val="00500E7A"/>
    <w:rsid w:val="005010D5"/>
    <w:rsid w:val="00501E32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7640"/>
    <w:rsid w:val="00527765"/>
    <w:rsid w:val="0053000A"/>
    <w:rsid w:val="005306AC"/>
    <w:rsid w:val="00530F47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CD8"/>
    <w:rsid w:val="00543E10"/>
    <w:rsid w:val="00543F28"/>
    <w:rsid w:val="00544659"/>
    <w:rsid w:val="00545CBB"/>
    <w:rsid w:val="00546127"/>
    <w:rsid w:val="00546371"/>
    <w:rsid w:val="00546476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4959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5CCA"/>
    <w:rsid w:val="005B63DA"/>
    <w:rsid w:val="005B7E83"/>
    <w:rsid w:val="005C1738"/>
    <w:rsid w:val="005C189B"/>
    <w:rsid w:val="005C20E7"/>
    <w:rsid w:val="005C2DD8"/>
    <w:rsid w:val="005C36EA"/>
    <w:rsid w:val="005C45E6"/>
    <w:rsid w:val="005C493E"/>
    <w:rsid w:val="005C53AC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6EC6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5223"/>
    <w:rsid w:val="00615992"/>
    <w:rsid w:val="006163CA"/>
    <w:rsid w:val="00617573"/>
    <w:rsid w:val="00620D88"/>
    <w:rsid w:val="006221EA"/>
    <w:rsid w:val="006228CD"/>
    <w:rsid w:val="00622DDF"/>
    <w:rsid w:val="006236CB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3C37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1DDF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3AA"/>
    <w:rsid w:val="006B4BAA"/>
    <w:rsid w:val="006B5965"/>
    <w:rsid w:val="006B761F"/>
    <w:rsid w:val="006C0087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294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729"/>
    <w:rsid w:val="00755A50"/>
    <w:rsid w:val="00755C49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772E"/>
    <w:rsid w:val="007A7A26"/>
    <w:rsid w:val="007B139F"/>
    <w:rsid w:val="007B402A"/>
    <w:rsid w:val="007B4BE2"/>
    <w:rsid w:val="007B5355"/>
    <w:rsid w:val="007B5556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320"/>
    <w:rsid w:val="008A3712"/>
    <w:rsid w:val="008A3C83"/>
    <w:rsid w:val="008A3CBC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C01DF"/>
    <w:rsid w:val="008C0FA7"/>
    <w:rsid w:val="008C0FA9"/>
    <w:rsid w:val="008C10A9"/>
    <w:rsid w:val="008C1A9C"/>
    <w:rsid w:val="008C2C65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4CF0"/>
    <w:rsid w:val="008D6D9C"/>
    <w:rsid w:val="008D7244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0A1"/>
    <w:rsid w:val="00914374"/>
    <w:rsid w:val="00916212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0C75"/>
    <w:rsid w:val="0093184D"/>
    <w:rsid w:val="00932012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A0B9A"/>
    <w:rsid w:val="009A15A5"/>
    <w:rsid w:val="009A21EF"/>
    <w:rsid w:val="009A2BB2"/>
    <w:rsid w:val="009A36A7"/>
    <w:rsid w:val="009A3F97"/>
    <w:rsid w:val="009A4071"/>
    <w:rsid w:val="009A5859"/>
    <w:rsid w:val="009A58D1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0AD7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B82"/>
    <w:rsid w:val="00A0256E"/>
    <w:rsid w:val="00A02595"/>
    <w:rsid w:val="00A03156"/>
    <w:rsid w:val="00A03B6F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708D3"/>
    <w:rsid w:val="00A721ED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318"/>
    <w:rsid w:val="00A978AF"/>
    <w:rsid w:val="00AA05C1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33C1"/>
    <w:rsid w:val="00AB361E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79BC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46E3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2804"/>
    <w:rsid w:val="00B52B72"/>
    <w:rsid w:val="00B53241"/>
    <w:rsid w:val="00B542B0"/>
    <w:rsid w:val="00B54B33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5AB0"/>
    <w:rsid w:val="00B95D54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C72"/>
    <w:rsid w:val="00BE2D7C"/>
    <w:rsid w:val="00BE3FB6"/>
    <w:rsid w:val="00BE3FEB"/>
    <w:rsid w:val="00BE463C"/>
    <w:rsid w:val="00BE5415"/>
    <w:rsid w:val="00BE681F"/>
    <w:rsid w:val="00BF0D27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A2D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09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1C1"/>
    <w:rsid w:val="00C91B38"/>
    <w:rsid w:val="00C91FC4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77C3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C16"/>
    <w:rsid w:val="00D378D6"/>
    <w:rsid w:val="00D37CD5"/>
    <w:rsid w:val="00D41990"/>
    <w:rsid w:val="00D4275C"/>
    <w:rsid w:val="00D43214"/>
    <w:rsid w:val="00D43DAD"/>
    <w:rsid w:val="00D43E65"/>
    <w:rsid w:val="00D44116"/>
    <w:rsid w:val="00D447D3"/>
    <w:rsid w:val="00D44B3B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C0114"/>
    <w:rsid w:val="00DC1781"/>
    <w:rsid w:val="00DC24AF"/>
    <w:rsid w:val="00DC516C"/>
    <w:rsid w:val="00DC5807"/>
    <w:rsid w:val="00DC6DD7"/>
    <w:rsid w:val="00DC7144"/>
    <w:rsid w:val="00DC73FE"/>
    <w:rsid w:val="00DD09F5"/>
    <w:rsid w:val="00DD12A5"/>
    <w:rsid w:val="00DD1875"/>
    <w:rsid w:val="00DD24D8"/>
    <w:rsid w:val="00DD3F77"/>
    <w:rsid w:val="00DD4D0A"/>
    <w:rsid w:val="00DD64EF"/>
    <w:rsid w:val="00DD7E36"/>
    <w:rsid w:val="00DE00BC"/>
    <w:rsid w:val="00DE02CE"/>
    <w:rsid w:val="00DE070E"/>
    <w:rsid w:val="00DE29B8"/>
    <w:rsid w:val="00DE37A4"/>
    <w:rsid w:val="00DE42AB"/>
    <w:rsid w:val="00DE43C4"/>
    <w:rsid w:val="00DE54FD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DF7F2D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E4C"/>
    <w:rsid w:val="00E12FD9"/>
    <w:rsid w:val="00E1370D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77950"/>
    <w:rsid w:val="00E80AAD"/>
    <w:rsid w:val="00E80D47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2D7E"/>
    <w:rsid w:val="00E9362F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ADF"/>
    <w:rsid w:val="00EC1093"/>
    <w:rsid w:val="00EC148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3C1D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0EC7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F40"/>
    <w:rsid w:val="00F5104B"/>
    <w:rsid w:val="00F51304"/>
    <w:rsid w:val="00F52BB9"/>
    <w:rsid w:val="00F53AAC"/>
    <w:rsid w:val="00F5489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AA8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42"/>
    <w:rsid w:val="00F9630D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A6501D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0C6E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253</Words>
  <Characters>1448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4</cp:revision>
  <cp:lastPrinted>2018-08-16T11:13:00Z</cp:lastPrinted>
  <dcterms:created xsi:type="dcterms:W3CDTF">2018-12-18T08:28:00Z</dcterms:created>
  <dcterms:modified xsi:type="dcterms:W3CDTF">2018-12-21T07:02:00Z</dcterms:modified>
</cp:coreProperties>
</file>