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</w:rPr>
      </w:pPr>
      <w:r w:rsidRPr="00E43774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4.45pt;visibility:visible">
            <v:imagedata r:id="rId4" o:title=""/>
          </v:shape>
        </w:pict>
      </w:r>
    </w:p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157E5"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157E5">
        <w:rPr>
          <w:rFonts w:ascii="Times New Roman" w:hAnsi="Times New Roman"/>
          <w:b/>
          <w:bCs/>
        </w:rPr>
        <w:t>СУМСЬКОЇ ОБЛАСТІ</w:t>
      </w:r>
    </w:p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57E5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157E5"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F13D34" w:rsidRPr="00F157E5" w:rsidRDefault="00F13D34" w:rsidP="00F157E5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13D34" w:rsidRPr="00514CF6" w:rsidRDefault="00F13D34" w:rsidP="00F157E5">
      <w:pPr>
        <w:tabs>
          <w:tab w:val="left" w:pos="425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14CF6">
        <w:rPr>
          <w:rFonts w:ascii="Times New Roman" w:hAnsi="Times New Roman"/>
          <w:b/>
          <w:bCs/>
          <w:sz w:val="24"/>
          <w:szCs w:val="24"/>
          <w:lang w:val="uk-UA"/>
        </w:rPr>
        <w:t xml:space="preserve">20.07.2017                                 </w:t>
      </w:r>
      <w:r w:rsidRPr="00514CF6">
        <w:rPr>
          <w:rFonts w:ascii="Times New Roman" w:hAnsi="Times New Roman"/>
          <w:b/>
          <w:bCs/>
          <w:sz w:val="24"/>
          <w:szCs w:val="24"/>
        </w:rPr>
        <w:t xml:space="preserve">                    м. Ромни                          </w:t>
      </w:r>
      <w:r w:rsidRPr="00514CF6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514CF6"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Pr="00514CF6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</w:t>
      </w:r>
      <w:r w:rsidRPr="00514CF6">
        <w:rPr>
          <w:rFonts w:ascii="Times New Roman" w:hAnsi="Times New Roman"/>
          <w:b/>
          <w:bCs/>
          <w:sz w:val="24"/>
          <w:szCs w:val="24"/>
        </w:rPr>
        <w:t xml:space="preserve">№ </w:t>
      </w:r>
      <w:r w:rsidRPr="00514CF6">
        <w:rPr>
          <w:rFonts w:ascii="Times New Roman" w:hAnsi="Times New Roman"/>
          <w:b/>
          <w:bCs/>
          <w:sz w:val="24"/>
          <w:szCs w:val="24"/>
          <w:lang w:val="uk-UA"/>
        </w:rPr>
        <w:t>212-ОД</w:t>
      </w:r>
    </w:p>
    <w:p w:rsidR="00F13D34" w:rsidRPr="00F157E5" w:rsidRDefault="00F13D34" w:rsidP="00AB12C9">
      <w:pPr>
        <w:tabs>
          <w:tab w:val="left" w:pos="4253"/>
        </w:tabs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</w:tblGrid>
      <w:tr w:rsidR="00F13D34" w:rsidRPr="0006079E" w:rsidTr="00680B93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13D34" w:rsidRPr="00AE5EA4" w:rsidRDefault="00F13D34" w:rsidP="00680B93">
            <w:pPr>
              <w:tabs>
                <w:tab w:val="left" w:pos="9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>Про вибуття вихованця</w:t>
            </w:r>
          </w:p>
          <w:p w:rsidR="00F13D34" w:rsidRPr="00AE5EA4" w:rsidRDefault="00F13D34" w:rsidP="00680B93">
            <w:pPr>
              <w:tabs>
                <w:tab w:val="left" w:pos="956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. з дитячого будинку сімейного типу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. та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AE5EA4">
              <w:rPr>
                <w:rFonts w:ascii="Times New Roman" w:hAnsi="Times New Roman"/>
                <w:b/>
                <w:bCs/>
                <w:sz w:val="28"/>
                <w:lang w:val="uk-UA"/>
              </w:rPr>
              <w:t>.</w:t>
            </w:r>
          </w:p>
          <w:p w:rsidR="00F13D34" w:rsidRPr="00AE5EA4" w:rsidRDefault="00F13D34" w:rsidP="00680B93">
            <w:pPr>
              <w:tabs>
                <w:tab w:val="left" w:pos="9565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</w:p>
        </w:tc>
      </w:tr>
    </w:tbl>
    <w:p w:rsidR="00F13D34" w:rsidRPr="00BF7F14" w:rsidRDefault="00F13D34" w:rsidP="00FF0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пункту 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4 Положення про дитячий будинок сімейного типу, затвердженого постановою Кабінету Міністрів України від 26 квітня 2002 р. № 564, </w:t>
      </w:r>
      <w:r>
        <w:rPr>
          <w:rFonts w:ascii="Times New Roman" w:hAnsi="Times New Roman"/>
          <w:bCs/>
          <w:sz w:val="28"/>
          <w:szCs w:val="28"/>
          <w:lang w:val="uk-UA"/>
        </w:rPr>
        <w:t>постанови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22 липня 2016 р. № 458 «Про внесення змін до Положення про дитячий будинок сімейного типу та Положення про прийомну сім’ю», враховуючи протокол комісії з питань захисту прав дитини Роменської районно</w:t>
      </w:r>
      <w:r>
        <w:rPr>
          <w:rFonts w:ascii="Times New Roman" w:hAnsi="Times New Roman"/>
          <w:bCs/>
          <w:sz w:val="28"/>
          <w:szCs w:val="28"/>
          <w:lang w:val="uk-UA"/>
        </w:rPr>
        <w:t>ї державної адміністрації від 19.07.2017 № 08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BF7F14">
        <w:rPr>
          <w:rFonts w:ascii="Times New Roman" w:hAnsi="Times New Roman"/>
          <w:sz w:val="28"/>
          <w:lang w:val="uk-UA"/>
        </w:rPr>
        <w:t xml:space="preserve">на підставі заяви батьків-вихователів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 w:rsidRPr="00BF7F14"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 xml:space="preserve"> від 17.07.2017 № Б-12, </w:t>
      </w:r>
      <w:r w:rsidRPr="00BF7F14">
        <w:rPr>
          <w:rFonts w:ascii="Times New Roman" w:hAnsi="Times New Roman"/>
          <w:sz w:val="28"/>
          <w:lang w:val="uk-UA"/>
        </w:rPr>
        <w:t xml:space="preserve">заяви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від 17.07.2017 № Р-11</w:t>
      </w:r>
      <w:r w:rsidRPr="00BF7F14">
        <w:rPr>
          <w:rFonts w:ascii="Times New Roman" w:hAnsi="Times New Roman"/>
          <w:sz w:val="28"/>
          <w:lang w:val="uk-UA"/>
        </w:rPr>
        <w:t>:</w:t>
      </w:r>
    </w:p>
    <w:p w:rsidR="00F13D34" w:rsidRPr="00BF7F14" w:rsidRDefault="00F13D34" w:rsidP="00FF0FF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 Вивести 20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липня 2017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bCs/>
          <w:sz w:val="28"/>
          <w:szCs w:val="28"/>
          <w:lang w:val="uk-UA"/>
        </w:rPr>
        <w:t>вихованця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XXXXXXXXXXXX</w:t>
      </w:r>
      <w:r w:rsidRPr="00BF7F14"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 w:rsidRPr="00BF7F14">
        <w:rPr>
          <w:rFonts w:ascii="Times New Roman" w:hAnsi="Times New Roman"/>
          <w:sz w:val="28"/>
          <w:lang w:val="uk-UA"/>
        </w:rPr>
        <w:t xml:space="preserve"> року народження</w:t>
      </w:r>
      <w:r>
        <w:rPr>
          <w:rFonts w:ascii="Times New Roman" w:hAnsi="Times New Roman"/>
          <w:sz w:val="28"/>
          <w:lang w:val="uk-UA"/>
        </w:rPr>
        <w:t>,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з дитячого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будинку сімейного типу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 w:rsidRPr="00BF7F14"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 w:rsidRPr="00BF7F14">
        <w:rPr>
          <w:rFonts w:ascii="Times New Roman" w:hAnsi="Times New Roman"/>
          <w:sz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його повноліттям та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закінченням навчання.</w:t>
      </w:r>
    </w:p>
    <w:p w:rsidR="00F13D34" w:rsidRPr="00D00BA1" w:rsidRDefault="00F13D34" w:rsidP="00DB48C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0BA1">
        <w:rPr>
          <w:rFonts w:ascii="Times New Roman" w:hAnsi="Times New Roman"/>
          <w:bCs/>
          <w:sz w:val="28"/>
          <w:szCs w:val="28"/>
          <w:lang w:val="uk-UA"/>
        </w:rPr>
        <w:t xml:space="preserve">2. Припинити дію договору про організацію діяльності дитячого будинку сімейного типу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від 12.09.2016 № 19 в частині влаштування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13D34" w:rsidRPr="00BF7F14" w:rsidRDefault="00F13D34" w:rsidP="00FF0FF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  <w:r w:rsidRPr="00BF7F14">
        <w:rPr>
          <w:rFonts w:ascii="Times New Roman" w:hAnsi="Times New Roman"/>
          <w:sz w:val="28"/>
          <w:lang w:val="uk-UA"/>
        </w:rPr>
        <w:t xml:space="preserve">. 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>Службі у справах дітей Роменської районної державної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адміністрації підготувати до 24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липня 2017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року проект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припинення дії </w:t>
      </w:r>
      <w:r w:rsidRPr="00D00BA1">
        <w:rPr>
          <w:rFonts w:ascii="Times New Roman" w:hAnsi="Times New Roman"/>
          <w:bCs/>
          <w:sz w:val="28"/>
          <w:szCs w:val="28"/>
          <w:lang w:val="uk-UA"/>
        </w:rPr>
        <w:t xml:space="preserve">договору про організацію діяльності дитячого будинку сімейного типу </w:t>
      </w:r>
      <w:r>
        <w:rPr>
          <w:rFonts w:ascii="Times New Roman" w:hAnsi="Times New Roman"/>
          <w:bCs/>
          <w:sz w:val="28"/>
          <w:szCs w:val="28"/>
          <w:lang w:val="uk-UA"/>
        </w:rPr>
        <w:t>від 12.09.2016 № 19</w:t>
      </w:r>
      <w:r w:rsidRPr="00680B9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 частині влаштування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13D34" w:rsidRDefault="00F13D34" w:rsidP="004D0496">
      <w:pPr>
        <w:tabs>
          <w:tab w:val="num" w:pos="1260"/>
          <w:tab w:val="num" w:pos="150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4</w:t>
      </w:r>
      <w:r w:rsidRPr="00BF7F14">
        <w:rPr>
          <w:rFonts w:ascii="Times New Roman" w:hAnsi="Times New Roman"/>
          <w:bCs/>
          <w:sz w:val="28"/>
          <w:lang w:val="uk-UA"/>
        </w:rPr>
        <w:t xml:space="preserve">. Контроль за виконанням цього розпорядження покласти </w:t>
      </w:r>
      <w:r w:rsidRPr="00BF7F14">
        <w:rPr>
          <w:rFonts w:ascii="Times New Roman" w:hAnsi="Times New Roman"/>
          <w:bCs/>
          <w:sz w:val="28"/>
          <w:szCs w:val="28"/>
        </w:rPr>
        <w:t>на першого заступника голови Роменської районної державної адміністрації Татарінова В.М.</w:t>
      </w:r>
    </w:p>
    <w:p w:rsidR="00F13D34" w:rsidRPr="004D0496" w:rsidRDefault="00F13D34" w:rsidP="00115EFC">
      <w:pPr>
        <w:tabs>
          <w:tab w:val="num" w:pos="1260"/>
          <w:tab w:val="num" w:pos="1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BF7F14">
        <w:rPr>
          <w:rFonts w:ascii="Times New Roman" w:hAnsi="Times New Roman"/>
          <w:sz w:val="28"/>
          <w:lang w:val="uk-UA"/>
        </w:rPr>
        <w:tab/>
      </w:r>
    </w:p>
    <w:p w:rsidR="00F13D34" w:rsidRPr="00BF7F14" w:rsidRDefault="00F13D34" w:rsidP="00B56D5D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  <w:r w:rsidRPr="00BF7F14">
        <w:rPr>
          <w:rFonts w:ascii="Times New Roman" w:hAnsi="Times New Roman"/>
          <w:b/>
          <w:bCs/>
          <w:sz w:val="28"/>
          <w:lang w:val="uk-UA"/>
        </w:rPr>
        <w:t>Голова Роменської районної</w:t>
      </w:r>
    </w:p>
    <w:p w:rsidR="00F13D34" w:rsidRPr="00BF7F14" w:rsidRDefault="00F13D34" w:rsidP="00B56D5D">
      <w:pPr>
        <w:spacing w:after="0" w:line="240" w:lineRule="auto"/>
        <w:rPr>
          <w:rFonts w:ascii="Times New Roman" w:hAnsi="Times New Roman"/>
          <w:lang w:val="uk-UA"/>
        </w:rPr>
      </w:pPr>
      <w:r w:rsidRPr="00BF7F14">
        <w:rPr>
          <w:rFonts w:ascii="Times New Roman" w:hAnsi="Times New Roman"/>
          <w:b/>
          <w:bCs/>
          <w:sz w:val="28"/>
          <w:lang w:val="uk-UA"/>
        </w:rPr>
        <w:t>державної адміністрації</w:t>
      </w:r>
      <w:r w:rsidRPr="00BF7F14">
        <w:rPr>
          <w:rFonts w:ascii="Times New Roman" w:hAnsi="Times New Roman"/>
          <w:b/>
          <w:bCs/>
          <w:sz w:val="28"/>
          <w:lang w:val="uk-UA"/>
        </w:rPr>
        <w:tab/>
      </w:r>
      <w:r w:rsidRPr="00BF7F14">
        <w:rPr>
          <w:rFonts w:ascii="Times New Roman" w:hAnsi="Times New Roman"/>
          <w:b/>
          <w:bCs/>
          <w:sz w:val="28"/>
          <w:lang w:val="uk-UA"/>
        </w:rPr>
        <w:tab/>
      </w:r>
      <w:r w:rsidRPr="00BF7F14">
        <w:rPr>
          <w:rFonts w:ascii="Times New Roman" w:hAnsi="Times New Roman"/>
          <w:b/>
          <w:bCs/>
          <w:sz w:val="28"/>
          <w:lang w:val="uk-UA"/>
        </w:rPr>
        <w:tab/>
      </w:r>
      <w:r w:rsidRPr="00BF7F14">
        <w:rPr>
          <w:rFonts w:ascii="Times New Roman" w:hAnsi="Times New Roman"/>
          <w:b/>
          <w:bCs/>
          <w:sz w:val="28"/>
          <w:lang w:val="uk-UA"/>
        </w:rPr>
        <w:tab/>
      </w:r>
      <w:r w:rsidRPr="00BF7F14">
        <w:rPr>
          <w:rFonts w:ascii="Times New Roman" w:hAnsi="Times New Roman"/>
          <w:b/>
          <w:bCs/>
          <w:sz w:val="28"/>
          <w:lang w:val="uk-UA"/>
        </w:rPr>
        <w:tab/>
      </w:r>
      <w:r w:rsidRPr="00BF7F14">
        <w:rPr>
          <w:rFonts w:ascii="Times New Roman" w:hAnsi="Times New Roman"/>
          <w:b/>
          <w:bCs/>
          <w:sz w:val="28"/>
          <w:lang w:val="uk-UA"/>
        </w:rPr>
        <w:tab/>
        <w:t>В.О. Білоха</w:t>
      </w:r>
    </w:p>
    <w:sectPr w:rsidR="00F13D34" w:rsidRPr="00BF7F14" w:rsidSect="00787675">
      <w:pgSz w:w="11906" w:h="16838"/>
      <w:pgMar w:top="284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F14"/>
    <w:rsid w:val="0006079E"/>
    <w:rsid w:val="00115EFC"/>
    <w:rsid w:val="00183495"/>
    <w:rsid w:val="00274F51"/>
    <w:rsid w:val="002B190F"/>
    <w:rsid w:val="00325049"/>
    <w:rsid w:val="0034335B"/>
    <w:rsid w:val="003504EF"/>
    <w:rsid w:val="003C76AD"/>
    <w:rsid w:val="00425B1B"/>
    <w:rsid w:val="004D0496"/>
    <w:rsid w:val="00514CF6"/>
    <w:rsid w:val="006642B8"/>
    <w:rsid w:val="00680B93"/>
    <w:rsid w:val="006D63AC"/>
    <w:rsid w:val="00787675"/>
    <w:rsid w:val="007A6501"/>
    <w:rsid w:val="00802FF3"/>
    <w:rsid w:val="008B7D82"/>
    <w:rsid w:val="008E16CB"/>
    <w:rsid w:val="009768C3"/>
    <w:rsid w:val="009D6DE0"/>
    <w:rsid w:val="009E06CA"/>
    <w:rsid w:val="009E1122"/>
    <w:rsid w:val="00AB12C9"/>
    <w:rsid w:val="00AE5EA4"/>
    <w:rsid w:val="00B56D5D"/>
    <w:rsid w:val="00BF7F14"/>
    <w:rsid w:val="00CB12F9"/>
    <w:rsid w:val="00CE394C"/>
    <w:rsid w:val="00D00BA1"/>
    <w:rsid w:val="00D103DD"/>
    <w:rsid w:val="00D26B7A"/>
    <w:rsid w:val="00D75B1F"/>
    <w:rsid w:val="00D907B2"/>
    <w:rsid w:val="00DB48C2"/>
    <w:rsid w:val="00DC40AA"/>
    <w:rsid w:val="00DF3E9F"/>
    <w:rsid w:val="00E43774"/>
    <w:rsid w:val="00EA12B8"/>
    <w:rsid w:val="00EB0B71"/>
    <w:rsid w:val="00EF7306"/>
    <w:rsid w:val="00F13D34"/>
    <w:rsid w:val="00F157E5"/>
    <w:rsid w:val="00F16D9C"/>
    <w:rsid w:val="00F54BDA"/>
    <w:rsid w:val="00FD08C1"/>
    <w:rsid w:val="00FF0FF9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2B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F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7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282</Words>
  <Characters>1610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ProBook4540s</dc:creator>
  <cp:keywords/>
  <dc:description/>
  <cp:lastModifiedBy>Лариса</cp:lastModifiedBy>
  <cp:revision>5</cp:revision>
  <cp:lastPrinted>2017-07-24T08:52:00Z</cp:lastPrinted>
  <dcterms:created xsi:type="dcterms:W3CDTF">2017-07-25T07:04:00Z</dcterms:created>
  <dcterms:modified xsi:type="dcterms:W3CDTF">2018-04-10T07:07:00Z</dcterms:modified>
</cp:coreProperties>
</file>