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EA" w:rsidRDefault="002D4EEA" w:rsidP="008821CD">
      <w:pPr>
        <w:jc w:val="center"/>
      </w:pPr>
      <w:r w:rsidRPr="00A10CC1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7.8pt;visibility:visible">
            <v:imagedata r:id="rId4" o:title=""/>
          </v:shape>
        </w:pict>
      </w:r>
    </w:p>
    <w:p w:rsidR="002D4EEA" w:rsidRDefault="002D4EEA" w:rsidP="008821CD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2D4EEA" w:rsidRPr="007F053F" w:rsidRDefault="002D4EEA" w:rsidP="008821CD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2D4EEA" w:rsidRPr="00AC3001" w:rsidRDefault="002D4EEA" w:rsidP="008821CD">
      <w:pPr>
        <w:jc w:val="center"/>
        <w:rPr>
          <w:b/>
          <w:bCs/>
          <w:sz w:val="16"/>
          <w:szCs w:val="16"/>
        </w:rPr>
      </w:pPr>
    </w:p>
    <w:p w:rsidR="002D4EEA" w:rsidRPr="003B79B7" w:rsidRDefault="002D4EEA" w:rsidP="008821CD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2D4EEA" w:rsidRDefault="002D4EEA" w:rsidP="008821CD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2D4EEA" w:rsidRPr="007F053F" w:rsidRDefault="002D4EEA" w:rsidP="008821CD">
      <w:pPr>
        <w:jc w:val="center"/>
        <w:rPr>
          <w:b/>
          <w:bCs/>
        </w:rPr>
      </w:pPr>
    </w:p>
    <w:p w:rsidR="002D4EEA" w:rsidRPr="007A5EB3" w:rsidRDefault="002D4EEA" w:rsidP="008821CD">
      <w:pPr>
        <w:pStyle w:val="Head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20.12.2016                                </w:t>
      </w:r>
      <w:r w:rsidRPr="007A5EB3">
        <w:rPr>
          <w:rFonts w:ascii="Times New Roman" w:hAnsi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7A5EB3">
        <w:rPr>
          <w:rFonts w:ascii="Times New Roman" w:hAnsi="Times New Roman"/>
          <w:b/>
          <w:bCs/>
          <w:sz w:val="24"/>
          <w:szCs w:val="24"/>
        </w:rPr>
        <w:t xml:space="preserve">    м. Ромни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7A5EB3">
        <w:rPr>
          <w:rFonts w:ascii="Times New Roman" w:hAnsi="Times New Roman"/>
          <w:b/>
          <w:bCs/>
          <w:sz w:val="24"/>
          <w:szCs w:val="24"/>
        </w:rPr>
        <w:t xml:space="preserve">  №</w:t>
      </w:r>
      <w:r>
        <w:rPr>
          <w:rFonts w:ascii="Times New Roman" w:hAnsi="Times New Roman"/>
          <w:b/>
          <w:bCs/>
          <w:sz w:val="24"/>
          <w:szCs w:val="24"/>
        </w:rPr>
        <w:t xml:space="preserve"> 398-ОД</w:t>
      </w:r>
    </w:p>
    <w:p w:rsidR="002D4EEA" w:rsidRPr="00271580" w:rsidRDefault="002D4EEA" w:rsidP="00DE23BA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2D4EEA" w:rsidRPr="00393373" w:rsidRDefault="002D4EEA" w:rsidP="008821CD">
      <w:pPr>
        <w:tabs>
          <w:tab w:val="left" w:pos="3119"/>
          <w:tab w:val="left" w:pos="4111"/>
        </w:tabs>
        <w:autoSpaceDE w:val="0"/>
        <w:autoSpaceDN w:val="0"/>
        <w:adjustRightInd w:val="0"/>
        <w:ind w:right="6377"/>
        <w:jc w:val="both"/>
        <w:rPr>
          <w:b/>
          <w:sz w:val="28"/>
          <w:szCs w:val="28"/>
        </w:rPr>
      </w:pPr>
      <w:r w:rsidRPr="00393373">
        <w:rPr>
          <w:b/>
          <w:sz w:val="28"/>
          <w:szCs w:val="28"/>
        </w:rPr>
        <w:t xml:space="preserve">Про внесення </w:t>
      </w:r>
      <w:r>
        <w:rPr>
          <w:b/>
          <w:sz w:val="28"/>
          <w:szCs w:val="28"/>
        </w:rPr>
        <w:t>змін до розпорядження голови Роменської районної державної адміністрації від 05.10.2016 № 303-ОД</w:t>
      </w:r>
    </w:p>
    <w:p w:rsidR="002D4EEA" w:rsidRDefault="002D4EEA" w:rsidP="00DE23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D4EEA" w:rsidRDefault="002D4EEA" w:rsidP="008821CD">
      <w:pPr>
        <w:ind w:firstLine="709"/>
        <w:jc w:val="both"/>
        <w:rPr>
          <w:sz w:val="28"/>
          <w:szCs w:val="28"/>
        </w:rPr>
      </w:pPr>
      <w:r w:rsidRPr="002E7D73">
        <w:rPr>
          <w:sz w:val="28"/>
          <w:szCs w:val="28"/>
        </w:rPr>
        <w:t xml:space="preserve">Відповідно до </w:t>
      </w:r>
      <w:r>
        <w:rPr>
          <w:spacing w:val="7"/>
          <w:sz w:val="28"/>
          <w:szCs w:val="28"/>
        </w:rPr>
        <w:t>статей</w:t>
      </w:r>
      <w:r w:rsidRPr="002E7D73">
        <w:rPr>
          <w:spacing w:val="7"/>
          <w:sz w:val="28"/>
          <w:szCs w:val="28"/>
        </w:rPr>
        <w:t xml:space="preserve"> </w:t>
      </w:r>
      <w:r>
        <w:rPr>
          <w:spacing w:val="7"/>
          <w:sz w:val="28"/>
          <w:szCs w:val="28"/>
        </w:rPr>
        <w:t>6, 13, 21, 39</w:t>
      </w:r>
      <w:r w:rsidRPr="002E7D73">
        <w:rPr>
          <w:spacing w:val="7"/>
          <w:sz w:val="28"/>
          <w:szCs w:val="28"/>
        </w:rPr>
        <w:t xml:space="preserve"> Закону України </w:t>
      </w:r>
      <w:r>
        <w:rPr>
          <w:spacing w:val="7"/>
          <w:sz w:val="28"/>
          <w:szCs w:val="28"/>
        </w:rPr>
        <w:t>«</w:t>
      </w:r>
      <w:r w:rsidRPr="002E7D73">
        <w:rPr>
          <w:spacing w:val="7"/>
          <w:sz w:val="28"/>
          <w:szCs w:val="28"/>
        </w:rPr>
        <w:t xml:space="preserve">Про місцеві державні </w:t>
      </w:r>
      <w:r w:rsidRPr="002E7D73">
        <w:rPr>
          <w:sz w:val="28"/>
          <w:szCs w:val="28"/>
        </w:rPr>
        <w:t>адміністрації</w:t>
      </w:r>
      <w:r>
        <w:rPr>
          <w:sz w:val="28"/>
          <w:szCs w:val="28"/>
        </w:rPr>
        <w:t>»</w:t>
      </w:r>
      <w:r w:rsidRPr="002E7D73">
        <w:rPr>
          <w:sz w:val="28"/>
          <w:szCs w:val="28"/>
        </w:rPr>
        <w:t>,</w:t>
      </w:r>
      <w:r>
        <w:rPr>
          <w:sz w:val="28"/>
          <w:szCs w:val="28"/>
        </w:rPr>
        <w:t xml:space="preserve"> Порядку провадження органами опіки та піклування діяльності, пов’</w:t>
      </w:r>
      <w:r w:rsidRPr="008821CD">
        <w:rPr>
          <w:sz w:val="28"/>
          <w:szCs w:val="28"/>
        </w:rPr>
        <w:t xml:space="preserve">язаної із захистом прав дитини, затвердженого постановою Кабінету Міністрів України від 24 вересня 2008 р. </w:t>
      </w:r>
      <w:r>
        <w:rPr>
          <w:sz w:val="28"/>
          <w:szCs w:val="28"/>
        </w:rPr>
        <w:t xml:space="preserve">№ 866, </w:t>
      </w:r>
      <w:r w:rsidRPr="001B50F4">
        <w:rPr>
          <w:sz w:val="28"/>
          <w:szCs w:val="28"/>
        </w:rPr>
        <w:t>у зв’язку з технічно допущеною помилкою</w:t>
      </w:r>
      <w:r>
        <w:rPr>
          <w:sz w:val="28"/>
          <w:szCs w:val="28"/>
        </w:rPr>
        <w:t>, внести зміни до розпорядження голови Роменської районної державної адміністрації від 05.10.2016 № 303-ОД «Про звільнення Х від обов’</w:t>
      </w:r>
      <w:r w:rsidRPr="00F7590B">
        <w:rPr>
          <w:sz w:val="28"/>
          <w:szCs w:val="28"/>
        </w:rPr>
        <w:t xml:space="preserve">язків опікуна над малолітніми </w:t>
      </w:r>
      <w:r>
        <w:rPr>
          <w:sz w:val="28"/>
          <w:szCs w:val="28"/>
        </w:rPr>
        <w:t>Х</w:t>
      </w:r>
      <w:r w:rsidRPr="00F7590B">
        <w:rPr>
          <w:sz w:val="28"/>
          <w:szCs w:val="28"/>
        </w:rPr>
        <w:t xml:space="preserve">, </w:t>
      </w:r>
      <w:r>
        <w:rPr>
          <w:sz w:val="28"/>
          <w:szCs w:val="28"/>
        </w:rPr>
        <w:t>Х</w:t>
      </w:r>
      <w:r w:rsidRPr="00F7590B">
        <w:rPr>
          <w:sz w:val="28"/>
          <w:szCs w:val="28"/>
        </w:rPr>
        <w:t xml:space="preserve"> та </w:t>
      </w:r>
      <w:r>
        <w:rPr>
          <w:sz w:val="28"/>
          <w:szCs w:val="28"/>
        </w:rPr>
        <w:t>Х», виклавши пункт 1 в новій редакції:</w:t>
      </w:r>
    </w:p>
    <w:p w:rsidR="002D4EEA" w:rsidRPr="00766920" w:rsidRDefault="002D4EEA" w:rsidP="00F7590B">
      <w:pPr>
        <w:ind w:firstLine="708"/>
        <w:jc w:val="both"/>
        <w:rPr>
          <w:sz w:val="28"/>
        </w:rPr>
      </w:pPr>
      <w:r>
        <w:rPr>
          <w:sz w:val="28"/>
          <w:szCs w:val="28"/>
        </w:rPr>
        <w:t>«1.</w:t>
      </w:r>
      <w:r w:rsidRPr="00F7590B">
        <w:rPr>
          <w:sz w:val="28"/>
        </w:rPr>
        <w:t xml:space="preserve"> </w:t>
      </w:r>
      <w:r w:rsidRPr="00766920">
        <w:rPr>
          <w:sz w:val="28"/>
        </w:rPr>
        <w:t xml:space="preserve">Звільнити </w:t>
      </w:r>
      <w:r>
        <w:rPr>
          <w:sz w:val="28"/>
        </w:rPr>
        <w:t>ХХХХХ ХХХХ ХХХХХХХХ</w:t>
      </w:r>
      <w:r w:rsidRPr="00766920">
        <w:rPr>
          <w:sz w:val="28"/>
        </w:rPr>
        <w:t xml:space="preserve">, яка проживає за адресою: вулиця </w:t>
      </w:r>
      <w:r>
        <w:rPr>
          <w:sz w:val="28"/>
        </w:rPr>
        <w:t>Х</w:t>
      </w:r>
      <w:r w:rsidRPr="00766920">
        <w:rPr>
          <w:sz w:val="28"/>
        </w:rPr>
        <w:t xml:space="preserve">, будинок </w:t>
      </w:r>
      <w:r>
        <w:rPr>
          <w:sz w:val="28"/>
        </w:rPr>
        <w:t>Х</w:t>
      </w:r>
      <w:r w:rsidRPr="00766920">
        <w:rPr>
          <w:sz w:val="28"/>
        </w:rPr>
        <w:t xml:space="preserve">, село </w:t>
      </w:r>
      <w:r>
        <w:rPr>
          <w:sz w:val="28"/>
        </w:rPr>
        <w:t>Х</w:t>
      </w:r>
      <w:r w:rsidRPr="00766920">
        <w:rPr>
          <w:sz w:val="28"/>
        </w:rPr>
        <w:t>, Роменський район, Сумська область, від обов’язків опікуна над:</w:t>
      </w:r>
    </w:p>
    <w:p w:rsidR="002D4EEA" w:rsidRDefault="002D4EEA" w:rsidP="00F7590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дитиною, позбавленою батьківського піклування ХХХХХХХХХХ ХХХХХХХХХХ ХХХХХХХХХ, ХХ ХХХХХ ХХХХ року народження (свідоцтво про народження серії ХХХ № ХХХХХХ, видане відділом державної реєстрації актів цивільного стану по Роменському району Роменського міськрайонного управління юстиції у Сумській області від ХХ ХХХХХХХ ХХХХ року);</w:t>
      </w:r>
    </w:p>
    <w:p w:rsidR="002D4EEA" w:rsidRDefault="002D4EEA" w:rsidP="00F7590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дитиною, позбавленою батьківського піклування ХХХХХХ ХХХХХХХ ХХХХХХХХХХХХХХХ, ХХ ХХХХХХХХХХ ХХХХ року народження (свідоцтво про народження серії ХХХ № ХХХХХХ, видане</w:t>
      </w:r>
      <w:r w:rsidRPr="00F759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відділом державної реєстрації актів цивільного стану по Роменському району Роменського міськрайонного управління юстиції у Сумській області від ХХ ХХХХХХХ ХХХХ року);</w:t>
      </w:r>
    </w:p>
    <w:p w:rsidR="002D4EEA" w:rsidRPr="008124F0" w:rsidRDefault="002D4EEA" w:rsidP="008124F0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дитиною, позбавленою батьківського піклування ХХХХХХХХХ ХХХХХХ ХХХХХХХХХХХХХХХ, ХХ ХХХХХ ХХХХ року народження (свідоцтво про народження серії ХХХ № ХХХХХХ, видане</w:t>
      </w:r>
      <w:r w:rsidRPr="001C3E9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відділом державної реєстрації актів цивільного стану по Роменському району Роменського міськрайонного управління юстиції у Сумській області від ХХ ХХХХХХХ ХХХХ року)».</w:t>
      </w:r>
    </w:p>
    <w:p w:rsidR="002D4EEA" w:rsidRDefault="002D4EEA" w:rsidP="00DE23BA">
      <w:pPr>
        <w:ind w:firstLine="709"/>
        <w:jc w:val="both"/>
        <w:rPr>
          <w:sz w:val="28"/>
          <w:szCs w:val="28"/>
        </w:rPr>
      </w:pPr>
    </w:p>
    <w:p w:rsidR="002D4EEA" w:rsidRDefault="002D4EEA" w:rsidP="001C3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Голова Роменської районної </w:t>
      </w:r>
    </w:p>
    <w:p w:rsidR="002D4EEA" w:rsidRPr="008821CD" w:rsidRDefault="002D4EEA" w:rsidP="00DE23BA">
      <w:r>
        <w:rPr>
          <w:b/>
          <w:sz w:val="28"/>
          <w:szCs w:val="28"/>
        </w:rPr>
        <w:t xml:space="preserve">державної адміністрації </w:t>
      </w:r>
      <w:r w:rsidRPr="00755ADF">
        <w:rPr>
          <w:b/>
          <w:sz w:val="28"/>
          <w:szCs w:val="28"/>
        </w:rPr>
        <w:tab/>
      </w:r>
      <w:r w:rsidRPr="00755ADF">
        <w:rPr>
          <w:b/>
          <w:sz w:val="28"/>
          <w:szCs w:val="28"/>
        </w:rPr>
        <w:tab/>
      </w:r>
      <w:r w:rsidRPr="00755ADF">
        <w:rPr>
          <w:b/>
          <w:sz w:val="28"/>
          <w:szCs w:val="28"/>
        </w:rPr>
        <w:tab/>
      </w:r>
      <w:r w:rsidRPr="00755ADF">
        <w:rPr>
          <w:b/>
          <w:sz w:val="28"/>
          <w:szCs w:val="28"/>
        </w:rPr>
        <w:tab/>
      </w:r>
      <w:r w:rsidRPr="00755ADF">
        <w:rPr>
          <w:b/>
          <w:sz w:val="28"/>
          <w:szCs w:val="28"/>
        </w:rPr>
        <w:tab/>
      </w:r>
      <w:r w:rsidRPr="00755ADF">
        <w:rPr>
          <w:b/>
          <w:sz w:val="28"/>
          <w:szCs w:val="28"/>
        </w:rPr>
        <w:tab/>
      </w:r>
      <w:r>
        <w:rPr>
          <w:b/>
          <w:sz w:val="28"/>
          <w:szCs w:val="28"/>
        </w:rPr>
        <w:t>В.О. Білоха</w:t>
      </w:r>
    </w:p>
    <w:sectPr w:rsidR="002D4EEA" w:rsidRPr="008821CD" w:rsidSect="008821CD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1CD"/>
    <w:rsid w:val="00040E4A"/>
    <w:rsid w:val="00050A55"/>
    <w:rsid w:val="00052704"/>
    <w:rsid w:val="000B6AE0"/>
    <w:rsid w:val="001B50F4"/>
    <w:rsid w:val="001C3E95"/>
    <w:rsid w:val="001E5B66"/>
    <w:rsid w:val="00271580"/>
    <w:rsid w:val="002D4EEA"/>
    <w:rsid w:val="002E7D73"/>
    <w:rsid w:val="002F092C"/>
    <w:rsid w:val="00393373"/>
    <w:rsid w:val="003B79B7"/>
    <w:rsid w:val="00481CA2"/>
    <w:rsid w:val="00631FE3"/>
    <w:rsid w:val="00644225"/>
    <w:rsid w:val="00645887"/>
    <w:rsid w:val="006500B9"/>
    <w:rsid w:val="00724158"/>
    <w:rsid w:val="00755ADF"/>
    <w:rsid w:val="00766920"/>
    <w:rsid w:val="007A4B81"/>
    <w:rsid w:val="007A5EB3"/>
    <w:rsid w:val="007F053F"/>
    <w:rsid w:val="008124F0"/>
    <w:rsid w:val="008821CD"/>
    <w:rsid w:val="00A10CC1"/>
    <w:rsid w:val="00AC3001"/>
    <w:rsid w:val="00AD36F6"/>
    <w:rsid w:val="00D553FA"/>
    <w:rsid w:val="00DE23BA"/>
    <w:rsid w:val="00F01507"/>
    <w:rsid w:val="00F7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1CD"/>
    <w:rPr>
      <w:rFonts w:eastAsia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821CD"/>
    <w:pPr>
      <w:tabs>
        <w:tab w:val="center" w:pos="4819"/>
        <w:tab w:val="right" w:pos="9639"/>
      </w:tabs>
    </w:pPr>
    <w:rPr>
      <w:rFonts w:ascii="Antiqua" w:hAnsi="Antiqua"/>
      <w:sz w:val="26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821CD"/>
    <w:rPr>
      <w:rFonts w:ascii="Antiqua" w:hAnsi="Antiqua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821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1CD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314</Words>
  <Characters>1792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ProBook4540s</dc:creator>
  <cp:keywords/>
  <dc:description/>
  <cp:lastModifiedBy>Лариса</cp:lastModifiedBy>
  <cp:revision>2</cp:revision>
  <dcterms:created xsi:type="dcterms:W3CDTF">2018-03-21T12:34:00Z</dcterms:created>
  <dcterms:modified xsi:type="dcterms:W3CDTF">2018-03-21T12:34:00Z</dcterms:modified>
</cp:coreProperties>
</file>