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220" w:rsidRPr="00E94875" w:rsidRDefault="008A3220" w:rsidP="00A6501D">
      <w:pPr>
        <w:tabs>
          <w:tab w:val="left" w:pos="7088"/>
        </w:tabs>
        <w:jc w:val="center"/>
        <w:rPr>
          <w:rFonts w:ascii="Times New Roman" w:hAnsi="Times New Roman"/>
        </w:rPr>
      </w:pPr>
      <w:r w:rsidRPr="00885C46">
        <w:rPr>
          <w:rFonts w:ascii="Times New Roman" w:hAnsi="Times New Roman"/>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5.7pt;height:47.6pt;visibility:visible">
            <v:imagedata r:id="rId5" o:title=""/>
          </v:shape>
        </w:pict>
      </w:r>
    </w:p>
    <w:p w:rsidR="008A3220" w:rsidRPr="00E94875" w:rsidRDefault="008A3220" w:rsidP="00A6501D">
      <w:pPr>
        <w:jc w:val="center"/>
        <w:rPr>
          <w:rFonts w:ascii="Times New Roman" w:hAnsi="Times New Roman"/>
          <w:b/>
          <w:bCs/>
          <w:sz w:val="24"/>
          <w:szCs w:val="24"/>
        </w:rPr>
      </w:pPr>
      <w:r w:rsidRPr="00E94875">
        <w:rPr>
          <w:rFonts w:ascii="Times New Roman" w:hAnsi="Times New Roman"/>
          <w:b/>
          <w:bCs/>
          <w:sz w:val="24"/>
          <w:szCs w:val="24"/>
        </w:rPr>
        <w:t xml:space="preserve">РОМЕНСЬКА РАЙОННА ДЕРЖАВНА АДМІНІСТРАЦІЯ </w:t>
      </w:r>
    </w:p>
    <w:p w:rsidR="008A3220" w:rsidRPr="00E94875" w:rsidRDefault="008A3220" w:rsidP="00A6501D">
      <w:pPr>
        <w:jc w:val="center"/>
        <w:rPr>
          <w:rFonts w:ascii="Times New Roman" w:hAnsi="Times New Roman"/>
          <w:b/>
          <w:bCs/>
          <w:sz w:val="24"/>
          <w:szCs w:val="24"/>
        </w:rPr>
      </w:pPr>
      <w:r w:rsidRPr="00E94875">
        <w:rPr>
          <w:rFonts w:ascii="Times New Roman" w:hAnsi="Times New Roman"/>
          <w:b/>
          <w:bCs/>
          <w:sz w:val="24"/>
          <w:szCs w:val="24"/>
        </w:rPr>
        <w:t>СУМСЬКОЇ ОБЛАСТІ</w:t>
      </w:r>
    </w:p>
    <w:p w:rsidR="008A3220" w:rsidRPr="00E94875" w:rsidRDefault="008A3220" w:rsidP="00A6501D">
      <w:pPr>
        <w:jc w:val="center"/>
        <w:rPr>
          <w:rFonts w:ascii="Times New Roman" w:hAnsi="Times New Roman"/>
          <w:b/>
          <w:bCs/>
          <w:sz w:val="16"/>
          <w:szCs w:val="16"/>
        </w:rPr>
      </w:pPr>
    </w:p>
    <w:p w:rsidR="008A3220" w:rsidRPr="00E94875" w:rsidRDefault="008A3220" w:rsidP="00A6501D">
      <w:pPr>
        <w:jc w:val="center"/>
        <w:rPr>
          <w:rFonts w:ascii="Times New Roman" w:hAnsi="Times New Roman"/>
          <w:b/>
          <w:bCs/>
          <w:sz w:val="28"/>
          <w:szCs w:val="28"/>
        </w:rPr>
      </w:pPr>
      <w:r w:rsidRPr="00E94875">
        <w:rPr>
          <w:rFonts w:ascii="Times New Roman" w:hAnsi="Times New Roman"/>
          <w:b/>
          <w:bCs/>
          <w:sz w:val="28"/>
          <w:szCs w:val="28"/>
        </w:rPr>
        <w:t xml:space="preserve">РОЗПОРЯДЖЕННЯ </w:t>
      </w:r>
    </w:p>
    <w:p w:rsidR="008A3220" w:rsidRPr="00E94875" w:rsidRDefault="008A3220" w:rsidP="00A6501D">
      <w:pPr>
        <w:jc w:val="center"/>
        <w:rPr>
          <w:rFonts w:ascii="Times New Roman" w:hAnsi="Times New Roman"/>
          <w:b/>
          <w:bCs/>
          <w:sz w:val="24"/>
          <w:szCs w:val="24"/>
        </w:rPr>
      </w:pPr>
      <w:r w:rsidRPr="00E94875">
        <w:rPr>
          <w:rFonts w:ascii="Times New Roman" w:hAnsi="Times New Roman"/>
          <w:b/>
          <w:bCs/>
          <w:sz w:val="24"/>
          <w:szCs w:val="24"/>
        </w:rPr>
        <w:t>ГОЛОВИ РАЙОННОЇ ДЕРЖАВНОЇ АДМІНІСТРАЦІЇ</w:t>
      </w:r>
    </w:p>
    <w:p w:rsidR="008A3220" w:rsidRPr="00E94875" w:rsidRDefault="008A3220" w:rsidP="00A6501D">
      <w:pPr>
        <w:jc w:val="center"/>
        <w:rPr>
          <w:rFonts w:ascii="Times New Roman" w:hAnsi="Times New Roman"/>
          <w:b/>
          <w:bCs/>
          <w:sz w:val="24"/>
          <w:szCs w:val="24"/>
        </w:rPr>
      </w:pPr>
    </w:p>
    <w:p w:rsidR="008A3220" w:rsidRPr="00E94875" w:rsidRDefault="008A3220" w:rsidP="00A6501D">
      <w:pPr>
        <w:rPr>
          <w:rFonts w:ascii="Times New Roman" w:hAnsi="Times New Roman"/>
          <w:b/>
          <w:bCs/>
          <w:sz w:val="20"/>
        </w:rPr>
      </w:pPr>
      <w:r>
        <w:rPr>
          <w:rFonts w:ascii="Times New Roman" w:hAnsi="Times New Roman"/>
          <w:b/>
          <w:bCs/>
          <w:sz w:val="24"/>
          <w:szCs w:val="24"/>
        </w:rPr>
        <w:t xml:space="preserve">21.08.2017               </w:t>
      </w:r>
      <w:r w:rsidRPr="00E94875">
        <w:rPr>
          <w:rFonts w:ascii="Times New Roman" w:hAnsi="Times New Roman"/>
          <w:b/>
          <w:bCs/>
          <w:sz w:val="24"/>
          <w:szCs w:val="24"/>
        </w:rPr>
        <w:t xml:space="preserve">                                  м. Ромни                                       </w:t>
      </w:r>
      <w:r>
        <w:rPr>
          <w:rFonts w:ascii="Times New Roman" w:hAnsi="Times New Roman"/>
          <w:b/>
          <w:bCs/>
          <w:sz w:val="24"/>
          <w:szCs w:val="24"/>
        </w:rPr>
        <w:t xml:space="preserve">              </w:t>
      </w:r>
      <w:r w:rsidRPr="00E94875">
        <w:rPr>
          <w:rFonts w:ascii="Times New Roman" w:hAnsi="Times New Roman"/>
          <w:b/>
          <w:bCs/>
          <w:sz w:val="24"/>
          <w:szCs w:val="24"/>
        </w:rPr>
        <w:t xml:space="preserve">     № </w:t>
      </w:r>
      <w:r>
        <w:rPr>
          <w:rFonts w:ascii="Times New Roman" w:hAnsi="Times New Roman"/>
          <w:b/>
          <w:bCs/>
          <w:sz w:val="24"/>
          <w:szCs w:val="24"/>
        </w:rPr>
        <w:t>246-ОД</w:t>
      </w:r>
    </w:p>
    <w:p w:rsidR="008A3220" w:rsidRPr="00E94875" w:rsidRDefault="008A3220" w:rsidP="00A6501D">
      <w:pPr>
        <w:tabs>
          <w:tab w:val="left" w:pos="4320"/>
        </w:tabs>
        <w:spacing w:line="360" w:lineRule="auto"/>
        <w:rPr>
          <w:rFonts w:ascii="Times New Roman" w:hAnsi="Times New Roman"/>
          <w:b/>
          <w:bCs/>
          <w:sz w:val="28"/>
          <w:szCs w:val="28"/>
        </w:rPr>
      </w:pPr>
    </w:p>
    <w:p w:rsidR="008A3220" w:rsidRPr="00E94875" w:rsidRDefault="008A3220" w:rsidP="00AF1EFF">
      <w:pPr>
        <w:keepLines/>
        <w:tabs>
          <w:tab w:val="left" w:pos="3686"/>
        </w:tabs>
        <w:ind w:right="6124"/>
        <w:jc w:val="both"/>
        <w:rPr>
          <w:rFonts w:ascii="Times New Roman" w:hAnsi="Times New Roman"/>
          <w:b/>
          <w:bCs/>
          <w:sz w:val="28"/>
          <w:szCs w:val="28"/>
        </w:rPr>
      </w:pPr>
      <w:r w:rsidRPr="00E94875">
        <w:rPr>
          <w:rFonts w:ascii="Times New Roman" w:hAnsi="Times New Roman"/>
          <w:b/>
          <w:bCs/>
          <w:sz w:val="28"/>
          <w:szCs w:val="28"/>
        </w:rPr>
        <w:t>Про надання малолітньому</w:t>
      </w:r>
    </w:p>
    <w:p w:rsidR="008A3220" w:rsidRPr="00E94875" w:rsidRDefault="008A3220" w:rsidP="00AF1EFF">
      <w:pPr>
        <w:keepLines/>
        <w:tabs>
          <w:tab w:val="left" w:pos="3544"/>
        </w:tabs>
        <w:ind w:right="6124"/>
        <w:jc w:val="both"/>
        <w:rPr>
          <w:rFonts w:ascii="Times New Roman" w:hAnsi="Times New Roman"/>
          <w:b/>
          <w:bCs/>
          <w:sz w:val="28"/>
          <w:szCs w:val="28"/>
        </w:rPr>
      </w:pPr>
      <w:r>
        <w:rPr>
          <w:rFonts w:ascii="Times New Roman" w:hAnsi="Times New Roman"/>
          <w:b/>
          <w:bCs/>
          <w:sz w:val="28"/>
          <w:szCs w:val="28"/>
          <w:lang w:val="en-US"/>
        </w:rPr>
        <w:t>XXXXXXX</w:t>
      </w:r>
      <w:r>
        <w:rPr>
          <w:rFonts w:ascii="Times New Roman" w:hAnsi="Times New Roman"/>
          <w:b/>
          <w:bCs/>
          <w:sz w:val="28"/>
          <w:szCs w:val="28"/>
        </w:rPr>
        <w:t xml:space="preserve"> </w:t>
      </w:r>
      <w:r>
        <w:rPr>
          <w:rFonts w:ascii="Times New Roman" w:hAnsi="Times New Roman"/>
          <w:b/>
          <w:bCs/>
          <w:sz w:val="28"/>
          <w:szCs w:val="28"/>
          <w:lang w:val="en-US"/>
        </w:rPr>
        <w:t>X</w:t>
      </w:r>
      <w:r>
        <w:rPr>
          <w:rFonts w:ascii="Times New Roman" w:hAnsi="Times New Roman"/>
          <w:b/>
          <w:bCs/>
          <w:sz w:val="28"/>
          <w:szCs w:val="28"/>
        </w:rPr>
        <w:t>.</w:t>
      </w:r>
      <w:r>
        <w:rPr>
          <w:rFonts w:ascii="Times New Roman" w:hAnsi="Times New Roman"/>
          <w:b/>
          <w:bCs/>
          <w:sz w:val="28"/>
          <w:szCs w:val="28"/>
          <w:lang w:val="en-US"/>
        </w:rPr>
        <w:t>X</w:t>
      </w:r>
      <w:r w:rsidRPr="00E94875">
        <w:rPr>
          <w:rFonts w:ascii="Times New Roman" w:hAnsi="Times New Roman"/>
          <w:b/>
          <w:bCs/>
          <w:sz w:val="28"/>
          <w:szCs w:val="28"/>
        </w:rPr>
        <w:t>. статусу дитини, позбавленої батьківського піклування</w:t>
      </w:r>
    </w:p>
    <w:p w:rsidR="008A3220" w:rsidRPr="00E94875" w:rsidRDefault="008A3220" w:rsidP="00A6501D">
      <w:pPr>
        <w:spacing w:line="360" w:lineRule="auto"/>
        <w:rPr>
          <w:rFonts w:ascii="Times New Roman" w:hAnsi="Times New Roman"/>
          <w:b/>
          <w:bCs/>
          <w:sz w:val="28"/>
          <w:szCs w:val="28"/>
        </w:rPr>
      </w:pPr>
    </w:p>
    <w:p w:rsidR="008A3220" w:rsidRPr="00E94875" w:rsidRDefault="008A3220" w:rsidP="00A6501D">
      <w:pPr>
        <w:tabs>
          <w:tab w:val="left" w:pos="5775"/>
          <w:tab w:val="left" w:pos="5940"/>
        </w:tabs>
        <w:ind w:firstLine="720"/>
        <w:jc w:val="both"/>
        <w:rPr>
          <w:rFonts w:ascii="Times New Roman" w:hAnsi="Times New Roman"/>
          <w:sz w:val="28"/>
          <w:szCs w:val="28"/>
        </w:rPr>
      </w:pPr>
      <w:r w:rsidRPr="00E94875">
        <w:rPr>
          <w:rFonts w:ascii="Times New Roman" w:hAnsi="Times New Roman"/>
          <w:bCs/>
          <w:sz w:val="28"/>
          <w:szCs w:val="28"/>
        </w:rPr>
        <w:t xml:space="preserve">Відповідно до статей 6, 13, 23, 39 Закону України «Про місцеві державні адміністрації»,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 № 866, </w:t>
      </w:r>
      <w:r w:rsidRPr="00232B33">
        <w:rPr>
          <w:rFonts w:ascii="Times New Roman" w:hAnsi="Times New Roman"/>
          <w:bCs/>
          <w:sz w:val="28"/>
          <w:szCs w:val="28"/>
        </w:rPr>
        <w:t xml:space="preserve">оскільки мати дитини </w:t>
      </w:r>
      <w:r>
        <w:rPr>
          <w:rFonts w:ascii="Times New Roman" w:hAnsi="Times New Roman"/>
          <w:bCs/>
          <w:sz w:val="28"/>
          <w:szCs w:val="28"/>
          <w:lang w:val="en-US"/>
        </w:rPr>
        <w:t>XXXXXXX</w:t>
      </w:r>
      <w:r w:rsidRPr="00232B33">
        <w:rPr>
          <w:rFonts w:ascii="Times New Roman" w:hAnsi="Times New Roman"/>
          <w:bCs/>
          <w:sz w:val="28"/>
          <w:szCs w:val="28"/>
        </w:rPr>
        <w:t xml:space="preserve"> </w:t>
      </w:r>
      <w:r>
        <w:rPr>
          <w:rFonts w:ascii="Times New Roman" w:hAnsi="Times New Roman"/>
          <w:bCs/>
          <w:sz w:val="28"/>
          <w:szCs w:val="28"/>
          <w:lang w:val="en-US"/>
        </w:rPr>
        <w:t>XXXXXX</w:t>
      </w:r>
      <w:r w:rsidRPr="00232B33">
        <w:rPr>
          <w:rFonts w:ascii="Times New Roman" w:hAnsi="Times New Roman"/>
          <w:bCs/>
          <w:sz w:val="28"/>
          <w:szCs w:val="28"/>
        </w:rPr>
        <w:t xml:space="preserve"> </w:t>
      </w:r>
      <w:r>
        <w:rPr>
          <w:rFonts w:ascii="Times New Roman" w:hAnsi="Times New Roman"/>
          <w:bCs/>
          <w:sz w:val="28"/>
          <w:szCs w:val="28"/>
          <w:lang w:val="en-US"/>
        </w:rPr>
        <w:t>XXXXXXXXXXX</w:t>
      </w:r>
      <w:r w:rsidRPr="00232B33">
        <w:rPr>
          <w:rFonts w:ascii="Times New Roman" w:hAnsi="Times New Roman"/>
          <w:bCs/>
          <w:sz w:val="28"/>
          <w:szCs w:val="28"/>
        </w:rPr>
        <w:t xml:space="preserve"> померла (свідоцтво про смерть серії </w:t>
      </w:r>
      <w:r>
        <w:rPr>
          <w:rFonts w:ascii="Times New Roman" w:hAnsi="Times New Roman"/>
          <w:bCs/>
          <w:sz w:val="28"/>
          <w:szCs w:val="28"/>
          <w:lang w:val="en-US"/>
        </w:rPr>
        <w:t>X</w:t>
      </w:r>
      <w:r w:rsidRPr="00232B33">
        <w:rPr>
          <w:rFonts w:ascii="Times New Roman" w:hAnsi="Times New Roman"/>
          <w:bCs/>
          <w:sz w:val="28"/>
          <w:szCs w:val="28"/>
        </w:rPr>
        <w:t>-</w:t>
      </w:r>
      <w:r>
        <w:rPr>
          <w:rFonts w:ascii="Times New Roman" w:hAnsi="Times New Roman"/>
          <w:bCs/>
          <w:sz w:val="28"/>
          <w:szCs w:val="28"/>
          <w:lang w:val="en-US"/>
        </w:rPr>
        <w:t>XX</w:t>
      </w:r>
      <w:r w:rsidRPr="00232B33">
        <w:rPr>
          <w:rFonts w:ascii="Times New Roman" w:hAnsi="Times New Roman"/>
          <w:bCs/>
          <w:sz w:val="28"/>
          <w:szCs w:val="28"/>
        </w:rPr>
        <w:t xml:space="preserve"> № </w:t>
      </w:r>
      <w:r>
        <w:rPr>
          <w:rFonts w:ascii="Times New Roman" w:hAnsi="Times New Roman"/>
          <w:bCs/>
          <w:sz w:val="28"/>
          <w:szCs w:val="28"/>
          <w:lang w:val="en-US"/>
        </w:rPr>
        <w:t>XXXXXX</w:t>
      </w:r>
      <w:r w:rsidRPr="00232B33">
        <w:rPr>
          <w:rFonts w:ascii="Times New Roman" w:hAnsi="Times New Roman"/>
          <w:bCs/>
          <w:sz w:val="28"/>
          <w:szCs w:val="28"/>
        </w:rPr>
        <w:t xml:space="preserve">, видане виконкомом </w:t>
      </w:r>
      <w:r>
        <w:rPr>
          <w:rFonts w:ascii="Times New Roman" w:hAnsi="Times New Roman"/>
          <w:bCs/>
          <w:sz w:val="28"/>
          <w:szCs w:val="28"/>
          <w:lang w:val="en-US"/>
        </w:rPr>
        <w:t>XXXXXXXXXXX</w:t>
      </w:r>
      <w:r w:rsidRPr="00232B33">
        <w:rPr>
          <w:rFonts w:ascii="Times New Roman" w:hAnsi="Times New Roman"/>
          <w:bCs/>
          <w:sz w:val="28"/>
          <w:szCs w:val="28"/>
        </w:rPr>
        <w:t xml:space="preserve"> сільської ради Роменського району Сумської області </w:t>
      </w:r>
      <w:r>
        <w:rPr>
          <w:rFonts w:ascii="Times New Roman" w:hAnsi="Times New Roman"/>
          <w:bCs/>
          <w:sz w:val="28"/>
          <w:szCs w:val="28"/>
          <w:lang w:val="en-US"/>
        </w:rPr>
        <w:t>XX</w:t>
      </w:r>
      <w:r w:rsidRPr="00232B33">
        <w:rPr>
          <w:rFonts w:ascii="Times New Roman" w:hAnsi="Times New Roman"/>
          <w:bCs/>
          <w:sz w:val="28"/>
          <w:szCs w:val="28"/>
        </w:rPr>
        <w:t xml:space="preserve"> </w:t>
      </w:r>
      <w:r>
        <w:rPr>
          <w:rFonts w:ascii="Times New Roman" w:hAnsi="Times New Roman"/>
          <w:bCs/>
          <w:sz w:val="28"/>
          <w:szCs w:val="28"/>
          <w:lang w:val="en-US"/>
        </w:rPr>
        <w:t>XXXXXX</w:t>
      </w:r>
      <w:r w:rsidRPr="00232B33">
        <w:rPr>
          <w:rFonts w:ascii="Times New Roman" w:hAnsi="Times New Roman"/>
          <w:bCs/>
          <w:sz w:val="28"/>
          <w:szCs w:val="28"/>
        </w:rPr>
        <w:t xml:space="preserve"> </w:t>
      </w:r>
      <w:r>
        <w:rPr>
          <w:rFonts w:ascii="Times New Roman" w:hAnsi="Times New Roman"/>
          <w:bCs/>
          <w:sz w:val="28"/>
          <w:szCs w:val="28"/>
          <w:lang w:val="en-US"/>
        </w:rPr>
        <w:t>XXXX</w:t>
      </w:r>
      <w:r w:rsidRPr="00232B33">
        <w:rPr>
          <w:rFonts w:ascii="Times New Roman" w:hAnsi="Times New Roman"/>
          <w:bCs/>
          <w:sz w:val="28"/>
          <w:szCs w:val="28"/>
        </w:rPr>
        <w:t xml:space="preserve"> року), батько </w:t>
      </w:r>
      <w:r>
        <w:rPr>
          <w:rFonts w:ascii="Times New Roman" w:hAnsi="Times New Roman"/>
          <w:bCs/>
          <w:sz w:val="28"/>
          <w:szCs w:val="28"/>
          <w:lang w:val="en-US"/>
        </w:rPr>
        <w:t>XXXXXXX</w:t>
      </w:r>
      <w:r w:rsidRPr="00232B33">
        <w:rPr>
          <w:rFonts w:ascii="Times New Roman" w:hAnsi="Times New Roman"/>
          <w:bCs/>
          <w:sz w:val="28"/>
          <w:szCs w:val="28"/>
        </w:rPr>
        <w:t xml:space="preserve"> </w:t>
      </w:r>
      <w:r>
        <w:rPr>
          <w:rFonts w:ascii="Times New Roman" w:hAnsi="Times New Roman"/>
          <w:bCs/>
          <w:sz w:val="28"/>
          <w:szCs w:val="28"/>
          <w:lang w:val="en-US"/>
        </w:rPr>
        <w:t>XXXXXX</w:t>
      </w:r>
      <w:r w:rsidRPr="00232B33">
        <w:rPr>
          <w:rFonts w:ascii="Times New Roman" w:hAnsi="Times New Roman"/>
          <w:bCs/>
          <w:sz w:val="28"/>
          <w:szCs w:val="28"/>
        </w:rPr>
        <w:t xml:space="preserve"> </w:t>
      </w:r>
      <w:r>
        <w:rPr>
          <w:rFonts w:ascii="Times New Roman" w:hAnsi="Times New Roman"/>
          <w:bCs/>
          <w:sz w:val="28"/>
          <w:szCs w:val="28"/>
          <w:lang w:val="en-US"/>
        </w:rPr>
        <w:t>XXXXXXXXXXX</w:t>
      </w:r>
      <w:r w:rsidRPr="00232B33">
        <w:rPr>
          <w:rFonts w:ascii="Times New Roman" w:hAnsi="Times New Roman"/>
          <w:bCs/>
          <w:sz w:val="28"/>
          <w:szCs w:val="28"/>
        </w:rPr>
        <w:t xml:space="preserve"> має тривалу хворобу, що перешкоджає йому виконувати батьківські обов’язки (висновок лікарсько-консультативної комісії Роменської центральної районної поліклініки Сумської області про наявність у батька, матері дитини тривалої хвороби, яка перешкоджає виконанню батьківських обов’язків № 2155 від 18.08.2017 р.</w:t>
      </w:r>
      <w:r>
        <w:rPr>
          <w:rFonts w:ascii="Times New Roman" w:hAnsi="Times New Roman"/>
          <w:bCs/>
          <w:sz w:val="28"/>
          <w:szCs w:val="28"/>
        </w:rPr>
        <w:t>)</w:t>
      </w:r>
      <w:r w:rsidRPr="00232B33">
        <w:rPr>
          <w:rFonts w:ascii="Times New Roman" w:hAnsi="Times New Roman"/>
          <w:bCs/>
          <w:sz w:val="28"/>
          <w:szCs w:val="28"/>
        </w:rPr>
        <w:t>, враховуючи поданн</w:t>
      </w:r>
      <w:r w:rsidRPr="00E94875">
        <w:rPr>
          <w:rFonts w:ascii="Times New Roman" w:hAnsi="Times New Roman"/>
          <w:bCs/>
          <w:sz w:val="28"/>
          <w:szCs w:val="28"/>
        </w:rPr>
        <w:t xml:space="preserve">я служби у справах дітей Роменської районної державної адміністрації від </w:t>
      </w:r>
      <w:r>
        <w:rPr>
          <w:rFonts w:ascii="Times New Roman" w:hAnsi="Times New Roman"/>
          <w:bCs/>
          <w:sz w:val="28"/>
          <w:szCs w:val="28"/>
        </w:rPr>
        <w:t>18</w:t>
      </w:r>
      <w:r w:rsidRPr="00E94875">
        <w:rPr>
          <w:rFonts w:ascii="Times New Roman" w:hAnsi="Times New Roman"/>
          <w:bCs/>
          <w:sz w:val="28"/>
          <w:szCs w:val="28"/>
        </w:rPr>
        <w:t>.0</w:t>
      </w:r>
      <w:r>
        <w:rPr>
          <w:rFonts w:ascii="Times New Roman" w:hAnsi="Times New Roman"/>
          <w:bCs/>
          <w:sz w:val="28"/>
          <w:szCs w:val="28"/>
        </w:rPr>
        <w:t>8</w:t>
      </w:r>
      <w:r w:rsidRPr="00E94875">
        <w:rPr>
          <w:rFonts w:ascii="Times New Roman" w:hAnsi="Times New Roman"/>
          <w:bCs/>
          <w:sz w:val="28"/>
          <w:szCs w:val="28"/>
        </w:rPr>
        <w:t>.2017 № 01-23/</w:t>
      </w:r>
      <w:r>
        <w:rPr>
          <w:rFonts w:ascii="Times New Roman" w:hAnsi="Times New Roman"/>
          <w:bCs/>
          <w:sz w:val="28"/>
          <w:szCs w:val="28"/>
        </w:rPr>
        <w:t>284</w:t>
      </w:r>
      <w:r w:rsidRPr="00E94875">
        <w:rPr>
          <w:rFonts w:ascii="Times New Roman" w:hAnsi="Times New Roman"/>
          <w:bCs/>
          <w:sz w:val="28"/>
          <w:szCs w:val="28"/>
        </w:rPr>
        <w:t xml:space="preserve"> «Про прийняття рішення щодо надання </w:t>
      </w:r>
      <w:r w:rsidRPr="00E94875">
        <w:rPr>
          <w:rFonts w:ascii="Times New Roman" w:hAnsi="Times New Roman"/>
          <w:sz w:val="28"/>
          <w:szCs w:val="28"/>
        </w:rPr>
        <w:t>статусу дитини, позбавленої батьківського піклування малоліт</w:t>
      </w:r>
      <w:r>
        <w:rPr>
          <w:rFonts w:ascii="Times New Roman" w:hAnsi="Times New Roman"/>
          <w:sz w:val="28"/>
          <w:szCs w:val="28"/>
        </w:rPr>
        <w:t xml:space="preserve">ньому </w:t>
      </w:r>
      <w:r>
        <w:rPr>
          <w:rFonts w:ascii="Times New Roman" w:hAnsi="Times New Roman"/>
          <w:sz w:val="28"/>
          <w:szCs w:val="28"/>
          <w:lang w:val="en-US"/>
        </w:rPr>
        <w:t>XXXXXXX</w:t>
      </w:r>
      <w:r>
        <w:rPr>
          <w:rFonts w:ascii="Times New Roman" w:hAnsi="Times New Roman"/>
          <w:sz w:val="28"/>
          <w:szCs w:val="28"/>
        </w:rPr>
        <w:t xml:space="preserve"> </w:t>
      </w:r>
      <w:r>
        <w:rPr>
          <w:rFonts w:ascii="Times New Roman" w:hAnsi="Times New Roman"/>
          <w:sz w:val="28"/>
          <w:szCs w:val="28"/>
          <w:lang w:val="en-US"/>
        </w:rPr>
        <w:t>XXXXXXXXXX</w:t>
      </w:r>
      <w:r>
        <w:rPr>
          <w:rFonts w:ascii="Times New Roman" w:hAnsi="Times New Roman"/>
          <w:sz w:val="28"/>
          <w:szCs w:val="28"/>
        </w:rPr>
        <w:t xml:space="preserve"> </w:t>
      </w:r>
      <w:r>
        <w:rPr>
          <w:rFonts w:ascii="Times New Roman" w:hAnsi="Times New Roman"/>
          <w:sz w:val="28"/>
          <w:szCs w:val="28"/>
          <w:lang w:val="en-US"/>
        </w:rPr>
        <w:t>XXXXXXXXXXXXX</w:t>
      </w:r>
      <w:r w:rsidRPr="00E94875">
        <w:rPr>
          <w:rFonts w:ascii="Times New Roman" w:hAnsi="Times New Roman"/>
          <w:sz w:val="28"/>
          <w:szCs w:val="28"/>
        </w:rPr>
        <w:t xml:space="preserve">, </w:t>
      </w:r>
      <w:r>
        <w:rPr>
          <w:rFonts w:ascii="Times New Roman" w:hAnsi="Times New Roman"/>
          <w:sz w:val="28"/>
          <w:szCs w:val="28"/>
          <w:lang w:val="en-US"/>
        </w:rPr>
        <w:t>XX</w:t>
      </w:r>
      <w:r>
        <w:rPr>
          <w:rFonts w:ascii="Times New Roman" w:hAnsi="Times New Roman"/>
          <w:sz w:val="28"/>
          <w:szCs w:val="28"/>
        </w:rPr>
        <w:t xml:space="preserve"> </w:t>
      </w:r>
      <w:r>
        <w:rPr>
          <w:rFonts w:ascii="Times New Roman" w:hAnsi="Times New Roman"/>
          <w:sz w:val="28"/>
          <w:szCs w:val="28"/>
          <w:lang w:val="en-US"/>
        </w:rPr>
        <w:t>XXXXXX</w:t>
      </w:r>
      <w:r w:rsidRPr="00E94875">
        <w:rPr>
          <w:rFonts w:ascii="Times New Roman" w:hAnsi="Times New Roman"/>
          <w:sz w:val="28"/>
          <w:szCs w:val="28"/>
        </w:rPr>
        <w:t xml:space="preserve"> </w:t>
      </w:r>
      <w:r>
        <w:rPr>
          <w:rFonts w:ascii="Times New Roman" w:hAnsi="Times New Roman"/>
          <w:sz w:val="28"/>
          <w:szCs w:val="28"/>
          <w:lang w:val="en-US"/>
        </w:rPr>
        <w:t>XXXX</w:t>
      </w:r>
      <w:r w:rsidRPr="00E94875">
        <w:rPr>
          <w:rFonts w:ascii="Times New Roman" w:hAnsi="Times New Roman"/>
          <w:sz w:val="28"/>
          <w:szCs w:val="28"/>
        </w:rPr>
        <w:t xml:space="preserve"> року народження</w:t>
      </w:r>
      <w:r w:rsidRPr="00E94875">
        <w:rPr>
          <w:rFonts w:ascii="Times New Roman" w:hAnsi="Times New Roman"/>
          <w:bCs/>
          <w:sz w:val="28"/>
          <w:szCs w:val="28"/>
        </w:rPr>
        <w:t>»:</w:t>
      </w:r>
    </w:p>
    <w:p w:rsidR="008A3220" w:rsidRPr="00E94875" w:rsidRDefault="008A3220" w:rsidP="00232B33">
      <w:pPr>
        <w:numPr>
          <w:ilvl w:val="0"/>
          <w:numId w:val="1"/>
        </w:numPr>
        <w:tabs>
          <w:tab w:val="clear" w:pos="1500"/>
          <w:tab w:val="num" w:pos="928"/>
          <w:tab w:val="num" w:pos="1080"/>
          <w:tab w:val="left" w:pos="7088"/>
        </w:tabs>
        <w:ind w:left="0" w:firstLine="720"/>
        <w:jc w:val="both"/>
        <w:rPr>
          <w:rFonts w:ascii="Times New Roman" w:hAnsi="Times New Roman"/>
          <w:bCs/>
          <w:sz w:val="28"/>
          <w:szCs w:val="28"/>
        </w:rPr>
      </w:pPr>
      <w:r w:rsidRPr="00E94875">
        <w:rPr>
          <w:rFonts w:ascii="Times New Roman" w:hAnsi="Times New Roman"/>
          <w:bCs/>
          <w:sz w:val="28"/>
          <w:szCs w:val="28"/>
        </w:rPr>
        <w:t>Надати малолі</w:t>
      </w:r>
      <w:r>
        <w:rPr>
          <w:rFonts w:ascii="Times New Roman" w:hAnsi="Times New Roman"/>
          <w:bCs/>
          <w:sz w:val="28"/>
          <w:szCs w:val="28"/>
        </w:rPr>
        <w:t xml:space="preserve">тньому </w:t>
      </w:r>
      <w:r>
        <w:rPr>
          <w:rFonts w:ascii="Times New Roman" w:hAnsi="Times New Roman"/>
          <w:sz w:val="28"/>
          <w:szCs w:val="28"/>
          <w:lang w:val="en-US"/>
        </w:rPr>
        <w:t>XXXXXXX</w:t>
      </w:r>
      <w:r>
        <w:rPr>
          <w:rFonts w:ascii="Times New Roman" w:hAnsi="Times New Roman"/>
          <w:sz w:val="28"/>
          <w:szCs w:val="28"/>
        </w:rPr>
        <w:t xml:space="preserve"> </w:t>
      </w:r>
      <w:r>
        <w:rPr>
          <w:rFonts w:ascii="Times New Roman" w:hAnsi="Times New Roman"/>
          <w:sz w:val="28"/>
          <w:szCs w:val="28"/>
          <w:lang w:val="en-US"/>
        </w:rPr>
        <w:t>XXXXXXXXXX</w:t>
      </w:r>
      <w:r>
        <w:rPr>
          <w:rFonts w:ascii="Times New Roman" w:hAnsi="Times New Roman"/>
          <w:sz w:val="28"/>
          <w:szCs w:val="28"/>
        </w:rPr>
        <w:t xml:space="preserve"> </w:t>
      </w:r>
      <w:r>
        <w:rPr>
          <w:rFonts w:ascii="Times New Roman" w:hAnsi="Times New Roman"/>
          <w:sz w:val="28"/>
          <w:szCs w:val="28"/>
          <w:lang w:val="en-US"/>
        </w:rPr>
        <w:t>XXXXXXXXXXXXX</w:t>
      </w:r>
      <w:r w:rsidRPr="00E94875">
        <w:rPr>
          <w:rFonts w:ascii="Times New Roman" w:hAnsi="Times New Roman"/>
          <w:sz w:val="28"/>
          <w:szCs w:val="28"/>
        </w:rPr>
        <w:t xml:space="preserve">, </w:t>
      </w:r>
      <w:r>
        <w:rPr>
          <w:rFonts w:ascii="Times New Roman" w:hAnsi="Times New Roman"/>
          <w:sz w:val="28"/>
          <w:szCs w:val="28"/>
          <w:lang w:val="en-US"/>
        </w:rPr>
        <w:t>XX</w:t>
      </w:r>
      <w:r>
        <w:rPr>
          <w:rFonts w:ascii="Times New Roman" w:hAnsi="Times New Roman"/>
          <w:sz w:val="28"/>
          <w:szCs w:val="28"/>
        </w:rPr>
        <w:t xml:space="preserve"> </w:t>
      </w:r>
      <w:r>
        <w:rPr>
          <w:rFonts w:ascii="Times New Roman" w:hAnsi="Times New Roman"/>
          <w:sz w:val="28"/>
          <w:szCs w:val="28"/>
          <w:lang w:val="en-US"/>
        </w:rPr>
        <w:t>XXXXXX</w:t>
      </w:r>
      <w:r w:rsidRPr="00E94875">
        <w:rPr>
          <w:rFonts w:ascii="Times New Roman" w:hAnsi="Times New Roman"/>
          <w:sz w:val="28"/>
          <w:szCs w:val="28"/>
        </w:rPr>
        <w:t xml:space="preserve"> </w:t>
      </w:r>
      <w:r>
        <w:rPr>
          <w:rFonts w:ascii="Times New Roman" w:hAnsi="Times New Roman"/>
          <w:sz w:val="28"/>
          <w:szCs w:val="28"/>
          <w:lang w:val="en-US"/>
        </w:rPr>
        <w:t>XXXX</w:t>
      </w:r>
      <w:r w:rsidRPr="00E94875">
        <w:rPr>
          <w:rFonts w:ascii="Times New Roman" w:hAnsi="Times New Roman"/>
          <w:bCs/>
          <w:sz w:val="28"/>
          <w:szCs w:val="28"/>
        </w:rPr>
        <w:t xml:space="preserve"> року народження, уродженцю села </w:t>
      </w:r>
      <w:r>
        <w:rPr>
          <w:rFonts w:ascii="Times New Roman" w:hAnsi="Times New Roman"/>
          <w:bCs/>
          <w:sz w:val="28"/>
          <w:szCs w:val="28"/>
          <w:lang w:val="en-US"/>
        </w:rPr>
        <w:t>XXXXX</w:t>
      </w:r>
      <w:r w:rsidRPr="00E94875">
        <w:rPr>
          <w:rFonts w:ascii="Times New Roman" w:hAnsi="Times New Roman"/>
          <w:bCs/>
          <w:sz w:val="28"/>
          <w:szCs w:val="28"/>
        </w:rPr>
        <w:t xml:space="preserve"> Роменського району Сумської області (свідоцтво про народження</w:t>
      </w:r>
      <w:r>
        <w:rPr>
          <w:rFonts w:ascii="Times New Roman" w:hAnsi="Times New Roman"/>
          <w:bCs/>
          <w:sz w:val="28"/>
          <w:szCs w:val="28"/>
        </w:rPr>
        <w:t xml:space="preserve"> серії </w:t>
      </w:r>
      <w:r>
        <w:rPr>
          <w:rFonts w:ascii="Times New Roman" w:hAnsi="Times New Roman"/>
          <w:bCs/>
          <w:sz w:val="28"/>
          <w:szCs w:val="28"/>
          <w:lang w:val="en-US"/>
        </w:rPr>
        <w:t>X</w:t>
      </w:r>
      <w:r>
        <w:rPr>
          <w:rFonts w:ascii="Times New Roman" w:hAnsi="Times New Roman"/>
          <w:bCs/>
          <w:sz w:val="28"/>
          <w:szCs w:val="28"/>
        </w:rPr>
        <w:t>-</w:t>
      </w:r>
      <w:r>
        <w:rPr>
          <w:rFonts w:ascii="Times New Roman" w:hAnsi="Times New Roman"/>
          <w:bCs/>
          <w:sz w:val="28"/>
          <w:szCs w:val="28"/>
          <w:lang w:val="en-US"/>
        </w:rPr>
        <w:t>XX</w:t>
      </w:r>
      <w:r>
        <w:rPr>
          <w:rFonts w:ascii="Times New Roman" w:hAnsi="Times New Roman"/>
          <w:bCs/>
          <w:sz w:val="28"/>
          <w:szCs w:val="28"/>
        </w:rPr>
        <w:t xml:space="preserve"> № </w:t>
      </w:r>
      <w:r>
        <w:rPr>
          <w:rFonts w:ascii="Times New Roman" w:hAnsi="Times New Roman"/>
          <w:bCs/>
          <w:sz w:val="28"/>
          <w:szCs w:val="28"/>
          <w:lang w:val="en-US"/>
        </w:rPr>
        <w:t>XXXXXX</w:t>
      </w:r>
      <w:r w:rsidRPr="00E94875">
        <w:rPr>
          <w:rFonts w:ascii="Times New Roman" w:hAnsi="Times New Roman"/>
          <w:bCs/>
          <w:sz w:val="28"/>
          <w:szCs w:val="28"/>
        </w:rPr>
        <w:t xml:space="preserve">, видане </w:t>
      </w:r>
      <w:r>
        <w:rPr>
          <w:rFonts w:ascii="Times New Roman" w:hAnsi="Times New Roman"/>
          <w:bCs/>
          <w:sz w:val="28"/>
          <w:szCs w:val="28"/>
        </w:rPr>
        <w:t xml:space="preserve">виконкомом </w:t>
      </w:r>
      <w:r>
        <w:rPr>
          <w:rFonts w:ascii="Times New Roman" w:hAnsi="Times New Roman"/>
          <w:bCs/>
          <w:sz w:val="28"/>
          <w:szCs w:val="28"/>
          <w:lang w:val="en-US"/>
        </w:rPr>
        <w:t>XXXXXXXXXXX</w:t>
      </w:r>
      <w:r>
        <w:rPr>
          <w:rFonts w:ascii="Times New Roman" w:hAnsi="Times New Roman"/>
          <w:bCs/>
          <w:sz w:val="28"/>
          <w:szCs w:val="28"/>
        </w:rPr>
        <w:t xml:space="preserve"> сільської ради Роменського району </w:t>
      </w:r>
      <w:r w:rsidRPr="00E94875">
        <w:rPr>
          <w:rFonts w:ascii="Times New Roman" w:hAnsi="Times New Roman"/>
          <w:bCs/>
          <w:sz w:val="28"/>
          <w:szCs w:val="28"/>
        </w:rPr>
        <w:t xml:space="preserve">Сумській області </w:t>
      </w:r>
      <w:r>
        <w:rPr>
          <w:rFonts w:ascii="Times New Roman" w:hAnsi="Times New Roman"/>
          <w:bCs/>
          <w:sz w:val="28"/>
          <w:szCs w:val="28"/>
          <w:lang w:val="en-US"/>
        </w:rPr>
        <w:t>XX</w:t>
      </w:r>
      <w:r>
        <w:rPr>
          <w:rFonts w:ascii="Times New Roman" w:hAnsi="Times New Roman"/>
          <w:bCs/>
          <w:sz w:val="28"/>
          <w:szCs w:val="28"/>
        </w:rPr>
        <w:t xml:space="preserve"> </w:t>
      </w:r>
      <w:r>
        <w:rPr>
          <w:rFonts w:ascii="Times New Roman" w:hAnsi="Times New Roman"/>
          <w:bCs/>
          <w:sz w:val="28"/>
          <w:szCs w:val="28"/>
          <w:lang w:val="en-US"/>
        </w:rPr>
        <w:t>XXXXXXX</w:t>
      </w:r>
      <w:r>
        <w:rPr>
          <w:rFonts w:ascii="Times New Roman" w:hAnsi="Times New Roman"/>
          <w:bCs/>
          <w:sz w:val="28"/>
          <w:szCs w:val="28"/>
        </w:rPr>
        <w:t xml:space="preserve"> </w:t>
      </w:r>
      <w:r>
        <w:rPr>
          <w:rFonts w:ascii="Times New Roman" w:hAnsi="Times New Roman"/>
          <w:bCs/>
          <w:sz w:val="28"/>
          <w:szCs w:val="28"/>
          <w:lang w:val="en-US"/>
        </w:rPr>
        <w:t>XXXX</w:t>
      </w:r>
      <w:r w:rsidRPr="00E94875">
        <w:rPr>
          <w:rFonts w:ascii="Times New Roman" w:hAnsi="Times New Roman"/>
          <w:bCs/>
          <w:sz w:val="28"/>
          <w:szCs w:val="28"/>
        </w:rPr>
        <w:t xml:space="preserve"> року) статус дитини, позбавленої батьківського піклування. </w:t>
      </w:r>
    </w:p>
    <w:p w:rsidR="008A3220" w:rsidRPr="00E94875" w:rsidRDefault="008A3220" w:rsidP="00D05514">
      <w:pPr>
        <w:widowControl w:val="0"/>
        <w:numPr>
          <w:ilvl w:val="0"/>
          <w:numId w:val="1"/>
        </w:numPr>
        <w:tabs>
          <w:tab w:val="num" w:pos="1080"/>
          <w:tab w:val="num" w:pos="1260"/>
        </w:tabs>
        <w:ind w:left="0" w:firstLine="720"/>
        <w:jc w:val="both"/>
        <w:rPr>
          <w:rFonts w:ascii="Times New Roman" w:hAnsi="Times New Roman"/>
          <w:bCs/>
          <w:sz w:val="28"/>
          <w:szCs w:val="28"/>
        </w:rPr>
      </w:pPr>
      <w:r w:rsidRPr="00E94875">
        <w:rPr>
          <w:rFonts w:ascii="Times New Roman" w:hAnsi="Times New Roman"/>
          <w:bCs/>
          <w:sz w:val="28"/>
          <w:szCs w:val="28"/>
        </w:rPr>
        <w:t>Службі у справах дітей Роменської районної державної адміністрації вирішити питання подальшого влаштування дитини, позбавленої батьківського пікл</w:t>
      </w:r>
      <w:r>
        <w:rPr>
          <w:rFonts w:ascii="Times New Roman" w:hAnsi="Times New Roman"/>
          <w:bCs/>
          <w:sz w:val="28"/>
          <w:szCs w:val="28"/>
        </w:rPr>
        <w:t xml:space="preserve">ування </w:t>
      </w:r>
      <w:r>
        <w:rPr>
          <w:rFonts w:ascii="Times New Roman" w:hAnsi="Times New Roman"/>
          <w:sz w:val="28"/>
          <w:szCs w:val="28"/>
          <w:lang w:val="en-US"/>
        </w:rPr>
        <w:t>XXXXXXX</w:t>
      </w:r>
      <w:r>
        <w:rPr>
          <w:rFonts w:ascii="Times New Roman" w:hAnsi="Times New Roman"/>
          <w:sz w:val="28"/>
          <w:szCs w:val="28"/>
        </w:rPr>
        <w:t xml:space="preserve"> </w:t>
      </w:r>
      <w:r>
        <w:rPr>
          <w:rFonts w:ascii="Times New Roman" w:hAnsi="Times New Roman"/>
          <w:sz w:val="28"/>
          <w:szCs w:val="28"/>
          <w:lang w:val="en-US"/>
        </w:rPr>
        <w:t>XXXXXXXXXX</w:t>
      </w:r>
      <w:r>
        <w:rPr>
          <w:rFonts w:ascii="Times New Roman" w:hAnsi="Times New Roman"/>
          <w:sz w:val="28"/>
          <w:szCs w:val="28"/>
        </w:rPr>
        <w:t xml:space="preserve"> </w:t>
      </w:r>
      <w:r>
        <w:rPr>
          <w:rFonts w:ascii="Times New Roman" w:hAnsi="Times New Roman"/>
          <w:sz w:val="28"/>
          <w:szCs w:val="28"/>
          <w:lang w:val="en-US"/>
        </w:rPr>
        <w:t>XXXXXXXXXXXXX</w:t>
      </w:r>
      <w:r w:rsidRPr="00E94875">
        <w:rPr>
          <w:rFonts w:ascii="Times New Roman" w:hAnsi="Times New Roman"/>
          <w:sz w:val="28"/>
          <w:szCs w:val="28"/>
        </w:rPr>
        <w:t xml:space="preserve">, </w:t>
      </w:r>
      <w:r>
        <w:rPr>
          <w:rFonts w:ascii="Times New Roman" w:hAnsi="Times New Roman"/>
          <w:sz w:val="28"/>
          <w:szCs w:val="28"/>
          <w:lang w:val="en-US"/>
        </w:rPr>
        <w:t>XX</w:t>
      </w:r>
      <w:r>
        <w:rPr>
          <w:rFonts w:ascii="Times New Roman" w:hAnsi="Times New Roman"/>
          <w:sz w:val="28"/>
          <w:szCs w:val="28"/>
        </w:rPr>
        <w:t xml:space="preserve"> </w:t>
      </w:r>
      <w:r>
        <w:rPr>
          <w:rFonts w:ascii="Times New Roman" w:hAnsi="Times New Roman"/>
          <w:sz w:val="28"/>
          <w:szCs w:val="28"/>
          <w:lang w:val="en-US"/>
        </w:rPr>
        <w:t>XXXXXX</w:t>
      </w:r>
      <w:r w:rsidRPr="00E94875">
        <w:rPr>
          <w:rFonts w:ascii="Times New Roman" w:hAnsi="Times New Roman"/>
          <w:sz w:val="28"/>
          <w:szCs w:val="28"/>
        </w:rPr>
        <w:t xml:space="preserve"> </w:t>
      </w:r>
      <w:r>
        <w:rPr>
          <w:rFonts w:ascii="Times New Roman" w:hAnsi="Times New Roman"/>
          <w:sz w:val="28"/>
          <w:szCs w:val="28"/>
          <w:lang w:val="en-US"/>
        </w:rPr>
        <w:t>XXXX</w:t>
      </w:r>
      <w:r w:rsidRPr="00E94875">
        <w:rPr>
          <w:rFonts w:ascii="Times New Roman" w:hAnsi="Times New Roman"/>
          <w:sz w:val="28"/>
          <w:szCs w:val="28"/>
        </w:rPr>
        <w:t xml:space="preserve"> </w:t>
      </w:r>
      <w:r w:rsidRPr="00E94875">
        <w:rPr>
          <w:rFonts w:ascii="Times New Roman" w:hAnsi="Times New Roman"/>
          <w:bCs/>
          <w:sz w:val="28"/>
          <w:szCs w:val="28"/>
        </w:rPr>
        <w:t xml:space="preserve">року народження. </w:t>
      </w:r>
    </w:p>
    <w:p w:rsidR="008A3220" w:rsidRPr="00E94875" w:rsidRDefault="008A3220" w:rsidP="00A6501D">
      <w:pPr>
        <w:numPr>
          <w:ilvl w:val="0"/>
          <w:numId w:val="1"/>
        </w:numPr>
        <w:tabs>
          <w:tab w:val="clear" w:pos="1500"/>
          <w:tab w:val="num" w:pos="928"/>
          <w:tab w:val="num" w:pos="1080"/>
          <w:tab w:val="num" w:pos="1260"/>
        </w:tabs>
        <w:ind w:left="0" w:firstLine="720"/>
        <w:jc w:val="both"/>
        <w:rPr>
          <w:rFonts w:ascii="Times New Roman" w:hAnsi="Times New Roman"/>
          <w:bCs/>
          <w:sz w:val="28"/>
          <w:szCs w:val="28"/>
        </w:rPr>
      </w:pPr>
      <w:r w:rsidRPr="00E94875">
        <w:rPr>
          <w:rFonts w:ascii="Times New Roman" w:hAnsi="Times New Roman"/>
          <w:bCs/>
          <w:sz w:val="28"/>
          <w:szCs w:val="28"/>
        </w:rPr>
        <w:t>Контроль за виконанням цього розпорядження покласти на першого заступника голови Роменської районної державної адміністрації Татарінова В.М.</w:t>
      </w:r>
    </w:p>
    <w:p w:rsidR="008A3220" w:rsidRPr="00E94875" w:rsidRDefault="008A3220" w:rsidP="00A6501D">
      <w:pPr>
        <w:tabs>
          <w:tab w:val="num" w:pos="1080"/>
          <w:tab w:val="num" w:pos="1260"/>
        </w:tabs>
        <w:spacing w:line="360" w:lineRule="auto"/>
        <w:ind w:left="720"/>
        <w:jc w:val="both"/>
        <w:rPr>
          <w:rFonts w:ascii="Times New Roman" w:hAnsi="Times New Roman"/>
          <w:bCs/>
          <w:sz w:val="28"/>
          <w:szCs w:val="28"/>
        </w:rPr>
      </w:pPr>
    </w:p>
    <w:p w:rsidR="008A3220" w:rsidRPr="00E94875" w:rsidRDefault="008A3220" w:rsidP="00543299">
      <w:pPr>
        <w:tabs>
          <w:tab w:val="left" w:pos="4140"/>
        </w:tabs>
        <w:jc w:val="both"/>
        <w:rPr>
          <w:rFonts w:ascii="Times New Roman" w:hAnsi="Times New Roman"/>
          <w:b/>
          <w:bCs/>
          <w:sz w:val="28"/>
          <w:szCs w:val="28"/>
        </w:rPr>
      </w:pPr>
      <w:r w:rsidRPr="00E94875">
        <w:rPr>
          <w:rFonts w:ascii="Times New Roman" w:hAnsi="Times New Roman"/>
          <w:b/>
          <w:bCs/>
          <w:sz w:val="28"/>
          <w:szCs w:val="28"/>
        </w:rPr>
        <w:t xml:space="preserve">Голова Роменської районної </w:t>
      </w:r>
    </w:p>
    <w:p w:rsidR="008A3220" w:rsidRDefault="008A3220" w:rsidP="0080683C">
      <w:pPr>
        <w:tabs>
          <w:tab w:val="left" w:pos="4140"/>
          <w:tab w:val="left" w:pos="7088"/>
        </w:tabs>
        <w:jc w:val="both"/>
      </w:pPr>
      <w:r w:rsidRPr="00E94875">
        <w:rPr>
          <w:rFonts w:ascii="Times New Roman" w:hAnsi="Times New Roman"/>
          <w:b/>
          <w:bCs/>
          <w:sz w:val="28"/>
          <w:szCs w:val="28"/>
        </w:rPr>
        <w:t>державної адміністрації</w:t>
      </w:r>
      <w:r w:rsidRPr="00E94875">
        <w:rPr>
          <w:rFonts w:ascii="Times New Roman" w:hAnsi="Times New Roman"/>
          <w:b/>
          <w:bCs/>
          <w:sz w:val="28"/>
          <w:szCs w:val="28"/>
        </w:rPr>
        <w:tab/>
        <w:t xml:space="preserve">                                </w:t>
      </w:r>
      <w:r w:rsidRPr="00E94875">
        <w:rPr>
          <w:rFonts w:ascii="Times New Roman" w:hAnsi="Times New Roman"/>
          <w:b/>
          <w:bCs/>
          <w:sz w:val="28"/>
          <w:szCs w:val="28"/>
        </w:rPr>
        <w:tab/>
        <w:t>В.О. Білоха</w:t>
      </w:r>
    </w:p>
    <w:sectPr w:rsidR="008A3220" w:rsidSect="002641C2">
      <w:pgSz w:w="11906" w:h="16838"/>
      <w:pgMar w:top="284"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12419"/>
    <w:multiLevelType w:val="hybridMultilevel"/>
    <w:tmpl w:val="F45606E8"/>
    <w:lvl w:ilvl="0" w:tplc="0419000F">
      <w:start w:val="1"/>
      <w:numFmt w:val="decimal"/>
      <w:lvlText w:val="%1."/>
      <w:lvlJc w:val="left"/>
      <w:pPr>
        <w:tabs>
          <w:tab w:val="num" w:pos="1500"/>
        </w:tabs>
        <w:ind w:left="15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501D"/>
    <w:rsid w:val="00000739"/>
    <w:rsid w:val="00001C1C"/>
    <w:rsid w:val="00002806"/>
    <w:rsid w:val="000028D5"/>
    <w:rsid w:val="000032E1"/>
    <w:rsid w:val="000034A8"/>
    <w:rsid w:val="00003749"/>
    <w:rsid w:val="00003BDD"/>
    <w:rsid w:val="00003EE5"/>
    <w:rsid w:val="00004406"/>
    <w:rsid w:val="00004C7D"/>
    <w:rsid w:val="00005236"/>
    <w:rsid w:val="000055E8"/>
    <w:rsid w:val="000056B3"/>
    <w:rsid w:val="00005ECB"/>
    <w:rsid w:val="00010F08"/>
    <w:rsid w:val="00011551"/>
    <w:rsid w:val="00011DF2"/>
    <w:rsid w:val="000126DF"/>
    <w:rsid w:val="00012948"/>
    <w:rsid w:val="00012E1D"/>
    <w:rsid w:val="000133B0"/>
    <w:rsid w:val="0001343B"/>
    <w:rsid w:val="00014248"/>
    <w:rsid w:val="00015136"/>
    <w:rsid w:val="000156C4"/>
    <w:rsid w:val="00015913"/>
    <w:rsid w:val="00016D62"/>
    <w:rsid w:val="000170E2"/>
    <w:rsid w:val="00017CDE"/>
    <w:rsid w:val="00020998"/>
    <w:rsid w:val="0002152B"/>
    <w:rsid w:val="00021A39"/>
    <w:rsid w:val="000220AA"/>
    <w:rsid w:val="00023044"/>
    <w:rsid w:val="0002422C"/>
    <w:rsid w:val="000243D6"/>
    <w:rsid w:val="000244FE"/>
    <w:rsid w:val="00024D9E"/>
    <w:rsid w:val="00025823"/>
    <w:rsid w:val="00026033"/>
    <w:rsid w:val="000260F5"/>
    <w:rsid w:val="000261AB"/>
    <w:rsid w:val="00026270"/>
    <w:rsid w:val="0002790A"/>
    <w:rsid w:val="000302F1"/>
    <w:rsid w:val="00030732"/>
    <w:rsid w:val="000307D1"/>
    <w:rsid w:val="000317D9"/>
    <w:rsid w:val="00031D3D"/>
    <w:rsid w:val="00034057"/>
    <w:rsid w:val="00034A12"/>
    <w:rsid w:val="00035055"/>
    <w:rsid w:val="000355B4"/>
    <w:rsid w:val="00035A31"/>
    <w:rsid w:val="00035CAD"/>
    <w:rsid w:val="00036A48"/>
    <w:rsid w:val="00036CDC"/>
    <w:rsid w:val="00036FD3"/>
    <w:rsid w:val="0003709C"/>
    <w:rsid w:val="00037222"/>
    <w:rsid w:val="000374DE"/>
    <w:rsid w:val="00037792"/>
    <w:rsid w:val="00040339"/>
    <w:rsid w:val="0004041A"/>
    <w:rsid w:val="000407E2"/>
    <w:rsid w:val="00040BE9"/>
    <w:rsid w:val="000411EE"/>
    <w:rsid w:val="00041812"/>
    <w:rsid w:val="00042C3A"/>
    <w:rsid w:val="0004366F"/>
    <w:rsid w:val="00043CFE"/>
    <w:rsid w:val="00044FC1"/>
    <w:rsid w:val="00045088"/>
    <w:rsid w:val="000458E3"/>
    <w:rsid w:val="00045CB1"/>
    <w:rsid w:val="00046168"/>
    <w:rsid w:val="00046635"/>
    <w:rsid w:val="00046859"/>
    <w:rsid w:val="00046C4F"/>
    <w:rsid w:val="00047615"/>
    <w:rsid w:val="000511C8"/>
    <w:rsid w:val="000514DF"/>
    <w:rsid w:val="00051C48"/>
    <w:rsid w:val="000520AF"/>
    <w:rsid w:val="0005228F"/>
    <w:rsid w:val="00052F8A"/>
    <w:rsid w:val="00053F09"/>
    <w:rsid w:val="00054893"/>
    <w:rsid w:val="00054AE6"/>
    <w:rsid w:val="00054B6A"/>
    <w:rsid w:val="000553B2"/>
    <w:rsid w:val="00056706"/>
    <w:rsid w:val="00056D03"/>
    <w:rsid w:val="00057782"/>
    <w:rsid w:val="00057A1C"/>
    <w:rsid w:val="000607B0"/>
    <w:rsid w:val="00060993"/>
    <w:rsid w:val="00060B38"/>
    <w:rsid w:val="00061412"/>
    <w:rsid w:val="0006148C"/>
    <w:rsid w:val="00062031"/>
    <w:rsid w:val="00062040"/>
    <w:rsid w:val="00062097"/>
    <w:rsid w:val="00062DDB"/>
    <w:rsid w:val="000648E3"/>
    <w:rsid w:val="00064F78"/>
    <w:rsid w:val="00065C11"/>
    <w:rsid w:val="00071298"/>
    <w:rsid w:val="00074185"/>
    <w:rsid w:val="00074476"/>
    <w:rsid w:val="0007457C"/>
    <w:rsid w:val="00074867"/>
    <w:rsid w:val="00075034"/>
    <w:rsid w:val="000756D5"/>
    <w:rsid w:val="00075966"/>
    <w:rsid w:val="00075DE5"/>
    <w:rsid w:val="0008077D"/>
    <w:rsid w:val="0008176E"/>
    <w:rsid w:val="00081E59"/>
    <w:rsid w:val="00082613"/>
    <w:rsid w:val="00082718"/>
    <w:rsid w:val="000834B7"/>
    <w:rsid w:val="00083780"/>
    <w:rsid w:val="0008414C"/>
    <w:rsid w:val="00084460"/>
    <w:rsid w:val="000874B2"/>
    <w:rsid w:val="0008798A"/>
    <w:rsid w:val="000900E7"/>
    <w:rsid w:val="00090117"/>
    <w:rsid w:val="00090219"/>
    <w:rsid w:val="00090909"/>
    <w:rsid w:val="00091010"/>
    <w:rsid w:val="00091CBC"/>
    <w:rsid w:val="00092A4D"/>
    <w:rsid w:val="00093906"/>
    <w:rsid w:val="000939A2"/>
    <w:rsid w:val="00093D7A"/>
    <w:rsid w:val="000954D3"/>
    <w:rsid w:val="000A04EC"/>
    <w:rsid w:val="000A1E33"/>
    <w:rsid w:val="000A2171"/>
    <w:rsid w:val="000A227B"/>
    <w:rsid w:val="000A2992"/>
    <w:rsid w:val="000A3BB0"/>
    <w:rsid w:val="000A45EF"/>
    <w:rsid w:val="000A5B34"/>
    <w:rsid w:val="000A7111"/>
    <w:rsid w:val="000A7201"/>
    <w:rsid w:val="000A7E60"/>
    <w:rsid w:val="000B0345"/>
    <w:rsid w:val="000B0801"/>
    <w:rsid w:val="000B1986"/>
    <w:rsid w:val="000B2006"/>
    <w:rsid w:val="000B2024"/>
    <w:rsid w:val="000B3247"/>
    <w:rsid w:val="000B336E"/>
    <w:rsid w:val="000B357E"/>
    <w:rsid w:val="000B3854"/>
    <w:rsid w:val="000B3941"/>
    <w:rsid w:val="000B43E2"/>
    <w:rsid w:val="000B46B3"/>
    <w:rsid w:val="000B56C9"/>
    <w:rsid w:val="000B6949"/>
    <w:rsid w:val="000B697F"/>
    <w:rsid w:val="000C05E4"/>
    <w:rsid w:val="000C09E1"/>
    <w:rsid w:val="000C0E40"/>
    <w:rsid w:val="000C306B"/>
    <w:rsid w:val="000C36D9"/>
    <w:rsid w:val="000C6D03"/>
    <w:rsid w:val="000C6E9E"/>
    <w:rsid w:val="000C74CD"/>
    <w:rsid w:val="000D2948"/>
    <w:rsid w:val="000D3358"/>
    <w:rsid w:val="000D33B4"/>
    <w:rsid w:val="000D4631"/>
    <w:rsid w:val="000D577F"/>
    <w:rsid w:val="000D651C"/>
    <w:rsid w:val="000D6800"/>
    <w:rsid w:val="000D7D25"/>
    <w:rsid w:val="000E1AFA"/>
    <w:rsid w:val="000E1B2F"/>
    <w:rsid w:val="000E21D3"/>
    <w:rsid w:val="000E2385"/>
    <w:rsid w:val="000E27E6"/>
    <w:rsid w:val="000E2D3A"/>
    <w:rsid w:val="000E38CF"/>
    <w:rsid w:val="000E39DE"/>
    <w:rsid w:val="000E45D3"/>
    <w:rsid w:val="000E4F89"/>
    <w:rsid w:val="000E55FD"/>
    <w:rsid w:val="000E5698"/>
    <w:rsid w:val="000E642E"/>
    <w:rsid w:val="000E673F"/>
    <w:rsid w:val="000E69E6"/>
    <w:rsid w:val="000E7197"/>
    <w:rsid w:val="000E7704"/>
    <w:rsid w:val="000F082F"/>
    <w:rsid w:val="000F0AB5"/>
    <w:rsid w:val="000F0B35"/>
    <w:rsid w:val="000F1024"/>
    <w:rsid w:val="000F2335"/>
    <w:rsid w:val="000F29E1"/>
    <w:rsid w:val="000F2DD0"/>
    <w:rsid w:val="000F3AAD"/>
    <w:rsid w:val="000F3E23"/>
    <w:rsid w:val="000F3ECF"/>
    <w:rsid w:val="000F4A29"/>
    <w:rsid w:val="000F58B0"/>
    <w:rsid w:val="000F6492"/>
    <w:rsid w:val="000F6950"/>
    <w:rsid w:val="000F794A"/>
    <w:rsid w:val="001000AE"/>
    <w:rsid w:val="001001E6"/>
    <w:rsid w:val="00100618"/>
    <w:rsid w:val="00103405"/>
    <w:rsid w:val="00103441"/>
    <w:rsid w:val="0010346C"/>
    <w:rsid w:val="00103F14"/>
    <w:rsid w:val="00104AF6"/>
    <w:rsid w:val="001105C7"/>
    <w:rsid w:val="0011088A"/>
    <w:rsid w:val="00111B4B"/>
    <w:rsid w:val="00112338"/>
    <w:rsid w:val="00113404"/>
    <w:rsid w:val="00113B47"/>
    <w:rsid w:val="00113FD8"/>
    <w:rsid w:val="0011487F"/>
    <w:rsid w:val="0011502D"/>
    <w:rsid w:val="00115132"/>
    <w:rsid w:val="0011525E"/>
    <w:rsid w:val="00115DA9"/>
    <w:rsid w:val="001162A6"/>
    <w:rsid w:val="0012032F"/>
    <w:rsid w:val="00120885"/>
    <w:rsid w:val="00120F4A"/>
    <w:rsid w:val="001211B9"/>
    <w:rsid w:val="001216D7"/>
    <w:rsid w:val="00122A02"/>
    <w:rsid w:val="00122F76"/>
    <w:rsid w:val="0012337F"/>
    <w:rsid w:val="001246E6"/>
    <w:rsid w:val="00124709"/>
    <w:rsid w:val="00124B09"/>
    <w:rsid w:val="00124F43"/>
    <w:rsid w:val="001255F3"/>
    <w:rsid w:val="0012575B"/>
    <w:rsid w:val="001268FB"/>
    <w:rsid w:val="001275CB"/>
    <w:rsid w:val="00127C8A"/>
    <w:rsid w:val="00130176"/>
    <w:rsid w:val="001314D0"/>
    <w:rsid w:val="00131B55"/>
    <w:rsid w:val="00132625"/>
    <w:rsid w:val="00132C0A"/>
    <w:rsid w:val="00132FBA"/>
    <w:rsid w:val="0013317E"/>
    <w:rsid w:val="001332E8"/>
    <w:rsid w:val="001348D4"/>
    <w:rsid w:val="00135DE9"/>
    <w:rsid w:val="00135EF1"/>
    <w:rsid w:val="00136469"/>
    <w:rsid w:val="00137A25"/>
    <w:rsid w:val="00140199"/>
    <w:rsid w:val="00140A9A"/>
    <w:rsid w:val="00140F31"/>
    <w:rsid w:val="00141279"/>
    <w:rsid w:val="00141F0B"/>
    <w:rsid w:val="00142AE4"/>
    <w:rsid w:val="0014344C"/>
    <w:rsid w:val="001435D1"/>
    <w:rsid w:val="00144230"/>
    <w:rsid w:val="0014489D"/>
    <w:rsid w:val="00144BB8"/>
    <w:rsid w:val="00146B6E"/>
    <w:rsid w:val="00147213"/>
    <w:rsid w:val="00147DD7"/>
    <w:rsid w:val="00150179"/>
    <w:rsid w:val="00150323"/>
    <w:rsid w:val="00150772"/>
    <w:rsid w:val="001510B6"/>
    <w:rsid w:val="00151CFB"/>
    <w:rsid w:val="00152297"/>
    <w:rsid w:val="00152D75"/>
    <w:rsid w:val="00153001"/>
    <w:rsid w:val="00153331"/>
    <w:rsid w:val="001533B7"/>
    <w:rsid w:val="00153833"/>
    <w:rsid w:val="00153B31"/>
    <w:rsid w:val="001542D4"/>
    <w:rsid w:val="00155530"/>
    <w:rsid w:val="00155585"/>
    <w:rsid w:val="001558EF"/>
    <w:rsid w:val="00155DE0"/>
    <w:rsid w:val="0015698B"/>
    <w:rsid w:val="001571AD"/>
    <w:rsid w:val="00157862"/>
    <w:rsid w:val="00157A35"/>
    <w:rsid w:val="001607A6"/>
    <w:rsid w:val="00161E57"/>
    <w:rsid w:val="00162590"/>
    <w:rsid w:val="00163FD8"/>
    <w:rsid w:val="001648D2"/>
    <w:rsid w:val="00164AA0"/>
    <w:rsid w:val="00165B4C"/>
    <w:rsid w:val="001662FA"/>
    <w:rsid w:val="001669C4"/>
    <w:rsid w:val="00167D82"/>
    <w:rsid w:val="00170546"/>
    <w:rsid w:val="00171190"/>
    <w:rsid w:val="0017163C"/>
    <w:rsid w:val="00171B5A"/>
    <w:rsid w:val="001729BA"/>
    <w:rsid w:val="001733C7"/>
    <w:rsid w:val="00173481"/>
    <w:rsid w:val="00174422"/>
    <w:rsid w:val="00174556"/>
    <w:rsid w:val="00174631"/>
    <w:rsid w:val="0017643F"/>
    <w:rsid w:val="00176D88"/>
    <w:rsid w:val="00180D29"/>
    <w:rsid w:val="00180FAB"/>
    <w:rsid w:val="001810A8"/>
    <w:rsid w:val="00182BA7"/>
    <w:rsid w:val="00182CAE"/>
    <w:rsid w:val="00183157"/>
    <w:rsid w:val="001834A6"/>
    <w:rsid w:val="0018492E"/>
    <w:rsid w:val="00184D5E"/>
    <w:rsid w:val="00186747"/>
    <w:rsid w:val="0018738D"/>
    <w:rsid w:val="00190D5C"/>
    <w:rsid w:val="001934A4"/>
    <w:rsid w:val="00193969"/>
    <w:rsid w:val="00194476"/>
    <w:rsid w:val="0019448C"/>
    <w:rsid w:val="001944F9"/>
    <w:rsid w:val="001957DC"/>
    <w:rsid w:val="0019588E"/>
    <w:rsid w:val="00196522"/>
    <w:rsid w:val="00196C74"/>
    <w:rsid w:val="00196E52"/>
    <w:rsid w:val="00197ABB"/>
    <w:rsid w:val="00197B0A"/>
    <w:rsid w:val="00197F98"/>
    <w:rsid w:val="001A01C0"/>
    <w:rsid w:val="001A0AD9"/>
    <w:rsid w:val="001A0BCA"/>
    <w:rsid w:val="001A12EE"/>
    <w:rsid w:val="001A14EA"/>
    <w:rsid w:val="001A1B1D"/>
    <w:rsid w:val="001A1D75"/>
    <w:rsid w:val="001A20A5"/>
    <w:rsid w:val="001A3F20"/>
    <w:rsid w:val="001A47BD"/>
    <w:rsid w:val="001A54F0"/>
    <w:rsid w:val="001A76D4"/>
    <w:rsid w:val="001B00EB"/>
    <w:rsid w:val="001B1C92"/>
    <w:rsid w:val="001B1CF2"/>
    <w:rsid w:val="001B28D4"/>
    <w:rsid w:val="001B2C45"/>
    <w:rsid w:val="001B30DB"/>
    <w:rsid w:val="001B3AC7"/>
    <w:rsid w:val="001B48A7"/>
    <w:rsid w:val="001B4955"/>
    <w:rsid w:val="001B4F9C"/>
    <w:rsid w:val="001B6400"/>
    <w:rsid w:val="001B7903"/>
    <w:rsid w:val="001C00A1"/>
    <w:rsid w:val="001C0198"/>
    <w:rsid w:val="001C0836"/>
    <w:rsid w:val="001C1CB7"/>
    <w:rsid w:val="001C240C"/>
    <w:rsid w:val="001C24B1"/>
    <w:rsid w:val="001C2B1E"/>
    <w:rsid w:val="001C4963"/>
    <w:rsid w:val="001C4AC6"/>
    <w:rsid w:val="001C4D79"/>
    <w:rsid w:val="001C5905"/>
    <w:rsid w:val="001C5D4E"/>
    <w:rsid w:val="001C616A"/>
    <w:rsid w:val="001C7509"/>
    <w:rsid w:val="001C7D48"/>
    <w:rsid w:val="001D0A0A"/>
    <w:rsid w:val="001D20F5"/>
    <w:rsid w:val="001D358E"/>
    <w:rsid w:val="001D3E3C"/>
    <w:rsid w:val="001D4866"/>
    <w:rsid w:val="001D49D4"/>
    <w:rsid w:val="001D4A58"/>
    <w:rsid w:val="001D7A7D"/>
    <w:rsid w:val="001E044C"/>
    <w:rsid w:val="001E0906"/>
    <w:rsid w:val="001E182C"/>
    <w:rsid w:val="001E2313"/>
    <w:rsid w:val="001E286C"/>
    <w:rsid w:val="001E2E3C"/>
    <w:rsid w:val="001E3EE8"/>
    <w:rsid w:val="001E4981"/>
    <w:rsid w:val="001E5098"/>
    <w:rsid w:val="001E5A1B"/>
    <w:rsid w:val="001E6266"/>
    <w:rsid w:val="001E7400"/>
    <w:rsid w:val="001E7CC9"/>
    <w:rsid w:val="001F08FD"/>
    <w:rsid w:val="001F0C9B"/>
    <w:rsid w:val="001F113B"/>
    <w:rsid w:val="001F1384"/>
    <w:rsid w:val="001F18D6"/>
    <w:rsid w:val="001F2454"/>
    <w:rsid w:val="001F2531"/>
    <w:rsid w:val="001F272A"/>
    <w:rsid w:val="001F2CEF"/>
    <w:rsid w:val="001F3105"/>
    <w:rsid w:val="001F3797"/>
    <w:rsid w:val="001F3A4B"/>
    <w:rsid w:val="001F3CD8"/>
    <w:rsid w:val="001F40B1"/>
    <w:rsid w:val="001F4DFD"/>
    <w:rsid w:val="001F520B"/>
    <w:rsid w:val="001F563A"/>
    <w:rsid w:val="001F5ACE"/>
    <w:rsid w:val="001F61A8"/>
    <w:rsid w:val="001F7092"/>
    <w:rsid w:val="00200002"/>
    <w:rsid w:val="00200885"/>
    <w:rsid w:val="00201639"/>
    <w:rsid w:val="00201942"/>
    <w:rsid w:val="00201C2B"/>
    <w:rsid w:val="00201C4F"/>
    <w:rsid w:val="002024E6"/>
    <w:rsid w:val="00202A60"/>
    <w:rsid w:val="00202AFB"/>
    <w:rsid w:val="00202BF9"/>
    <w:rsid w:val="00203BB2"/>
    <w:rsid w:val="00203EAA"/>
    <w:rsid w:val="00204A27"/>
    <w:rsid w:val="002071B7"/>
    <w:rsid w:val="00211A28"/>
    <w:rsid w:val="00212305"/>
    <w:rsid w:val="00214751"/>
    <w:rsid w:val="00215157"/>
    <w:rsid w:val="002158D7"/>
    <w:rsid w:val="00216277"/>
    <w:rsid w:val="00217721"/>
    <w:rsid w:val="00217B5E"/>
    <w:rsid w:val="00217BD9"/>
    <w:rsid w:val="00220096"/>
    <w:rsid w:val="00220C0B"/>
    <w:rsid w:val="002212C5"/>
    <w:rsid w:val="00221C25"/>
    <w:rsid w:val="00221E33"/>
    <w:rsid w:val="002221F7"/>
    <w:rsid w:val="0022220F"/>
    <w:rsid w:val="00222459"/>
    <w:rsid w:val="00222B55"/>
    <w:rsid w:val="00222EED"/>
    <w:rsid w:val="00226C98"/>
    <w:rsid w:val="00227269"/>
    <w:rsid w:val="002272F9"/>
    <w:rsid w:val="00227655"/>
    <w:rsid w:val="00227779"/>
    <w:rsid w:val="00227BE8"/>
    <w:rsid w:val="00231234"/>
    <w:rsid w:val="00232B33"/>
    <w:rsid w:val="00233AD8"/>
    <w:rsid w:val="002344AF"/>
    <w:rsid w:val="00234640"/>
    <w:rsid w:val="00234ADE"/>
    <w:rsid w:val="002354B4"/>
    <w:rsid w:val="00235EE0"/>
    <w:rsid w:val="00236990"/>
    <w:rsid w:val="00241212"/>
    <w:rsid w:val="00242490"/>
    <w:rsid w:val="00242527"/>
    <w:rsid w:val="00242743"/>
    <w:rsid w:val="00242A03"/>
    <w:rsid w:val="00243003"/>
    <w:rsid w:val="002436CE"/>
    <w:rsid w:val="0024393C"/>
    <w:rsid w:val="00243AAB"/>
    <w:rsid w:val="00243B2F"/>
    <w:rsid w:val="00244822"/>
    <w:rsid w:val="00244F10"/>
    <w:rsid w:val="00245741"/>
    <w:rsid w:val="00247AF2"/>
    <w:rsid w:val="002505D5"/>
    <w:rsid w:val="002514C4"/>
    <w:rsid w:val="0025401A"/>
    <w:rsid w:val="0025495A"/>
    <w:rsid w:val="00256014"/>
    <w:rsid w:val="002564B8"/>
    <w:rsid w:val="00257AC9"/>
    <w:rsid w:val="00257F10"/>
    <w:rsid w:val="00260AAD"/>
    <w:rsid w:val="002628AA"/>
    <w:rsid w:val="002641C2"/>
    <w:rsid w:val="00264468"/>
    <w:rsid w:val="002649C3"/>
    <w:rsid w:val="00266011"/>
    <w:rsid w:val="002664AF"/>
    <w:rsid w:val="002665FE"/>
    <w:rsid w:val="0027024E"/>
    <w:rsid w:val="002703EE"/>
    <w:rsid w:val="00270D26"/>
    <w:rsid w:val="00270EAA"/>
    <w:rsid w:val="00270FD2"/>
    <w:rsid w:val="00272272"/>
    <w:rsid w:val="00272990"/>
    <w:rsid w:val="00273760"/>
    <w:rsid w:val="00273CEB"/>
    <w:rsid w:val="00273D70"/>
    <w:rsid w:val="00273D9B"/>
    <w:rsid w:val="002744F5"/>
    <w:rsid w:val="00275356"/>
    <w:rsid w:val="002763E2"/>
    <w:rsid w:val="002777E0"/>
    <w:rsid w:val="00277C08"/>
    <w:rsid w:val="00280716"/>
    <w:rsid w:val="00282904"/>
    <w:rsid w:val="00282DEA"/>
    <w:rsid w:val="002832AC"/>
    <w:rsid w:val="00283DE1"/>
    <w:rsid w:val="002848CC"/>
    <w:rsid w:val="002849BA"/>
    <w:rsid w:val="00285487"/>
    <w:rsid w:val="00285B0C"/>
    <w:rsid w:val="002862A3"/>
    <w:rsid w:val="002863BA"/>
    <w:rsid w:val="00286A29"/>
    <w:rsid w:val="00287810"/>
    <w:rsid w:val="00287969"/>
    <w:rsid w:val="00290089"/>
    <w:rsid w:val="002901AE"/>
    <w:rsid w:val="002920C3"/>
    <w:rsid w:val="00292674"/>
    <w:rsid w:val="00292736"/>
    <w:rsid w:val="00293358"/>
    <w:rsid w:val="00293A9C"/>
    <w:rsid w:val="00294E78"/>
    <w:rsid w:val="00294F8A"/>
    <w:rsid w:val="00295462"/>
    <w:rsid w:val="0029571D"/>
    <w:rsid w:val="0029597B"/>
    <w:rsid w:val="00295AA1"/>
    <w:rsid w:val="00295C18"/>
    <w:rsid w:val="00295D7E"/>
    <w:rsid w:val="002968C0"/>
    <w:rsid w:val="0029710C"/>
    <w:rsid w:val="002A06AB"/>
    <w:rsid w:val="002A1C76"/>
    <w:rsid w:val="002A1DD5"/>
    <w:rsid w:val="002A2108"/>
    <w:rsid w:val="002A249F"/>
    <w:rsid w:val="002A2874"/>
    <w:rsid w:val="002A2F77"/>
    <w:rsid w:val="002A3ECD"/>
    <w:rsid w:val="002A3FDB"/>
    <w:rsid w:val="002A4384"/>
    <w:rsid w:val="002A4746"/>
    <w:rsid w:val="002A489F"/>
    <w:rsid w:val="002A4BCE"/>
    <w:rsid w:val="002A4E84"/>
    <w:rsid w:val="002A565B"/>
    <w:rsid w:val="002A583C"/>
    <w:rsid w:val="002A6E63"/>
    <w:rsid w:val="002A72A3"/>
    <w:rsid w:val="002A7EEC"/>
    <w:rsid w:val="002B0B86"/>
    <w:rsid w:val="002B16AB"/>
    <w:rsid w:val="002B196F"/>
    <w:rsid w:val="002B2141"/>
    <w:rsid w:val="002B2A62"/>
    <w:rsid w:val="002B553A"/>
    <w:rsid w:val="002B5C8A"/>
    <w:rsid w:val="002B5CD9"/>
    <w:rsid w:val="002B5DEC"/>
    <w:rsid w:val="002B5E66"/>
    <w:rsid w:val="002B6106"/>
    <w:rsid w:val="002B61D8"/>
    <w:rsid w:val="002B6FFA"/>
    <w:rsid w:val="002B7D0C"/>
    <w:rsid w:val="002B7DB0"/>
    <w:rsid w:val="002C0B79"/>
    <w:rsid w:val="002C112D"/>
    <w:rsid w:val="002C1973"/>
    <w:rsid w:val="002C1EC6"/>
    <w:rsid w:val="002C22B1"/>
    <w:rsid w:val="002C278C"/>
    <w:rsid w:val="002C353E"/>
    <w:rsid w:val="002C364F"/>
    <w:rsid w:val="002C3A74"/>
    <w:rsid w:val="002C4665"/>
    <w:rsid w:val="002C65CC"/>
    <w:rsid w:val="002C69A7"/>
    <w:rsid w:val="002C6B31"/>
    <w:rsid w:val="002C739A"/>
    <w:rsid w:val="002C7B1B"/>
    <w:rsid w:val="002D0510"/>
    <w:rsid w:val="002D15B0"/>
    <w:rsid w:val="002D207C"/>
    <w:rsid w:val="002D26B4"/>
    <w:rsid w:val="002D2B05"/>
    <w:rsid w:val="002D4425"/>
    <w:rsid w:val="002D4E9E"/>
    <w:rsid w:val="002D520C"/>
    <w:rsid w:val="002D55FD"/>
    <w:rsid w:val="002D5AE1"/>
    <w:rsid w:val="002D6C79"/>
    <w:rsid w:val="002D7206"/>
    <w:rsid w:val="002E0902"/>
    <w:rsid w:val="002E19E7"/>
    <w:rsid w:val="002E1B44"/>
    <w:rsid w:val="002E32CF"/>
    <w:rsid w:val="002E3D79"/>
    <w:rsid w:val="002E581E"/>
    <w:rsid w:val="002E668B"/>
    <w:rsid w:val="002E6E53"/>
    <w:rsid w:val="002E7EEF"/>
    <w:rsid w:val="002F14BA"/>
    <w:rsid w:val="002F1840"/>
    <w:rsid w:val="002F2B06"/>
    <w:rsid w:val="002F3DEC"/>
    <w:rsid w:val="002F4DCD"/>
    <w:rsid w:val="002F5951"/>
    <w:rsid w:val="002F67FC"/>
    <w:rsid w:val="002F71C1"/>
    <w:rsid w:val="002F73BE"/>
    <w:rsid w:val="002F7923"/>
    <w:rsid w:val="00300736"/>
    <w:rsid w:val="003007CA"/>
    <w:rsid w:val="00301A26"/>
    <w:rsid w:val="00301B3C"/>
    <w:rsid w:val="00302409"/>
    <w:rsid w:val="0030265E"/>
    <w:rsid w:val="0030292A"/>
    <w:rsid w:val="003045C8"/>
    <w:rsid w:val="003045F6"/>
    <w:rsid w:val="0030506B"/>
    <w:rsid w:val="00305DB7"/>
    <w:rsid w:val="00305FD8"/>
    <w:rsid w:val="00306647"/>
    <w:rsid w:val="00307674"/>
    <w:rsid w:val="003076E2"/>
    <w:rsid w:val="0031048D"/>
    <w:rsid w:val="00310BFE"/>
    <w:rsid w:val="00310DEC"/>
    <w:rsid w:val="00310E06"/>
    <w:rsid w:val="00312008"/>
    <w:rsid w:val="0031286E"/>
    <w:rsid w:val="00312DA5"/>
    <w:rsid w:val="00313735"/>
    <w:rsid w:val="00314AD0"/>
    <w:rsid w:val="00314C9C"/>
    <w:rsid w:val="00315387"/>
    <w:rsid w:val="00315845"/>
    <w:rsid w:val="003163A3"/>
    <w:rsid w:val="00317926"/>
    <w:rsid w:val="00320FA7"/>
    <w:rsid w:val="003216DA"/>
    <w:rsid w:val="003228CF"/>
    <w:rsid w:val="00322AB2"/>
    <w:rsid w:val="003234B2"/>
    <w:rsid w:val="00323B9C"/>
    <w:rsid w:val="00324271"/>
    <w:rsid w:val="003246C7"/>
    <w:rsid w:val="00324E98"/>
    <w:rsid w:val="00325063"/>
    <w:rsid w:val="00325346"/>
    <w:rsid w:val="003255C7"/>
    <w:rsid w:val="003264A0"/>
    <w:rsid w:val="00326533"/>
    <w:rsid w:val="00326DC0"/>
    <w:rsid w:val="00330C42"/>
    <w:rsid w:val="00330D14"/>
    <w:rsid w:val="00330DC2"/>
    <w:rsid w:val="003317BD"/>
    <w:rsid w:val="00332040"/>
    <w:rsid w:val="00332278"/>
    <w:rsid w:val="00332B6A"/>
    <w:rsid w:val="00332C9D"/>
    <w:rsid w:val="0033369C"/>
    <w:rsid w:val="0033413E"/>
    <w:rsid w:val="00334F1D"/>
    <w:rsid w:val="00335370"/>
    <w:rsid w:val="003354C4"/>
    <w:rsid w:val="00335702"/>
    <w:rsid w:val="00336014"/>
    <w:rsid w:val="003410E5"/>
    <w:rsid w:val="00341317"/>
    <w:rsid w:val="00342660"/>
    <w:rsid w:val="00342909"/>
    <w:rsid w:val="003430DC"/>
    <w:rsid w:val="003433A6"/>
    <w:rsid w:val="00343D35"/>
    <w:rsid w:val="0034415A"/>
    <w:rsid w:val="00344213"/>
    <w:rsid w:val="00344646"/>
    <w:rsid w:val="003448B0"/>
    <w:rsid w:val="00344B75"/>
    <w:rsid w:val="003468F5"/>
    <w:rsid w:val="0034736A"/>
    <w:rsid w:val="003476B6"/>
    <w:rsid w:val="003478F2"/>
    <w:rsid w:val="00347B29"/>
    <w:rsid w:val="00347F02"/>
    <w:rsid w:val="00347F9E"/>
    <w:rsid w:val="0035037B"/>
    <w:rsid w:val="003504B5"/>
    <w:rsid w:val="00350527"/>
    <w:rsid w:val="00350AAC"/>
    <w:rsid w:val="00352011"/>
    <w:rsid w:val="00352191"/>
    <w:rsid w:val="003534D5"/>
    <w:rsid w:val="00353B1B"/>
    <w:rsid w:val="00355E02"/>
    <w:rsid w:val="00355FF8"/>
    <w:rsid w:val="0035619C"/>
    <w:rsid w:val="003563FB"/>
    <w:rsid w:val="00357D54"/>
    <w:rsid w:val="00357FAA"/>
    <w:rsid w:val="0036037F"/>
    <w:rsid w:val="003608C9"/>
    <w:rsid w:val="00361B25"/>
    <w:rsid w:val="00361FB1"/>
    <w:rsid w:val="003622EC"/>
    <w:rsid w:val="00362C2B"/>
    <w:rsid w:val="00362C5E"/>
    <w:rsid w:val="0036372F"/>
    <w:rsid w:val="00364EED"/>
    <w:rsid w:val="003668B4"/>
    <w:rsid w:val="00366A07"/>
    <w:rsid w:val="00367505"/>
    <w:rsid w:val="00367F56"/>
    <w:rsid w:val="00371D45"/>
    <w:rsid w:val="00373084"/>
    <w:rsid w:val="0037348C"/>
    <w:rsid w:val="00373846"/>
    <w:rsid w:val="0037447B"/>
    <w:rsid w:val="00375363"/>
    <w:rsid w:val="00375C45"/>
    <w:rsid w:val="0037636A"/>
    <w:rsid w:val="003769B5"/>
    <w:rsid w:val="00376ECC"/>
    <w:rsid w:val="00380516"/>
    <w:rsid w:val="003814EF"/>
    <w:rsid w:val="00382F95"/>
    <w:rsid w:val="003838F7"/>
    <w:rsid w:val="003857EE"/>
    <w:rsid w:val="00385E9C"/>
    <w:rsid w:val="00386B6B"/>
    <w:rsid w:val="00386F82"/>
    <w:rsid w:val="00387E53"/>
    <w:rsid w:val="0039021F"/>
    <w:rsid w:val="00391345"/>
    <w:rsid w:val="00392BE9"/>
    <w:rsid w:val="00393596"/>
    <w:rsid w:val="0039545F"/>
    <w:rsid w:val="003957F8"/>
    <w:rsid w:val="00395A23"/>
    <w:rsid w:val="00395BD2"/>
    <w:rsid w:val="00395E3D"/>
    <w:rsid w:val="003960AA"/>
    <w:rsid w:val="00397787"/>
    <w:rsid w:val="003978BC"/>
    <w:rsid w:val="003A012B"/>
    <w:rsid w:val="003A18A0"/>
    <w:rsid w:val="003A1E87"/>
    <w:rsid w:val="003A2BEC"/>
    <w:rsid w:val="003A2CEF"/>
    <w:rsid w:val="003A3928"/>
    <w:rsid w:val="003A4243"/>
    <w:rsid w:val="003A4628"/>
    <w:rsid w:val="003A4C46"/>
    <w:rsid w:val="003A528F"/>
    <w:rsid w:val="003A538F"/>
    <w:rsid w:val="003A53C1"/>
    <w:rsid w:val="003A56BC"/>
    <w:rsid w:val="003A5BCA"/>
    <w:rsid w:val="003A5E3E"/>
    <w:rsid w:val="003A6A6A"/>
    <w:rsid w:val="003A6DED"/>
    <w:rsid w:val="003A7C4F"/>
    <w:rsid w:val="003B01C5"/>
    <w:rsid w:val="003B187D"/>
    <w:rsid w:val="003B286B"/>
    <w:rsid w:val="003B35B3"/>
    <w:rsid w:val="003B5BE6"/>
    <w:rsid w:val="003B6D71"/>
    <w:rsid w:val="003B70FF"/>
    <w:rsid w:val="003B755D"/>
    <w:rsid w:val="003B78C9"/>
    <w:rsid w:val="003B7E1A"/>
    <w:rsid w:val="003C0498"/>
    <w:rsid w:val="003C1F9B"/>
    <w:rsid w:val="003C2D69"/>
    <w:rsid w:val="003C3775"/>
    <w:rsid w:val="003C3B37"/>
    <w:rsid w:val="003C4E9C"/>
    <w:rsid w:val="003C4ECD"/>
    <w:rsid w:val="003C52F7"/>
    <w:rsid w:val="003C562D"/>
    <w:rsid w:val="003C5D8E"/>
    <w:rsid w:val="003C5DC0"/>
    <w:rsid w:val="003C6464"/>
    <w:rsid w:val="003C721C"/>
    <w:rsid w:val="003D0B9E"/>
    <w:rsid w:val="003D0F68"/>
    <w:rsid w:val="003D2BB4"/>
    <w:rsid w:val="003D39A1"/>
    <w:rsid w:val="003D597E"/>
    <w:rsid w:val="003D7062"/>
    <w:rsid w:val="003D7137"/>
    <w:rsid w:val="003D7A25"/>
    <w:rsid w:val="003E0539"/>
    <w:rsid w:val="003E1123"/>
    <w:rsid w:val="003E1947"/>
    <w:rsid w:val="003E1D44"/>
    <w:rsid w:val="003E3688"/>
    <w:rsid w:val="003E36A8"/>
    <w:rsid w:val="003E570D"/>
    <w:rsid w:val="003E6C11"/>
    <w:rsid w:val="003E7A38"/>
    <w:rsid w:val="003F0498"/>
    <w:rsid w:val="003F08A5"/>
    <w:rsid w:val="003F0BD6"/>
    <w:rsid w:val="003F0EDC"/>
    <w:rsid w:val="003F1121"/>
    <w:rsid w:val="003F156A"/>
    <w:rsid w:val="003F16C8"/>
    <w:rsid w:val="003F1D24"/>
    <w:rsid w:val="003F1FBC"/>
    <w:rsid w:val="003F277F"/>
    <w:rsid w:val="003F2DC6"/>
    <w:rsid w:val="003F3071"/>
    <w:rsid w:val="003F37EB"/>
    <w:rsid w:val="003F41B3"/>
    <w:rsid w:val="003F41EB"/>
    <w:rsid w:val="003F484A"/>
    <w:rsid w:val="003F6D5D"/>
    <w:rsid w:val="00400245"/>
    <w:rsid w:val="00401636"/>
    <w:rsid w:val="00401790"/>
    <w:rsid w:val="004024B4"/>
    <w:rsid w:val="00402E07"/>
    <w:rsid w:val="00402F00"/>
    <w:rsid w:val="0040338E"/>
    <w:rsid w:val="00403C86"/>
    <w:rsid w:val="004051B7"/>
    <w:rsid w:val="004058FB"/>
    <w:rsid w:val="00405DCE"/>
    <w:rsid w:val="00406439"/>
    <w:rsid w:val="00406933"/>
    <w:rsid w:val="0040708A"/>
    <w:rsid w:val="00407277"/>
    <w:rsid w:val="004111EC"/>
    <w:rsid w:val="00412655"/>
    <w:rsid w:val="00414145"/>
    <w:rsid w:val="00414383"/>
    <w:rsid w:val="00415480"/>
    <w:rsid w:val="00416485"/>
    <w:rsid w:val="00416924"/>
    <w:rsid w:val="00416956"/>
    <w:rsid w:val="00417115"/>
    <w:rsid w:val="00417411"/>
    <w:rsid w:val="004178B7"/>
    <w:rsid w:val="00420D0C"/>
    <w:rsid w:val="0042132B"/>
    <w:rsid w:val="00421C11"/>
    <w:rsid w:val="00421DDE"/>
    <w:rsid w:val="00422B03"/>
    <w:rsid w:val="004232E6"/>
    <w:rsid w:val="00424980"/>
    <w:rsid w:val="0042663A"/>
    <w:rsid w:val="00426C54"/>
    <w:rsid w:val="00426C9B"/>
    <w:rsid w:val="004305BF"/>
    <w:rsid w:val="004314B9"/>
    <w:rsid w:val="00431C8C"/>
    <w:rsid w:val="0043299E"/>
    <w:rsid w:val="0043307B"/>
    <w:rsid w:val="00434A36"/>
    <w:rsid w:val="004351CC"/>
    <w:rsid w:val="00435626"/>
    <w:rsid w:val="00435D14"/>
    <w:rsid w:val="0043620D"/>
    <w:rsid w:val="0043689E"/>
    <w:rsid w:val="00436972"/>
    <w:rsid w:val="00437104"/>
    <w:rsid w:val="004428AF"/>
    <w:rsid w:val="00444056"/>
    <w:rsid w:val="0044494D"/>
    <w:rsid w:val="00444C47"/>
    <w:rsid w:val="00446217"/>
    <w:rsid w:val="00450C22"/>
    <w:rsid w:val="00450DCB"/>
    <w:rsid w:val="00451B60"/>
    <w:rsid w:val="004531E5"/>
    <w:rsid w:val="00454134"/>
    <w:rsid w:val="00454614"/>
    <w:rsid w:val="00454659"/>
    <w:rsid w:val="0045569B"/>
    <w:rsid w:val="0045626D"/>
    <w:rsid w:val="00457595"/>
    <w:rsid w:val="00457AFC"/>
    <w:rsid w:val="00460403"/>
    <w:rsid w:val="004608C4"/>
    <w:rsid w:val="00460CF8"/>
    <w:rsid w:val="00460FA9"/>
    <w:rsid w:val="00461D6F"/>
    <w:rsid w:val="004625F3"/>
    <w:rsid w:val="0046388A"/>
    <w:rsid w:val="00464398"/>
    <w:rsid w:val="004648CE"/>
    <w:rsid w:val="00464A1C"/>
    <w:rsid w:val="00465C1C"/>
    <w:rsid w:val="004668D0"/>
    <w:rsid w:val="004677E2"/>
    <w:rsid w:val="004678B2"/>
    <w:rsid w:val="00467EDD"/>
    <w:rsid w:val="004710A4"/>
    <w:rsid w:val="00471393"/>
    <w:rsid w:val="00471C6B"/>
    <w:rsid w:val="0047203F"/>
    <w:rsid w:val="00473812"/>
    <w:rsid w:val="00473A2E"/>
    <w:rsid w:val="00474387"/>
    <w:rsid w:val="004749D4"/>
    <w:rsid w:val="00474C48"/>
    <w:rsid w:val="00474D67"/>
    <w:rsid w:val="00475A1D"/>
    <w:rsid w:val="00476640"/>
    <w:rsid w:val="00477703"/>
    <w:rsid w:val="004822B3"/>
    <w:rsid w:val="004829DB"/>
    <w:rsid w:val="00482C17"/>
    <w:rsid w:val="00484DCA"/>
    <w:rsid w:val="00485675"/>
    <w:rsid w:val="0048612D"/>
    <w:rsid w:val="004866FA"/>
    <w:rsid w:val="00487EF6"/>
    <w:rsid w:val="00490629"/>
    <w:rsid w:val="004908DA"/>
    <w:rsid w:val="00491813"/>
    <w:rsid w:val="00492330"/>
    <w:rsid w:val="00492442"/>
    <w:rsid w:val="004927BD"/>
    <w:rsid w:val="00492B05"/>
    <w:rsid w:val="00493252"/>
    <w:rsid w:val="00493688"/>
    <w:rsid w:val="00493879"/>
    <w:rsid w:val="00494949"/>
    <w:rsid w:val="004955A8"/>
    <w:rsid w:val="004A02C1"/>
    <w:rsid w:val="004A1688"/>
    <w:rsid w:val="004A2BE7"/>
    <w:rsid w:val="004A2BFA"/>
    <w:rsid w:val="004A379B"/>
    <w:rsid w:val="004A3EA1"/>
    <w:rsid w:val="004A4D3F"/>
    <w:rsid w:val="004A5715"/>
    <w:rsid w:val="004A607F"/>
    <w:rsid w:val="004A6347"/>
    <w:rsid w:val="004A65DE"/>
    <w:rsid w:val="004A719D"/>
    <w:rsid w:val="004B0D5D"/>
    <w:rsid w:val="004B1AE8"/>
    <w:rsid w:val="004B3563"/>
    <w:rsid w:val="004B37B8"/>
    <w:rsid w:val="004B3CBD"/>
    <w:rsid w:val="004B3F06"/>
    <w:rsid w:val="004B42D7"/>
    <w:rsid w:val="004B5911"/>
    <w:rsid w:val="004B7335"/>
    <w:rsid w:val="004B7799"/>
    <w:rsid w:val="004B7ADA"/>
    <w:rsid w:val="004C00EA"/>
    <w:rsid w:val="004C0C34"/>
    <w:rsid w:val="004C0FFC"/>
    <w:rsid w:val="004C1873"/>
    <w:rsid w:val="004C191F"/>
    <w:rsid w:val="004C22FE"/>
    <w:rsid w:val="004C31B1"/>
    <w:rsid w:val="004C33F3"/>
    <w:rsid w:val="004C3DC7"/>
    <w:rsid w:val="004C4050"/>
    <w:rsid w:val="004C46CA"/>
    <w:rsid w:val="004C497A"/>
    <w:rsid w:val="004C4B7F"/>
    <w:rsid w:val="004C5F74"/>
    <w:rsid w:val="004C6197"/>
    <w:rsid w:val="004C6EF3"/>
    <w:rsid w:val="004C79F7"/>
    <w:rsid w:val="004C7A27"/>
    <w:rsid w:val="004C7EB9"/>
    <w:rsid w:val="004D090B"/>
    <w:rsid w:val="004D0DA1"/>
    <w:rsid w:val="004D335C"/>
    <w:rsid w:val="004D3D2D"/>
    <w:rsid w:val="004D4431"/>
    <w:rsid w:val="004D5A33"/>
    <w:rsid w:val="004D6DCD"/>
    <w:rsid w:val="004D70E8"/>
    <w:rsid w:val="004D73B3"/>
    <w:rsid w:val="004E0B07"/>
    <w:rsid w:val="004E1D86"/>
    <w:rsid w:val="004E1E64"/>
    <w:rsid w:val="004E21E2"/>
    <w:rsid w:val="004E2598"/>
    <w:rsid w:val="004E2992"/>
    <w:rsid w:val="004E2C26"/>
    <w:rsid w:val="004E3A95"/>
    <w:rsid w:val="004E3BCA"/>
    <w:rsid w:val="004E446C"/>
    <w:rsid w:val="004E669E"/>
    <w:rsid w:val="004E6903"/>
    <w:rsid w:val="004E7ABA"/>
    <w:rsid w:val="004F0764"/>
    <w:rsid w:val="004F10A3"/>
    <w:rsid w:val="004F3554"/>
    <w:rsid w:val="004F426E"/>
    <w:rsid w:val="004F4D1C"/>
    <w:rsid w:val="004F559E"/>
    <w:rsid w:val="004F60F6"/>
    <w:rsid w:val="004F6918"/>
    <w:rsid w:val="00500263"/>
    <w:rsid w:val="00500E7A"/>
    <w:rsid w:val="005010D5"/>
    <w:rsid w:val="00501E32"/>
    <w:rsid w:val="0050365B"/>
    <w:rsid w:val="00503B89"/>
    <w:rsid w:val="00503BF2"/>
    <w:rsid w:val="0050400C"/>
    <w:rsid w:val="005049C3"/>
    <w:rsid w:val="00504CD8"/>
    <w:rsid w:val="00505236"/>
    <w:rsid w:val="0050607A"/>
    <w:rsid w:val="00506199"/>
    <w:rsid w:val="00506498"/>
    <w:rsid w:val="00506695"/>
    <w:rsid w:val="00506E33"/>
    <w:rsid w:val="00507926"/>
    <w:rsid w:val="005103B8"/>
    <w:rsid w:val="00510455"/>
    <w:rsid w:val="005117EB"/>
    <w:rsid w:val="00511905"/>
    <w:rsid w:val="00512BDD"/>
    <w:rsid w:val="005140BA"/>
    <w:rsid w:val="005143CD"/>
    <w:rsid w:val="005152DE"/>
    <w:rsid w:val="00515342"/>
    <w:rsid w:val="005162CF"/>
    <w:rsid w:val="0051648E"/>
    <w:rsid w:val="0051728E"/>
    <w:rsid w:val="00517767"/>
    <w:rsid w:val="00520614"/>
    <w:rsid w:val="00520726"/>
    <w:rsid w:val="005214D2"/>
    <w:rsid w:val="005222E7"/>
    <w:rsid w:val="00524302"/>
    <w:rsid w:val="005258BA"/>
    <w:rsid w:val="00525990"/>
    <w:rsid w:val="00527640"/>
    <w:rsid w:val="00527765"/>
    <w:rsid w:val="0053000A"/>
    <w:rsid w:val="005306AC"/>
    <w:rsid w:val="0053229F"/>
    <w:rsid w:val="005340DC"/>
    <w:rsid w:val="00534841"/>
    <w:rsid w:val="005352BA"/>
    <w:rsid w:val="00536926"/>
    <w:rsid w:val="00537A82"/>
    <w:rsid w:val="00537AC8"/>
    <w:rsid w:val="00540462"/>
    <w:rsid w:val="005404A2"/>
    <w:rsid w:val="00540CBA"/>
    <w:rsid w:val="005414D3"/>
    <w:rsid w:val="0054180F"/>
    <w:rsid w:val="00543181"/>
    <w:rsid w:val="00543237"/>
    <w:rsid w:val="00543299"/>
    <w:rsid w:val="005432C0"/>
    <w:rsid w:val="00543CD8"/>
    <w:rsid w:val="00543E10"/>
    <w:rsid w:val="00543F28"/>
    <w:rsid w:val="00544659"/>
    <w:rsid w:val="00546127"/>
    <w:rsid w:val="00546371"/>
    <w:rsid w:val="00546476"/>
    <w:rsid w:val="00547054"/>
    <w:rsid w:val="00547D9F"/>
    <w:rsid w:val="005509D4"/>
    <w:rsid w:val="00551810"/>
    <w:rsid w:val="005518DD"/>
    <w:rsid w:val="00553112"/>
    <w:rsid w:val="0055399A"/>
    <w:rsid w:val="00553B1F"/>
    <w:rsid w:val="0055487E"/>
    <w:rsid w:val="00554918"/>
    <w:rsid w:val="00554E15"/>
    <w:rsid w:val="00556626"/>
    <w:rsid w:val="005566FA"/>
    <w:rsid w:val="00556821"/>
    <w:rsid w:val="00556F07"/>
    <w:rsid w:val="00560936"/>
    <w:rsid w:val="005620B0"/>
    <w:rsid w:val="00562826"/>
    <w:rsid w:val="00563526"/>
    <w:rsid w:val="005667ED"/>
    <w:rsid w:val="005668A8"/>
    <w:rsid w:val="00566BA6"/>
    <w:rsid w:val="0056736D"/>
    <w:rsid w:val="00567518"/>
    <w:rsid w:val="005677A2"/>
    <w:rsid w:val="00567BEF"/>
    <w:rsid w:val="00570120"/>
    <w:rsid w:val="00570B0C"/>
    <w:rsid w:val="0057115B"/>
    <w:rsid w:val="00571F6E"/>
    <w:rsid w:val="00573AE6"/>
    <w:rsid w:val="00573BDE"/>
    <w:rsid w:val="00573D01"/>
    <w:rsid w:val="00573F3B"/>
    <w:rsid w:val="00573F61"/>
    <w:rsid w:val="0057471A"/>
    <w:rsid w:val="00574E41"/>
    <w:rsid w:val="0057604E"/>
    <w:rsid w:val="0057735C"/>
    <w:rsid w:val="00577501"/>
    <w:rsid w:val="00577EB9"/>
    <w:rsid w:val="00580006"/>
    <w:rsid w:val="00580765"/>
    <w:rsid w:val="00581612"/>
    <w:rsid w:val="005820D3"/>
    <w:rsid w:val="005821E9"/>
    <w:rsid w:val="005830EF"/>
    <w:rsid w:val="005833B8"/>
    <w:rsid w:val="0058469A"/>
    <w:rsid w:val="00584888"/>
    <w:rsid w:val="005848BD"/>
    <w:rsid w:val="00584D17"/>
    <w:rsid w:val="00585035"/>
    <w:rsid w:val="005851CF"/>
    <w:rsid w:val="005861FE"/>
    <w:rsid w:val="00586CC4"/>
    <w:rsid w:val="0058725A"/>
    <w:rsid w:val="00587B88"/>
    <w:rsid w:val="00590C63"/>
    <w:rsid w:val="0059143B"/>
    <w:rsid w:val="005918B4"/>
    <w:rsid w:val="00593D01"/>
    <w:rsid w:val="00593F5F"/>
    <w:rsid w:val="0059403E"/>
    <w:rsid w:val="00594A5D"/>
    <w:rsid w:val="00595466"/>
    <w:rsid w:val="0059592B"/>
    <w:rsid w:val="00596861"/>
    <w:rsid w:val="00596C09"/>
    <w:rsid w:val="00596E56"/>
    <w:rsid w:val="00596FC2"/>
    <w:rsid w:val="00597D8B"/>
    <w:rsid w:val="005A05C7"/>
    <w:rsid w:val="005A0954"/>
    <w:rsid w:val="005A0CA0"/>
    <w:rsid w:val="005A1013"/>
    <w:rsid w:val="005A1578"/>
    <w:rsid w:val="005A158C"/>
    <w:rsid w:val="005A1D63"/>
    <w:rsid w:val="005A26E1"/>
    <w:rsid w:val="005A2C20"/>
    <w:rsid w:val="005A344D"/>
    <w:rsid w:val="005A59A9"/>
    <w:rsid w:val="005B1A09"/>
    <w:rsid w:val="005B1F9B"/>
    <w:rsid w:val="005B3B8E"/>
    <w:rsid w:val="005B4824"/>
    <w:rsid w:val="005B4F5C"/>
    <w:rsid w:val="005B5503"/>
    <w:rsid w:val="005B58BB"/>
    <w:rsid w:val="005B63DA"/>
    <w:rsid w:val="005B7E83"/>
    <w:rsid w:val="005C1738"/>
    <w:rsid w:val="005C189B"/>
    <w:rsid w:val="005C20E7"/>
    <w:rsid w:val="005C2DD8"/>
    <w:rsid w:val="005C36EA"/>
    <w:rsid w:val="005C45E6"/>
    <w:rsid w:val="005C53AC"/>
    <w:rsid w:val="005C7D37"/>
    <w:rsid w:val="005D0AF9"/>
    <w:rsid w:val="005D117B"/>
    <w:rsid w:val="005D1481"/>
    <w:rsid w:val="005D2A1C"/>
    <w:rsid w:val="005D3217"/>
    <w:rsid w:val="005D37A7"/>
    <w:rsid w:val="005D3B5B"/>
    <w:rsid w:val="005D4093"/>
    <w:rsid w:val="005D437C"/>
    <w:rsid w:val="005D483C"/>
    <w:rsid w:val="005D52DD"/>
    <w:rsid w:val="005D5898"/>
    <w:rsid w:val="005D62F1"/>
    <w:rsid w:val="005D6974"/>
    <w:rsid w:val="005D6A8C"/>
    <w:rsid w:val="005D7EC3"/>
    <w:rsid w:val="005E04B2"/>
    <w:rsid w:val="005E12D8"/>
    <w:rsid w:val="005E1EF3"/>
    <w:rsid w:val="005E3BA7"/>
    <w:rsid w:val="005E403E"/>
    <w:rsid w:val="005E651E"/>
    <w:rsid w:val="005E6D60"/>
    <w:rsid w:val="005E7474"/>
    <w:rsid w:val="005E751C"/>
    <w:rsid w:val="005F00E9"/>
    <w:rsid w:val="005F0C58"/>
    <w:rsid w:val="005F3265"/>
    <w:rsid w:val="005F353A"/>
    <w:rsid w:val="005F4440"/>
    <w:rsid w:val="005F4C04"/>
    <w:rsid w:val="005F60A1"/>
    <w:rsid w:val="005F7629"/>
    <w:rsid w:val="005F7983"/>
    <w:rsid w:val="006011A9"/>
    <w:rsid w:val="00601585"/>
    <w:rsid w:val="00601A56"/>
    <w:rsid w:val="00601AF8"/>
    <w:rsid w:val="00601EFE"/>
    <w:rsid w:val="00602A20"/>
    <w:rsid w:val="00602CD7"/>
    <w:rsid w:val="0060375A"/>
    <w:rsid w:val="00604570"/>
    <w:rsid w:val="006050AB"/>
    <w:rsid w:val="0060531F"/>
    <w:rsid w:val="006063DD"/>
    <w:rsid w:val="00606830"/>
    <w:rsid w:val="00607227"/>
    <w:rsid w:val="006077DA"/>
    <w:rsid w:val="006100B3"/>
    <w:rsid w:val="00610F70"/>
    <w:rsid w:val="00613A0A"/>
    <w:rsid w:val="00614389"/>
    <w:rsid w:val="006145C3"/>
    <w:rsid w:val="00615223"/>
    <w:rsid w:val="00615992"/>
    <w:rsid w:val="00617573"/>
    <w:rsid w:val="00620D88"/>
    <w:rsid w:val="006221EA"/>
    <w:rsid w:val="006228CD"/>
    <w:rsid w:val="00622DDF"/>
    <w:rsid w:val="006236CB"/>
    <w:rsid w:val="006247D5"/>
    <w:rsid w:val="00626BB2"/>
    <w:rsid w:val="00626FE7"/>
    <w:rsid w:val="00627206"/>
    <w:rsid w:val="0062787A"/>
    <w:rsid w:val="00630133"/>
    <w:rsid w:val="0063022D"/>
    <w:rsid w:val="00631406"/>
    <w:rsid w:val="00631783"/>
    <w:rsid w:val="00631EF1"/>
    <w:rsid w:val="00633594"/>
    <w:rsid w:val="00634905"/>
    <w:rsid w:val="00635E19"/>
    <w:rsid w:val="00635FBF"/>
    <w:rsid w:val="006374AF"/>
    <w:rsid w:val="00640236"/>
    <w:rsid w:val="006407CB"/>
    <w:rsid w:val="00640E53"/>
    <w:rsid w:val="00641764"/>
    <w:rsid w:val="006422C4"/>
    <w:rsid w:val="00642933"/>
    <w:rsid w:val="006430CA"/>
    <w:rsid w:val="0064335B"/>
    <w:rsid w:val="0064352D"/>
    <w:rsid w:val="0064385E"/>
    <w:rsid w:val="00644DDE"/>
    <w:rsid w:val="00645D3C"/>
    <w:rsid w:val="00646D53"/>
    <w:rsid w:val="00647C9E"/>
    <w:rsid w:val="00650654"/>
    <w:rsid w:val="00650E48"/>
    <w:rsid w:val="006522A6"/>
    <w:rsid w:val="00652517"/>
    <w:rsid w:val="006545B1"/>
    <w:rsid w:val="006548B9"/>
    <w:rsid w:val="00654A4E"/>
    <w:rsid w:val="006572A1"/>
    <w:rsid w:val="006577AB"/>
    <w:rsid w:val="00657C71"/>
    <w:rsid w:val="006603A2"/>
    <w:rsid w:val="006604DD"/>
    <w:rsid w:val="00660B29"/>
    <w:rsid w:val="00660D5B"/>
    <w:rsid w:val="00661A4E"/>
    <w:rsid w:val="00664A72"/>
    <w:rsid w:val="006650D6"/>
    <w:rsid w:val="00665EB2"/>
    <w:rsid w:val="00665FC9"/>
    <w:rsid w:val="006670C4"/>
    <w:rsid w:val="006707BB"/>
    <w:rsid w:val="00671EA4"/>
    <w:rsid w:val="00672234"/>
    <w:rsid w:val="006722FF"/>
    <w:rsid w:val="00673A38"/>
    <w:rsid w:val="00673AB0"/>
    <w:rsid w:val="006754B7"/>
    <w:rsid w:val="00675707"/>
    <w:rsid w:val="006767C9"/>
    <w:rsid w:val="00676A43"/>
    <w:rsid w:val="00676CBA"/>
    <w:rsid w:val="00680152"/>
    <w:rsid w:val="0068129E"/>
    <w:rsid w:val="006816B8"/>
    <w:rsid w:val="00681DE0"/>
    <w:rsid w:val="00682170"/>
    <w:rsid w:val="006822E4"/>
    <w:rsid w:val="0068272B"/>
    <w:rsid w:val="00682B55"/>
    <w:rsid w:val="00683084"/>
    <w:rsid w:val="006839B8"/>
    <w:rsid w:val="006841E2"/>
    <w:rsid w:val="00684B51"/>
    <w:rsid w:val="0068510E"/>
    <w:rsid w:val="00685A1D"/>
    <w:rsid w:val="0068626E"/>
    <w:rsid w:val="00687849"/>
    <w:rsid w:val="00690A8E"/>
    <w:rsid w:val="00691418"/>
    <w:rsid w:val="006914BC"/>
    <w:rsid w:val="006917F8"/>
    <w:rsid w:val="00691A69"/>
    <w:rsid w:val="00692F2B"/>
    <w:rsid w:val="00693125"/>
    <w:rsid w:val="00694411"/>
    <w:rsid w:val="006948FF"/>
    <w:rsid w:val="00694F01"/>
    <w:rsid w:val="00695BF4"/>
    <w:rsid w:val="0069750A"/>
    <w:rsid w:val="00697658"/>
    <w:rsid w:val="006A04ED"/>
    <w:rsid w:val="006A0AE9"/>
    <w:rsid w:val="006A0B12"/>
    <w:rsid w:val="006A1844"/>
    <w:rsid w:val="006A2E6F"/>
    <w:rsid w:val="006A33F4"/>
    <w:rsid w:val="006A3A5D"/>
    <w:rsid w:val="006A3F21"/>
    <w:rsid w:val="006A522B"/>
    <w:rsid w:val="006A697D"/>
    <w:rsid w:val="006A6D23"/>
    <w:rsid w:val="006A6FE5"/>
    <w:rsid w:val="006A7122"/>
    <w:rsid w:val="006A776E"/>
    <w:rsid w:val="006B05EB"/>
    <w:rsid w:val="006B0633"/>
    <w:rsid w:val="006B1A49"/>
    <w:rsid w:val="006B25D8"/>
    <w:rsid w:val="006B2785"/>
    <w:rsid w:val="006B2BC5"/>
    <w:rsid w:val="006B2EF0"/>
    <w:rsid w:val="006B3149"/>
    <w:rsid w:val="006B3C5E"/>
    <w:rsid w:val="006B43AA"/>
    <w:rsid w:val="006B4BAA"/>
    <w:rsid w:val="006B5965"/>
    <w:rsid w:val="006B761F"/>
    <w:rsid w:val="006C0087"/>
    <w:rsid w:val="006C29A7"/>
    <w:rsid w:val="006C30C8"/>
    <w:rsid w:val="006C5C6F"/>
    <w:rsid w:val="006C5E8B"/>
    <w:rsid w:val="006C6DF5"/>
    <w:rsid w:val="006C6F30"/>
    <w:rsid w:val="006C6F5C"/>
    <w:rsid w:val="006C7BFF"/>
    <w:rsid w:val="006D0B15"/>
    <w:rsid w:val="006D172A"/>
    <w:rsid w:val="006D187E"/>
    <w:rsid w:val="006D1A4D"/>
    <w:rsid w:val="006D1DA9"/>
    <w:rsid w:val="006D2687"/>
    <w:rsid w:val="006D27F7"/>
    <w:rsid w:val="006D2E14"/>
    <w:rsid w:val="006D35CE"/>
    <w:rsid w:val="006D376F"/>
    <w:rsid w:val="006D4211"/>
    <w:rsid w:val="006D4938"/>
    <w:rsid w:val="006D4B39"/>
    <w:rsid w:val="006D4B3F"/>
    <w:rsid w:val="006D7056"/>
    <w:rsid w:val="006D786E"/>
    <w:rsid w:val="006D7AD6"/>
    <w:rsid w:val="006E0483"/>
    <w:rsid w:val="006E07F4"/>
    <w:rsid w:val="006E11C1"/>
    <w:rsid w:val="006E1F85"/>
    <w:rsid w:val="006E219D"/>
    <w:rsid w:val="006E35BD"/>
    <w:rsid w:val="006E3DBA"/>
    <w:rsid w:val="006E4128"/>
    <w:rsid w:val="006E59F5"/>
    <w:rsid w:val="006E5F58"/>
    <w:rsid w:val="006E6373"/>
    <w:rsid w:val="006E6A7D"/>
    <w:rsid w:val="006F067D"/>
    <w:rsid w:val="006F13A9"/>
    <w:rsid w:val="006F1625"/>
    <w:rsid w:val="006F1E7F"/>
    <w:rsid w:val="006F2DD5"/>
    <w:rsid w:val="006F370E"/>
    <w:rsid w:val="006F5301"/>
    <w:rsid w:val="006F5972"/>
    <w:rsid w:val="006F5D25"/>
    <w:rsid w:val="006F6C41"/>
    <w:rsid w:val="00700FD6"/>
    <w:rsid w:val="007011DF"/>
    <w:rsid w:val="0070168B"/>
    <w:rsid w:val="00701797"/>
    <w:rsid w:val="00701838"/>
    <w:rsid w:val="00702091"/>
    <w:rsid w:val="00702E64"/>
    <w:rsid w:val="007038CD"/>
    <w:rsid w:val="00705A22"/>
    <w:rsid w:val="00705DED"/>
    <w:rsid w:val="00706EDF"/>
    <w:rsid w:val="00710E20"/>
    <w:rsid w:val="007129DE"/>
    <w:rsid w:val="007130F3"/>
    <w:rsid w:val="00713466"/>
    <w:rsid w:val="00713CDF"/>
    <w:rsid w:val="007141E1"/>
    <w:rsid w:val="0071540D"/>
    <w:rsid w:val="00716741"/>
    <w:rsid w:val="00716C5C"/>
    <w:rsid w:val="00717AB7"/>
    <w:rsid w:val="00720AF9"/>
    <w:rsid w:val="007227DD"/>
    <w:rsid w:val="00723E52"/>
    <w:rsid w:val="00723E66"/>
    <w:rsid w:val="0072465B"/>
    <w:rsid w:val="007249C1"/>
    <w:rsid w:val="007252A4"/>
    <w:rsid w:val="0072679D"/>
    <w:rsid w:val="007272A0"/>
    <w:rsid w:val="007307E7"/>
    <w:rsid w:val="0073121A"/>
    <w:rsid w:val="00732EFF"/>
    <w:rsid w:val="0073355D"/>
    <w:rsid w:val="00734DF8"/>
    <w:rsid w:val="00734F04"/>
    <w:rsid w:val="00737844"/>
    <w:rsid w:val="00737B3D"/>
    <w:rsid w:val="00737B3F"/>
    <w:rsid w:val="007404A8"/>
    <w:rsid w:val="007404D0"/>
    <w:rsid w:val="00740970"/>
    <w:rsid w:val="00740CA0"/>
    <w:rsid w:val="00742A64"/>
    <w:rsid w:val="00742A81"/>
    <w:rsid w:val="007448CF"/>
    <w:rsid w:val="00744E7A"/>
    <w:rsid w:val="00745294"/>
    <w:rsid w:val="0074615D"/>
    <w:rsid w:val="007465F6"/>
    <w:rsid w:val="0075076B"/>
    <w:rsid w:val="0075292E"/>
    <w:rsid w:val="00753268"/>
    <w:rsid w:val="007532EE"/>
    <w:rsid w:val="007536FB"/>
    <w:rsid w:val="007538AF"/>
    <w:rsid w:val="00753E5C"/>
    <w:rsid w:val="00753F6F"/>
    <w:rsid w:val="00755729"/>
    <w:rsid w:val="00755A50"/>
    <w:rsid w:val="007563E4"/>
    <w:rsid w:val="00756EA9"/>
    <w:rsid w:val="007571D8"/>
    <w:rsid w:val="00757298"/>
    <w:rsid w:val="00757509"/>
    <w:rsid w:val="007618D9"/>
    <w:rsid w:val="0076239D"/>
    <w:rsid w:val="00762B52"/>
    <w:rsid w:val="0076336D"/>
    <w:rsid w:val="00763718"/>
    <w:rsid w:val="0076395A"/>
    <w:rsid w:val="0076483F"/>
    <w:rsid w:val="00764B3C"/>
    <w:rsid w:val="00764BD1"/>
    <w:rsid w:val="007650B1"/>
    <w:rsid w:val="0076540B"/>
    <w:rsid w:val="0076661B"/>
    <w:rsid w:val="007702AB"/>
    <w:rsid w:val="00770318"/>
    <w:rsid w:val="00770331"/>
    <w:rsid w:val="00771026"/>
    <w:rsid w:val="007713A1"/>
    <w:rsid w:val="00771C41"/>
    <w:rsid w:val="00773FA0"/>
    <w:rsid w:val="0077453E"/>
    <w:rsid w:val="0077549C"/>
    <w:rsid w:val="007756CF"/>
    <w:rsid w:val="0077586A"/>
    <w:rsid w:val="00775A7D"/>
    <w:rsid w:val="00776266"/>
    <w:rsid w:val="007778E6"/>
    <w:rsid w:val="007808EC"/>
    <w:rsid w:val="00780C4A"/>
    <w:rsid w:val="00780DC7"/>
    <w:rsid w:val="00781301"/>
    <w:rsid w:val="0078170F"/>
    <w:rsid w:val="007819D2"/>
    <w:rsid w:val="00781D83"/>
    <w:rsid w:val="00781F00"/>
    <w:rsid w:val="00782FCF"/>
    <w:rsid w:val="00784641"/>
    <w:rsid w:val="00784836"/>
    <w:rsid w:val="007856D0"/>
    <w:rsid w:val="00785BA7"/>
    <w:rsid w:val="00785C28"/>
    <w:rsid w:val="007866D1"/>
    <w:rsid w:val="00787571"/>
    <w:rsid w:val="00787831"/>
    <w:rsid w:val="00787BD1"/>
    <w:rsid w:val="007910ED"/>
    <w:rsid w:val="007913AA"/>
    <w:rsid w:val="00792940"/>
    <w:rsid w:val="00792D21"/>
    <w:rsid w:val="00793B38"/>
    <w:rsid w:val="00794118"/>
    <w:rsid w:val="007947BC"/>
    <w:rsid w:val="00794A31"/>
    <w:rsid w:val="00797472"/>
    <w:rsid w:val="007A0527"/>
    <w:rsid w:val="007A1ADF"/>
    <w:rsid w:val="007A2403"/>
    <w:rsid w:val="007A3365"/>
    <w:rsid w:val="007A3538"/>
    <w:rsid w:val="007A3AF5"/>
    <w:rsid w:val="007A3B39"/>
    <w:rsid w:val="007A4241"/>
    <w:rsid w:val="007A5C6C"/>
    <w:rsid w:val="007A621F"/>
    <w:rsid w:val="007A6D1B"/>
    <w:rsid w:val="007A772E"/>
    <w:rsid w:val="007A7A26"/>
    <w:rsid w:val="007B139F"/>
    <w:rsid w:val="007B402A"/>
    <w:rsid w:val="007B4BE2"/>
    <w:rsid w:val="007B5355"/>
    <w:rsid w:val="007B5556"/>
    <w:rsid w:val="007B5762"/>
    <w:rsid w:val="007B5C5D"/>
    <w:rsid w:val="007C0D94"/>
    <w:rsid w:val="007C0E20"/>
    <w:rsid w:val="007C112F"/>
    <w:rsid w:val="007C1A1B"/>
    <w:rsid w:val="007C1D26"/>
    <w:rsid w:val="007C2B77"/>
    <w:rsid w:val="007C2F3B"/>
    <w:rsid w:val="007C2FFD"/>
    <w:rsid w:val="007C30E5"/>
    <w:rsid w:val="007C3830"/>
    <w:rsid w:val="007C3BFF"/>
    <w:rsid w:val="007C3D63"/>
    <w:rsid w:val="007C4BA5"/>
    <w:rsid w:val="007C50BA"/>
    <w:rsid w:val="007C5212"/>
    <w:rsid w:val="007C5E7B"/>
    <w:rsid w:val="007C6F24"/>
    <w:rsid w:val="007C7310"/>
    <w:rsid w:val="007C74E6"/>
    <w:rsid w:val="007D015D"/>
    <w:rsid w:val="007D1ED4"/>
    <w:rsid w:val="007D2081"/>
    <w:rsid w:val="007D315B"/>
    <w:rsid w:val="007D40E7"/>
    <w:rsid w:val="007D4319"/>
    <w:rsid w:val="007D5CDF"/>
    <w:rsid w:val="007D6567"/>
    <w:rsid w:val="007D6CCB"/>
    <w:rsid w:val="007D7203"/>
    <w:rsid w:val="007E0DA8"/>
    <w:rsid w:val="007E13F2"/>
    <w:rsid w:val="007E22A0"/>
    <w:rsid w:val="007E25A6"/>
    <w:rsid w:val="007E44B3"/>
    <w:rsid w:val="007E4593"/>
    <w:rsid w:val="007E4965"/>
    <w:rsid w:val="007E4FD7"/>
    <w:rsid w:val="007E5DF1"/>
    <w:rsid w:val="007E5F5D"/>
    <w:rsid w:val="007E6206"/>
    <w:rsid w:val="007E624F"/>
    <w:rsid w:val="007E641D"/>
    <w:rsid w:val="007E750C"/>
    <w:rsid w:val="007F080B"/>
    <w:rsid w:val="007F3157"/>
    <w:rsid w:val="007F361A"/>
    <w:rsid w:val="007F3668"/>
    <w:rsid w:val="007F3D02"/>
    <w:rsid w:val="007F40E4"/>
    <w:rsid w:val="007F4891"/>
    <w:rsid w:val="007F4C33"/>
    <w:rsid w:val="007F4EE0"/>
    <w:rsid w:val="007F51BB"/>
    <w:rsid w:val="007F6474"/>
    <w:rsid w:val="007F651B"/>
    <w:rsid w:val="007F70E0"/>
    <w:rsid w:val="007F720A"/>
    <w:rsid w:val="007F757E"/>
    <w:rsid w:val="007F7793"/>
    <w:rsid w:val="007F7FD7"/>
    <w:rsid w:val="00800DA3"/>
    <w:rsid w:val="00800F8A"/>
    <w:rsid w:val="0080116F"/>
    <w:rsid w:val="00801A85"/>
    <w:rsid w:val="00801AAA"/>
    <w:rsid w:val="00801C8A"/>
    <w:rsid w:val="00801D53"/>
    <w:rsid w:val="00801FE0"/>
    <w:rsid w:val="0080365C"/>
    <w:rsid w:val="00805DBE"/>
    <w:rsid w:val="0080683C"/>
    <w:rsid w:val="00807163"/>
    <w:rsid w:val="008073BA"/>
    <w:rsid w:val="008074D5"/>
    <w:rsid w:val="008076FF"/>
    <w:rsid w:val="00807917"/>
    <w:rsid w:val="008105F9"/>
    <w:rsid w:val="00810D76"/>
    <w:rsid w:val="008112F6"/>
    <w:rsid w:val="00811A74"/>
    <w:rsid w:val="008125FD"/>
    <w:rsid w:val="00813ABE"/>
    <w:rsid w:val="00813BE4"/>
    <w:rsid w:val="008144FC"/>
    <w:rsid w:val="008145B6"/>
    <w:rsid w:val="00814790"/>
    <w:rsid w:val="0081499F"/>
    <w:rsid w:val="008157A8"/>
    <w:rsid w:val="00817317"/>
    <w:rsid w:val="0081744F"/>
    <w:rsid w:val="00820787"/>
    <w:rsid w:val="0082097F"/>
    <w:rsid w:val="00821450"/>
    <w:rsid w:val="008216F8"/>
    <w:rsid w:val="00821E7F"/>
    <w:rsid w:val="008230B1"/>
    <w:rsid w:val="00823549"/>
    <w:rsid w:val="00825902"/>
    <w:rsid w:val="0082653F"/>
    <w:rsid w:val="00826A54"/>
    <w:rsid w:val="0082774D"/>
    <w:rsid w:val="00827EAB"/>
    <w:rsid w:val="00830539"/>
    <w:rsid w:val="00830C14"/>
    <w:rsid w:val="00831FFF"/>
    <w:rsid w:val="00832478"/>
    <w:rsid w:val="00832E36"/>
    <w:rsid w:val="008330A3"/>
    <w:rsid w:val="00833406"/>
    <w:rsid w:val="008334C5"/>
    <w:rsid w:val="00834209"/>
    <w:rsid w:val="00834DB3"/>
    <w:rsid w:val="008351B0"/>
    <w:rsid w:val="008358D7"/>
    <w:rsid w:val="00835E26"/>
    <w:rsid w:val="008360E0"/>
    <w:rsid w:val="008376D3"/>
    <w:rsid w:val="008417F8"/>
    <w:rsid w:val="00841D72"/>
    <w:rsid w:val="0084222E"/>
    <w:rsid w:val="00842254"/>
    <w:rsid w:val="0084292F"/>
    <w:rsid w:val="008436F6"/>
    <w:rsid w:val="00843C51"/>
    <w:rsid w:val="00845B8B"/>
    <w:rsid w:val="0084603C"/>
    <w:rsid w:val="0084629B"/>
    <w:rsid w:val="0084635C"/>
    <w:rsid w:val="008477FB"/>
    <w:rsid w:val="00847C14"/>
    <w:rsid w:val="00851928"/>
    <w:rsid w:val="00851E33"/>
    <w:rsid w:val="008524CE"/>
    <w:rsid w:val="008531EC"/>
    <w:rsid w:val="008538C2"/>
    <w:rsid w:val="008538F6"/>
    <w:rsid w:val="00853A72"/>
    <w:rsid w:val="00854653"/>
    <w:rsid w:val="0085465B"/>
    <w:rsid w:val="00854B89"/>
    <w:rsid w:val="00854D4C"/>
    <w:rsid w:val="00854F97"/>
    <w:rsid w:val="0085571D"/>
    <w:rsid w:val="008557EA"/>
    <w:rsid w:val="0085607B"/>
    <w:rsid w:val="008564B4"/>
    <w:rsid w:val="00857CF7"/>
    <w:rsid w:val="00860511"/>
    <w:rsid w:val="008606F0"/>
    <w:rsid w:val="00860DCE"/>
    <w:rsid w:val="00862D58"/>
    <w:rsid w:val="00862DE6"/>
    <w:rsid w:val="00865E84"/>
    <w:rsid w:val="00866336"/>
    <w:rsid w:val="008672C8"/>
    <w:rsid w:val="0086739A"/>
    <w:rsid w:val="008701D4"/>
    <w:rsid w:val="00870795"/>
    <w:rsid w:val="00870DA6"/>
    <w:rsid w:val="00870F41"/>
    <w:rsid w:val="0087134C"/>
    <w:rsid w:val="008736F2"/>
    <w:rsid w:val="00874872"/>
    <w:rsid w:val="00874FA8"/>
    <w:rsid w:val="00875D87"/>
    <w:rsid w:val="008763DC"/>
    <w:rsid w:val="00876591"/>
    <w:rsid w:val="0087667F"/>
    <w:rsid w:val="00876F8E"/>
    <w:rsid w:val="00877026"/>
    <w:rsid w:val="00877134"/>
    <w:rsid w:val="008772E4"/>
    <w:rsid w:val="00880E9B"/>
    <w:rsid w:val="0088131B"/>
    <w:rsid w:val="00882B27"/>
    <w:rsid w:val="00883869"/>
    <w:rsid w:val="00883BFB"/>
    <w:rsid w:val="00884562"/>
    <w:rsid w:val="00884839"/>
    <w:rsid w:val="008850CB"/>
    <w:rsid w:val="00885577"/>
    <w:rsid w:val="00885C46"/>
    <w:rsid w:val="008868A9"/>
    <w:rsid w:val="00886AEB"/>
    <w:rsid w:val="00887073"/>
    <w:rsid w:val="00890016"/>
    <w:rsid w:val="00890F17"/>
    <w:rsid w:val="00892368"/>
    <w:rsid w:val="008928B5"/>
    <w:rsid w:val="00893B0C"/>
    <w:rsid w:val="008947C6"/>
    <w:rsid w:val="008955B4"/>
    <w:rsid w:val="00895903"/>
    <w:rsid w:val="00895D73"/>
    <w:rsid w:val="00896C04"/>
    <w:rsid w:val="00897ED0"/>
    <w:rsid w:val="008A044B"/>
    <w:rsid w:val="008A0589"/>
    <w:rsid w:val="008A0713"/>
    <w:rsid w:val="008A0B8F"/>
    <w:rsid w:val="008A17C8"/>
    <w:rsid w:val="008A192F"/>
    <w:rsid w:val="008A1EBE"/>
    <w:rsid w:val="008A2443"/>
    <w:rsid w:val="008A2B28"/>
    <w:rsid w:val="008A2CFB"/>
    <w:rsid w:val="008A3220"/>
    <w:rsid w:val="008A3320"/>
    <w:rsid w:val="008A3712"/>
    <w:rsid w:val="008A3C83"/>
    <w:rsid w:val="008A3CBC"/>
    <w:rsid w:val="008A4F7C"/>
    <w:rsid w:val="008A5708"/>
    <w:rsid w:val="008A5CE4"/>
    <w:rsid w:val="008A688B"/>
    <w:rsid w:val="008A72F0"/>
    <w:rsid w:val="008B0887"/>
    <w:rsid w:val="008B08C4"/>
    <w:rsid w:val="008B0CAA"/>
    <w:rsid w:val="008B0D92"/>
    <w:rsid w:val="008B1447"/>
    <w:rsid w:val="008B2875"/>
    <w:rsid w:val="008B2CD2"/>
    <w:rsid w:val="008B3D35"/>
    <w:rsid w:val="008B3D70"/>
    <w:rsid w:val="008B3DDC"/>
    <w:rsid w:val="008B3FF5"/>
    <w:rsid w:val="008B5267"/>
    <w:rsid w:val="008B55E5"/>
    <w:rsid w:val="008B566C"/>
    <w:rsid w:val="008B627E"/>
    <w:rsid w:val="008B7880"/>
    <w:rsid w:val="008C01DF"/>
    <w:rsid w:val="008C0FA7"/>
    <w:rsid w:val="008C0FA9"/>
    <w:rsid w:val="008C1A9C"/>
    <w:rsid w:val="008C2C65"/>
    <w:rsid w:val="008C2DCB"/>
    <w:rsid w:val="008C2DD2"/>
    <w:rsid w:val="008C4032"/>
    <w:rsid w:val="008C40A0"/>
    <w:rsid w:val="008C437F"/>
    <w:rsid w:val="008C4890"/>
    <w:rsid w:val="008C4C15"/>
    <w:rsid w:val="008C5157"/>
    <w:rsid w:val="008C5659"/>
    <w:rsid w:val="008C5A87"/>
    <w:rsid w:val="008C6823"/>
    <w:rsid w:val="008C6FA5"/>
    <w:rsid w:val="008C71B3"/>
    <w:rsid w:val="008C758B"/>
    <w:rsid w:val="008C7C60"/>
    <w:rsid w:val="008D0A8A"/>
    <w:rsid w:val="008D1A46"/>
    <w:rsid w:val="008D1CD4"/>
    <w:rsid w:val="008D2491"/>
    <w:rsid w:val="008D2EBE"/>
    <w:rsid w:val="008D33FD"/>
    <w:rsid w:val="008D48BC"/>
    <w:rsid w:val="008D6D9C"/>
    <w:rsid w:val="008D73A0"/>
    <w:rsid w:val="008D73A8"/>
    <w:rsid w:val="008D7B39"/>
    <w:rsid w:val="008E1A63"/>
    <w:rsid w:val="008E270B"/>
    <w:rsid w:val="008E2ED3"/>
    <w:rsid w:val="008E3CA3"/>
    <w:rsid w:val="008E3DC9"/>
    <w:rsid w:val="008E50AF"/>
    <w:rsid w:val="008E5132"/>
    <w:rsid w:val="008E704D"/>
    <w:rsid w:val="008E7364"/>
    <w:rsid w:val="008E7B50"/>
    <w:rsid w:val="008F0EAC"/>
    <w:rsid w:val="008F139C"/>
    <w:rsid w:val="008F1412"/>
    <w:rsid w:val="008F17B3"/>
    <w:rsid w:val="008F182D"/>
    <w:rsid w:val="008F26D5"/>
    <w:rsid w:val="008F3D1E"/>
    <w:rsid w:val="008F4492"/>
    <w:rsid w:val="008F54CE"/>
    <w:rsid w:val="008F55E1"/>
    <w:rsid w:val="008F6164"/>
    <w:rsid w:val="008F6713"/>
    <w:rsid w:val="008F6829"/>
    <w:rsid w:val="008F6DE2"/>
    <w:rsid w:val="008F7450"/>
    <w:rsid w:val="0090001D"/>
    <w:rsid w:val="009005CD"/>
    <w:rsid w:val="00900D97"/>
    <w:rsid w:val="009010E4"/>
    <w:rsid w:val="009015BA"/>
    <w:rsid w:val="00901DB8"/>
    <w:rsid w:val="00901F60"/>
    <w:rsid w:val="00902B17"/>
    <w:rsid w:val="00903245"/>
    <w:rsid w:val="009033F9"/>
    <w:rsid w:val="00903B7B"/>
    <w:rsid w:val="00903DDC"/>
    <w:rsid w:val="00903EBC"/>
    <w:rsid w:val="00904331"/>
    <w:rsid w:val="00905C93"/>
    <w:rsid w:val="009072A2"/>
    <w:rsid w:val="00907CB2"/>
    <w:rsid w:val="00910934"/>
    <w:rsid w:val="009110CE"/>
    <w:rsid w:val="00911A25"/>
    <w:rsid w:val="00911BA4"/>
    <w:rsid w:val="00913935"/>
    <w:rsid w:val="00914374"/>
    <w:rsid w:val="00916212"/>
    <w:rsid w:val="009163F8"/>
    <w:rsid w:val="009167A9"/>
    <w:rsid w:val="0091718E"/>
    <w:rsid w:val="00921372"/>
    <w:rsid w:val="00921B4B"/>
    <w:rsid w:val="009227C4"/>
    <w:rsid w:val="00922E37"/>
    <w:rsid w:val="0092368D"/>
    <w:rsid w:val="00924775"/>
    <w:rsid w:val="00924BD5"/>
    <w:rsid w:val="00925ECB"/>
    <w:rsid w:val="00926E7F"/>
    <w:rsid w:val="009304D0"/>
    <w:rsid w:val="00930A98"/>
    <w:rsid w:val="0093184D"/>
    <w:rsid w:val="00932012"/>
    <w:rsid w:val="0093375A"/>
    <w:rsid w:val="009348F5"/>
    <w:rsid w:val="00934C09"/>
    <w:rsid w:val="009358FC"/>
    <w:rsid w:val="00936968"/>
    <w:rsid w:val="0093700A"/>
    <w:rsid w:val="0093732D"/>
    <w:rsid w:val="00937FC5"/>
    <w:rsid w:val="00940039"/>
    <w:rsid w:val="00941353"/>
    <w:rsid w:val="009414F1"/>
    <w:rsid w:val="00942CB3"/>
    <w:rsid w:val="0094304B"/>
    <w:rsid w:val="0094353E"/>
    <w:rsid w:val="009439BA"/>
    <w:rsid w:val="00943CCC"/>
    <w:rsid w:val="00943E99"/>
    <w:rsid w:val="009445CF"/>
    <w:rsid w:val="009446D8"/>
    <w:rsid w:val="00944B6C"/>
    <w:rsid w:val="00944DEC"/>
    <w:rsid w:val="00944F75"/>
    <w:rsid w:val="009457CB"/>
    <w:rsid w:val="0095119B"/>
    <w:rsid w:val="0095168D"/>
    <w:rsid w:val="00952248"/>
    <w:rsid w:val="0095283D"/>
    <w:rsid w:val="00953FA4"/>
    <w:rsid w:val="00954302"/>
    <w:rsid w:val="0095569B"/>
    <w:rsid w:val="00955C5B"/>
    <w:rsid w:val="009564DF"/>
    <w:rsid w:val="009567FE"/>
    <w:rsid w:val="009576F4"/>
    <w:rsid w:val="00957BCC"/>
    <w:rsid w:val="00960116"/>
    <w:rsid w:val="00960155"/>
    <w:rsid w:val="00960175"/>
    <w:rsid w:val="0096020D"/>
    <w:rsid w:val="00960AF0"/>
    <w:rsid w:val="00960ED5"/>
    <w:rsid w:val="00961050"/>
    <w:rsid w:val="00961209"/>
    <w:rsid w:val="009623F0"/>
    <w:rsid w:val="00964383"/>
    <w:rsid w:val="00965600"/>
    <w:rsid w:val="00965A97"/>
    <w:rsid w:val="00966518"/>
    <w:rsid w:val="00966F60"/>
    <w:rsid w:val="00967AC1"/>
    <w:rsid w:val="00967F16"/>
    <w:rsid w:val="00970160"/>
    <w:rsid w:val="009713D9"/>
    <w:rsid w:val="009726B4"/>
    <w:rsid w:val="00973566"/>
    <w:rsid w:val="009739E1"/>
    <w:rsid w:val="00974F37"/>
    <w:rsid w:val="00976766"/>
    <w:rsid w:val="00976CF3"/>
    <w:rsid w:val="00976D2A"/>
    <w:rsid w:val="00976E83"/>
    <w:rsid w:val="009816F0"/>
    <w:rsid w:val="009824FE"/>
    <w:rsid w:val="00982521"/>
    <w:rsid w:val="00982EB1"/>
    <w:rsid w:val="00983293"/>
    <w:rsid w:val="00983BBA"/>
    <w:rsid w:val="00983C91"/>
    <w:rsid w:val="009853BC"/>
    <w:rsid w:val="009857BC"/>
    <w:rsid w:val="00987D41"/>
    <w:rsid w:val="00990B3F"/>
    <w:rsid w:val="00990FBD"/>
    <w:rsid w:val="00991025"/>
    <w:rsid w:val="009925F5"/>
    <w:rsid w:val="00994485"/>
    <w:rsid w:val="00994546"/>
    <w:rsid w:val="00996108"/>
    <w:rsid w:val="00996580"/>
    <w:rsid w:val="009975B2"/>
    <w:rsid w:val="00997B92"/>
    <w:rsid w:val="009A0B9A"/>
    <w:rsid w:val="009A15A5"/>
    <w:rsid w:val="009A21EF"/>
    <w:rsid w:val="009A2BB2"/>
    <w:rsid w:val="009A36A7"/>
    <w:rsid w:val="009A3F97"/>
    <w:rsid w:val="009A4071"/>
    <w:rsid w:val="009A5859"/>
    <w:rsid w:val="009A6553"/>
    <w:rsid w:val="009B12A6"/>
    <w:rsid w:val="009B31F0"/>
    <w:rsid w:val="009B3BA4"/>
    <w:rsid w:val="009B3F2D"/>
    <w:rsid w:val="009B4722"/>
    <w:rsid w:val="009B5810"/>
    <w:rsid w:val="009B6FB5"/>
    <w:rsid w:val="009B7149"/>
    <w:rsid w:val="009B7735"/>
    <w:rsid w:val="009C044E"/>
    <w:rsid w:val="009C1D4B"/>
    <w:rsid w:val="009C1ED3"/>
    <w:rsid w:val="009C2DA6"/>
    <w:rsid w:val="009C3064"/>
    <w:rsid w:val="009C37F1"/>
    <w:rsid w:val="009C3B2E"/>
    <w:rsid w:val="009C4049"/>
    <w:rsid w:val="009C54BC"/>
    <w:rsid w:val="009C5975"/>
    <w:rsid w:val="009C634C"/>
    <w:rsid w:val="009C7C1E"/>
    <w:rsid w:val="009C7F07"/>
    <w:rsid w:val="009D0211"/>
    <w:rsid w:val="009D0AD6"/>
    <w:rsid w:val="009D1856"/>
    <w:rsid w:val="009D239D"/>
    <w:rsid w:val="009D2C61"/>
    <w:rsid w:val="009D3175"/>
    <w:rsid w:val="009D374C"/>
    <w:rsid w:val="009D4CFD"/>
    <w:rsid w:val="009D55DC"/>
    <w:rsid w:val="009D6651"/>
    <w:rsid w:val="009D6A19"/>
    <w:rsid w:val="009D76BC"/>
    <w:rsid w:val="009E0C02"/>
    <w:rsid w:val="009E0C21"/>
    <w:rsid w:val="009E3392"/>
    <w:rsid w:val="009E3DEE"/>
    <w:rsid w:val="009E4699"/>
    <w:rsid w:val="009E4EAA"/>
    <w:rsid w:val="009E5291"/>
    <w:rsid w:val="009E53FC"/>
    <w:rsid w:val="009E5966"/>
    <w:rsid w:val="009E5DE5"/>
    <w:rsid w:val="009E5F92"/>
    <w:rsid w:val="009E6049"/>
    <w:rsid w:val="009E61E3"/>
    <w:rsid w:val="009E7F88"/>
    <w:rsid w:val="009F1B72"/>
    <w:rsid w:val="009F36A1"/>
    <w:rsid w:val="009F43EB"/>
    <w:rsid w:val="009F56A7"/>
    <w:rsid w:val="00A00109"/>
    <w:rsid w:val="00A0106F"/>
    <w:rsid w:val="00A016F1"/>
    <w:rsid w:val="00A01B82"/>
    <w:rsid w:val="00A0256E"/>
    <w:rsid w:val="00A02595"/>
    <w:rsid w:val="00A03156"/>
    <w:rsid w:val="00A03B9C"/>
    <w:rsid w:val="00A0565D"/>
    <w:rsid w:val="00A061FA"/>
    <w:rsid w:val="00A06E66"/>
    <w:rsid w:val="00A0776A"/>
    <w:rsid w:val="00A103EA"/>
    <w:rsid w:val="00A10447"/>
    <w:rsid w:val="00A104F9"/>
    <w:rsid w:val="00A11744"/>
    <w:rsid w:val="00A11BF4"/>
    <w:rsid w:val="00A1224F"/>
    <w:rsid w:val="00A1322A"/>
    <w:rsid w:val="00A13D59"/>
    <w:rsid w:val="00A15F67"/>
    <w:rsid w:val="00A16287"/>
    <w:rsid w:val="00A16960"/>
    <w:rsid w:val="00A17201"/>
    <w:rsid w:val="00A17D33"/>
    <w:rsid w:val="00A201E6"/>
    <w:rsid w:val="00A22A63"/>
    <w:rsid w:val="00A23BD4"/>
    <w:rsid w:val="00A25B94"/>
    <w:rsid w:val="00A261A6"/>
    <w:rsid w:val="00A27BDD"/>
    <w:rsid w:val="00A30EE2"/>
    <w:rsid w:val="00A34EBA"/>
    <w:rsid w:val="00A35798"/>
    <w:rsid w:val="00A35C42"/>
    <w:rsid w:val="00A37154"/>
    <w:rsid w:val="00A37B17"/>
    <w:rsid w:val="00A37C25"/>
    <w:rsid w:val="00A40C69"/>
    <w:rsid w:val="00A41D0C"/>
    <w:rsid w:val="00A4239C"/>
    <w:rsid w:val="00A439CB"/>
    <w:rsid w:val="00A449D9"/>
    <w:rsid w:val="00A45ED6"/>
    <w:rsid w:val="00A46CAB"/>
    <w:rsid w:val="00A47858"/>
    <w:rsid w:val="00A50E33"/>
    <w:rsid w:val="00A514B1"/>
    <w:rsid w:val="00A514C1"/>
    <w:rsid w:val="00A52175"/>
    <w:rsid w:val="00A52AFC"/>
    <w:rsid w:val="00A533BB"/>
    <w:rsid w:val="00A5363B"/>
    <w:rsid w:val="00A555EA"/>
    <w:rsid w:val="00A5638F"/>
    <w:rsid w:val="00A57C9F"/>
    <w:rsid w:val="00A57CD4"/>
    <w:rsid w:val="00A601E9"/>
    <w:rsid w:val="00A60D5C"/>
    <w:rsid w:val="00A611CA"/>
    <w:rsid w:val="00A6132A"/>
    <w:rsid w:val="00A61B17"/>
    <w:rsid w:val="00A61CB7"/>
    <w:rsid w:val="00A61FE8"/>
    <w:rsid w:val="00A62030"/>
    <w:rsid w:val="00A624D1"/>
    <w:rsid w:val="00A62B97"/>
    <w:rsid w:val="00A6341E"/>
    <w:rsid w:val="00A63B1B"/>
    <w:rsid w:val="00A6428D"/>
    <w:rsid w:val="00A643FD"/>
    <w:rsid w:val="00A64598"/>
    <w:rsid w:val="00A645BC"/>
    <w:rsid w:val="00A64D2D"/>
    <w:rsid w:val="00A6501D"/>
    <w:rsid w:val="00A656DF"/>
    <w:rsid w:val="00A659A4"/>
    <w:rsid w:val="00A65B36"/>
    <w:rsid w:val="00A66B4D"/>
    <w:rsid w:val="00A676B4"/>
    <w:rsid w:val="00A708D3"/>
    <w:rsid w:val="00A721ED"/>
    <w:rsid w:val="00A731D2"/>
    <w:rsid w:val="00A732DA"/>
    <w:rsid w:val="00A74099"/>
    <w:rsid w:val="00A7723B"/>
    <w:rsid w:val="00A80BCA"/>
    <w:rsid w:val="00A81BC6"/>
    <w:rsid w:val="00A83D3E"/>
    <w:rsid w:val="00A857F2"/>
    <w:rsid w:val="00A858E0"/>
    <w:rsid w:val="00A85C3C"/>
    <w:rsid w:val="00A86C2B"/>
    <w:rsid w:val="00A9058A"/>
    <w:rsid w:val="00A9152F"/>
    <w:rsid w:val="00A91CA0"/>
    <w:rsid w:val="00A91F07"/>
    <w:rsid w:val="00A92F19"/>
    <w:rsid w:val="00A92F5C"/>
    <w:rsid w:val="00A932D8"/>
    <w:rsid w:val="00A93E1E"/>
    <w:rsid w:val="00A946CC"/>
    <w:rsid w:val="00A94D50"/>
    <w:rsid w:val="00A94F2B"/>
    <w:rsid w:val="00A952FE"/>
    <w:rsid w:val="00A95462"/>
    <w:rsid w:val="00A955E9"/>
    <w:rsid w:val="00A95F78"/>
    <w:rsid w:val="00A9655D"/>
    <w:rsid w:val="00A97318"/>
    <w:rsid w:val="00A978AF"/>
    <w:rsid w:val="00AA0B15"/>
    <w:rsid w:val="00AA0B2C"/>
    <w:rsid w:val="00AA0FE7"/>
    <w:rsid w:val="00AA1688"/>
    <w:rsid w:val="00AA1B56"/>
    <w:rsid w:val="00AA3330"/>
    <w:rsid w:val="00AA3B08"/>
    <w:rsid w:val="00AA4A2F"/>
    <w:rsid w:val="00AA4AA4"/>
    <w:rsid w:val="00AA59DE"/>
    <w:rsid w:val="00AA5AB0"/>
    <w:rsid w:val="00AA6DB9"/>
    <w:rsid w:val="00AB0B9E"/>
    <w:rsid w:val="00AB2105"/>
    <w:rsid w:val="00AB47AF"/>
    <w:rsid w:val="00AB53F2"/>
    <w:rsid w:val="00AB5AE1"/>
    <w:rsid w:val="00AB5B9E"/>
    <w:rsid w:val="00AB5C71"/>
    <w:rsid w:val="00AB617A"/>
    <w:rsid w:val="00AB6236"/>
    <w:rsid w:val="00AB7470"/>
    <w:rsid w:val="00AB7D04"/>
    <w:rsid w:val="00AC0897"/>
    <w:rsid w:val="00AC1296"/>
    <w:rsid w:val="00AC1305"/>
    <w:rsid w:val="00AC134E"/>
    <w:rsid w:val="00AC18C5"/>
    <w:rsid w:val="00AC1B7B"/>
    <w:rsid w:val="00AC1CDA"/>
    <w:rsid w:val="00AC2649"/>
    <w:rsid w:val="00AC2ED3"/>
    <w:rsid w:val="00AC3639"/>
    <w:rsid w:val="00AC3736"/>
    <w:rsid w:val="00AC42AA"/>
    <w:rsid w:val="00AC4AE3"/>
    <w:rsid w:val="00AC5814"/>
    <w:rsid w:val="00AC6F00"/>
    <w:rsid w:val="00AC77D8"/>
    <w:rsid w:val="00AC77EF"/>
    <w:rsid w:val="00AD0213"/>
    <w:rsid w:val="00AD0584"/>
    <w:rsid w:val="00AD42A3"/>
    <w:rsid w:val="00AD4E4A"/>
    <w:rsid w:val="00AD587B"/>
    <w:rsid w:val="00AD58B4"/>
    <w:rsid w:val="00AD6397"/>
    <w:rsid w:val="00AD7159"/>
    <w:rsid w:val="00AD71BA"/>
    <w:rsid w:val="00AD72FD"/>
    <w:rsid w:val="00AD73EF"/>
    <w:rsid w:val="00AD7FE1"/>
    <w:rsid w:val="00AE0778"/>
    <w:rsid w:val="00AE13CC"/>
    <w:rsid w:val="00AE1F15"/>
    <w:rsid w:val="00AE24E2"/>
    <w:rsid w:val="00AE3643"/>
    <w:rsid w:val="00AE3B9C"/>
    <w:rsid w:val="00AE412D"/>
    <w:rsid w:val="00AE519B"/>
    <w:rsid w:val="00AE5580"/>
    <w:rsid w:val="00AF1EFF"/>
    <w:rsid w:val="00AF2486"/>
    <w:rsid w:val="00AF252B"/>
    <w:rsid w:val="00AF2622"/>
    <w:rsid w:val="00AF3117"/>
    <w:rsid w:val="00AF336D"/>
    <w:rsid w:val="00AF4139"/>
    <w:rsid w:val="00AF4686"/>
    <w:rsid w:val="00AF4C10"/>
    <w:rsid w:val="00AF4F04"/>
    <w:rsid w:val="00AF6B60"/>
    <w:rsid w:val="00B005EA"/>
    <w:rsid w:val="00B03DFB"/>
    <w:rsid w:val="00B03F9D"/>
    <w:rsid w:val="00B04F05"/>
    <w:rsid w:val="00B05885"/>
    <w:rsid w:val="00B06797"/>
    <w:rsid w:val="00B06A05"/>
    <w:rsid w:val="00B118E3"/>
    <w:rsid w:val="00B12E43"/>
    <w:rsid w:val="00B132F6"/>
    <w:rsid w:val="00B14248"/>
    <w:rsid w:val="00B14F11"/>
    <w:rsid w:val="00B15290"/>
    <w:rsid w:val="00B15BB3"/>
    <w:rsid w:val="00B15D66"/>
    <w:rsid w:val="00B16869"/>
    <w:rsid w:val="00B16930"/>
    <w:rsid w:val="00B17511"/>
    <w:rsid w:val="00B1781C"/>
    <w:rsid w:val="00B205BB"/>
    <w:rsid w:val="00B21FDB"/>
    <w:rsid w:val="00B22400"/>
    <w:rsid w:val="00B226C6"/>
    <w:rsid w:val="00B228D1"/>
    <w:rsid w:val="00B22BE2"/>
    <w:rsid w:val="00B22D73"/>
    <w:rsid w:val="00B22F48"/>
    <w:rsid w:val="00B24841"/>
    <w:rsid w:val="00B2484F"/>
    <w:rsid w:val="00B24F5C"/>
    <w:rsid w:val="00B256A9"/>
    <w:rsid w:val="00B26251"/>
    <w:rsid w:val="00B26A8A"/>
    <w:rsid w:val="00B26FA8"/>
    <w:rsid w:val="00B274EE"/>
    <w:rsid w:val="00B2791B"/>
    <w:rsid w:val="00B279F1"/>
    <w:rsid w:val="00B27B66"/>
    <w:rsid w:val="00B30885"/>
    <w:rsid w:val="00B31242"/>
    <w:rsid w:val="00B326FA"/>
    <w:rsid w:val="00B34646"/>
    <w:rsid w:val="00B349EF"/>
    <w:rsid w:val="00B35121"/>
    <w:rsid w:val="00B353A7"/>
    <w:rsid w:val="00B3562C"/>
    <w:rsid w:val="00B35CAB"/>
    <w:rsid w:val="00B35DFE"/>
    <w:rsid w:val="00B40531"/>
    <w:rsid w:val="00B40D1F"/>
    <w:rsid w:val="00B4169D"/>
    <w:rsid w:val="00B424F3"/>
    <w:rsid w:val="00B439CB"/>
    <w:rsid w:val="00B450E2"/>
    <w:rsid w:val="00B454A9"/>
    <w:rsid w:val="00B460E1"/>
    <w:rsid w:val="00B46B79"/>
    <w:rsid w:val="00B47074"/>
    <w:rsid w:val="00B475AD"/>
    <w:rsid w:val="00B4774E"/>
    <w:rsid w:val="00B47AE9"/>
    <w:rsid w:val="00B51C14"/>
    <w:rsid w:val="00B52804"/>
    <w:rsid w:val="00B52B72"/>
    <w:rsid w:val="00B53241"/>
    <w:rsid w:val="00B542B0"/>
    <w:rsid w:val="00B56351"/>
    <w:rsid w:val="00B573D3"/>
    <w:rsid w:val="00B57943"/>
    <w:rsid w:val="00B57D14"/>
    <w:rsid w:val="00B57EE0"/>
    <w:rsid w:val="00B604C2"/>
    <w:rsid w:val="00B60E3B"/>
    <w:rsid w:val="00B61D1E"/>
    <w:rsid w:val="00B62CED"/>
    <w:rsid w:val="00B6301E"/>
    <w:rsid w:val="00B644ED"/>
    <w:rsid w:val="00B64BE6"/>
    <w:rsid w:val="00B64C6D"/>
    <w:rsid w:val="00B64CBB"/>
    <w:rsid w:val="00B64ED3"/>
    <w:rsid w:val="00B65B97"/>
    <w:rsid w:val="00B67BF1"/>
    <w:rsid w:val="00B7041B"/>
    <w:rsid w:val="00B706B6"/>
    <w:rsid w:val="00B70A88"/>
    <w:rsid w:val="00B70EF5"/>
    <w:rsid w:val="00B70F7C"/>
    <w:rsid w:val="00B710E9"/>
    <w:rsid w:val="00B72102"/>
    <w:rsid w:val="00B7229D"/>
    <w:rsid w:val="00B73F63"/>
    <w:rsid w:val="00B754B9"/>
    <w:rsid w:val="00B75FD3"/>
    <w:rsid w:val="00B772FA"/>
    <w:rsid w:val="00B77C02"/>
    <w:rsid w:val="00B77E1A"/>
    <w:rsid w:val="00B80A17"/>
    <w:rsid w:val="00B80C89"/>
    <w:rsid w:val="00B81F7F"/>
    <w:rsid w:val="00B82CC2"/>
    <w:rsid w:val="00B82E24"/>
    <w:rsid w:val="00B83307"/>
    <w:rsid w:val="00B838A4"/>
    <w:rsid w:val="00B83985"/>
    <w:rsid w:val="00B840FD"/>
    <w:rsid w:val="00B84EA4"/>
    <w:rsid w:val="00B85F54"/>
    <w:rsid w:val="00B86F21"/>
    <w:rsid w:val="00B87404"/>
    <w:rsid w:val="00B90D6B"/>
    <w:rsid w:val="00B91A91"/>
    <w:rsid w:val="00B92133"/>
    <w:rsid w:val="00B931F3"/>
    <w:rsid w:val="00B9353E"/>
    <w:rsid w:val="00B9378D"/>
    <w:rsid w:val="00B94138"/>
    <w:rsid w:val="00B94291"/>
    <w:rsid w:val="00B949DA"/>
    <w:rsid w:val="00B95AB0"/>
    <w:rsid w:val="00B95D54"/>
    <w:rsid w:val="00B97519"/>
    <w:rsid w:val="00B979AC"/>
    <w:rsid w:val="00BA01C6"/>
    <w:rsid w:val="00BA0575"/>
    <w:rsid w:val="00BA1233"/>
    <w:rsid w:val="00BA139E"/>
    <w:rsid w:val="00BA1A50"/>
    <w:rsid w:val="00BA1FBD"/>
    <w:rsid w:val="00BA206D"/>
    <w:rsid w:val="00BA2C87"/>
    <w:rsid w:val="00BA407D"/>
    <w:rsid w:val="00BA4BF6"/>
    <w:rsid w:val="00BA4E31"/>
    <w:rsid w:val="00BA624C"/>
    <w:rsid w:val="00BA7409"/>
    <w:rsid w:val="00BB12B4"/>
    <w:rsid w:val="00BB2FF6"/>
    <w:rsid w:val="00BB38CB"/>
    <w:rsid w:val="00BB3E03"/>
    <w:rsid w:val="00BB4082"/>
    <w:rsid w:val="00BB4275"/>
    <w:rsid w:val="00BB5A16"/>
    <w:rsid w:val="00BB6115"/>
    <w:rsid w:val="00BB688C"/>
    <w:rsid w:val="00BB733C"/>
    <w:rsid w:val="00BB7486"/>
    <w:rsid w:val="00BB77A1"/>
    <w:rsid w:val="00BC0115"/>
    <w:rsid w:val="00BC0130"/>
    <w:rsid w:val="00BC01B4"/>
    <w:rsid w:val="00BC0E9C"/>
    <w:rsid w:val="00BC12CA"/>
    <w:rsid w:val="00BC1311"/>
    <w:rsid w:val="00BC1FDE"/>
    <w:rsid w:val="00BC323F"/>
    <w:rsid w:val="00BC3C1F"/>
    <w:rsid w:val="00BC576B"/>
    <w:rsid w:val="00BC5D06"/>
    <w:rsid w:val="00BC5D7C"/>
    <w:rsid w:val="00BC66BD"/>
    <w:rsid w:val="00BD019F"/>
    <w:rsid w:val="00BD0380"/>
    <w:rsid w:val="00BD048D"/>
    <w:rsid w:val="00BD099D"/>
    <w:rsid w:val="00BD0FFB"/>
    <w:rsid w:val="00BD1AEF"/>
    <w:rsid w:val="00BD3878"/>
    <w:rsid w:val="00BD497C"/>
    <w:rsid w:val="00BD5015"/>
    <w:rsid w:val="00BD54E6"/>
    <w:rsid w:val="00BD5E8C"/>
    <w:rsid w:val="00BD62A1"/>
    <w:rsid w:val="00BD683A"/>
    <w:rsid w:val="00BD79AC"/>
    <w:rsid w:val="00BD7BBE"/>
    <w:rsid w:val="00BD7E5F"/>
    <w:rsid w:val="00BE06BA"/>
    <w:rsid w:val="00BE14E0"/>
    <w:rsid w:val="00BE2C72"/>
    <w:rsid w:val="00BE2D7C"/>
    <w:rsid w:val="00BE3FB6"/>
    <w:rsid w:val="00BE3FEB"/>
    <w:rsid w:val="00BE463C"/>
    <w:rsid w:val="00BE5415"/>
    <w:rsid w:val="00BE681F"/>
    <w:rsid w:val="00BF1B7A"/>
    <w:rsid w:val="00BF2C58"/>
    <w:rsid w:val="00BF2EBA"/>
    <w:rsid w:val="00BF303D"/>
    <w:rsid w:val="00BF34C3"/>
    <w:rsid w:val="00BF3784"/>
    <w:rsid w:val="00BF3D90"/>
    <w:rsid w:val="00BF4625"/>
    <w:rsid w:val="00BF5460"/>
    <w:rsid w:val="00BF5CFA"/>
    <w:rsid w:val="00BF5D00"/>
    <w:rsid w:val="00BF74A9"/>
    <w:rsid w:val="00BF7C50"/>
    <w:rsid w:val="00BF7DF8"/>
    <w:rsid w:val="00C004EF"/>
    <w:rsid w:val="00C008C9"/>
    <w:rsid w:val="00C00C0E"/>
    <w:rsid w:val="00C00E73"/>
    <w:rsid w:val="00C00F55"/>
    <w:rsid w:val="00C01BBA"/>
    <w:rsid w:val="00C02097"/>
    <w:rsid w:val="00C02413"/>
    <w:rsid w:val="00C02B7E"/>
    <w:rsid w:val="00C033C9"/>
    <w:rsid w:val="00C03504"/>
    <w:rsid w:val="00C04A09"/>
    <w:rsid w:val="00C04EF8"/>
    <w:rsid w:val="00C04F29"/>
    <w:rsid w:val="00C04F6C"/>
    <w:rsid w:val="00C05657"/>
    <w:rsid w:val="00C05778"/>
    <w:rsid w:val="00C05C0B"/>
    <w:rsid w:val="00C06D96"/>
    <w:rsid w:val="00C07420"/>
    <w:rsid w:val="00C078DF"/>
    <w:rsid w:val="00C1075C"/>
    <w:rsid w:val="00C10AE0"/>
    <w:rsid w:val="00C1217D"/>
    <w:rsid w:val="00C1360C"/>
    <w:rsid w:val="00C13750"/>
    <w:rsid w:val="00C14B4B"/>
    <w:rsid w:val="00C14BA8"/>
    <w:rsid w:val="00C16C81"/>
    <w:rsid w:val="00C16CCD"/>
    <w:rsid w:val="00C16F42"/>
    <w:rsid w:val="00C17485"/>
    <w:rsid w:val="00C205AF"/>
    <w:rsid w:val="00C2165D"/>
    <w:rsid w:val="00C218C0"/>
    <w:rsid w:val="00C2192B"/>
    <w:rsid w:val="00C21EBB"/>
    <w:rsid w:val="00C229F3"/>
    <w:rsid w:val="00C22B09"/>
    <w:rsid w:val="00C22B26"/>
    <w:rsid w:val="00C22FB1"/>
    <w:rsid w:val="00C23E9F"/>
    <w:rsid w:val="00C242CD"/>
    <w:rsid w:val="00C246B3"/>
    <w:rsid w:val="00C24A59"/>
    <w:rsid w:val="00C25D37"/>
    <w:rsid w:val="00C26C59"/>
    <w:rsid w:val="00C27267"/>
    <w:rsid w:val="00C27331"/>
    <w:rsid w:val="00C301BD"/>
    <w:rsid w:val="00C3048C"/>
    <w:rsid w:val="00C30689"/>
    <w:rsid w:val="00C3096A"/>
    <w:rsid w:val="00C31A63"/>
    <w:rsid w:val="00C324B5"/>
    <w:rsid w:val="00C33F89"/>
    <w:rsid w:val="00C34245"/>
    <w:rsid w:val="00C35A4A"/>
    <w:rsid w:val="00C3704B"/>
    <w:rsid w:val="00C3752A"/>
    <w:rsid w:val="00C37569"/>
    <w:rsid w:val="00C37659"/>
    <w:rsid w:val="00C37E0F"/>
    <w:rsid w:val="00C402E9"/>
    <w:rsid w:val="00C411DD"/>
    <w:rsid w:val="00C41441"/>
    <w:rsid w:val="00C430E6"/>
    <w:rsid w:val="00C43CDA"/>
    <w:rsid w:val="00C43FE0"/>
    <w:rsid w:val="00C451CF"/>
    <w:rsid w:val="00C456AF"/>
    <w:rsid w:val="00C458E1"/>
    <w:rsid w:val="00C46344"/>
    <w:rsid w:val="00C464BE"/>
    <w:rsid w:val="00C46615"/>
    <w:rsid w:val="00C46E39"/>
    <w:rsid w:val="00C47182"/>
    <w:rsid w:val="00C47ABC"/>
    <w:rsid w:val="00C50091"/>
    <w:rsid w:val="00C50682"/>
    <w:rsid w:val="00C50D02"/>
    <w:rsid w:val="00C51883"/>
    <w:rsid w:val="00C51CC0"/>
    <w:rsid w:val="00C53277"/>
    <w:rsid w:val="00C544A2"/>
    <w:rsid w:val="00C5495C"/>
    <w:rsid w:val="00C55AA2"/>
    <w:rsid w:val="00C56CCB"/>
    <w:rsid w:val="00C572D9"/>
    <w:rsid w:val="00C57F44"/>
    <w:rsid w:val="00C60220"/>
    <w:rsid w:val="00C603C3"/>
    <w:rsid w:val="00C604EE"/>
    <w:rsid w:val="00C60664"/>
    <w:rsid w:val="00C61115"/>
    <w:rsid w:val="00C6210C"/>
    <w:rsid w:val="00C62707"/>
    <w:rsid w:val="00C63BD2"/>
    <w:rsid w:val="00C63D38"/>
    <w:rsid w:val="00C64A51"/>
    <w:rsid w:val="00C651DA"/>
    <w:rsid w:val="00C71031"/>
    <w:rsid w:val="00C711A5"/>
    <w:rsid w:val="00C7184B"/>
    <w:rsid w:val="00C71C29"/>
    <w:rsid w:val="00C731F3"/>
    <w:rsid w:val="00C73522"/>
    <w:rsid w:val="00C743F3"/>
    <w:rsid w:val="00C744C4"/>
    <w:rsid w:val="00C74AAF"/>
    <w:rsid w:val="00C74B93"/>
    <w:rsid w:val="00C74F49"/>
    <w:rsid w:val="00C7536E"/>
    <w:rsid w:val="00C75748"/>
    <w:rsid w:val="00C7587F"/>
    <w:rsid w:val="00C758F5"/>
    <w:rsid w:val="00C7681E"/>
    <w:rsid w:val="00C76B75"/>
    <w:rsid w:val="00C76B86"/>
    <w:rsid w:val="00C779BC"/>
    <w:rsid w:val="00C77B60"/>
    <w:rsid w:val="00C77E8F"/>
    <w:rsid w:val="00C80850"/>
    <w:rsid w:val="00C81862"/>
    <w:rsid w:val="00C827D4"/>
    <w:rsid w:val="00C8385F"/>
    <w:rsid w:val="00C84943"/>
    <w:rsid w:val="00C857DC"/>
    <w:rsid w:val="00C857F3"/>
    <w:rsid w:val="00C85821"/>
    <w:rsid w:val="00C858FA"/>
    <w:rsid w:val="00C860D1"/>
    <w:rsid w:val="00C8753A"/>
    <w:rsid w:val="00C87E40"/>
    <w:rsid w:val="00C91B38"/>
    <w:rsid w:val="00C91FC4"/>
    <w:rsid w:val="00C92D2D"/>
    <w:rsid w:val="00C93963"/>
    <w:rsid w:val="00C93CF5"/>
    <w:rsid w:val="00C93EAC"/>
    <w:rsid w:val="00C94320"/>
    <w:rsid w:val="00C9528C"/>
    <w:rsid w:val="00C956D5"/>
    <w:rsid w:val="00C9614D"/>
    <w:rsid w:val="00C97353"/>
    <w:rsid w:val="00CA02C9"/>
    <w:rsid w:val="00CA109C"/>
    <w:rsid w:val="00CA14DD"/>
    <w:rsid w:val="00CA14E9"/>
    <w:rsid w:val="00CA2B5F"/>
    <w:rsid w:val="00CA301D"/>
    <w:rsid w:val="00CA30AD"/>
    <w:rsid w:val="00CA3B01"/>
    <w:rsid w:val="00CA3EAE"/>
    <w:rsid w:val="00CA4BE0"/>
    <w:rsid w:val="00CA4CE6"/>
    <w:rsid w:val="00CA5682"/>
    <w:rsid w:val="00CA74AD"/>
    <w:rsid w:val="00CA74DE"/>
    <w:rsid w:val="00CA7643"/>
    <w:rsid w:val="00CA7E3F"/>
    <w:rsid w:val="00CB13A5"/>
    <w:rsid w:val="00CB28D5"/>
    <w:rsid w:val="00CB46B3"/>
    <w:rsid w:val="00CB59C5"/>
    <w:rsid w:val="00CB6206"/>
    <w:rsid w:val="00CB6559"/>
    <w:rsid w:val="00CB6EA2"/>
    <w:rsid w:val="00CB716A"/>
    <w:rsid w:val="00CB762B"/>
    <w:rsid w:val="00CB7F6C"/>
    <w:rsid w:val="00CC08AC"/>
    <w:rsid w:val="00CC12D7"/>
    <w:rsid w:val="00CC1F3E"/>
    <w:rsid w:val="00CC30BC"/>
    <w:rsid w:val="00CC3656"/>
    <w:rsid w:val="00CC371A"/>
    <w:rsid w:val="00CC3C5E"/>
    <w:rsid w:val="00CC4E65"/>
    <w:rsid w:val="00CC5D62"/>
    <w:rsid w:val="00CC6EDD"/>
    <w:rsid w:val="00CD235D"/>
    <w:rsid w:val="00CD4916"/>
    <w:rsid w:val="00CD52F5"/>
    <w:rsid w:val="00CD683F"/>
    <w:rsid w:val="00CD6DE0"/>
    <w:rsid w:val="00CD7B18"/>
    <w:rsid w:val="00CE018C"/>
    <w:rsid w:val="00CE055C"/>
    <w:rsid w:val="00CE0792"/>
    <w:rsid w:val="00CE0EA8"/>
    <w:rsid w:val="00CE1510"/>
    <w:rsid w:val="00CE2210"/>
    <w:rsid w:val="00CE2C13"/>
    <w:rsid w:val="00CE3169"/>
    <w:rsid w:val="00CE3EE9"/>
    <w:rsid w:val="00CE406C"/>
    <w:rsid w:val="00CE4651"/>
    <w:rsid w:val="00CE478D"/>
    <w:rsid w:val="00CE4BBB"/>
    <w:rsid w:val="00CE59F3"/>
    <w:rsid w:val="00CE6272"/>
    <w:rsid w:val="00CE65A4"/>
    <w:rsid w:val="00CE79EF"/>
    <w:rsid w:val="00CE7EA6"/>
    <w:rsid w:val="00CE7EC5"/>
    <w:rsid w:val="00CF0739"/>
    <w:rsid w:val="00CF0A12"/>
    <w:rsid w:val="00CF0CB9"/>
    <w:rsid w:val="00CF12AB"/>
    <w:rsid w:val="00CF1599"/>
    <w:rsid w:val="00CF164E"/>
    <w:rsid w:val="00CF2073"/>
    <w:rsid w:val="00CF31CC"/>
    <w:rsid w:val="00CF3F34"/>
    <w:rsid w:val="00CF4C3F"/>
    <w:rsid w:val="00CF5DB6"/>
    <w:rsid w:val="00CF6A5E"/>
    <w:rsid w:val="00CF6E84"/>
    <w:rsid w:val="00CF6FBA"/>
    <w:rsid w:val="00CF79CB"/>
    <w:rsid w:val="00D00B58"/>
    <w:rsid w:val="00D00EE8"/>
    <w:rsid w:val="00D023C2"/>
    <w:rsid w:val="00D02D0F"/>
    <w:rsid w:val="00D03C76"/>
    <w:rsid w:val="00D044A3"/>
    <w:rsid w:val="00D05514"/>
    <w:rsid w:val="00D0606A"/>
    <w:rsid w:val="00D111FE"/>
    <w:rsid w:val="00D11ECE"/>
    <w:rsid w:val="00D12965"/>
    <w:rsid w:val="00D134C4"/>
    <w:rsid w:val="00D13BB5"/>
    <w:rsid w:val="00D14116"/>
    <w:rsid w:val="00D1495D"/>
    <w:rsid w:val="00D15062"/>
    <w:rsid w:val="00D15136"/>
    <w:rsid w:val="00D204AF"/>
    <w:rsid w:val="00D216C5"/>
    <w:rsid w:val="00D22A15"/>
    <w:rsid w:val="00D22A41"/>
    <w:rsid w:val="00D22D68"/>
    <w:rsid w:val="00D22E1C"/>
    <w:rsid w:val="00D22EC0"/>
    <w:rsid w:val="00D23334"/>
    <w:rsid w:val="00D2345D"/>
    <w:rsid w:val="00D247FC"/>
    <w:rsid w:val="00D24AAA"/>
    <w:rsid w:val="00D2560A"/>
    <w:rsid w:val="00D259EF"/>
    <w:rsid w:val="00D25EB0"/>
    <w:rsid w:val="00D265E6"/>
    <w:rsid w:val="00D27235"/>
    <w:rsid w:val="00D2745F"/>
    <w:rsid w:val="00D303BC"/>
    <w:rsid w:val="00D311DD"/>
    <w:rsid w:val="00D315F6"/>
    <w:rsid w:val="00D31F54"/>
    <w:rsid w:val="00D32D88"/>
    <w:rsid w:val="00D33665"/>
    <w:rsid w:val="00D33699"/>
    <w:rsid w:val="00D336B2"/>
    <w:rsid w:val="00D336FB"/>
    <w:rsid w:val="00D33BEB"/>
    <w:rsid w:val="00D33DE0"/>
    <w:rsid w:val="00D34C2C"/>
    <w:rsid w:val="00D3534D"/>
    <w:rsid w:val="00D3575F"/>
    <w:rsid w:val="00D35BC8"/>
    <w:rsid w:val="00D3664A"/>
    <w:rsid w:val="00D36C16"/>
    <w:rsid w:val="00D378D6"/>
    <w:rsid w:val="00D37CD5"/>
    <w:rsid w:val="00D41990"/>
    <w:rsid w:val="00D426D4"/>
    <w:rsid w:val="00D4275C"/>
    <w:rsid w:val="00D43214"/>
    <w:rsid w:val="00D43DAD"/>
    <w:rsid w:val="00D43E65"/>
    <w:rsid w:val="00D44116"/>
    <w:rsid w:val="00D447D3"/>
    <w:rsid w:val="00D47ACA"/>
    <w:rsid w:val="00D47E67"/>
    <w:rsid w:val="00D508B2"/>
    <w:rsid w:val="00D50F0B"/>
    <w:rsid w:val="00D50F7D"/>
    <w:rsid w:val="00D532ED"/>
    <w:rsid w:val="00D53B34"/>
    <w:rsid w:val="00D53DC4"/>
    <w:rsid w:val="00D54F67"/>
    <w:rsid w:val="00D55C7A"/>
    <w:rsid w:val="00D55FD5"/>
    <w:rsid w:val="00D561DF"/>
    <w:rsid w:val="00D56302"/>
    <w:rsid w:val="00D5759B"/>
    <w:rsid w:val="00D57B86"/>
    <w:rsid w:val="00D57EBA"/>
    <w:rsid w:val="00D60274"/>
    <w:rsid w:val="00D611F5"/>
    <w:rsid w:val="00D61256"/>
    <w:rsid w:val="00D61684"/>
    <w:rsid w:val="00D61B20"/>
    <w:rsid w:val="00D61BD5"/>
    <w:rsid w:val="00D62E5D"/>
    <w:rsid w:val="00D62FFA"/>
    <w:rsid w:val="00D6418E"/>
    <w:rsid w:val="00D65335"/>
    <w:rsid w:val="00D672FA"/>
    <w:rsid w:val="00D70B8B"/>
    <w:rsid w:val="00D71E11"/>
    <w:rsid w:val="00D728C3"/>
    <w:rsid w:val="00D73993"/>
    <w:rsid w:val="00D73B0D"/>
    <w:rsid w:val="00D74046"/>
    <w:rsid w:val="00D741A9"/>
    <w:rsid w:val="00D74D3B"/>
    <w:rsid w:val="00D752A1"/>
    <w:rsid w:val="00D75E96"/>
    <w:rsid w:val="00D76302"/>
    <w:rsid w:val="00D7709D"/>
    <w:rsid w:val="00D770E2"/>
    <w:rsid w:val="00D778B9"/>
    <w:rsid w:val="00D82C31"/>
    <w:rsid w:val="00D8386A"/>
    <w:rsid w:val="00D84744"/>
    <w:rsid w:val="00D84746"/>
    <w:rsid w:val="00D84973"/>
    <w:rsid w:val="00D85068"/>
    <w:rsid w:val="00D8507E"/>
    <w:rsid w:val="00D855E5"/>
    <w:rsid w:val="00D86896"/>
    <w:rsid w:val="00D8710B"/>
    <w:rsid w:val="00D87C2D"/>
    <w:rsid w:val="00D90C6F"/>
    <w:rsid w:val="00D91DD5"/>
    <w:rsid w:val="00D92D1C"/>
    <w:rsid w:val="00D93000"/>
    <w:rsid w:val="00D9310F"/>
    <w:rsid w:val="00D932F2"/>
    <w:rsid w:val="00D936FD"/>
    <w:rsid w:val="00D93ED0"/>
    <w:rsid w:val="00D94D04"/>
    <w:rsid w:val="00D95788"/>
    <w:rsid w:val="00D96232"/>
    <w:rsid w:val="00D96CCB"/>
    <w:rsid w:val="00D97730"/>
    <w:rsid w:val="00D977AA"/>
    <w:rsid w:val="00D97967"/>
    <w:rsid w:val="00DA0AD1"/>
    <w:rsid w:val="00DA2D4B"/>
    <w:rsid w:val="00DA47AE"/>
    <w:rsid w:val="00DA47CF"/>
    <w:rsid w:val="00DA51AF"/>
    <w:rsid w:val="00DA6A78"/>
    <w:rsid w:val="00DA7AC7"/>
    <w:rsid w:val="00DB0316"/>
    <w:rsid w:val="00DB039E"/>
    <w:rsid w:val="00DB072A"/>
    <w:rsid w:val="00DB08A5"/>
    <w:rsid w:val="00DB116A"/>
    <w:rsid w:val="00DB1527"/>
    <w:rsid w:val="00DB1C4A"/>
    <w:rsid w:val="00DB1EE0"/>
    <w:rsid w:val="00DB2674"/>
    <w:rsid w:val="00DB484C"/>
    <w:rsid w:val="00DB4E7D"/>
    <w:rsid w:val="00DB634F"/>
    <w:rsid w:val="00DC0114"/>
    <w:rsid w:val="00DC1781"/>
    <w:rsid w:val="00DC22D4"/>
    <w:rsid w:val="00DC24AF"/>
    <w:rsid w:val="00DC516C"/>
    <w:rsid w:val="00DC5807"/>
    <w:rsid w:val="00DC6DD7"/>
    <w:rsid w:val="00DC7144"/>
    <w:rsid w:val="00DC73FE"/>
    <w:rsid w:val="00DD1875"/>
    <w:rsid w:val="00DD24D8"/>
    <w:rsid w:val="00DD3F77"/>
    <w:rsid w:val="00DD64EF"/>
    <w:rsid w:val="00DD7E36"/>
    <w:rsid w:val="00DE00BC"/>
    <w:rsid w:val="00DE070E"/>
    <w:rsid w:val="00DE29B8"/>
    <w:rsid w:val="00DE37A4"/>
    <w:rsid w:val="00DE43C4"/>
    <w:rsid w:val="00DE5964"/>
    <w:rsid w:val="00DE5D89"/>
    <w:rsid w:val="00DE645C"/>
    <w:rsid w:val="00DE77BA"/>
    <w:rsid w:val="00DE7E39"/>
    <w:rsid w:val="00DF2A1B"/>
    <w:rsid w:val="00DF31BC"/>
    <w:rsid w:val="00DF3419"/>
    <w:rsid w:val="00DF3E50"/>
    <w:rsid w:val="00DF4C84"/>
    <w:rsid w:val="00DF4ECA"/>
    <w:rsid w:val="00DF5E5B"/>
    <w:rsid w:val="00DF7463"/>
    <w:rsid w:val="00DF795A"/>
    <w:rsid w:val="00E002EA"/>
    <w:rsid w:val="00E0067E"/>
    <w:rsid w:val="00E01965"/>
    <w:rsid w:val="00E02453"/>
    <w:rsid w:val="00E025E0"/>
    <w:rsid w:val="00E02962"/>
    <w:rsid w:val="00E03FB0"/>
    <w:rsid w:val="00E04658"/>
    <w:rsid w:val="00E069E8"/>
    <w:rsid w:val="00E071D8"/>
    <w:rsid w:val="00E07D8D"/>
    <w:rsid w:val="00E10BD3"/>
    <w:rsid w:val="00E10CE6"/>
    <w:rsid w:val="00E10EE7"/>
    <w:rsid w:val="00E11293"/>
    <w:rsid w:val="00E1131E"/>
    <w:rsid w:val="00E1295E"/>
    <w:rsid w:val="00E12FD9"/>
    <w:rsid w:val="00E137A7"/>
    <w:rsid w:val="00E153C9"/>
    <w:rsid w:val="00E15569"/>
    <w:rsid w:val="00E1636F"/>
    <w:rsid w:val="00E167BB"/>
    <w:rsid w:val="00E17982"/>
    <w:rsid w:val="00E17C73"/>
    <w:rsid w:val="00E20EB8"/>
    <w:rsid w:val="00E2128A"/>
    <w:rsid w:val="00E22282"/>
    <w:rsid w:val="00E235D7"/>
    <w:rsid w:val="00E23AEE"/>
    <w:rsid w:val="00E23F1D"/>
    <w:rsid w:val="00E2485B"/>
    <w:rsid w:val="00E24B89"/>
    <w:rsid w:val="00E24BFF"/>
    <w:rsid w:val="00E256A5"/>
    <w:rsid w:val="00E25771"/>
    <w:rsid w:val="00E25BDA"/>
    <w:rsid w:val="00E2614B"/>
    <w:rsid w:val="00E308D6"/>
    <w:rsid w:val="00E30D89"/>
    <w:rsid w:val="00E31758"/>
    <w:rsid w:val="00E31BF0"/>
    <w:rsid w:val="00E31D0B"/>
    <w:rsid w:val="00E33B06"/>
    <w:rsid w:val="00E346F1"/>
    <w:rsid w:val="00E35216"/>
    <w:rsid w:val="00E354C7"/>
    <w:rsid w:val="00E40220"/>
    <w:rsid w:val="00E41C92"/>
    <w:rsid w:val="00E421C2"/>
    <w:rsid w:val="00E422F5"/>
    <w:rsid w:val="00E42DD9"/>
    <w:rsid w:val="00E43995"/>
    <w:rsid w:val="00E439C2"/>
    <w:rsid w:val="00E43E12"/>
    <w:rsid w:val="00E441B2"/>
    <w:rsid w:val="00E44724"/>
    <w:rsid w:val="00E453DD"/>
    <w:rsid w:val="00E462EB"/>
    <w:rsid w:val="00E47605"/>
    <w:rsid w:val="00E47B58"/>
    <w:rsid w:val="00E50573"/>
    <w:rsid w:val="00E5254B"/>
    <w:rsid w:val="00E53445"/>
    <w:rsid w:val="00E5449F"/>
    <w:rsid w:val="00E556C2"/>
    <w:rsid w:val="00E603F4"/>
    <w:rsid w:val="00E623FD"/>
    <w:rsid w:val="00E62B05"/>
    <w:rsid w:val="00E63297"/>
    <w:rsid w:val="00E64962"/>
    <w:rsid w:val="00E64A7D"/>
    <w:rsid w:val="00E64F32"/>
    <w:rsid w:val="00E65036"/>
    <w:rsid w:val="00E650DE"/>
    <w:rsid w:val="00E654C2"/>
    <w:rsid w:val="00E654F4"/>
    <w:rsid w:val="00E65AEC"/>
    <w:rsid w:val="00E65F8F"/>
    <w:rsid w:val="00E665E2"/>
    <w:rsid w:val="00E66805"/>
    <w:rsid w:val="00E7123B"/>
    <w:rsid w:val="00E71D8D"/>
    <w:rsid w:val="00E71FFE"/>
    <w:rsid w:val="00E72395"/>
    <w:rsid w:val="00E724EB"/>
    <w:rsid w:val="00E7321F"/>
    <w:rsid w:val="00E7335C"/>
    <w:rsid w:val="00E73B1C"/>
    <w:rsid w:val="00E7571D"/>
    <w:rsid w:val="00E759E4"/>
    <w:rsid w:val="00E75EEA"/>
    <w:rsid w:val="00E774DB"/>
    <w:rsid w:val="00E776DD"/>
    <w:rsid w:val="00E80AAD"/>
    <w:rsid w:val="00E80D47"/>
    <w:rsid w:val="00E815A4"/>
    <w:rsid w:val="00E81F33"/>
    <w:rsid w:val="00E82399"/>
    <w:rsid w:val="00E830F9"/>
    <w:rsid w:val="00E851A6"/>
    <w:rsid w:val="00E8545C"/>
    <w:rsid w:val="00E85713"/>
    <w:rsid w:val="00E85962"/>
    <w:rsid w:val="00E85AFB"/>
    <w:rsid w:val="00E9136A"/>
    <w:rsid w:val="00E91F16"/>
    <w:rsid w:val="00E92783"/>
    <w:rsid w:val="00E94875"/>
    <w:rsid w:val="00E95B44"/>
    <w:rsid w:val="00E95BE5"/>
    <w:rsid w:val="00EA14F8"/>
    <w:rsid w:val="00EA2155"/>
    <w:rsid w:val="00EA253B"/>
    <w:rsid w:val="00EA26C4"/>
    <w:rsid w:val="00EA2E83"/>
    <w:rsid w:val="00EA3458"/>
    <w:rsid w:val="00EA34AA"/>
    <w:rsid w:val="00EA4EDF"/>
    <w:rsid w:val="00EA5061"/>
    <w:rsid w:val="00EA620C"/>
    <w:rsid w:val="00EA6299"/>
    <w:rsid w:val="00EA6DE0"/>
    <w:rsid w:val="00EA6FAC"/>
    <w:rsid w:val="00EB1B17"/>
    <w:rsid w:val="00EB1D2D"/>
    <w:rsid w:val="00EB2C24"/>
    <w:rsid w:val="00EB2EC2"/>
    <w:rsid w:val="00EB3475"/>
    <w:rsid w:val="00EB3599"/>
    <w:rsid w:val="00EB5F63"/>
    <w:rsid w:val="00EB6073"/>
    <w:rsid w:val="00EB6597"/>
    <w:rsid w:val="00EB6A65"/>
    <w:rsid w:val="00EB7ADF"/>
    <w:rsid w:val="00EC1093"/>
    <w:rsid w:val="00EC1FE1"/>
    <w:rsid w:val="00EC347C"/>
    <w:rsid w:val="00EC43BD"/>
    <w:rsid w:val="00EC5CD3"/>
    <w:rsid w:val="00EC6233"/>
    <w:rsid w:val="00EC79CA"/>
    <w:rsid w:val="00EC7B67"/>
    <w:rsid w:val="00ED07D1"/>
    <w:rsid w:val="00ED09B5"/>
    <w:rsid w:val="00ED0B79"/>
    <w:rsid w:val="00ED29C0"/>
    <w:rsid w:val="00ED38F1"/>
    <w:rsid w:val="00ED4910"/>
    <w:rsid w:val="00ED51D8"/>
    <w:rsid w:val="00ED61E5"/>
    <w:rsid w:val="00ED7213"/>
    <w:rsid w:val="00ED75D7"/>
    <w:rsid w:val="00ED7AC2"/>
    <w:rsid w:val="00ED7D1D"/>
    <w:rsid w:val="00EE0A25"/>
    <w:rsid w:val="00EE0B17"/>
    <w:rsid w:val="00EE0C84"/>
    <w:rsid w:val="00EE10A7"/>
    <w:rsid w:val="00EE1692"/>
    <w:rsid w:val="00EE1CC1"/>
    <w:rsid w:val="00EE497E"/>
    <w:rsid w:val="00EE4CD6"/>
    <w:rsid w:val="00EE4E2A"/>
    <w:rsid w:val="00EE516D"/>
    <w:rsid w:val="00EE5744"/>
    <w:rsid w:val="00EE5888"/>
    <w:rsid w:val="00EE5B00"/>
    <w:rsid w:val="00EE71E1"/>
    <w:rsid w:val="00EE7281"/>
    <w:rsid w:val="00EF0F23"/>
    <w:rsid w:val="00EF204E"/>
    <w:rsid w:val="00EF21C8"/>
    <w:rsid w:val="00EF237F"/>
    <w:rsid w:val="00EF3F27"/>
    <w:rsid w:val="00EF3F45"/>
    <w:rsid w:val="00EF4BB9"/>
    <w:rsid w:val="00EF62F9"/>
    <w:rsid w:val="00EF6E1D"/>
    <w:rsid w:val="00EF79BF"/>
    <w:rsid w:val="00EF7BB5"/>
    <w:rsid w:val="00F0031B"/>
    <w:rsid w:val="00F0265C"/>
    <w:rsid w:val="00F03865"/>
    <w:rsid w:val="00F041E4"/>
    <w:rsid w:val="00F0479C"/>
    <w:rsid w:val="00F04B5D"/>
    <w:rsid w:val="00F07940"/>
    <w:rsid w:val="00F07FC1"/>
    <w:rsid w:val="00F1031C"/>
    <w:rsid w:val="00F105DC"/>
    <w:rsid w:val="00F122A5"/>
    <w:rsid w:val="00F12543"/>
    <w:rsid w:val="00F128C7"/>
    <w:rsid w:val="00F134EF"/>
    <w:rsid w:val="00F13698"/>
    <w:rsid w:val="00F136B5"/>
    <w:rsid w:val="00F13CA3"/>
    <w:rsid w:val="00F15AFC"/>
    <w:rsid w:val="00F15D17"/>
    <w:rsid w:val="00F15E46"/>
    <w:rsid w:val="00F15F51"/>
    <w:rsid w:val="00F163C3"/>
    <w:rsid w:val="00F175D9"/>
    <w:rsid w:val="00F17EDD"/>
    <w:rsid w:val="00F2007B"/>
    <w:rsid w:val="00F200BD"/>
    <w:rsid w:val="00F20BCE"/>
    <w:rsid w:val="00F214FB"/>
    <w:rsid w:val="00F21E4C"/>
    <w:rsid w:val="00F226EB"/>
    <w:rsid w:val="00F23114"/>
    <w:rsid w:val="00F2676A"/>
    <w:rsid w:val="00F27B77"/>
    <w:rsid w:val="00F332F6"/>
    <w:rsid w:val="00F3509E"/>
    <w:rsid w:val="00F35535"/>
    <w:rsid w:val="00F355B5"/>
    <w:rsid w:val="00F358CF"/>
    <w:rsid w:val="00F37734"/>
    <w:rsid w:val="00F37B69"/>
    <w:rsid w:val="00F40038"/>
    <w:rsid w:val="00F415D1"/>
    <w:rsid w:val="00F41C18"/>
    <w:rsid w:val="00F4200B"/>
    <w:rsid w:val="00F42C86"/>
    <w:rsid w:val="00F45337"/>
    <w:rsid w:val="00F453F1"/>
    <w:rsid w:val="00F458E5"/>
    <w:rsid w:val="00F45E3D"/>
    <w:rsid w:val="00F45ECF"/>
    <w:rsid w:val="00F46BF5"/>
    <w:rsid w:val="00F479BD"/>
    <w:rsid w:val="00F47ADA"/>
    <w:rsid w:val="00F50F40"/>
    <w:rsid w:val="00F5104B"/>
    <w:rsid w:val="00F51304"/>
    <w:rsid w:val="00F52BB9"/>
    <w:rsid w:val="00F53AAC"/>
    <w:rsid w:val="00F55071"/>
    <w:rsid w:val="00F55540"/>
    <w:rsid w:val="00F563AF"/>
    <w:rsid w:val="00F56AF7"/>
    <w:rsid w:val="00F56BCB"/>
    <w:rsid w:val="00F56DD1"/>
    <w:rsid w:val="00F56ECB"/>
    <w:rsid w:val="00F61132"/>
    <w:rsid w:val="00F61376"/>
    <w:rsid w:val="00F61D69"/>
    <w:rsid w:val="00F634D7"/>
    <w:rsid w:val="00F6399A"/>
    <w:rsid w:val="00F63BE6"/>
    <w:rsid w:val="00F63F83"/>
    <w:rsid w:val="00F6430A"/>
    <w:rsid w:val="00F64D94"/>
    <w:rsid w:val="00F64ED5"/>
    <w:rsid w:val="00F657E2"/>
    <w:rsid w:val="00F65BE1"/>
    <w:rsid w:val="00F65FC6"/>
    <w:rsid w:val="00F7033C"/>
    <w:rsid w:val="00F70B78"/>
    <w:rsid w:val="00F71992"/>
    <w:rsid w:val="00F72362"/>
    <w:rsid w:val="00F73CAF"/>
    <w:rsid w:val="00F748CA"/>
    <w:rsid w:val="00F74C1E"/>
    <w:rsid w:val="00F74DAF"/>
    <w:rsid w:val="00F74E7A"/>
    <w:rsid w:val="00F75C92"/>
    <w:rsid w:val="00F760CC"/>
    <w:rsid w:val="00F76D7C"/>
    <w:rsid w:val="00F7726D"/>
    <w:rsid w:val="00F803FF"/>
    <w:rsid w:val="00F81333"/>
    <w:rsid w:val="00F81ED7"/>
    <w:rsid w:val="00F82DB6"/>
    <w:rsid w:val="00F83348"/>
    <w:rsid w:val="00F83971"/>
    <w:rsid w:val="00F844CC"/>
    <w:rsid w:val="00F84520"/>
    <w:rsid w:val="00F84865"/>
    <w:rsid w:val="00F84B77"/>
    <w:rsid w:val="00F856FE"/>
    <w:rsid w:val="00F85D9D"/>
    <w:rsid w:val="00F861FF"/>
    <w:rsid w:val="00F87DD2"/>
    <w:rsid w:val="00F90CCF"/>
    <w:rsid w:val="00F90E62"/>
    <w:rsid w:val="00F90F80"/>
    <w:rsid w:val="00F910A8"/>
    <w:rsid w:val="00F9110A"/>
    <w:rsid w:val="00F91E7D"/>
    <w:rsid w:val="00F9252E"/>
    <w:rsid w:val="00F92796"/>
    <w:rsid w:val="00F92D95"/>
    <w:rsid w:val="00F93482"/>
    <w:rsid w:val="00F93E48"/>
    <w:rsid w:val="00F93E74"/>
    <w:rsid w:val="00F93EC7"/>
    <w:rsid w:val="00F94535"/>
    <w:rsid w:val="00F9529B"/>
    <w:rsid w:val="00F957A5"/>
    <w:rsid w:val="00F9630D"/>
    <w:rsid w:val="00FA0366"/>
    <w:rsid w:val="00FA29EF"/>
    <w:rsid w:val="00FA2E3A"/>
    <w:rsid w:val="00FA301E"/>
    <w:rsid w:val="00FA3FF0"/>
    <w:rsid w:val="00FA42B3"/>
    <w:rsid w:val="00FA718C"/>
    <w:rsid w:val="00FA7781"/>
    <w:rsid w:val="00FA7936"/>
    <w:rsid w:val="00FA7A60"/>
    <w:rsid w:val="00FB18FD"/>
    <w:rsid w:val="00FB1D44"/>
    <w:rsid w:val="00FB2972"/>
    <w:rsid w:val="00FB3140"/>
    <w:rsid w:val="00FB3359"/>
    <w:rsid w:val="00FB363E"/>
    <w:rsid w:val="00FB3A6F"/>
    <w:rsid w:val="00FB3BCD"/>
    <w:rsid w:val="00FB4257"/>
    <w:rsid w:val="00FB43AF"/>
    <w:rsid w:val="00FB57EA"/>
    <w:rsid w:val="00FB5C2B"/>
    <w:rsid w:val="00FB6F40"/>
    <w:rsid w:val="00FB74E3"/>
    <w:rsid w:val="00FC0429"/>
    <w:rsid w:val="00FC093C"/>
    <w:rsid w:val="00FC0E92"/>
    <w:rsid w:val="00FC113A"/>
    <w:rsid w:val="00FC1719"/>
    <w:rsid w:val="00FC22C5"/>
    <w:rsid w:val="00FC292D"/>
    <w:rsid w:val="00FC2E39"/>
    <w:rsid w:val="00FC40C7"/>
    <w:rsid w:val="00FC4494"/>
    <w:rsid w:val="00FC4E54"/>
    <w:rsid w:val="00FC69C7"/>
    <w:rsid w:val="00FC7160"/>
    <w:rsid w:val="00FC75B1"/>
    <w:rsid w:val="00FC7C32"/>
    <w:rsid w:val="00FD0666"/>
    <w:rsid w:val="00FD09BC"/>
    <w:rsid w:val="00FD10C9"/>
    <w:rsid w:val="00FD164A"/>
    <w:rsid w:val="00FD18A1"/>
    <w:rsid w:val="00FD23BB"/>
    <w:rsid w:val="00FD33FD"/>
    <w:rsid w:val="00FD433A"/>
    <w:rsid w:val="00FD4A6E"/>
    <w:rsid w:val="00FD4BF6"/>
    <w:rsid w:val="00FD5764"/>
    <w:rsid w:val="00FD590C"/>
    <w:rsid w:val="00FD5D6B"/>
    <w:rsid w:val="00FD6335"/>
    <w:rsid w:val="00FD7220"/>
    <w:rsid w:val="00FD72E4"/>
    <w:rsid w:val="00FD7ED1"/>
    <w:rsid w:val="00FE08A8"/>
    <w:rsid w:val="00FE0935"/>
    <w:rsid w:val="00FE1DC5"/>
    <w:rsid w:val="00FE204A"/>
    <w:rsid w:val="00FE20C7"/>
    <w:rsid w:val="00FE242F"/>
    <w:rsid w:val="00FE3539"/>
    <w:rsid w:val="00FE47CF"/>
    <w:rsid w:val="00FE4A89"/>
    <w:rsid w:val="00FE4D32"/>
    <w:rsid w:val="00FE4D74"/>
    <w:rsid w:val="00FE52C4"/>
    <w:rsid w:val="00FE5B0E"/>
    <w:rsid w:val="00FE5BCF"/>
    <w:rsid w:val="00FE6AA9"/>
    <w:rsid w:val="00FE7A33"/>
    <w:rsid w:val="00FF0AA5"/>
    <w:rsid w:val="00FF1440"/>
    <w:rsid w:val="00FF14A5"/>
    <w:rsid w:val="00FF15AF"/>
    <w:rsid w:val="00FF1629"/>
    <w:rsid w:val="00FF192B"/>
    <w:rsid w:val="00FF1A9A"/>
    <w:rsid w:val="00FF29E7"/>
    <w:rsid w:val="00FF3132"/>
    <w:rsid w:val="00FF37D9"/>
    <w:rsid w:val="00FF3EB6"/>
    <w:rsid w:val="00FF3F61"/>
    <w:rsid w:val="00FF522C"/>
    <w:rsid w:val="00FF5A04"/>
    <w:rsid w:val="00FF5AF5"/>
    <w:rsid w:val="00FF658D"/>
    <w:rsid w:val="00FF6C43"/>
    <w:rsid w:val="00FF6F7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Звичайний"/>
    <w:qFormat/>
    <w:rsid w:val="00A6501D"/>
    <w:rPr>
      <w:rFonts w:ascii="Antiqua" w:eastAsia="Times New Roman" w:hAnsi="Antiqua"/>
      <w:sz w:val="26"/>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6501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6501D"/>
    <w:rPr>
      <w:rFonts w:ascii="Tahoma" w:hAnsi="Tahoma" w:cs="Tahoma"/>
      <w:sz w:val="16"/>
      <w:szCs w:val="16"/>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1</Pages>
  <Words>335</Words>
  <Characters>1912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Лариса</cp:lastModifiedBy>
  <cp:revision>4</cp:revision>
  <cp:lastPrinted>2017-08-19T06:00:00Z</cp:lastPrinted>
  <dcterms:created xsi:type="dcterms:W3CDTF">2017-08-19T06:38:00Z</dcterms:created>
  <dcterms:modified xsi:type="dcterms:W3CDTF">2018-04-10T05:41:00Z</dcterms:modified>
</cp:coreProperties>
</file>