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FA9" w:rsidRDefault="00B76FA9" w:rsidP="008A622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7.8pt">
            <v:imagedata r:id="rId7" o:title=""/>
          </v:shape>
        </w:pict>
      </w:r>
    </w:p>
    <w:p w:rsidR="00B76FA9" w:rsidRDefault="00B76FA9" w:rsidP="008A6227">
      <w:pPr>
        <w:jc w:val="center"/>
        <w:rPr>
          <w:b/>
          <w:bCs/>
        </w:rPr>
      </w:pPr>
      <w:r w:rsidRPr="007F053F">
        <w:rPr>
          <w:b/>
          <w:bCs/>
        </w:rPr>
        <w:t>РОМЕНСЬКА РАЙОННА ДЕРЖАВНА АДМІНІСТРАЦІЯ</w:t>
      </w:r>
      <w:r>
        <w:rPr>
          <w:b/>
          <w:bCs/>
        </w:rPr>
        <w:t xml:space="preserve"> </w:t>
      </w:r>
    </w:p>
    <w:p w:rsidR="00B76FA9" w:rsidRPr="007F053F" w:rsidRDefault="00B76FA9" w:rsidP="008A6227">
      <w:pPr>
        <w:jc w:val="center"/>
        <w:rPr>
          <w:b/>
          <w:bCs/>
        </w:rPr>
      </w:pPr>
      <w:r>
        <w:rPr>
          <w:b/>
          <w:bCs/>
        </w:rPr>
        <w:t>СУМСЬКОЇ ОБЛАСТІ</w:t>
      </w:r>
    </w:p>
    <w:p w:rsidR="00B76FA9" w:rsidRPr="00AC3001" w:rsidRDefault="00B76FA9" w:rsidP="008A6227">
      <w:pPr>
        <w:jc w:val="center"/>
        <w:rPr>
          <w:b/>
          <w:bCs/>
          <w:sz w:val="16"/>
          <w:szCs w:val="16"/>
        </w:rPr>
      </w:pPr>
    </w:p>
    <w:p w:rsidR="00B76FA9" w:rsidRPr="003B79B7" w:rsidRDefault="00B76FA9" w:rsidP="008A6227">
      <w:pPr>
        <w:jc w:val="center"/>
        <w:rPr>
          <w:b/>
          <w:bCs/>
          <w:sz w:val="28"/>
          <w:szCs w:val="28"/>
        </w:rPr>
      </w:pPr>
      <w:r w:rsidRPr="003B79B7">
        <w:rPr>
          <w:b/>
          <w:bCs/>
          <w:sz w:val="28"/>
          <w:szCs w:val="28"/>
        </w:rPr>
        <w:t xml:space="preserve">РОЗПОРЯДЖЕННЯ </w:t>
      </w:r>
    </w:p>
    <w:p w:rsidR="00B76FA9" w:rsidRDefault="00B76FA9" w:rsidP="008A6227">
      <w:pPr>
        <w:jc w:val="center"/>
        <w:rPr>
          <w:b/>
          <w:bCs/>
        </w:rPr>
      </w:pPr>
      <w:r w:rsidRPr="007F053F">
        <w:rPr>
          <w:b/>
          <w:bCs/>
        </w:rPr>
        <w:t>ГОЛОВИ РАЙОННОЇ ДЕРЖАВНОЇ АДМІНІСТРАЦІЇ</w:t>
      </w:r>
    </w:p>
    <w:p w:rsidR="00B76FA9" w:rsidRPr="007F053F" w:rsidRDefault="00B76FA9" w:rsidP="008A6227">
      <w:pPr>
        <w:jc w:val="center"/>
        <w:rPr>
          <w:b/>
          <w:bCs/>
        </w:rPr>
      </w:pPr>
    </w:p>
    <w:p w:rsidR="00B76FA9" w:rsidRPr="00E25A5C" w:rsidRDefault="00B76FA9" w:rsidP="003B38DB">
      <w:pPr>
        <w:pStyle w:val="Header"/>
        <w:rPr>
          <w:b/>
          <w:bCs/>
          <w:sz w:val="28"/>
          <w:szCs w:val="28"/>
          <w:lang w:val="uk-UA"/>
        </w:rPr>
      </w:pPr>
      <w:r>
        <w:rPr>
          <w:b/>
          <w:bCs/>
          <w:sz w:val="28"/>
          <w:szCs w:val="28"/>
          <w:lang w:val="uk-UA"/>
        </w:rPr>
        <w:t>22.12.2016</w:t>
      </w:r>
      <w:r>
        <w:rPr>
          <w:b/>
          <w:bCs/>
        </w:rPr>
        <w:t xml:space="preserve">                               </w:t>
      </w:r>
      <w:r>
        <w:rPr>
          <w:b/>
          <w:bCs/>
          <w:lang w:val="uk-UA"/>
        </w:rPr>
        <w:t xml:space="preserve">              </w:t>
      </w:r>
      <w:r>
        <w:rPr>
          <w:b/>
          <w:bCs/>
        </w:rPr>
        <w:t xml:space="preserve">   м. Ромни                                         </w:t>
      </w:r>
      <w:r>
        <w:rPr>
          <w:b/>
          <w:bCs/>
          <w:lang w:val="uk-UA"/>
        </w:rPr>
        <w:t xml:space="preserve">      </w:t>
      </w:r>
      <w:r>
        <w:rPr>
          <w:b/>
          <w:bCs/>
        </w:rPr>
        <w:t xml:space="preserve">   </w:t>
      </w:r>
      <w:r w:rsidRPr="00E25A5C">
        <w:rPr>
          <w:b/>
          <w:bCs/>
          <w:sz w:val="28"/>
          <w:szCs w:val="28"/>
        </w:rPr>
        <w:t>№</w:t>
      </w:r>
      <w:r>
        <w:rPr>
          <w:b/>
          <w:bCs/>
          <w:sz w:val="28"/>
          <w:szCs w:val="28"/>
          <w:lang w:val="uk-UA"/>
        </w:rPr>
        <w:t xml:space="preserve"> 399-ОД</w:t>
      </w:r>
      <w:r w:rsidRPr="00E25A5C">
        <w:rPr>
          <w:b/>
          <w:bCs/>
          <w:sz w:val="28"/>
          <w:szCs w:val="28"/>
        </w:rPr>
        <w:t xml:space="preserve"> </w:t>
      </w:r>
      <w:bookmarkStart w:id="0" w:name="_GoBack"/>
      <w:bookmarkEnd w:id="0"/>
    </w:p>
    <w:p w:rsidR="00B76FA9" w:rsidRPr="003B38DB" w:rsidRDefault="00B76FA9" w:rsidP="003B38DB">
      <w:pPr>
        <w:pStyle w:val="Header"/>
        <w:rPr>
          <w:sz w:val="28"/>
          <w:szCs w:val="28"/>
          <w:lang w:val="uk-UA"/>
        </w:rPr>
      </w:pPr>
    </w:p>
    <w:tbl>
      <w:tblPr>
        <w:tblW w:w="9855" w:type="dxa"/>
        <w:tblLook w:val="00A0"/>
      </w:tblPr>
      <w:tblGrid>
        <w:gridCol w:w="4928"/>
        <w:gridCol w:w="4927"/>
      </w:tblGrid>
      <w:tr w:rsidR="00B76FA9" w:rsidRPr="004F6712" w:rsidTr="004F6712">
        <w:tc>
          <w:tcPr>
            <w:tcW w:w="4928" w:type="dxa"/>
          </w:tcPr>
          <w:p w:rsidR="00B76FA9" w:rsidRPr="004F6712" w:rsidRDefault="00B76FA9" w:rsidP="003347A7">
            <w:pPr>
              <w:pStyle w:val="BodyText2"/>
              <w:tabs>
                <w:tab w:val="left" w:pos="4253"/>
              </w:tabs>
              <w:ind w:right="459"/>
              <w:jc w:val="both"/>
              <w:rPr>
                <w:b/>
              </w:rPr>
            </w:pPr>
            <w:r w:rsidRPr="004F6712">
              <w:rPr>
                <w:b/>
              </w:rPr>
              <w:t>Про план роботи Роменської районної державної адміністрації на 201</w:t>
            </w:r>
            <w:r>
              <w:rPr>
                <w:b/>
              </w:rPr>
              <w:t>7</w:t>
            </w:r>
            <w:r w:rsidRPr="004F6712">
              <w:rPr>
                <w:b/>
              </w:rPr>
              <w:t xml:space="preserve"> рік</w:t>
            </w:r>
          </w:p>
        </w:tc>
        <w:tc>
          <w:tcPr>
            <w:tcW w:w="4927" w:type="dxa"/>
          </w:tcPr>
          <w:p w:rsidR="00B76FA9" w:rsidRPr="004F6712" w:rsidRDefault="00B76FA9" w:rsidP="004F6712">
            <w:pPr>
              <w:tabs>
                <w:tab w:val="left" w:pos="3780"/>
                <w:tab w:val="left" w:pos="8640"/>
              </w:tabs>
              <w:spacing w:line="360" w:lineRule="auto"/>
              <w:ind w:firstLine="708"/>
              <w:jc w:val="both"/>
              <w:rPr>
                <w:sz w:val="28"/>
                <w:szCs w:val="28"/>
                <w:lang w:val="uk-UA"/>
              </w:rPr>
            </w:pPr>
          </w:p>
        </w:tc>
      </w:tr>
    </w:tbl>
    <w:p w:rsidR="00B76FA9" w:rsidRDefault="00B76FA9" w:rsidP="00863968">
      <w:pPr>
        <w:jc w:val="center"/>
        <w:rPr>
          <w:sz w:val="28"/>
          <w:szCs w:val="28"/>
          <w:lang w:val="uk-UA"/>
        </w:rPr>
      </w:pPr>
    </w:p>
    <w:p w:rsidR="00B76FA9" w:rsidRPr="00DA1874" w:rsidRDefault="00B76FA9" w:rsidP="00024439">
      <w:pPr>
        <w:ind w:firstLine="708"/>
        <w:jc w:val="both"/>
        <w:rPr>
          <w:sz w:val="28"/>
          <w:szCs w:val="28"/>
          <w:lang w:val="uk-UA"/>
        </w:rPr>
      </w:pPr>
      <w:r>
        <w:rPr>
          <w:sz w:val="28"/>
          <w:szCs w:val="28"/>
          <w:lang w:val="uk-UA"/>
        </w:rPr>
        <w:t>Відповідно до</w:t>
      </w:r>
      <w:r w:rsidRPr="00DA1874">
        <w:rPr>
          <w:sz w:val="28"/>
          <w:szCs w:val="28"/>
          <w:lang w:val="uk-UA"/>
        </w:rPr>
        <w:t xml:space="preserve"> </w:t>
      </w:r>
      <w:r>
        <w:rPr>
          <w:sz w:val="28"/>
          <w:szCs w:val="28"/>
          <w:lang w:val="uk-UA"/>
        </w:rPr>
        <w:t xml:space="preserve">статей 6, 39 </w:t>
      </w:r>
      <w:r w:rsidRPr="00DA1874">
        <w:rPr>
          <w:sz w:val="28"/>
          <w:szCs w:val="28"/>
          <w:lang w:val="uk-UA"/>
        </w:rPr>
        <w:t xml:space="preserve">Закону </w:t>
      </w:r>
      <w:r>
        <w:rPr>
          <w:sz w:val="28"/>
          <w:szCs w:val="28"/>
          <w:lang w:val="uk-UA"/>
        </w:rPr>
        <w:t>України «</w:t>
      </w:r>
      <w:r w:rsidRPr="00DA1874">
        <w:rPr>
          <w:sz w:val="28"/>
          <w:szCs w:val="28"/>
          <w:lang w:val="uk-UA"/>
        </w:rPr>
        <w:t>Про місцеві державні адміністрації»</w:t>
      </w:r>
      <w:r>
        <w:rPr>
          <w:sz w:val="28"/>
          <w:szCs w:val="28"/>
          <w:lang w:val="uk-UA"/>
        </w:rPr>
        <w:t xml:space="preserve"> та к</w:t>
      </w:r>
      <w:r w:rsidRPr="00251DB1">
        <w:rPr>
          <w:spacing w:val="-2"/>
          <w:sz w:val="28"/>
          <w:szCs w:val="28"/>
          <w:lang w:val="uk-UA"/>
        </w:rPr>
        <w:t xml:space="preserve">еруючись Регламентом </w:t>
      </w:r>
      <w:r>
        <w:rPr>
          <w:spacing w:val="-2"/>
          <w:sz w:val="28"/>
          <w:szCs w:val="28"/>
          <w:lang w:val="uk-UA"/>
        </w:rPr>
        <w:t xml:space="preserve">Роменської </w:t>
      </w:r>
      <w:r w:rsidRPr="00251DB1">
        <w:rPr>
          <w:spacing w:val="-2"/>
          <w:sz w:val="28"/>
          <w:szCs w:val="28"/>
          <w:lang w:val="uk-UA"/>
        </w:rPr>
        <w:t xml:space="preserve">районної державної адміністрації, затвердженим розпорядженням голови </w:t>
      </w:r>
      <w:r>
        <w:rPr>
          <w:spacing w:val="-2"/>
          <w:sz w:val="28"/>
          <w:szCs w:val="28"/>
          <w:lang w:val="uk-UA"/>
        </w:rPr>
        <w:t xml:space="preserve">Роменської </w:t>
      </w:r>
      <w:r w:rsidRPr="00251DB1">
        <w:rPr>
          <w:spacing w:val="-2"/>
          <w:sz w:val="28"/>
          <w:szCs w:val="28"/>
          <w:lang w:val="uk-UA"/>
        </w:rPr>
        <w:t>рай</w:t>
      </w:r>
      <w:r>
        <w:rPr>
          <w:spacing w:val="-2"/>
          <w:sz w:val="28"/>
          <w:szCs w:val="28"/>
          <w:lang w:val="uk-UA"/>
        </w:rPr>
        <w:t xml:space="preserve">онної </w:t>
      </w:r>
      <w:r w:rsidRPr="00251DB1">
        <w:rPr>
          <w:spacing w:val="-2"/>
          <w:sz w:val="28"/>
          <w:szCs w:val="28"/>
          <w:lang w:val="uk-UA"/>
        </w:rPr>
        <w:t>держ</w:t>
      </w:r>
      <w:r>
        <w:rPr>
          <w:spacing w:val="-2"/>
          <w:sz w:val="28"/>
          <w:szCs w:val="28"/>
          <w:lang w:val="uk-UA"/>
        </w:rPr>
        <w:t xml:space="preserve">авної </w:t>
      </w:r>
      <w:r w:rsidRPr="00251DB1">
        <w:rPr>
          <w:spacing w:val="-2"/>
          <w:sz w:val="28"/>
          <w:szCs w:val="28"/>
          <w:lang w:val="uk-UA"/>
        </w:rPr>
        <w:t>адміністрації від</w:t>
      </w:r>
      <w:r w:rsidRPr="00DA1874">
        <w:rPr>
          <w:sz w:val="28"/>
          <w:szCs w:val="28"/>
          <w:lang w:val="uk-UA"/>
        </w:rPr>
        <w:t xml:space="preserve"> </w:t>
      </w:r>
      <w:r w:rsidRPr="009611DD">
        <w:rPr>
          <w:sz w:val="28"/>
          <w:szCs w:val="28"/>
          <w:lang w:val="uk-UA"/>
        </w:rPr>
        <w:t>14.12.2016 №</w:t>
      </w:r>
      <w:r w:rsidRPr="009611DD">
        <w:rPr>
          <w:sz w:val="28"/>
          <w:szCs w:val="28"/>
        </w:rPr>
        <w:t> </w:t>
      </w:r>
      <w:r w:rsidRPr="009611DD">
        <w:rPr>
          <w:sz w:val="28"/>
          <w:szCs w:val="28"/>
          <w:lang w:val="uk-UA"/>
        </w:rPr>
        <w:t>394-ОД</w:t>
      </w:r>
      <w:r>
        <w:rPr>
          <w:sz w:val="28"/>
          <w:szCs w:val="28"/>
          <w:lang w:val="uk-UA"/>
        </w:rPr>
        <w:t xml:space="preserve"> «</w:t>
      </w:r>
      <w:r w:rsidRPr="00DA1874">
        <w:rPr>
          <w:sz w:val="28"/>
          <w:szCs w:val="28"/>
          <w:lang w:val="uk-UA"/>
        </w:rPr>
        <w:t xml:space="preserve">Про Регламент </w:t>
      </w:r>
      <w:r>
        <w:rPr>
          <w:sz w:val="28"/>
          <w:szCs w:val="28"/>
          <w:lang w:val="uk-UA"/>
        </w:rPr>
        <w:t xml:space="preserve">Роменської </w:t>
      </w:r>
      <w:r w:rsidRPr="00DA1874">
        <w:rPr>
          <w:sz w:val="28"/>
          <w:szCs w:val="28"/>
          <w:lang w:val="uk-UA"/>
        </w:rPr>
        <w:t>районної державної адміністрації»</w:t>
      </w:r>
      <w:r>
        <w:rPr>
          <w:sz w:val="28"/>
          <w:szCs w:val="28"/>
          <w:lang w:val="uk-UA"/>
        </w:rPr>
        <w:t>:</w:t>
      </w:r>
    </w:p>
    <w:p w:rsidR="00B76FA9" w:rsidRPr="00AF0643" w:rsidRDefault="00B76FA9" w:rsidP="003A3836">
      <w:pPr>
        <w:ind w:firstLine="708"/>
        <w:jc w:val="both"/>
        <w:rPr>
          <w:sz w:val="28"/>
          <w:szCs w:val="28"/>
          <w:lang w:val="uk-UA"/>
        </w:rPr>
      </w:pPr>
      <w:r>
        <w:rPr>
          <w:sz w:val="28"/>
          <w:szCs w:val="28"/>
          <w:lang w:val="uk-UA"/>
        </w:rPr>
        <w:t xml:space="preserve">1. </w:t>
      </w:r>
      <w:r w:rsidRPr="0078788D">
        <w:rPr>
          <w:sz w:val="28"/>
          <w:szCs w:val="28"/>
          <w:lang w:val="uk-UA"/>
        </w:rPr>
        <w:t xml:space="preserve">Затвердити план роботи </w:t>
      </w:r>
      <w:r>
        <w:rPr>
          <w:sz w:val="28"/>
          <w:szCs w:val="28"/>
          <w:lang w:val="uk-UA"/>
        </w:rPr>
        <w:t xml:space="preserve">Роменської </w:t>
      </w:r>
      <w:r w:rsidRPr="0078788D">
        <w:rPr>
          <w:sz w:val="28"/>
          <w:szCs w:val="28"/>
          <w:lang w:val="uk-UA"/>
        </w:rPr>
        <w:t>районної державної адміністрації на 201</w:t>
      </w:r>
      <w:r>
        <w:rPr>
          <w:sz w:val="28"/>
          <w:szCs w:val="28"/>
          <w:lang w:val="uk-UA"/>
        </w:rPr>
        <w:t>7</w:t>
      </w:r>
      <w:r w:rsidRPr="0078788D">
        <w:rPr>
          <w:sz w:val="28"/>
          <w:szCs w:val="28"/>
          <w:lang w:val="uk-UA"/>
        </w:rPr>
        <w:t xml:space="preserve"> </w:t>
      </w:r>
      <w:r>
        <w:rPr>
          <w:sz w:val="28"/>
          <w:szCs w:val="28"/>
          <w:lang w:val="uk-UA"/>
        </w:rPr>
        <w:t>рік (</w:t>
      </w:r>
      <w:r w:rsidRPr="00AF0643">
        <w:rPr>
          <w:sz w:val="28"/>
          <w:szCs w:val="28"/>
          <w:lang w:val="uk-UA"/>
        </w:rPr>
        <w:t>далі – план роботи)</w:t>
      </w:r>
      <w:r w:rsidRPr="003347A7">
        <w:rPr>
          <w:sz w:val="28"/>
          <w:szCs w:val="28"/>
          <w:lang w:val="uk-UA"/>
        </w:rPr>
        <w:t>,</w:t>
      </w:r>
      <w:r w:rsidRPr="00AF0643">
        <w:rPr>
          <w:sz w:val="28"/>
          <w:szCs w:val="28"/>
          <w:lang w:val="uk-UA"/>
        </w:rPr>
        <w:t xml:space="preserve"> </w:t>
      </w:r>
      <w:r>
        <w:rPr>
          <w:sz w:val="28"/>
          <w:szCs w:val="28"/>
          <w:lang w:val="uk-UA"/>
        </w:rPr>
        <w:t>що</w:t>
      </w:r>
      <w:r w:rsidRPr="00AF0643">
        <w:rPr>
          <w:sz w:val="28"/>
          <w:szCs w:val="28"/>
          <w:lang w:val="uk-UA"/>
        </w:rPr>
        <w:t xml:space="preserve"> дода</w:t>
      </w:r>
      <w:r>
        <w:rPr>
          <w:sz w:val="28"/>
          <w:szCs w:val="28"/>
          <w:lang w:val="uk-UA"/>
        </w:rPr>
        <w:t>ється</w:t>
      </w:r>
      <w:r w:rsidRPr="00AF0643">
        <w:rPr>
          <w:sz w:val="28"/>
          <w:szCs w:val="28"/>
          <w:lang w:val="uk-UA"/>
        </w:rPr>
        <w:t>.</w:t>
      </w:r>
    </w:p>
    <w:p w:rsidR="00B76FA9" w:rsidRPr="0078788D" w:rsidRDefault="00B76FA9" w:rsidP="003A3836">
      <w:pPr>
        <w:ind w:firstLine="708"/>
        <w:jc w:val="both"/>
        <w:rPr>
          <w:bCs/>
          <w:sz w:val="28"/>
          <w:szCs w:val="28"/>
          <w:lang w:val="uk-UA"/>
        </w:rPr>
      </w:pPr>
      <w:r>
        <w:rPr>
          <w:bCs/>
          <w:sz w:val="28"/>
          <w:szCs w:val="28"/>
          <w:lang w:val="uk-UA"/>
        </w:rPr>
        <w:t xml:space="preserve">2. </w:t>
      </w:r>
      <w:r w:rsidRPr="0078788D">
        <w:rPr>
          <w:bCs/>
          <w:sz w:val="28"/>
          <w:szCs w:val="28"/>
          <w:lang w:val="uk-UA"/>
        </w:rPr>
        <w:t>Першому заступник</w:t>
      </w:r>
      <w:r>
        <w:rPr>
          <w:bCs/>
          <w:sz w:val="28"/>
          <w:szCs w:val="28"/>
          <w:lang w:val="uk-UA"/>
        </w:rPr>
        <w:t>ові</w:t>
      </w:r>
      <w:r w:rsidRPr="0078788D">
        <w:rPr>
          <w:bCs/>
          <w:sz w:val="28"/>
          <w:szCs w:val="28"/>
          <w:lang w:val="uk-UA"/>
        </w:rPr>
        <w:t xml:space="preserve">, </w:t>
      </w:r>
      <w:r>
        <w:rPr>
          <w:bCs/>
          <w:sz w:val="28"/>
          <w:szCs w:val="28"/>
          <w:lang w:val="uk-UA"/>
        </w:rPr>
        <w:t xml:space="preserve">заступникові голови, </w:t>
      </w:r>
      <w:r w:rsidRPr="0078788D">
        <w:rPr>
          <w:bCs/>
          <w:sz w:val="28"/>
          <w:szCs w:val="28"/>
          <w:lang w:val="uk-UA"/>
        </w:rPr>
        <w:t>керівник</w:t>
      </w:r>
      <w:r>
        <w:rPr>
          <w:bCs/>
          <w:sz w:val="28"/>
          <w:szCs w:val="28"/>
          <w:lang w:val="uk-UA"/>
        </w:rPr>
        <w:t>ові</w:t>
      </w:r>
      <w:r w:rsidRPr="0078788D">
        <w:rPr>
          <w:bCs/>
          <w:sz w:val="28"/>
          <w:szCs w:val="28"/>
          <w:lang w:val="uk-UA"/>
        </w:rPr>
        <w:t xml:space="preserve"> апарату, керівникам структурних підрозділів </w:t>
      </w:r>
      <w:r>
        <w:rPr>
          <w:bCs/>
          <w:sz w:val="28"/>
          <w:szCs w:val="28"/>
          <w:lang w:val="uk-UA"/>
        </w:rPr>
        <w:t xml:space="preserve">Роменської </w:t>
      </w:r>
      <w:r w:rsidRPr="0078788D">
        <w:rPr>
          <w:bCs/>
          <w:sz w:val="28"/>
          <w:szCs w:val="28"/>
          <w:lang w:val="uk-UA"/>
        </w:rPr>
        <w:t>р</w:t>
      </w:r>
      <w:r>
        <w:rPr>
          <w:bCs/>
          <w:sz w:val="28"/>
          <w:szCs w:val="28"/>
          <w:lang w:val="uk-UA"/>
        </w:rPr>
        <w:t>айонної державної адміністрації</w:t>
      </w:r>
      <w:r w:rsidRPr="0078788D">
        <w:rPr>
          <w:bCs/>
          <w:sz w:val="28"/>
          <w:szCs w:val="28"/>
          <w:lang w:val="uk-UA"/>
        </w:rPr>
        <w:t xml:space="preserve">: </w:t>
      </w:r>
    </w:p>
    <w:p w:rsidR="00B76FA9" w:rsidRPr="0078788D" w:rsidRDefault="00B76FA9" w:rsidP="00CB3A58">
      <w:pPr>
        <w:ind w:firstLine="705"/>
        <w:jc w:val="both"/>
        <w:rPr>
          <w:bCs/>
          <w:sz w:val="28"/>
          <w:szCs w:val="28"/>
          <w:lang w:val="uk-UA"/>
        </w:rPr>
      </w:pPr>
      <w:r w:rsidRPr="0078788D">
        <w:rPr>
          <w:bCs/>
          <w:sz w:val="28"/>
          <w:szCs w:val="28"/>
          <w:lang w:val="uk-UA"/>
        </w:rPr>
        <w:t>1</w:t>
      </w:r>
      <w:r>
        <w:rPr>
          <w:bCs/>
          <w:sz w:val="28"/>
          <w:szCs w:val="28"/>
          <w:lang w:val="uk-UA"/>
        </w:rPr>
        <w:t>) з</w:t>
      </w:r>
      <w:r w:rsidRPr="0078788D">
        <w:rPr>
          <w:bCs/>
          <w:sz w:val="28"/>
          <w:szCs w:val="28"/>
          <w:lang w:val="uk-UA"/>
        </w:rPr>
        <w:t>абезпечити своєчасне виконання заходів, передбачених планом роботи</w:t>
      </w:r>
      <w:r>
        <w:rPr>
          <w:bCs/>
          <w:sz w:val="28"/>
          <w:szCs w:val="28"/>
          <w:lang w:val="uk-UA"/>
        </w:rPr>
        <w:t>;</w:t>
      </w:r>
    </w:p>
    <w:p w:rsidR="00B76FA9" w:rsidRPr="0078788D" w:rsidRDefault="00B76FA9" w:rsidP="006E30FB">
      <w:pPr>
        <w:numPr>
          <w:ilvl w:val="8"/>
          <w:numId w:val="6"/>
        </w:numPr>
        <w:tabs>
          <w:tab w:val="clear" w:pos="360"/>
        </w:tabs>
        <w:jc w:val="both"/>
        <w:rPr>
          <w:bCs/>
          <w:sz w:val="28"/>
          <w:szCs w:val="28"/>
          <w:lang w:val="uk-UA"/>
        </w:rPr>
      </w:pPr>
      <w:r w:rsidRPr="0078788D">
        <w:rPr>
          <w:bCs/>
          <w:sz w:val="28"/>
          <w:szCs w:val="28"/>
          <w:lang w:val="uk-UA"/>
        </w:rPr>
        <w:t>2</w:t>
      </w:r>
      <w:r>
        <w:rPr>
          <w:bCs/>
          <w:sz w:val="28"/>
          <w:szCs w:val="28"/>
          <w:lang w:val="uk-UA"/>
        </w:rPr>
        <w:t>) щ</w:t>
      </w:r>
      <w:r w:rsidRPr="0078788D">
        <w:rPr>
          <w:bCs/>
          <w:sz w:val="28"/>
          <w:szCs w:val="28"/>
          <w:lang w:val="uk-UA"/>
        </w:rPr>
        <w:t xml:space="preserve">оквартально аналізувати стан фактичного виконання плану роботи та до 5 числа наступного за кварталом місяця </w:t>
      </w:r>
      <w:r>
        <w:rPr>
          <w:bCs/>
          <w:sz w:val="28"/>
          <w:szCs w:val="28"/>
          <w:lang w:val="uk-UA"/>
        </w:rPr>
        <w:t>надавати відділ</w:t>
      </w:r>
      <w:r w:rsidRPr="00C94A2A">
        <w:rPr>
          <w:bCs/>
          <w:sz w:val="28"/>
          <w:szCs w:val="28"/>
          <w:lang w:val="uk-UA"/>
        </w:rPr>
        <w:t>ові</w:t>
      </w:r>
      <w:r>
        <w:rPr>
          <w:bCs/>
          <w:sz w:val="28"/>
          <w:szCs w:val="28"/>
          <w:lang w:val="uk-UA"/>
        </w:rPr>
        <w:t xml:space="preserve"> організаційно</w:t>
      </w:r>
      <w:r w:rsidRPr="0078788D">
        <w:rPr>
          <w:bCs/>
          <w:sz w:val="28"/>
          <w:szCs w:val="28"/>
          <w:lang w:val="uk-UA"/>
        </w:rPr>
        <w:t>ї роботи</w:t>
      </w:r>
      <w:r>
        <w:rPr>
          <w:bCs/>
          <w:sz w:val="28"/>
          <w:szCs w:val="28"/>
          <w:lang w:val="uk-UA"/>
        </w:rPr>
        <w:t xml:space="preserve"> та комунікацій з громадськістю </w:t>
      </w:r>
      <w:r w:rsidRPr="0078788D">
        <w:rPr>
          <w:bCs/>
          <w:sz w:val="28"/>
          <w:szCs w:val="28"/>
          <w:lang w:val="uk-UA"/>
        </w:rPr>
        <w:t xml:space="preserve">апарату </w:t>
      </w:r>
      <w:r>
        <w:rPr>
          <w:bCs/>
          <w:sz w:val="28"/>
          <w:szCs w:val="28"/>
          <w:lang w:val="uk-UA"/>
        </w:rPr>
        <w:t xml:space="preserve">Роменської </w:t>
      </w:r>
      <w:r w:rsidRPr="0078788D">
        <w:rPr>
          <w:bCs/>
          <w:sz w:val="28"/>
          <w:szCs w:val="28"/>
          <w:lang w:val="uk-UA"/>
        </w:rPr>
        <w:t>районної державної адміністрації інформацію для узагальнення.</w:t>
      </w:r>
    </w:p>
    <w:p w:rsidR="00B76FA9" w:rsidRDefault="00B76FA9" w:rsidP="00767468">
      <w:pPr>
        <w:ind w:firstLine="709"/>
        <w:jc w:val="both"/>
        <w:rPr>
          <w:bCs/>
          <w:sz w:val="28"/>
          <w:szCs w:val="28"/>
          <w:lang w:val="uk-UA"/>
        </w:rPr>
      </w:pPr>
      <w:r>
        <w:rPr>
          <w:bCs/>
          <w:sz w:val="28"/>
          <w:szCs w:val="28"/>
          <w:lang w:val="uk-UA"/>
        </w:rPr>
        <w:t>3. Визнати таким, що втратило чинність р</w:t>
      </w:r>
      <w:r w:rsidRPr="0078788D">
        <w:rPr>
          <w:bCs/>
          <w:sz w:val="28"/>
          <w:szCs w:val="28"/>
          <w:lang w:val="uk-UA"/>
        </w:rPr>
        <w:t xml:space="preserve">озпорядження голови </w:t>
      </w:r>
      <w:r>
        <w:rPr>
          <w:bCs/>
          <w:sz w:val="28"/>
          <w:szCs w:val="28"/>
          <w:lang w:val="uk-UA"/>
        </w:rPr>
        <w:t xml:space="preserve">Роменської </w:t>
      </w:r>
      <w:r w:rsidRPr="0078788D">
        <w:rPr>
          <w:bCs/>
          <w:sz w:val="28"/>
          <w:szCs w:val="28"/>
          <w:lang w:val="uk-UA"/>
        </w:rPr>
        <w:t>районн</w:t>
      </w:r>
      <w:r>
        <w:rPr>
          <w:bCs/>
          <w:sz w:val="28"/>
          <w:szCs w:val="28"/>
          <w:lang w:val="uk-UA"/>
        </w:rPr>
        <w:t>ої державної адміністрації від 16</w:t>
      </w:r>
      <w:r w:rsidRPr="00003493">
        <w:rPr>
          <w:bCs/>
          <w:sz w:val="28"/>
          <w:szCs w:val="28"/>
          <w:lang w:val="uk-UA"/>
        </w:rPr>
        <w:t>.12.201</w:t>
      </w:r>
      <w:r>
        <w:rPr>
          <w:bCs/>
          <w:sz w:val="28"/>
          <w:szCs w:val="28"/>
          <w:lang w:val="uk-UA"/>
        </w:rPr>
        <w:t>5</w:t>
      </w:r>
      <w:r w:rsidRPr="00003493">
        <w:rPr>
          <w:bCs/>
          <w:sz w:val="28"/>
          <w:szCs w:val="28"/>
          <w:lang w:val="uk-UA"/>
        </w:rPr>
        <w:t xml:space="preserve"> № </w:t>
      </w:r>
      <w:r>
        <w:rPr>
          <w:bCs/>
          <w:sz w:val="28"/>
          <w:szCs w:val="28"/>
          <w:lang w:val="uk-UA"/>
        </w:rPr>
        <w:t>311-ОД</w:t>
      </w:r>
      <w:r w:rsidRPr="0078788D">
        <w:rPr>
          <w:bCs/>
          <w:sz w:val="28"/>
          <w:szCs w:val="28"/>
          <w:lang w:val="uk-UA"/>
        </w:rPr>
        <w:t xml:space="preserve"> «Про план роботи </w:t>
      </w:r>
      <w:r>
        <w:rPr>
          <w:bCs/>
          <w:sz w:val="28"/>
          <w:szCs w:val="28"/>
          <w:lang w:val="uk-UA"/>
        </w:rPr>
        <w:t xml:space="preserve">Роменської </w:t>
      </w:r>
      <w:r w:rsidRPr="0078788D">
        <w:rPr>
          <w:bCs/>
          <w:sz w:val="28"/>
          <w:szCs w:val="28"/>
          <w:lang w:val="uk-UA"/>
        </w:rPr>
        <w:t>районної державної адміністрації на 201</w:t>
      </w:r>
      <w:r>
        <w:rPr>
          <w:bCs/>
          <w:sz w:val="28"/>
          <w:szCs w:val="28"/>
          <w:lang w:val="uk-UA"/>
        </w:rPr>
        <w:t>6</w:t>
      </w:r>
      <w:r w:rsidRPr="0078788D">
        <w:rPr>
          <w:bCs/>
          <w:sz w:val="28"/>
          <w:szCs w:val="28"/>
          <w:lang w:val="uk-UA"/>
        </w:rPr>
        <w:t xml:space="preserve"> рік»</w:t>
      </w:r>
      <w:r>
        <w:rPr>
          <w:bCs/>
          <w:sz w:val="28"/>
          <w:szCs w:val="28"/>
          <w:lang w:val="uk-UA"/>
        </w:rPr>
        <w:t>.</w:t>
      </w:r>
    </w:p>
    <w:p w:rsidR="00B76FA9" w:rsidRPr="00DA1874" w:rsidRDefault="00B76FA9" w:rsidP="004F6712">
      <w:pPr>
        <w:ind w:firstLine="708"/>
        <w:jc w:val="both"/>
        <w:rPr>
          <w:bCs/>
          <w:sz w:val="28"/>
          <w:szCs w:val="28"/>
          <w:lang w:val="uk-UA"/>
        </w:rPr>
      </w:pPr>
      <w:r>
        <w:rPr>
          <w:bCs/>
          <w:sz w:val="28"/>
          <w:szCs w:val="28"/>
          <w:lang w:val="uk-UA"/>
        </w:rPr>
        <w:t xml:space="preserve">4. </w:t>
      </w:r>
      <w:r w:rsidRPr="0078788D">
        <w:rPr>
          <w:bCs/>
          <w:sz w:val="28"/>
          <w:szCs w:val="28"/>
          <w:lang w:val="uk-UA"/>
        </w:rPr>
        <w:t>Контроль за виконанням</w:t>
      </w:r>
      <w:r w:rsidRPr="00DA1874">
        <w:rPr>
          <w:bCs/>
          <w:sz w:val="28"/>
          <w:szCs w:val="28"/>
          <w:lang w:val="uk-UA"/>
        </w:rPr>
        <w:t xml:space="preserve"> цього розпорядження залишаю за собою. </w:t>
      </w:r>
    </w:p>
    <w:p w:rsidR="00B76FA9" w:rsidRDefault="00B76FA9" w:rsidP="00863968">
      <w:pPr>
        <w:pStyle w:val="Heading2"/>
        <w:jc w:val="left"/>
        <w:rPr>
          <w:szCs w:val="28"/>
        </w:rPr>
      </w:pPr>
    </w:p>
    <w:p w:rsidR="00B76FA9" w:rsidRDefault="00B76FA9" w:rsidP="00A82A99">
      <w:pPr>
        <w:pStyle w:val="Heading2"/>
        <w:jc w:val="left"/>
        <w:rPr>
          <w:szCs w:val="28"/>
        </w:rPr>
      </w:pPr>
      <w:r>
        <w:rPr>
          <w:szCs w:val="28"/>
        </w:rPr>
        <w:t>Г</w:t>
      </w:r>
      <w:r w:rsidRPr="00DA1874">
        <w:rPr>
          <w:szCs w:val="28"/>
        </w:rPr>
        <w:t>олов</w:t>
      </w:r>
      <w:r>
        <w:rPr>
          <w:szCs w:val="28"/>
        </w:rPr>
        <w:t xml:space="preserve">а Роменської районної </w:t>
      </w:r>
    </w:p>
    <w:p w:rsidR="00B76FA9" w:rsidRPr="002D40DE" w:rsidRDefault="00B76FA9" w:rsidP="002D40DE">
      <w:pPr>
        <w:pStyle w:val="Heading2"/>
        <w:tabs>
          <w:tab w:val="left" w:pos="7088"/>
        </w:tabs>
        <w:jc w:val="left"/>
        <w:rPr>
          <w:szCs w:val="28"/>
        </w:rPr>
        <w:sectPr w:rsidR="00B76FA9" w:rsidRPr="002D40DE" w:rsidSect="002D77D7">
          <w:headerReference w:type="default" r:id="rId8"/>
          <w:pgSz w:w="11906" w:h="16838"/>
          <w:pgMar w:top="284" w:right="567" w:bottom="1134" w:left="1701" w:header="709" w:footer="709" w:gutter="0"/>
          <w:cols w:space="708"/>
          <w:titlePg/>
          <w:docGrid w:linePitch="360"/>
        </w:sectPr>
      </w:pPr>
      <w:r>
        <w:rPr>
          <w:szCs w:val="28"/>
        </w:rPr>
        <w:t xml:space="preserve">державної адміністрації </w:t>
      </w:r>
      <w:r>
        <w:rPr>
          <w:szCs w:val="28"/>
        </w:rPr>
        <w:tab/>
        <w:t>В.О.Білоха</w:t>
      </w:r>
    </w:p>
    <w:p w:rsidR="00B76FA9" w:rsidRDefault="00B76FA9" w:rsidP="00212A05">
      <w:pPr>
        <w:rPr>
          <w:b/>
          <w:bCs/>
          <w:sz w:val="28"/>
          <w:szCs w:val="28"/>
          <w:lang w:val="uk-UA"/>
        </w:rPr>
      </w:pPr>
    </w:p>
    <w:p w:rsidR="00B76FA9" w:rsidRPr="000A20F0" w:rsidRDefault="00B76FA9" w:rsidP="00B17B94">
      <w:pPr>
        <w:ind w:left="4956" w:firstLine="998"/>
        <w:rPr>
          <w:bCs/>
          <w:sz w:val="28"/>
          <w:szCs w:val="28"/>
          <w:lang w:val="uk-UA"/>
        </w:rPr>
      </w:pPr>
      <w:r w:rsidRPr="000A20F0">
        <w:rPr>
          <w:bCs/>
          <w:sz w:val="28"/>
          <w:szCs w:val="28"/>
          <w:lang w:val="uk-UA"/>
        </w:rPr>
        <w:t>ЗАТВЕРДЖЕНО</w:t>
      </w:r>
    </w:p>
    <w:p w:rsidR="00B76FA9" w:rsidRPr="000A20F0" w:rsidRDefault="00B76FA9" w:rsidP="00B17B94">
      <w:pPr>
        <w:ind w:left="4956" w:firstLine="708"/>
        <w:rPr>
          <w:bCs/>
          <w:sz w:val="16"/>
          <w:szCs w:val="16"/>
          <w:lang w:val="uk-UA"/>
        </w:rPr>
      </w:pPr>
    </w:p>
    <w:p w:rsidR="00B76FA9" w:rsidRPr="000A20F0" w:rsidRDefault="00B76FA9" w:rsidP="00B17B94">
      <w:pPr>
        <w:ind w:firstLine="5954"/>
        <w:rPr>
          <w:bCs/>
          <w:sz w:val="28"/>
          <w:szCs w:val="28"/>
          <w:lang w:val="uk-UA"/>
        </w:rPr>
      </w:pPr>
      <w:r w:rsidRPr="000A20F0">
        <w:rPr>
          <w:bCs/>
          <w:sz w:val="28"/>
          <w:szCs w:val="28"/>
          <w:lang w:val="uk-UA"/>
        </w:rPr>
        <w:t>Розпорядження голови</w:t>
      </w:r>
    </w:p>
    <w:p w:rsidR="00B76FA9" w:rsidRPr="000A20F0" w:rsidRDefault="00B76FA9" w:rsidP="00B17B94">
      <w:pPr>
        <w:ind w:left="5954" w:hanging="2414"/>
        <w:rPr>
          <w:bCs/>
          <w:sz w:val="28"/>
          <w:szCs w:val="28"/>
          <w:lang w:val="uk-UA"/>
        </w:rPr>
      </w:pPr>
      <w:r w:rsidRPr="000A20F0">
        <w:rPr>
          <w:bCs/>
          <w:sz w:val="28"/>
          <w:szCs w:val="28"/>
          <w:lang w:val="uk-UA"/>
        </w:rPr>
        <w:tab/>
        <w:t>Роменської районної державної адміністрації</w:t>
      </w:r>
    </w:p>
    <w:p w:rsidR="00B76FA9" w:rsidRPr="000A20F0" w:rsidRDefault="00B76FA9" w:rsidP="00B17B94">
      <w:pPr>
        <w:ind w:firstLine="708"/>
        <w:rPr>
          <w:bCs/>
          <w:sz w:val="28"/>
          <w:szCs w:val="28"/>
          <w:lang w:val="uk-UA"/>
        </w:rPr>
      </w:pP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p>
    <w:p w:rsidR="00B76FA9" w:rsidRPr="00206A10" w:rsidRDefault="00B76FA9" w:rsidP="00B17B94">
      <w:pPr>
        <w:rPr>
          <w:sz w:val="28"/>
          <w:lang w:val="uk-UA"/>
        </w:rPr>
      </w:pPr>
      <w:r>
        <w:rPr>
          <w:sz w:val="28"/>
          <w:lang w:val="uk-UA"/>
        </w:rPr>
        <w:t xml:space="preserve">                                                                                     22.12.2016  № 399-ОД</w:t>
      </w:r>
    </w:p>
    <w:p w:rsidR="00B76FA9" w:rsidRPr="00206A10" w:rsidRDefault="00B76FA9" w:rsidP="00B17B94">
      <w:pPr>
        <w:jc w:val="center"/>
        <w:rPr>
          <w:bCs/>
          <w:sz w:val="28"/>
          <w:szCs w:val="28"/>
          <w:lang w:val="uk-UA"/>
        </w:rPr>
      </w:pPr>
      <w:r w:rsidRPr="00206A10">
        <w:rPr>
          <w:bCs/>
          <w:sz w:val="28"/>
          <w:szCs w:val="28"/>
          <w:lang w:val="uk-UA"/>
        </w:rPr>
        <w:t>ПЛАН</w:t>
      </w:r>
    </w:p>
    <w:p w:rsidR="00B76FA9" w:rsidRPr="00206A10" w:rsidRDefault="00B76FA9" w:rsidP="00B17B94">
      <w:pPr>
        <w:ind w:firstLine="708"/>
        <w:rPr>
          <w:bCs/>
          <w:sz w:val="28"/>
          <w:szCs w:val="28"/>
          <w:lang w:val="uk-UA"/>
        </w:rPr>
      </w:pPr>
      <w:r w:rsidRPr="00206A10">
        <w:rPr>
          <w:bCs/>
          <w:sz w:val="28"/>
          <w:szCs w:val="28"/>
          <w:lang w:val="uk-UA"/>
        </w:rPr>
        <w:t>роботи Роменської районної державної адміністрації на 201</w:t>
      </w:r>
      <w:r>
        <w:rPr>
          <w:bCs/>
          <w:sz w:val="28"/>
          <w:szCs w:val="28"/>
          <w:lang w:val="uk-UA"/>
        </w:rPr>
        <w:t>7</w:t>
      </w:r>
      <w:r w:rsidRPr="00206A10">
        <w:rPr>
          <w:bCs/>
          <w:sz w:val="28"/>
          <w:szCs w:val="28"/>
          <w:lang w:val="uk-UA"/>
        </w:rPr>
        <w:t xml:space="preserve"> рік</w:t>
      </w:r>
    </w:p>
    <w:p w:rsidR="00B76FA9" w:rsidRPr="00206A10" w:rsidRDefault="00B76FA9" w:rsidP="00B17B94">
      <w:pPr>
        <w:ind w:firstLine="708"/>
        <w:jc w:val="center"/>
        <w:rPr>
          <w:sz w:val="28"/>
          <w:lang w:val="uk-UA"/>
        </w:rPr>
      </w:pPr>
    </w:p>
    <w:p w:rsidR="00B76FA9" w:rsidRPr="00206A10" w:rsidRDefault="00B76FA9" w:rsidP="008B3D44">
      <w:pPr>
        <w:pStyle w:val="BodyTextIndent"/>
        <w:jc w:val="both"/>
        <w:rPr>
          <w:bCs/>
        </w:rPr>
      </w:pPr>
      <w:r w:rsidRPr="00206A10">
        <w:rPr>
          <w:bCs/>
        </w:rPr>
        <w:t>І. Питання, які доцільно розглянути на засіданнях колегії Роменської районної державної адміністрації</w:t>
      </w:r>
    </w:p>
    <w:p w:rsidR="00B76FA9" w:rsidRPr="001D50CA" w:rsidRDefault="00B76FA9" w:rsidP="00B17B94">
      <w:pPr>
        <w:rPr>
          <w:sz w:val="16"/>
          <w:szCs w:val="16"/>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962"/>
        <w:gridCol w:w="1701"/>
        <w:gridCol w:w="2551"/>
      </w:tblGrid>
      <w:tr w:rsidR="00B76FA9" w:rsidTr="001C2918">
        <w:tc>
          <w:tcPr>
            <w:tcW w:w="567" w:type="dxa"/>
          </w:tcPr>
          <w:p w:rsidR="00B76FA9" w:rsidRPr="00422D67" w:rsidRDefault="00B76FA9" w:rsidP="001C2918">
            <w:pPr>
              <w:rPr>
                <w:sz w:val="28"/>
                <w:szCs w:val="28"/>
                <w:lang w:val="uk-UA"/>
              </w:rPr>
            </w:pPr>
            <w:r w:rsidRPr="00422D67">
              <w:rPr>
                <w:sz w:val="28"/>
                <w:szCs w:val="28"/>
                <w:lang w:val="uk-UA"/>
              </w:rPr>
              <w:t xml:space="preserve">№ </w:t>
            </w:r>
            <w:r w:rsidRPr="00C94A2A">
              <w:rPr>
                <w:sz w:val="28"/>
                <w:szCs w:val="28"/>
                <w:lang w:val="uk-UA"/>
              </w:rPr>
              <w:t>з</w:t>
            </w:r>
            <w:r w:rsidRPr="00422D67">
              <w:rPr>
                <w:sz w:val="28"/>
                <w:szCs w:val="28"/>
                <w:lang w:val="uk-UA"/>
              </w:rPr>
              <w:t>/п</w:t>
            </w:r>
          </w:p>
        </w:tc>
        <w:tc>
          <w:tcPr>
            <w:tcW w:w="4962" w:type="dxa"/>
          </w:tcPr>
          <w:p w:rsidR="00B76FA9" w:rsidRPr="00422D67" w:rsidRDefault="00B76FA9" w:rsidP="001C2918">
            <w:pPr>
              <w:rPr>
                <w:sz w:val="28"/>
                <w:szCs w:val="28"/>
                <w:lang w:val="uk-UA"/>
              </w:rPr>
            </w:pPr>
            <w:r w:rsidRPr="00422D67">
              <w:rPr>
                <w:sz w:val="28"/>
                <w:szCs w:val="28"/>
                <w:lang w:val="uk-UA"/>
              </w:rPr>
              <w:t>Питання, що пропонуються розглянути</w:t>
            </w:r>
          </w:p>
        </w:tc>
        <w:tc>
          <w:tcPr>
            <w:tcW w:w="1701" w:type="dxa"/>
          </w:tcPr>
          <w:p w:rsidR="00B76FA9" w:rsidRPr="00422D67" w:rsidRDefault="00B76FA9" w:rsidP="001C2918">
            <w:pPr>
              <w:rPr>
                <w:sz w:val="28"/>
                <w:szCs w:val="28"/>
                <w:lang w:val="uk-UA"/>
              </w:rPr>
            </w:pPr>
            <w:r w:rsidRPr="00422D67">
              <w:rPr>
                <w:sz w:val="28"/>
                <w:szCs w:val="28"/>
                <w:lang w:val="uk-UA"/>
              </w:rPr>
              <w:t>Термін виконання</w:t>
            </w:r>
          </w:p>
        </w:tc>
        <w:tc>
          <w:tcPr>
            <w:tcW w:w="2551" w:type="dxa"/>
          </w:tcPr>
          <w:p w:rsidR="00B76FA9" w:rsidRPr="00422D67" w:rsidRDefault="00B76FA9" w:rsidP="001C2918">
            <w:pPr>
              <w:rPr>
                <w:sz w:val="28"/>
                <w:szCs w:val="28"/>
                <w:lang w:val="uk-UA"/>
              </w:rPr>
            </w:pPr>
            <w:r w:rsidRPr="00422D67">
              <w:rPr>
                <w:sz w:val="28"/>
                <w:szCs w:val="28"/>
                <w:lang w:val="uk-UA"/>
              </w:rPr>
              <w:t>Відповідальні за підготовку</w:t>
            </w:r>
          </w:p>
        </w:tc>
      </w:tr>
      <w:tr w:rsidR="00B76FA9" w:rsidTr="001C2918">
        <w:tc>
          <w:tcPr>
            <w:tcW w:w="567" w:type="dxa"/>
          </w:tcPr>
          <w:p w:rsidR="00B76FA9" w:rsidRPr="00422D67" w:rsidRDefault="00B76FA9" w:rsidP="001C2918">
            <w:pPr>
              <w:jc w:val="center"/>
              <w:rPr>
                <w:sz w:val="28"/>
                <w:szCs w:val="28"/>
                <w:lang w:val="uk-UA"/>
              </w:rPr>
            </w:pPr>
            <w:r>
              <w:rPr>
                <w:sz w:val="28"/>
                <w:szCs w:val="28"/>
                <w:lang w:val="uk-UA"/>
              </w:rPr>
              <w:t>1</w:t>
            </w:r>
          </w:p>
        </w:tc>
        <w:tc>
          <w:tcPr>
            <w:tcW w:w="4962" w:type="dxa"/>
          </w:tcPr>
          <w:p w:rsidR="00B76FA9" w:rsidRPr="00422D67" w:rsidRDefault="00B76FA9" w:rsidP="001C2918">
            <w:pPr>
              <w:jc w:val="center"/>
              <w:rPr>
                <w:sz w:val="28"/>
                <w:szCs w:val="28"/>
                <w:lang w:val="uk-UA"/>
              </w:rPr>
            </w:pPr>
            <w:r>
              <w:rPr>
                <w:sz w:val="28"/>
                <w:szCs w:val="28"/>
                <w:lang w:val="uk-UA"/>
              </w:rPr>
              <w:t>2</w:t>
            </w:r>
          </w:p>
        </w:tc>
        <w:tc>
          <w:tcPr>
            <w:tcW w:w="1701" w:type="dxa"/>
          </w:tcPr>
          <w:p w:rsidR="00B76FA9" w:rsidRPr="00422D67" w:rsidRDefault="00B76FA9" w:rsidP="001C2918">
            <w:pPr>
              <w:jc w:val="center"/>
              <w:rPr>
                <w:sz w:val="28"/>
                <w:szCs w:val="28"/>
                <w:lang w:val="uk-UA"/>
              </w:rPr>
            </w:pPr>
            <w:r>
              <w:rPr>
                <w:sz w:val="28"/>
                <w:szCs w:val="28"/>
                <w:lang w:val="uk-UA"/>
              </w:rPr>
              <w:t>3</w:t>
            </w:r>
          </w:p>
        </w:tc>
        <w:tc>
          <w:tcPr>
            <w:tcW w:w="2551" w:type="dxa"/>
          </w:tcPr>
          <w:p w:rsidR="00B76FA9" w:rsidRPr="00422D67" w:rsidRDefault="00B76FA9" w:rsidP="001C2918">
            <w:pPr>
              <w:jc w:val="center"/>
              <w:rPr>
                <w:sz w:val="28"/>
                <w:szCs w:val="28"/>
                <w:lang w:val="uk-UA"/>
              </w:rPr>
            </w:pPr>
            <w:r>
              <w:rPr>
                <w:sz w:val="28"/>
                <w:szCs w:val="28"/>
                <w:lang w:val="uk-UA"/>
              </w:rPr>
              <w:t>4</w:t>
            </w:r>
          </w:p>
        </w:tc>
      </w:tr>
      <w:tr w:rsidR="00B76FA9" w:rsidRPr="00AB5DBE" w:rsidTr="001C2918">
        <w:tc>
          <w:tcPr>
            <w:tcW w:w="567" w:type="dxa"/>
          </w:tcPr>
          <w:p w:rsidR="00B76FA9" w:rsidRDefault="00B76FA9" w:rsidP="001C2918">
            <w:pPr>
              <w:rPr>
                <w:sz w:val="28"/>
                <w:szCs w:val="28"/>
                <w:lang w:val="uk-UA"/>
              </w:rPr>
            </w:pPr>
            <w:r>
              <w:rPr>
                <w:sz w:val="28"/>
                <w:szCs w:val="28"/>
                <w:lang w:val="uk-UA"/>
              </w:rPr>
              <w:t>1.</w:t>
            </w:r>
          </w:p>
        </w:tc>
        <w:tc>
          <w:tcPr>
            <w:tcW w:w="4962" w:type="dxa"/>
          </w:tcPr>
          <w:p w:rsidR="00B76FA9" w:rsidRPr="003B7417" w:rsidRDefault="00B76FA9" w:rsidP="00837FDE">
            <w:pPr>
              <w:jc w:val="both"/>
              <w:rPr>
                <w:sz w:val="28"/>
                <w:szCs w:val="28"/>
                <w:lang w:val="uk-UA"/>
              </w:rPr>
            </w:pPr>
            <w:r w:rsidRPr="003B7417">
              <w:rPr>
                <w:sz w:val="28"/>
                <w:szCs w:val="28"/>
                <w:lang w:val="uk-UA"/>
              </w:rPr>
              <w:t xml:space="preserve">Про підсумки роботи із зверненнями громадян у 2016 році та стан виріше-ння звернень, зареєстрованих в цент-рах допомоги учасників антитерори-стичної операції </w:t>
            </w:r>
          </w:p>
        </w:tc>
        <w:tc>
          <w:tcPr>
            <w:tcW w:w="1701" w:type="dxa"/>
          </w:tcPr>
          <w:p w:rsidR="00B76FA9" w:rsidRPr="003B7417" w:rsidRDefault="00B76FA9" w:rsidP="000453A2">
            <w:pPr>
              <w:rPr>
                <w:sz w:val="28"/>
                <w:szCs w:val="28"/>
                <w:lang w:val="uk-UA"/>
              </w:rPr>
            </w:pPr>
            <w:r w:rsidRPr="003B7417">
              <w:rPr>
                <w:sz w:val="28"/>
                <w:szCs w:val="28"/>
                <w:lang w:val="uk-UA"/>
              </w:rPr>
              <w:t>31.01.2017</w:t>
            </w:r>
          </w:p>
        </w:tc>
        <w:tc>
          <w:tcPr>
            <w:tcW w:w="2551" w:type="dxa"/>
          </w:tcPr>
          <w:p w:rsidR="00B76FA9" w:rsidRPr="003B7417" w:rsidRDefault="00B76FA9" w:rsidP="00730B7A">
            <w:pPr>
              <w:rPr>
                <w:sz w:val="28"/>
                <w:szCs w:val="28"/>
                <w:lang w:val="uk-UA"/>
              </w:rPr>
            </w:pPr>
            <w:r w:rsidRPr="003B7417">
              <w:rPr>
                <w:sz w:val="28"/>
                <w:szCs w:val="28"/>
                <w:lang w:val="uk-UA"/>
              </w:rPr>
              <w:t>Татарінов В.М.</w:t>
            </w:r>
          </w:p>
          <w:p w:rsidR="00B76FA9" w:rsidRPr="003B7417" w:rsidRDefault="00B76FA9" w:rsidP="00730B7A">
            <w:pPr>
              <w:rPr>
                <w:sz w:val="28"/>
                <w:szCs w:val="28"/>
                <w:lang w:val="uk-UA"/>
              </w:rPr>
            </w:pPr>
            <w:r w:rsidRPr="003B7417">
              <w:rPr>
                <w:sz w:val="28"/>
                <w:szCs w:val="28"/>
                <w:lang w:val="uk-UA"/>
              </w:rPr>
              <w:t>Ломко М.О.</w:t>
            </w:r>
          </w:p>
          <w:p w:rsidR="00B76FA9" w:rsidRPr="003B7417" w:rsidRDefault="00B76FA9" w:rsidP="00730B7A">
            <w:pPr>
              <w:rPr>
                <w:sz w:val="28"/>
                <w:szCs w:val="28"/>
                <w:lang w:val="uk-UA"/>
              </w:rPr>
            </w:pPr>
            <w:r w:rsidRPr="003B7417">
              <w:rPr>
                <w:sz w:val="28"/>
                <w:szCs w:val="28"/>
                <w:lang w:val="uk-UA"/>
              </w:rPr>
              <w:t>Щербина Г.О.</w:t>
            </w:r>
          </w:p>
          <w:p w:rsidR="00B76FA9" w:rsidRPr="003B7417" w:rsidRDefault="00B76FA9" w:rsidP="00730B7A">
            <w:pPr>
              <w:rPr>
                <w:sz w:val="28"/>
                <w:szCs w:val="28"/>
                <w:lang w:val="uk-UA"/>
              </w:rPr>
            </w:pPr>
            <w:r w:rsidRPr="003B7417">
              <w:rPr>
                <w:sz w:val="28"/>
                <w:szCs w:val="28"/>
                <w:lang w:val="uk-UA"/>
              </w:rPr>
              <w:t>Сушко М.М.</w:t>
            </w:r>
          </w:p>
        </w:tc>
      </w:tr>
      <w:tr w:rsidR="00B76FA9" w:rsidRPr="009611DD" w:rsidTr="001C2918">
        <w:tc>
          <w:tcPr>
            <w:tcW w:w="567" w:type="dxa"/>
          </w:tcPr>
          <w:p w:rsidR="00B76FA9" w:rsidRDefault="00B76FA9" w:rsidP="001C2918">
            <w:pPr>
              <w:rPr>
                <w:sz w:val="28"/>
                <w:szCs w:val="28"/>
                <w:lang w:val="uk-UA"/>
              </w:rPr>
            </w:pPr>
            <w:r>
              <w:rPr>
                <w:sz w:val="28"/>
                <w:szCs w:val="28"/>
                <w:lang w:val="uk-UA"/>
              </w:rPr>
              <w:t>2.</w:t>
            </w:r>
          </w:p>
        </w:tc>
        <w:tc>
          <w:tcPr>
            <w:tcW w:w="4962" w:type="dxa"/>
          </w:tcPr>
          <w:p w:rsidR="00B76FA9" w:rsidRPr="006135A1" w:rsidRDefault="00B76FA9" w:rsidP="002255F8">
            <w:pPr>
              <w:jc w:val="both"/>
              <w:rPr>
                <w:sz w:val="28"/>
                <w:szCs w:val="28"/>
                <w:lang w:val="uk-UA"/>
              </w:rPr>
            </w:pPr>
            <w:r w:rsidRPr="006135A1">
              <w:rPr>
                <w:sz w:val="28"/>
                <w:szCs w:val="28"/>
                <w:lang w:val="uk-UA"/>
              </w:rPr>
              <w:t xml:space="preserve">Про стан виконавської дисципліни та організації виконання завдань, визна-чених актами законодавства, розпоря-дженнями і дорученнями голів Сумсь-кої обласної та Роменської районної державних адміністрацій </w:t>
            </w:r>
            <w:r w:rsidRPr="006135A1">
              <w:rPr>
                <w:bCs/>
                <w:sz w:val="28"/>
                <w:szCs w:val="28"/>
                <w:lang w:val="uk-UA"/>
              </w:rPr>
              <w:t>у 2016 році</w:t>
            </w:r>
          </w:p>
        </w:tc>
        <w:tc>
          <w:tcPr>
            <w:tcW w:w="1701" w:type="dxa"/>
          </w:tcPr>
          <w:p w:rsidR="00B76FA9" w:rsidRPr="006135A1" w:rsidRDefault="00B76FA9" w:rsidP="000453A2">
            <w:pPr>
              <w:rPr>
                <w:sz w:val="28"/>
                <w:szCs w:val="28"/>
                <w:lang w:val="uk-UA"/>
              </w:rPr>
            </w:pPr>
            <w:r w:rsidRPr="006135A1">
              <w:rPr>
                <w:sz w:val="28"/>
                <w:szCs w:val="28"/>
                <w:lang w:val="uk-UA"/>
              </w:rPr>
              <w:t>31.01.2017</w:t>
            </w:r>
          </w:p>
        </w:tc>
        <w:tc>
          <w:tcPr>
            <w:tcW w:w="2551" w:type="dxa"/>
          </w:tcPr>
          <w:p w:rsidR="00B76FA9" w:rsidRPr="006135A1" w:rsidRDefault="00B76FA9" w:rsidP="00730B7A">
            <w:pPr>
              <w:rPr>
                <w:sz w:val="28"/>
                <w:szCs w:val="28"/>
                <w:lang w:val="uk-UA"/>
              </w:rPr>
            </w:pPr>
            <w:r w:rsidRPr="006135A1">
              <w:rPr>
                <w:sz w:val="28"/>
                <w:szCs w:val="28"/>
                <w:lang w:val="uk-UA"/>
              </w:rPr>
              <w:t>Ломко М.О.</w:t>
            </w:r>
          </w:p>
          <w:p w:rsidR="00B76FA9" w:rsidRPr="006135A1" w:rsidRDefault="00B76FA9" w:rsidP="00730B7A">
            <w:pPr>
              <w:rPr>
                <w:sz w:val="28"/>
                <w:szCs w:val="28"/>
                <w:lang w:val="uk-UA"/>
              </w:rPr>
            </w:pPr>
            <w:r w:rsidRPr="006135A1">
              <w:rPr>
                <w:sz w:val="28"/>
                <w:szCs w:val="28"/>
                <w:lang w:val="uk-UA"/>
              </w:rPr>
              <w:t>Кишун Л.В.</w:t>
            </w:r>
          </w:p>
        </w:tc>
      </w:tr>
      <w:tr w:rsidR="00B76FA9" w:rsidRPr="0021525C" w:rsidTr="001C2918">
        <w:tc>
          <w:tcPr>
            <w:tcW w:w="567" w:type="dxa"/>
          </w:tcPr>
          <w:p w:rsidR="00B76FA9" w:rsidRDefault="00B76FA9" w:rsidP="001C2918">
            <w:pPr>
              <w:rPr>
                <w:sz w:val="28"/>
                <w:szCs w:val="28"/>
                <w:lang w:val="uk-UA"/>
              </w:rPr>
            </w:pPr>
            <w:r>
              <w:rPr>
                <w:sz w:val="28"/>
                <w:szCs w:val="28"/>
                <w:lang w:val="uk-UA"/>
              </w:rPr>
              <w:t>3.</w:t>
            </w:r>
          </w:p>
        </w:tc>
        <w:tc>
          <w:tcPr>
            <w:tcW w:w="4962" w:type="dxa"/>
          </w:tcPr>
          <w:p w:rsidR="00B76FA9" w:rsidRPr="003B7417" w:rsidRDefault="00B76FA9" w:rsidP="0021525C">
            <w:pPr>
              <w:jc w:val="both"/>
              <w:rPr>
                <w:sz w:val="28"/>
                <w:szCs w:val="28"/>
                <w:lang w:val="uk-UA"/>
              </w:rPr>
            </w:pPr>
            <w:r w:rsidRPr="003B7417">
              <w:rPr>
                <w:bCs/>
                <w:sz w:val="28"/>
                <w:szCs w:val="28"/>
                <w:lang w:val="uk-UA"/>
              </w:rPr>
              <w:t>Про стан інвентаризації та готовність захисних споруд цивільного захисту для використання за призначенням на території Роменського району</w:t>
            </w:r>
          </w:p>
        </w:tc>
        <w:tc>
          <w:tcPr>
            <w:tcW w:w="1701" w:type="dxa"/>
          </w:tcPr>
          <w:p w:rsidR="00B76FA9" w:rsidRPr="006135A1" w:rsidRDefault="00B76FA9" w:rsidP="000453A2">
            <w:pPr>
              <w:rPr>
                <w:sz w:val="28"/>
                <w:szCs w:val="28"/>
                <w:lang w:val="uk-UA"/>
              </w:rPr>
            </w:pPr>
            <w:r w:rsidRPr="006135A1">
              <w:rPr>
                <w:sz w:val="28"/>
                <w:szCs w:val="28"/>
                <w:lang w:val="uk-UA"/>
              </w:rPr>
              <w:t>31.01.2017</w:t>
            </w:r>
          </w:p>
        </w:tc>
        <w:tc>
          <w:tcPr>
            <w:tcW w:w="2551" w:type="dxa"/>
          </w:tcPr>
          <w:p w:rsidR="00B76FA9" w:rsidRPr="006135A1" w:rsidRDefault="00B76FA9" w:rsidP="0021525C">
            <w:pPr>
              <w:rPr>
                <w:sz w:val="28"/>
                <w:szCs w:val="28"/>
                <w:lang w:val="uk-UA"/>
              </w:rPr>
            </w:pPr>
            <w:r w:rsidRPr="006135A1">
              <w:rPr>
                <w:sz w:val="28"/>
                <w:szCs w:val="28"/>
                <w:lang w:val="uk-UA"/>
              </w:rPr>
              <w:t>Ломко М.О.</w:t>
            </w:r>
          </w:p>
          <w:p w:rsidR="00B76FA9" w:rsidRPr="006135A1" w:rsidRDefault="00B76FA9" w:rsidP="0021525C">
            <w:pPr>
              <w:rPr>
                <w:sz w:val="28"/>
                <w:szCs w:val="28"/>
                <w:lang w:val="uk-UA"/>
              </w:rPr>
            </w:pPr>
            <w:r>
              <w:rPr>
                <w:sz w:val="28"/>
                <w:szCs w:val="28"/>
                <w:lang w:val="uk-UA"/>
              </w:rPr>
              <w:t>Левицький О</w:t>
            </w:r>
            <w:r w:rsidRPr="006135A1">
              <w:rPr>
                <w:sz w:val="28"/>
                <w:szCs w:val="28"/>
                <w:lang w:val="uk-UA"/>
              </w:rPr>
              <w:t>.В.</w:t>
            </w:r>
          </w:p>
        </w:tc>
      </w:tr>
      <w:tr w:rsidR="00B76FA9" w:rsidRPr="00145D06" w:rsidTr="001C2918">
        <w:tc>
          <w:tcPr>
            <w:tcW w:w="567" w:type="dxa"/>
          </w:tcPr>
          <w:p w:rsidR="00B76FA9" w:rsidRDefault="00B76FA9" w:rsidP="001C2918">
            <w:pPr>
              <w:rPr>
                <w:sz w:val="28"/>
                <w:szCs w:val="28"/>
                <w:lang w:val="uk-UA"/>
              </w:rPr>
            </w:pPr>
            <w:r>
              <w:rPr>
                <w:sz w:val="28"/>
                <w:szCs w:val="28"/>
                <w:lang w:val="uk-UA"/>
              </w:rPr>
              <w:t>4.</w:t>
            </w:r>
          </w:p>
        </w:tc>
        <w:tc>
          <w:tcPr>
            <w:tcW w:w="4962" w:type="dxa"/>
          </w:tcPr>
          <w:p w:rsidR="00B76FA9" w:rsidRPr="006135A1" w:rsidRDefault="00B76FA9" w:rsidP="009A5225">
            <w:pPr>
              <w:jc w:val="both"/>
              <w:rPr>
                <w:bCs/>
                <w:sz w:val="28"/>
                <w:szCs w:val="28"/>
                <w:lang w:val="uk-UA"/>
              </w:rPr>
            </w:pPr>
            <w:r w:rsidRPr="006135A1">
              <w:rPr>
                <w:sz w:val="28"/>
                <w:szCs w:val="28"/>
                <w:lang w:val="uk-UA"/>
              </w:rPr>
              <w:t>Про виконання Програми економіч-ного і соціального розвитку Роменсь</w:t>
            </w:r>
            <w:r>
              <w:rPr>
                <w:sz w:val="28"/>
                <w:szCs w:val="28"/>
                <w:lang w:val="uk-UA"/>
              </w:rPr>
              <w:t>-</w:t>
            </w:r>
            <w:r w:rsidRPr="006135A1">
              <w:rPr>
                <w:sz w:val="28"/>
                <w:szCs w:val="28"/>
                <w:lang w:val="uk-UA"/>
              </w:rPr>
              <w:t>кого району за 2016 рік</w:t>
            </w:r>
          </w:p>
        </w:tc>
        <w:tc>
          <w:tcPr>
            <w:tcW w:w="1701" w:type="dxa"/>
          </w:tcPr>
          <w:p w:rsidR="00B76FA9" w:rsidRPr="006135A1" w:rsidRDefault="00B76FA9" w:rsidP="000453A2">
            <w:pPr>
              <w:rPr>
                <w:sz w:val="28"/>
                <w:szCs w:val="28"/>
                <w:lang w:val="uk-UA"/>
              </w:rPr>
            </w:pPr>
            <w:r w:rsidRPr="006135A1">
              <w:rPr>
                <w:sz w:val="28"/>
                <w:szCs w:val="28"/>
                <w:lang w:val="uk-UA"/>
              </w:rPr>
              <w:t>28.02.2017</w:t>
            </w:r>
          </w:p>
        </w:tc>
        <w:tc>
          <w:tcPr>
            <w:tcW w:w="2551" w:type="dxa"/>
          </w:tcPr>
          <w:p w:rsidR="00B76FA9" w:rsidRPr="006135A1" w:rsidRDefault="00B76FA9" w:rsidP="00730B7A">
            <w:pPr>
              <w:rPr>
                <w:sz w:val="28"/>
                <w:szCs w:val="28"/>
                <w:lang w:val="uk-UA"/>
              </w:rPr>
            </w:pPr>
            <w:r w:rsidRPr="006135A1">
              <w:rPr>
                <w:sz w:val="28"/>
                <w:szCs w:val="28"/>
                <w:lang w:val="uk-UA"/>
              </w:rPr>
              <w:t>Татарінов В.М.</w:t>
            </w:r>
          </w:p>
          <w:p w:rsidR="00B76FA9" w:rsidRPr="006135A1" w:rsidRDefault="00B76FA9" w:rsidP="00730B7A">
            <w:pPr>
              <w:rPr>
                <w:sz w:val="28"/>
                <w:szCs w:val="28"/>
                <w:lang w:val="uk-UA"/>
              </w:rPr>
            </w:pPr>
            <w:r w:rsidRPr="006135A1">
              <w:rPr>
                <w:sz w:val="28"/>
                <w:szCs w:val="28"/>
                <w:lang w:val="uk-UA"/>
              </w:rPr>
              <w:t>Гребенюк О.П.</w:t>
            </w:r>
          </w:p>
          <w:p w:rsidR="00B76FA9" w:rsidRPr="006135A1" w:rsidRDefault="00B76FA9" w:rsidP="00730B7A">
            <w:pPr>
              <w:rPr>
                <w:sz w:val="28"/>
                <w:szCs w:val="28"/>
                <w:lang w:val="uk-UA"/>
              </w:rPr>
            </w:pPr>
          </w:p>
        </w:tc>
      </w:tr>
      <w:tr w:rsidR="00B76FA9" w:rsidRPr="00145D06" w:rsidTr="001C2918">
        <w:tc>
          <w:tcPr>
            <w:tcW w:w="567" w:type="dxa"/>
          </w:tcPr>
          <w:p w:rsidR="00B76FA9" w:rsidRDefault="00B76FA9" w:rsidP="001C2918">
            <w:pPr>
              <w:rPr>
                <w:sz w:val="28"/>
                <w:szCs w:val="28"/>
                <w:lang w:val="uk-UA"/>
              </w:rPr>
            </w:pPr>
            <w:r>
              <w:rPr>
                <w:sz w:val="28"/>
                <w:szCs w:val="28"/>
                <w:lang w:val="uk-UA"/>
              </w:rPr>
              <w:t>5.</w:t>
            </w:r>
          </w:p>
        </w:tc>
        <w:tc>
          <w:tcPr>
            <w:tcW w:w="4962" w:type="dxa"/>
          </w:tcPr>
          <w:p w:rsidR="00B76FA9" w:rsidRPr="006135A1" w:rsidRDefault="00B76FA9" w:rsidP="009A5225">
            <w:pPr>
              <w:jc w:val="both"/>
              <w:rPr>
                <w:bCs/>
                <w:sz w:val="28"/>
                <w:szCs w:val="28"/>
                <w:lang w:val="uk-UA"/>
              </w:rPr>
            </w:pPr>
            <w:r w:rsidRPr="006135A1">
              <w:rPr>
                <w:sz w:val="28"/>
                <w:szCs w:val="28"/>
                <w:lang w:val="uk-UA"/>
              </w:rPr>
              <w:t>Про виконання бюджету Роменського району за 2016 рік</w:t>
            </w:r>
          </w:p>
        </w:tc>
        <w:tc>
          <w:tcPr>
            <w:tcW w:w="1701" w:type="dxa"/>
          </w:tcPr>
          <w:p w:rsidR="00B76FA9" w:rsidRPr="006135A1" w:rsidRDefault="00B76FA9" w:rsidP="005678FD">
            <w:pPr>
              <w:rPr>
                <w:sz w:val="28"/>
                <w:szCs w:val="28"/>
                <w:lang w:val="uk-UA"/>
              </w:rPr>
            </w:pPr>
            <w:r w:rsidRPr="006135A1">
              <w:rPr>
                <w:sz w:val="28"/>
                <w:szCs w:val="28"/>
                <w:lang w:val="uk-UA"/>
              </w:rPr>
              <w:t>28.02.2017</w:t>
            </w:r>
          </w:p>
        </w:tc>
        <w:tc>
          <w:tcPr>
            <w:tcW w:w="2551" w:type="dxa"/>
          </w:tcPr>
          <w:p w:rsidR="00B76FA9" w:rsidRPr="006135A1" w:rsidRDefault="00B76FA9" w:rsidP="005678FD">
            <w:pPr>
              <w:rPr>
                <w:sz w:val="28"/>
                <w:szCs w:val="28"/>
                <w:lang w:val="uk-UA"/>
              </w:rPr>
            </w:pPr>
            <w:r w:rsidRPr="006135A1">
              <w:rPr>
                <w:sz w:val="28"/>
                <w:szCs w:val="28"/>
                <w:lang w:val="uk-UA"/>
              </w:rPr>
              <w:t>Татарінов В.М.</w:t>
            </w:r>
          </w:p>
          <w:p w:rsidR="00B76FA9" w:rsidRPr="006135A1" w:rsidRDefault="00B76FA9" w:rsidP="005678FD">
            <w:pPr>
              <w:rPr>
                <w:sz w:val="28"/>
                <w:szCs w:val="28"/>
                <w:lang w:val="uk-UA"/>
              </w:rPr>
            </w:pPr>
            <w:r w:rsidRPr="006135A1">
              <w:rPr>
                <w:sz w:val="28"/>
                <w:szCs w:val="28"/>
                <w:lang w:val="uk-UA"/>
              </w:rPr>
              <w:t>Анісімова М.В.</w:t>
            </w:r>
          </w:p>
        </w:tc>
      </w:tr>
      <w:tr w:rsidR="00B76FA9" w:rsidRPr="00145D06" w:rsidTr="001C2918">
        <w:tc>
          <w:tcPr>
            <w:tcW w:w="567" w:type="dxa"/>
          </w:tcPr>
          <w:p w:rsidR="00B76FA9" w:rsidRDefault="00B76FA9" w:rsidP="001C2918">
            <w:pPr>
              <w:rPr>
                <w:sz w:val="28"/>
                <w:szCs w:val="28"/>
                <w:lang w:val="uk-UA"/>
              </w:rPr>
            </w:pPr>
            <w:r>
              <w:rPr>
                <w:sz w:val="28"/>
                <w:szCs w:val="28"/>
                <w:lang w:val="uk-UA"/>
              </w:rPr>
              <w:t>6.</w:t>
            </w:r>
          </w:p>
        </w:tc>
        <w:tc>
          <w:tcPr>
            <w:tcW w:w="4962" w:type="dxa"/>
          </w:tcPr>
          <w:p w:rsidR="00B76FA9" w:rsidRPr="003B7417" w:rsidRDefault="00B76FA9" w:rsidP="0080244F">
            <w:pPr>
              <w:jc w:val="both"/>
              <w:rPr>
                <w:sz w:val="28"/>
                <w:szCs w:val="28"/>
                <w:lang w:val="uk-UA"/>
              </w:rPr>
            </w:pPr>
            <w:r w:rsidRPr="003B7417">
              <w:rPr>
                <w:sz w:val="28"/>
                <w:szCs w:val="28"/>
                <w:lang w:val="uk-UA"/>
              </w:rPr>
              <w:t xml:space="preserve">Про стан транспортного забезпечення жителів населених пунктів Роменсь-кого району регулярним транспортним сполученням та стан дорожнього господарства </w:t>
            </w:r>
          </w:p>
        </w:tc>
        <w:tc>
          <w:tcPr>
            <w:tcW w:w="1701" w:type="dxa"/>
          </w:tcPr>
          <w:p w:rsidR="00B76FA9" w:rsidRPr="003B7417" w:rsidRDefault="00B76FA9" w:rsidP="000453A2">
            <w:pPr>
              <w:rPr>
                <w:sz w:val="28"/>
                <w:szCs w:val="28"/>
                <w:lang w:val="uk-UA"/>
              </w:rPr>
            </w:pPr>
            <w:r w:rsidRPr="003B7417">
              <w:rPr>
                <w:sz w:val="28"/>
                <w:szCs w:val="28"/>
                <w:lang w:val="uk-UA"/>
              </w:rPr>
              <w:t>28.02.2017</w:t>
            </w:r>
          </w:p>
        </w:tc>
        <w:tc>
          <w:tcPr>
            <w:tcW w:w="2551" w:type="dxa"/>
          </w:tcPr>
          <w:p w:rsidR="00B76FA9" w:rsidRPr="003B7417" w:rsidRDefault="00B76FA9" w:rsidP="00730B7A">
            <w:pPr>
              <w:rPr>
                <w:sz w:val="28"/>
                <w:szCs w:val="28"/>
                <w:lang w:val="uk-UA"/>
              </w:rPr>
            </w:pPr>
            <w:r w:rsidRPr="003B7417">
              <w:rPr>
                <w:sz w:val="28"/>
                <w:szCs w:val="28"/>
                <w:lang w:val="uk-UA"/>
              </w:rPr>
              <w:t>Ломко М.О.</w:t>
            </w:r>
          </w:p>
          <w:p w:rsidR="00B76FA9" w:rsidRPr="003B7417" w:rsidRDefault="00B76FA9" w:rsidP="00730B7A">
            <w:pPr>
              <w:rPr>
                <w:sz w:val="28"/>
                <w:szCs w:val="28"/>
                <w:lang w:val="uk-UA"/>
              </w:rPr>
            </w:pPr>
            <w:r w:rsidRPr="003B7417">
              <w:rPr>
                <w:sz w:val="28"/>
                <w:szCs w:val="28"/>
                <w:lang w:val="uk-UA"/>
              </w:rPr>
              <w:t>Ведмідь В.О.</w:t>
            </w:r>
          </w:p>
          <w:p w:rsidR="00B76FA9" w:rsidRPr="003B7417" w:rsidRDefault="00B76FA9" w:rsidP="00730B7A">
            <w:pPr>
              <w:rPr>
                <w:sz w:val="28"/>
                <w:szCs w:val="28"/>
                <w:lang w:val="uk-UA"/>
              </w:rPr>
            </w:pPr>
            <w:r w:rsidRPr="003B7417">
              <w:rPr>
                <w:sz w:val="28"/>
                <w:szCs w:val="28"/>
                <w:lang w:val="uk-UA"/>
              </w:rPr>
              <w:t>Радченко Л.Г.</w:t>
            </w:r>
          </w:p>
        </w:tc>
      </w:tr>
      <w:tr w:rsidR="00B76FA9" w:rsidRPr="00145D06" w:rsidTr="001C2918">
        <w:tc>
          <w:tcPr>
            <w:tcW w:w="567" w:type="dxa"/>
          </w:tcPr>
          <w:p w:rsidR="00B76FA9" w:rsidRDefault="00B76FA9" w:rsidP="001C2918">
            <w:pPr>
              <w:rPr>
                <w:sz w:val="28"/>
                <w:szCs w:val="28"/>
                <w:lang w:val="uk-UA"/>
              </w:rPr>
            </w:pPr>
            <w:r>
              <w:rPr>
                <w:sz w:val="28"/>
                <w:szCs w:val="28"/>
                <w:lang w:val="uk-UA"/>
              </w:rPr>
              <w:t>7.</w:t>
            </w:r>
          </w:p>
        </w:tc>
        <w:tc>
          <w:tcPr>
            <w:tcW w:w="4962" w:type="dxa"/>
          </w:tcPr>
          <w:p w:rsidR="00B76FA9" w:rsidRPr="004F103F" w:rsidRDefault="00B76FA9" w:rsidP="001D50CA">
            <w:pPr>
              <w:jc w:val="both"/>
              <w:rPr>
                <w:sz w:val="28"/>
                <w:szCs w:val="28"/>
                <w:lang w:val="uk-UA"/>
              </w:rPr>
            </w:pPr>
            <w:r w:rsidRPr="004F103F">
              <w:rPr>
                <w:sz w:val="28"/>
                <w:szCs w:val="28"/>
              </w:rPr>
              <w:t>Про роботу комунального закладу «Центр первинної медико-санітарної допомоги</w:t>
            </w:r>
            <w:r>
              <w:rPr>
                <w:sz w:val="28"/>
                <w:szCs w:val="28"/>
                <w:lang w:val="uk-UA"/>
              </w:rPr>
              <w:t xml:space="preserve"> Роменського району Сумсь- </w:t>
            </w:r>
          </w:p>
        </w:tc>
        <w:tc>
          <w:tcPr>
            <w:tcW w:w="1701" w:type="dxa"/>
          </w:tcPr>
          <w:p w:rsidR="00B76FA9" w:rsidRPr="006135A1" w:rsidRDefault="00B76FA9" w:rsidP="005678FD">
            <w:pPr>
              <w:rPr>
                <w:sz w:val="28"/>
                <w:szCs w:val="28"/>
                <w:lang w:val="uk-UA"/>
              </w:rPr>
            </w:pPr>
            <w:r w:rsidRPr="006135A1">
              <w:rPr>
                <w:sz w:val="28"/>
                <w:szCs w:val="28"/>
                <w:lang w:val="uk-UA"/>
              </w:rPr>
              <w:t>28.03.2017</w:t>
            </w:r>
          </w:p>
        </w:tc>
        <w:tc>
          <w:tcPr>
            <w:tcW w:w="2551" w:type="dxa"/>
          </w:tcPr>
          <w:p w:rsidR="00B76FA9" w:rsidRPr="006135A1" w:rsidRDefault="00B76FA9" w:rsidP="005678FD">
            <w:pPr>
              <w:rPr>
                <w:sz w:val="28"/>
                <w:szCs w:val="28"/>
                <w:lang w:val="uk-UA"/>
              </w:rPr>
            </w:pPr>
            <w:r w:rsidRPr="006135A1">
              <w:rPr>
                <w:sz w:val="28"/>
                <w:szCs w:val="28"/>
                <w:lang w:val="uk-UA"/>
              </w:rPr>
              <w:t>Татарінов В.М.</w:t>
            </w:r>
          </w:p>
          <w:p w:rsidR="00B76FA9" w:rsidRPr="006135A1" w:rsidRDefault="00B76FA9" w:rsidP="005678FD">
            <w:pPr>
              <w:rPr>
                <w:sz w:val="28"/>
                <w:szCs w:val="28"/>
                <w:lang w:val="uk-UA"/>
              </w:rPr>
            </w:pPr>
            <w:r>
              <w:rPr>
                <w:sz w:val="28"/>
                <w:szCs w:val="28"/>
                <w:lang w:val="uk-UA"/>
              </w:rPr>
              <w:t>Козаченко М.І.</w:t>
            </w:r>
          </w:p>
        </w:tc>
      </w:tr>
      <w:tr w:rsidR="00B76FA9" w:rsidRPr="00145D06" w:rsidTr="002319A2">
        <w:tc>
          <w:tcPr>
            <w:tcW w:w="9781" w:type="dxa"/>
            <w:gridSpan w:val="4"/>
          </w:tcPr>
          <w:p w:rsidR="00B76FA9" w:rsidRDefault="00B76FA9" w:rsidP="002319A2">
            <w:pPr>
              <w:rPr>
                <w:sz w:val="28"/>
                <w:szCs w:val="28"/>
                <w:lang w:val="uk-UA"/>
              </w:rPr>
            </w:pPr>
            <w:r>
              <w:rPr>
                <w:sz w:val="28"/>
                <w:szCs w:val="28"/>
                <w:lang w:val="uk-UA"/>
              </w:rPr>
              <w:t xml:space="preserve">                                                                                                 Продовження додатка</w:t>
            </w:r>
          </w:p>
        </w:tc>
      </w:tr>
      <w:tr w:rsidR="00B76FA9" w:rsidRPr="00145D06" w:rsidTr="001C2918">
        <w:tc>
          <w:tcPr>
            <w:tcW w:w="567" w:type="dxa"/>
          </w:tcPr>
          <w:p w:rsidR="00B76FA9" w:rsidRPr="00422D67" w:rsidRDefault="00B76FA9" w:rsidP="002319A2">
            <w:pPr>
              <w:jc w:val="center"/>
              <w:rPr>
                <w:sz w:val="28"/>
                <w:szCs w:val="28"/>
                <w:lang w:val="uk-UA"/>
              </w:rPr>
            </w:pPr>
            <w:r>
              <w:rPr>
                <w:sz w:val="28"/>
                <w:szCs w:val="28"/>
                <w:lang w:val="uk-UA"/>
              </w:rPr>
              <w:t>1</w:t>
            </w:r>
          </w:p>
        </w:tc>
        <w:tc>
          <w:tcPr>
            <w:tcW w:w="4962" w:type="dxa"/>
          </w:tcPr>
          <w:p w:rsidR="00B76FA9" w:rsidRPr="00422D67" w:rsidRDefault="00B76FA9" w:rsidP="002319A2">
            <w:pPr>
              <w:jc w:val="center"/>
              <w:rPr>
                <w:sz w:val="28"/>
                <w:szCs w:val="28"/>
                <w:lang w:val="uk-UA"/>
              </w:rPr>
            </w:pPr>
            <w:r>
              <w:rPr>
                <w:sz w:val="28"/>
                <w:szCs w:val="28"/>
                <w:lang w:val="uk-UA"/>
              </w:rPr>
              <w:t>2</w:t>
            </w:r>
          </w:p>
        </w:tc>
        <w:tc>
          <w:tcPr>
            <w:tcW w:w="1701" w:type="dxa"/>
          </w:tcPr>
          <w:p w:rsidR="00B76FA9" w:rsidRPr="00422D67" w:rsidRDefault="00B76FA9" w:rsidP="002319A2">
            <w:pPr>
              <w:jc w:val="center"/>
              <w:rPr>
                <w:sz w:val="28"/>
                <w:szCs w:val="28"/>
                <w:lang w:val="uk-UA"/>
              </w:rPr>
            </w:pPr>
            <w:r>
              <w:rPr>
                <w:sz w:val="28"/>
                <w:szCs w:val="28"/>
                <w:lang w:val="uk-UA"/>
              </w:rPr>
              <w:t>3</w:t>
            </w:r>
          </w:p>
        </w:tc>
        <w:tc>
          <w:tcPr>
            <w:tcW w:w="2551" w:type="dxa"/>
          </w:tcPr>
          <w:p w:rsidR="00B76FA9" w:rsidRPr="00422D67" w:rsidRDefault="00B76FA9" w:rsidP="002319A2">
            <w:pPr>
              <w:jc w:val="center"/>
              <w:rPr>
                <w:sz w:val="28"/>
                <w:szCs w:val="28"/>
                <w:lang w:val="uk-UA"/>
              </w:rPr>
            </w:pPr>
            <w:r>
              <w:rPr>
                <w:sz w:val="28"/>
                <w:szCs w:val="28"/>
                <w:lang w:val="uk-UA"/>
              </w:rPr>
              <w:t>4</w:t>
            </w:r>
          </w:p>
        </w:tc>
      </w:tr>
      <w:tr w:rsidR="00B76FA9" w:rsidRPr="00145D06" w:rsidTr="001C2918">
        <w:tc>
          <w:tcPr>
            <w:tcW w:w="567" w:type="dxa"/>
          </w:tcPr>
          <w:p w:rsidR="00B76FA9" w:rsidRDefault="00B76FA9" w:rsidP="001C2918">
            <w:pPr>
              <w:rPr>
                <w:sz w:val="28"/>
                <w:szCs w:val="28"/>
                <w:lang w:val="uk-UA"/>
              </w:rPr>
            </w:pPr>
          </w:p>
        </w:tc>
        <w:tc>
          <w:tcPr>
            <w:tcW w:w="4962" w:type="dxa"/>
          </w:tcPr>
          <w:p w:rsidR="00B76FA9" w:rsidRPr="0080244F" w:rsidRDefault="00B76FA9" w:rsidP="0080244F">
            <w:pPr>
              <w:jc w:val="both"/>
              <w:rPr>
                <w:sz w:val="28"/>
                <w:szCs w:val="28"/>
                <w:lang w:val="uk-UA"/>
              </w:rPr>
            </w:pPr>
            <w:r>
              <w:rPr>
                <w:sz w:val="28"/>
                <w:szCs w:val="28"/>
                <w:lang w:val="uk-UA"/>
              </w:rPr>
              <w:t>кої області</w:t>
            </w:r>
            <w:r w:rsidRPr="004F103F">
              <w:rPr>
                <w:sz w:val="28"/>
                <w:szCs w:val="28"/>
              </w:rPr>
              <w:t xml:space="preserve">» щодо </w:t>
            </w:r>
            <w:r>
              <w:rPr>
                <w:sz w:val="28"/>
                <w:szCs w:val="28"/>
                <w:lang w:val="uk-UA"/>
              </w:rPr>
              <w:t>епідемічної ситуації захворювання на туберкульоз насе-лення Роменського району</w:t>
            </w:r>
          </w:p>
        </w:tc>
        <w:tc>
          <w:tcPr>
            <w:tcW w:w="1701" w:type="dxa"/>
          </w:tcPr>
          <w:p w:rsidR="00B76FA9" w:rsidRPr="006135A1" w:rsidRDefault="00B76FA9" w:rsidP="005678FD">
            <w:pPr>
              <w:rPr>
                <w:sz w:val="28"/>
                <w:szCs w:val="28"/>
                <w:lang w:val="uk-UA"/>
              </w:rPr>
            </w:pPr>
          </w:p>
        </w:tc>
        <w:tc>
          <w:tcPr>
            <w:tcW w:w="2551" w:type="dxa"/>
          </w:tcPr>
          <w:p w:rsidR="00B76FA9" w:rsidRPr="006135A1" w:rsidRDefault="00B76FA9" w:rsidP="005678FD">
            <w:pPr>
              <w:rPr>
                <w:sz w:val="28"/>
                <w:szCs w:val="28"/>
                <w:lang w:val="uk-UA"/>
              </w:rPr>
            </w:pPr>
          </w:p>
        </w:tc>
      </w:tr>
      <w:tr w:rsidR="00B76FA9" w:rsidRPr="00145D06" w:rsidTr="001C2918">
        <w:tc>
          <w:tcPr>
            <w:tcW w:w="567" w:type="dxa"/>
          </w:tcPr>
          <w:p w:rsidR="00B76FA9" w:rsidRDefault="00B76FA9" w:rsidP="001C2918">
            <w:pPr>
              <w:rPr>
                <w:sz w:val="28"/>
                <w:szCs w:val="28"/>
                <w:lang w:val="uk-UA"/>
              </w:rPr>
            </w:pPr>
            <w:r>
              <w:rPr>
                <w:sz w:val="28"/>
                <w:szCs w:val="28"/>
                <w:lang w:val="uk-UA"/>
              </w:rPr>
              <w:t>8.</w:t>
            </w:r>
          </w:p>
        </w:tc>
        <w:tc>
          <w:tcPr>
            <w:tcW w:w="4962" w:type="dxa"/>
          </w:tcPr>
          <w:p w:rsidR="00B76FA9" w:rsidRPr="003B7417" w:rsidRDefault="00B76FA9" w:rsidP="00E650B8">
            <w:pPr>
              <w:jc w:val="both"/>
              <w:rPr>
                <w:sz w:val="28"/>
                <w:szCs w:val="28"/>
                <w:lang w:val="uk-UA"/>
              </w:rPr>
            </w:pPr>
            <w:r w:rsidRPr="003B7417">
              <w:rPr>
                <w:sz w:val="28"/>
                <w:szCs w:val="28"/>
                <w:lang w:val="uk-UA"/>
              </w:rPr>
              <w:t>Про стан та перспективи виконання повноважень у галузі зайнятості на</w:t>
            </w:r>
            <w:r>
              <w:rPr>
                <w:sz w:val="28"/>
                <w:szCs w:val="28"/>
                <w:lang w:val="uk-UA"/>
              </w:rPr>
              <w:t>-</w:t>
            </w:r>
            <w:r w:rsidRPr="003B7417">
              <w:rPr>
                <w:sz w:val="28"/>
                <w:szCs w:val="28"/>
                <w:lang w:val="uk-UA"/>
              </w:rPr>
              <w:t xml:space="preserve">селення, праці і заробітної плати та вжиття заходів </w:t>
            </w:r>
            <w:r>
              <w:rPr>
                <w:sz w:val="28"/>
                <w:szCs w:val="28"/>
                <w:lang w:val="uk-UA"/>
              </w:rPr>
              <w:t>щодо</w:t>
            </w:r>
            <w:r w:rsidRPr="003B7417">
              <w:rPr>
                <w:sz w:val="28"/>
                <w:szCs w:val="28"/>
                <w:lang w:val="uk-UA"/>
              </w:rPr>
              <w:t xml:space="preserve"> запобігання різкому зростанню безробіття під час масового вивільнення працівників </w:t>
            </w:r>
          </w:p>
        </w:tc>
        <w:tc>
          <w:tcPr>
            <w:tcW w:w="1701" w:type="dxa"/>
          </w:tcPr>
          <w:p w:rsidR="00B76FA9" w:rsidRPr="003B7417" w:rsidRDefault="00B76FA9" w:rsidP="00D7648F">
            <w:pPr>
              <w:rPr>
                <w:sz w:val="28"/>
                <w:szCs w:val="28"/>
                <w:lang w:val="uk-UA"/>
              </w:rPr>
            </w:pPr>
            <w:r w:rsidRPr="003B7417">
              <w:rPr>
                <w:sz w:val="28"/>
                <w:szCs w:val="28"/>
                <w:lang w:val="uk-UA"/>
              </w:rPr>
              <w:t>28.03.2017</w:t>
            </w:r>
          </w:p>
        </w:tc>
        <w:tc>
          <w:tcPr>
            <w:tcW w:w="2551" w:type="dxa"/>
          </w:tcPr>
          <w:p w:rsidR="00B76FA9" w:rsidRPr="003B7417" w:rsidRDefault="00B76FA9" w:rsidP="00D7648F">
            <w:pPr>
              <w:rPr>
                <w:sz w:val="28"/>
                <w:szCs w:val="28"/>
                <w:lang w:val="uk-UA"/>
              </w:rPr>
            </w:pPr>
            <w:r w:rsidRPr="003B7417">
              <w:rPr>
                <w:sz w:val="28"/>
                <w:szCs w:val="28"/>
                <w:lang w:val="uk-UA"/>
              </w:rPr>
              <w:t>Татарінов В.М.</w:t>
            </w:r>
          </w:p>
          <w:p w:rsidR="00B76FA9" w:rsidRPr="003B7417" w:rsidRDefault="00B76FA9" w:rsidP="00D7648F">
            <w:pPr>
              <w:rPr>
                <w:sz w:val="28"/>
                <w:szCs w:val="28"/>
                <w:lang w:val="uk-UA"/>
              </w:rPr>
            </w:pPr>
            <w:r w:rsidRPr="003B7417">
              <w:rPr>
                <w:sz w:val="28"/>
                <w:szCs w:val="28"/>
                <w:lang w:val="uk-UA"/>
              </w:rPr>
              <w:t>Даценко О.М.</w:t>
            </w:r>
          </w:p>
        </w:tc>
      </w:tr>
      <w:tr w:rsidR="00B76FA9" w:rsidRPr="00AB5DBE" w:rsidTr="001C2918">
        <w:tc>
          <w:tcPr>
            <w:tcW w:w="567" w:type="dxa"/>
          </w:tcPr>
          <w:p w:rsidR="00B76FA9" w:rsidRDefault="00B76FA9" w:rsidP="001C2918">
            <w:pPr>
              <w:rPr>
                <w:sz w:val="28"/>
                <w:szCs w:val="28"/>
                <w:lang w:val="uk-UA"/>
              </w:rPr>
            </w:pPr>
            <w:r>
              <w:rPr>
                <w:sz w:val="28"/>
                <w:szCs w:val="28"/>
                <w:lang w:val="uk-UA"/>
              </w:rPr>
              <w:t>9.</w:t>
            </w:r>
          </w:p>
        </w:tc>
        <w:tc>
          <w:tcPr>
            <w:tcW w:w="4962" w:type="dxa"/>
          </w:tcPr>
          <w:p w:rsidR="00B76FA9" w:rsidRPr="00902439" w:rsidRDefault="00B76FA9" w:rsidP="00902439">
            <w:pPr>
              <w:jc w:val="both"/>
              <w:rPr>
                <w:sz w:val="28"/>
                <w:szCs w:val="28"/>
                <w:lang w:val="uk-UA"/>
              </w:rPr>
            </w:pPr>
            <w:r w:rsidRPr="00902439">
              <w:rPr>
                <w:sz w:val="28"/>
                <w:szCs w:val="28"/>
                <w:lang w:val="uk-UA"/>
              </w:rPr>
              <w:t>Про роботу управління економічного, агропромислового розвитку та торгівлі районної державної адміністрації щодо реалізації державної політики, спрямо-ваної на розвиток агропромислового комплексу та гарантування продово-льчої безпеки, рівня орендної плати від грошової вартості орендованих земель-них часток (паїв) та рівня залучення фінансової підтримки аграрних підпри-ємств у розвиток території</w:t>
            </w:r>
          </w:p>
        </w:tc>
        <w:tc>
          <w:tcPr>
            <w:tcW w:w="1701" w:type="dxa"/>
          </w:tcPr>
          <w:p w:rsidR="00B76FA9" w:rsidRPr="00902439" w:rsidRDefault="00B76FA9" w:rsidP="000453A2">
            <w:pPr>
              <w:rPr>
                <w:sz w:val="28"/>
                <w:szCs w:val="28"/>
                <w:lang w:val="uk-UA"/>
              </w:rPr>
            </w:pPr>
            <w:r w:rsidRPr="00902439">
              <w:rPr>
                <w:sz w:val="28"/>
                <w:szCs w:val="28"/>
                <w:lang w:val="uk-UA"/>
              </w:rPr>
              <w:t>28.03.2017</w:t>
            </w:r>
          </w:p>
        </w:tc>
        <w:tc>
          <w:tcPr>
            <w:tcW w:w="2551" w:type="dxa"/>
          </w:tcPr>
          <w:p w:rsidR="00B76FA9" w:rsidRPr="00902439" w:rsidRDefault="00B76FA9" w:rsidP="00AD2C1D">
            <w:pPr>
              <w:rPr>
                <w:sz w:val="28"/>
                <w:szCs w:val="28"/>
                <w:lang w:val="uk-UA"/>
              </w:rPr>
            </w:pPr>
            <w:r w:rsidRPr="00902439">
              <w:rPr>
                <w:sz w:val="28"/>
                <w:szCs w:val="28"/>
                <w:lang w:val="uk-UA"/>
              </w:rPr>
              <w:t>Гребенюк О.П.</w:t>
            </w:r>
          </w:p>
          <w:p w:rsidR="00B76FA9" w:rsidRPr="00902439" w:rsidRDefault="00B76FA9" w:rsidP="00AD2C1D">
            <w:pPr>
              <w:rPr>
                <w:sz w:val="28"/>
                <w:szCs w:val="28"/>
                <w:lang w:val="uk-UA"/>
              </w:rPr>
            </w:pPr>
            <w:r w:rsidRPr="00902439">
              <w:rPr>
                <w:sz w:val="28"/>
                <w:szCs w:val="28"/>
                <w:lang w:val="uk-UA"/>
              </w:rPr>
              <w:t>Семко М.В.</w:t>
            </w:r>
          </w:p>
          <w:p w:rsidR="00B76FA9" w:rsidRPr="00902439" w:rsidRDefault="00B76FA9" w:rsidP="00AD2C1D">
            <w:pPr>
              <w:rPr>
                <w:sz w:val="28"/>
                <w:szCs w:val="28"/>
                <w:lang w:val="uk-UA"/>
              </w:rPr>
            </w:pPr>
            <w:r w:rsidRPr="00902439">
              <w:rPr>
                <w:sz w:val="28"/>
                <w:szCs w:val="28"/>
                <w:lang w:val="uk-UA"/>
              </w:rPr>
              <w:t>Анісімова М.В.</w:t>
            </w:r>
          </w:p>
        </w:tc>
      </w:tr>
      <w:tr w:rsidR="00B76FA9" w:rsidRPr="00145D06" w:rsidTr="001C2918">
        <w:tc>
          <w:tcPr>
            <w:tcW w:w="567" w:type="dxa"/>
          </w:tcPr>
          <w:p w:rsidR="00B76FA9" w:rsidRDefault="00B76FA9" w:rsidP="00DC6FAA">
            <w:pPr>
              <w:rPr>
                <w:sz w:val="28"/>
                <w:szCs w:val="28"/>
                <w:lang w:val="uk-UA"/>
              </w:rPr>
            </w:pPr>
            <w:r>
              <w:rPr>
                <w:sz w:val="28"/>
                <w:szCs w:val="28"/>
                <w:lang w:val="uk-UA"/>
              </w:rPr>
              <w:t>10.</w:t>
            </w:r>
          </w:p>
        </w:tc>
        <w:tc>
          <w:tcPr>
            <w:tcW w:w="4962" w:type="dxa"/>
          </w:tcPr>
          <w:p w:rsidR="00B76FA9" w:rsidRPr="006135A1" w:rsidRDefault="00B76FA9" w:rsidP="009A5225">
            <w:pPr>
              <w:jc w:val="both"/>
              <w:rPr>
                <w:sz w:val="28"/>
                <w:szCs w:val="28"/>
                <w:lang w:val="uk-UA"/>
              </w:rPr>
            </w:pPr>
            <w:r w:rsidRPr="006135A1">
              <w:rPr>
                <w:sz w:val="28"/>
                <w:szCs w:val="28"/>
                <w:lang w:val="uk-UA"/>
              </w:rPr>
              <w:t>Про виконання Програми еконо-мічного і соціального розвитку Ромен</w:t>
            </w:r>
            <w:r>
              <w:rPr>
                <w:sz w:val="28"/>
                <w:szCs w:val="28"/>
                <w:lang w:val="uk-UA"/>
              </w:rPr>
              <w:t>-</w:t>
            </w:r>
            <w:r w:rsidRPr="006135A1">
              <w:rPr>
                <w:sz w:val="28"/>
                <w:szCs w:val="28"/>
                <w:lang w:val="uk-UA"/>
              </w:rPr>
              <w:t>ського району за І квартал 2017 року</w:t>
            </w:r>
          </w:p>
        </w:tc>
        <w:tc>
          <w:tcPr>
            <w:tcW w:w="1701" w:type="dxa"/>
          </w:tcPr>
          <w:p w:rsidR="00B76FA9" w:rsidRPr="006135A1" w:rsidRDefault="00B76FA9" w:rsidP="000453A2">
            <w:pPr>
              <w:rPr>
                <w:sz w:val="28"/>
                <w:szCs w:val="28"/>
                <w:lang w:val="uk-UA"/>
              </w:rPr>
            </w:pPr>
            <w:r w:rsidRPr="006135A1">
              <w:rPr>
                <w:sz w:val="28"/>
                <w:szCs w:val="28"/>
                <w:lang w:val="uk-UA"/>
              </w:rPr>
              <w:t>25.04.2017</w:t>
            </w:r>
          </w:p>
        </w:tc>
        <w:tc>
          <w:tcPr>
            <w:tcW w:w="2551" w:type="dxa"/>
          </w:tcPr>
          <w:p w:rsidR="00B76FA9" w:rsidRPr="006135A1" w:rsidRDefault="00B76FA9" w:rsidP="00BC4F93">
            <w:pPr>
              <w:rPr>
                <w:sz w:val="28"/>
                <w:szCs w:val="28"/>
                <w:lang w:val="uk-UA"/>
              </w:rPr>
            </w:pPr>
            <w:r w:rsidRPr="006135A1">
              <w:rPr>
                <w:sz w:val="28"/>
                <w:szCs w:val="28"/>
                <w:lang w:val="uk-UA"/>
              </w:rPr>
              <w:t>Татарінов В.М.</w:t>
            </w:r>
          </w:p>
          <w:p w:rsidR="00B76FA9" w:rsidRPr="006135A1" w:rsidRDefault="00B76FA9" w:rsidP="00BC4F93">
            <w:pPr>
              <w:rPr>
                <w:sz w:val="28"/>
                <w:szCs w:val="28"/>
                <w:lang w:val="uk-UA"/>
              </w:rPr>
            </w:pPr>
            <w:r w:rsidRPr="006135A1">
              <w:rPr>
                <w:sz w:val="28"/>
                <w:szCs w:val="28"/>
                <w:lang w:val="uk-UA"/>
              </w:rPr>
              <w:t>Гребенюк О.П.</w:t>
            </w:r>
          </w:p>
          <w:p w:rsidR="00B76FA9" w:rsidRPr="006135A1" w:rsidRDefault="00B76FA9" w:rsidP="00BC4F93">
            <w:pPr>
              <w:rPr>
                <w:sz w:val="28"/>
                <w:szCs w:val="28"/>
                <w:lang w:val="uk-UA"/>
              </w:rPr>
            </w:pPr>
          </w:p>
        </w:tc>
      </w:tr>
      <w:tr w:rsidR="00B76FA9" w:rsidRPr="00145D06" w:rsidTr="001C2918">
        <w:tc>
          <w:tcPr>
            <w:tcW w:w="567" w:type="dxa"/>
          </w:tcPr>
          <w:p w:rsidR="00B76FA9" w:rsidRDefault="00B76FA9" w:rsidP="00DC6FAA">
            <w:pPr>
              <w:rPr>
                <w:sz w:val="28"/>
                <w:szCs w:val="28"/>
                <w:lang w:val="uk-UA"/>
              </w:rPr>
            </w:pPr>
            <w:r>
              <w:rPr>
                <w:sz w:val="28"/>
                <w:szCs w:val="28"/>
                <w:lang w:val="uk-UA"/>
              </w:rPr>
              <w:t>11.</w:t>
            </w:r>
          </w:p>
        </w:tc>
        <w:tc>
          <w:tcPr>
            <w:tcW w:w="4962" w:type="dxa"/>
          </w:tcPr>
          <w:p w:rsidR="00B76FA9" w:rsidRPr="006135A1" w:rsidRDefault="00B76FA9" w:rsidP="009A5225">
            <w:pPr>
              <w:jc w:val="both"/>
              <w:rPr>
                <w:sz w:val="28"/>
                <w:szCs w:val="28"/>
                <w:lang w:val="uk-UA"/>
              </w:rPr>
            </w:pPr>
            <w:r w:rsidRPr="006135A1">
              <w:rPr>
                <w:sz w:val="28"/>
                <w:szCs w:val="28"/>
                <w:lang w:val="uk-UA"/>
              </w:rPr>
              <w:t>Про виконання бюджету Роменського району за І квартал 2017 року</w:t>
            </w:r>
          </w:p>
        </w:tc>
        <w:tc>
          <w:tcPr>
            <w:tcW w:w="1701" w:type="dxa"/>
          </w:tcPr>
          <w:p w:rsidR="00B76FA9" w:rsidRPr="006135A1" w:rsidRDefault="00B76FA9" w:rsidP="005678FD">
            <w:pPr>
              <w:rPr>
                <w:sz w:val="28"/>
                <w:szCs w:val="28"/>
                <w:lang w:val="uk-UA"/>
              </w:rPr>
            </w:pPr>
            <w:r w:rsidRPr="006135A1">
              <w:rPr>
                <w:sz w:val="28"/>
                <w:szCs w:val="28"/>
                <w:lang w:val="uk-UA"/>
              </w:rPr>
              <w:t>25.04.2017</w:t>
            </w:r>
          </w:p>
        </w:tc>
        <w:tc>
          <w:tcPr>
            <w:tcW w:w="2551" w:type="dxa"/>
          </w:tcPr>
          <w:p w:rsidR="00B76FA9" w:rsidRPr="006135A1" w:rsidRDefault="00B76FA9" w:rsidP="005678FD">
            <w:pPr>
              <w:rPr>
                <w:sz w:val="28"/>
                <w:szCs w:val="28"/>
                <w:lang w:val="uk-UA"/>
              </w:rPr>
            </w:pPr>
            <w:r w:rsidRPr="006135A1">
              <w:rPr>
                <w:sz w:val="28"/>
                <w:szCs w:val="28"/>
                <w:lang w:val="uk-UA"/>
              </w:rPr>
              <w:t>Татарінов В.М.</w:t>
            </w:r>
          </w:p>
          <w:p w:rsidR="00B76FA9" w:rsidRPr="006135A1" w:rsidRDefault="00B76FA9" w:rsidP="005678FD">
            <w:pPr>
              <w:rPr>
                <w:sz w:val="28"/>
                <w:szCs w:val="28"/>
                <w:lang w:val="uk-UA"/>
              </w:rPr>
            </w:pPr>
            <w:r w:rsidRPr="006135A1">
              <w:rPr>
                <w:sz w:val="28"/>
                <w:szCs w:val="28"/>
                <w:lang w:val="uk-UA"/>
              </w:rPr>
              <w:t>Анісімова М.В.</w:t>
            </w:r>
          </w:p>
        </w:tc>
      </w:tr>
      <w:tr w:rsidR="00B76FA9" w:rsidRPr="00AB5DBE" w:rsidTr="001C2918">
        <w:tc>
          <w:tcPr>
            <w:tcW w:w="567" w:type="dxa"/>
          </w:tcPr>
          <w:p w:rsidR="00B76FA9" w:rsidRDefault="00B76FA9" w:rsidP="001F18EA">
            <w:pPr>
              <w:rPr>
                <w:sz w:val="28"/>
                <w:szCs w:val="28"/>
                <w:lang w:val="uk-UA"/>
              </w:rPr>
            </w:pPr>
            <w:r>
              <w:rPr>
                <w:sz w:val="28"/>
                <w:szCs w:val="28"/>
                <w:lang w:val="uk-UA"/>
              </w:rPr>
              <w:t>12.</w:t>
            </w:r>
          </w:p>
        </w:tc>
        <w:tc>
          <w:tcPr>
            <w:tcW w:w="4962" w:type="dxa"/>
          </w:tcPr>
          <w:p w:rsidR="00B76FA9" w:rsidRPr="006135A1" w:rsidRDefault="00B76FA9" w:rsidP="009A6E08">
            <w:pPr>
              <w:jc w:val="both"/>
              <w:rPr>
                <w:sz w:val="28"/>
                <w:szCs w:val="28"/>
                <w:lang w:val="uk-UA"/>
              </w:rPr>
            </w:pPr>
            <w:r w:rsidRPr="006135A1">
              <w:rPr>
                <w:bCs/>
                <w:sz w:val="28"/>
                <w:szCs w:val="28"/>
                <w:lang w:val="uk-UA"/>
              </w:rPr>
              <w:t xml:space="preserve">Про підготовку та проведення літньої оздоровчо-відпочинкової кампанії 2017 року </w:t>
            </w:r>
          </w:p>
        </w:tc>
        <w:tc>
          <w:tcPr>
            <w:tcW w:w="1701" w:type="dxa"/>
          </w:tcPr>
          <w:p w:rsidR="00B76FA9" w:rsidRPr="006135A1" w:rsidRDefault="00B76FA9" w:rsidP="000453A2">
            <w:pPr>
              <w:rPr>
                <w:sz w:val="28"/>
                <w:szCs w:val="28"/>
                <w:lang w:val="uk-UA"/>
              </w:rPr>
            </w:pPr>
            <w:r w:rsidRPr="006135A1">
              <w:rPr>
                <w:sz w:val="28"/>
                <w:szCs w:val="28"/>
                <w:lang w:val="uk-UA"/>
              </w:rPr>
              <w:t>25.04.2017</w:t>
            </w:r>
          </w:p>
        </w:tc>
        <w:tc>
          <w:tcPr>
            <w:tcW w:w="2551" w:type="dxa"/>
          </w:tcPr>
          <w:p w:rsidR="00B76FA9" w:rsidRPr="006135A1" w:rsidRDefault="00B76FA9" w:rsidP="001C2918">
            <w:pPr>
              <w:rPr>
                <w:sz w:val="28"/>
                <w:szCs w:val="28"/>
                <w:lang w:val="uk-UA"/>
              </w:rPr>
            </w:pPr>
            <w:r w:rsidRPr="006135A1">
              <w:rPr>
                <w:sz w:val="28"/>
                <w:szCs w:val="28"/>
                <w:lang w:val="uk-UA"/>
              </w:rPr>
              <w:t>Татарінов В.М.</w:t>
            </w:r>
          </w:p>
          <w:p w:rsidR="00B76FA9" w:rsidRPr="006135A1" w:rsidRDefault="00B76FA9" w:rsidP="001C2918">
            <w:pPr>
              <w:rPr>
                <w:sz w:val="28"/>
                <w:szCs w:val="28"/>
                <w:lang w:val="uk-UA"/>
              </w:rPr>
            </w:pPr>
            <w:r w:rsidRPr="006135A1">
              <w:rPr>
                <w:sz w:val="28"/>
                <w:szCs w:val="28"/>
                <w:lang w:val="uk-UA"/>
              </w:rPr>
              <w:t>Шкурат Л.П.</w:t>
            </w:r>
          </w:p>
        </w:tc>
      </w:tr>
      <w:tr w:rsidR="00B76FA9" w:rsidRPr="00AB5DBE" w:rsidTr="001C2918">
        <w:tc>
          <w:tcPr>
            <w:tcW w:w="567" w:type="dxa"/>
          </w:tcPr>
          <w:p w:rsidR="00B76FA9" w:rsidRDefault="00B76FA9" w:rsidP="00902439">
            <w:pPr>
              <w:rPr>
                <w:sz w:val="28"/>
                <w:szCs w:val="28"/>
                <w:lang w:val="uk-UA"/>
              </w:rPr>
            </w:pPr>
            <w:r>
              <w:rPr>
                <w:sz w:val="28"/>
                <w:szCs w:val="28"/>
                <w:lang w:val="uk-UA"/>
              </w:rPr>
              <w:t>13.</w:t>
            </w:r>
          </w:p>
        </w:tc>
        <w:tc>
          <w:tcPr>
            <w:tcW w:w="4962" w:type="dxa"/>
          </w:tcPr>
          <w:p w:rsidR="00B76FA9" w:rsidRPr="006135A1" w:rsidRDefault="00B76FA9" w:rsidP="00A444B1">
            <w:pPr>
              <w:jc w:val="both"/>
              <w:rPr>
                <w:sz w:val="28"/>
                <w:szCs w:val="28"/>
                <w:lang w:val="uk-UA"/>
              </w:rPr>
            </w:pPr>
            <w:r w:rsidRPr="006135A1">
              <w:rPr>
                <w:sz w:val="28"/>
                <w:szCs w:val="28"/>
                <w:lang w:val="uk-UA"/>
              </w:rPr>
              <w:t>Про підсумки проходження опалю-вального сезону 2016-2017 років та</w:t>
            </w:r>
            <w:r>
              <w:rPr>
                <w:sz w:val="28"/>
                <w:szCs w:val="28"/>
                <w:lang w:val="uk-UA"/>
              </w:rPr>
              <w:t xml:space="preserve"> з</w:t>
            </w:r>
            <w:r w:rsidRPr="006135A1">
              <w:rPr>
                <w:sz w:val="28"/>
                <w:szCs w:val="28"/>
                <w:lang w:val="uk-UA"/>
              </w:rPr>
              <w:t>а</w:t>
            </w:r>
            <w:r>
              <w:rPr>
                <w:sz w:val="28"/>
                <w:szCs w:val="28"/>
                <w:lang w:val="uk-UA"/>
              </w:rPr>
              <w:t>-</w:t>
            </w:r>
            <w:r w:rsidRPr="006135A1">
              <w:rPr>
                <w:sz w:val="28"/>
                <w:szCs w:val="28"/>
                <w:lang w:val="uk-UA"/>
              </w:rPr>
              <w:t>вдання щодо підготовки галузей еко</w:t>
            </w:r>
            <w:r>
              <w:rPr>
                <w:sz w:val="28"/>
                <w:szCs w:val="28"/>
                <w:lang w:val="uk-UA"/>
              </w:rPr>
              <w:t>-</w:t>
            </w:r>
            <w:r w:rsidRPr="006135A1">
              <w:rPr>
                <w:sz w:val="28"/>
                <w:szCs w:val="28"/>
                <w:lang w:val="uk-UA"/>
              </w:rPr>
              <w:t>номіки та соціальної сфери району до роботи в осінньо-зимовий період 2017-2018 років</w:t>
            </w:r>
          </w:p>
        </w:tc>
        <w:tc>
          <w:tcPr>
            <w:tcW w:w="1701" w:type="dxa"/>
          </w:tcPr>
          <w:p w:rsidR="00B76FA9" w:rsidRPr="006135A1" w:rsidRDefault="00B76FA9" w:rsidP="000453A2">
            <w:pPr>
              <w:rPr>
                <w:bCs/>
                <w:sz w:val="28"/>
                <w:szCs w:val="28"/>
                <w:lang w:val="uk-UA"/>
              </w:rPr>
            </w:pPr>
            <w:r w:rsidRPr="006135A1">
              <w:rPr>
                <w:bCs/>
                <w:sz w:val="28"/>
                <w:szCs w:val="28"/>
                <w:lang w:val="uk-UA"/>
              </w:rPr>
              <w:t>30.05.2017</w:t>
            </w:r>
          </w:p>
        </w:tc>
        <w:tc>
          <w:tcPr>
            <w:tcW w:w="2551" w:type="dxa"/>
          </w:tcPr>
          <w:p w:rsidR="00B76FA9" w:rsidRPr="006135A1" w:rsidRDefault="00B76FA9" w:rsidP="001C2918">
            <w:pPr>
              <w:rPr>
                <w:sz w:val="28"/>
                <w:szCs w:val="28"/>
                <w:lang w:val="uk-UA"/>
              </w:rPr>
            </w:pPr>
            <w:r w:rsidRPr="006135A1">
              <w:rPr>
                <w:sz w:val="28"/>
                <w:szCs w:val="28"/>
                <w:lang w:val="uk-UA"/>
              </w:rPr>
              <w:t>Ломко М.О.</w:t>
            </w:r>
          </w:p>
          <w:p w:rsidR="00B76FA9" w:rsidRPr="006135A1" w:rsidRDefault="00B76FA9" w:rsidP="001C2918">
            <w:pPr>
              <w:rPr>
                <w:sz w:val="28"/>
                <w:szCs w:val="28"/>
                <w:lang w:val="uk-UA"/>
              </w:rPr>
            </w:pPr>
            <w:r w:rsidRPr="006135A1">
              <w:rPr>
                <w:sz w:val="28"/>
                <w:szCs w:val="28"/>
                <w:lang w:val="uk-UA"/>
              </w:rPr>
              <w:t>Ведмідь В.О.</w:t>
            </w:r>
          </w:p>
        </w:tc>
      </w:tr>
      <w:tr w:rsidR="00B76FA9" w:rsidRPr="00AB5DBE" w:rsidTr="001C2918">
        <w:tc>
          <w:tcPr>
            <w:tcW w:w="567" w:type="dxa"/>
          </w:tcPr>
          <w:p w:rsidR="00B76FA9" w:rsidRDefault="00B76FA9" w:rsidP="00902439">
            <w:pPr>
              <w:rPr>
                <w:sz w:val="28"/>
                <w:szCs w:val="28"/>
                <w:lang w:val="uk-UA"/>
              </w:rPr>
            </w:pPr>
            <w:r>
              <w:rPr>
                <w:sz w:val="28"/>
                <w:szCs w:val="28"/>
                <w:lang w:val="uk-UA"/>
              </w:rPr>
              <w:t>14.</w:t>
            </w:r>
          </w:p>
        </w:tc>
        <w:tc>
          <w:tcPr>
            <w:tcW w:w="4962" w:type="dxa"/>
          </w:tcPr>
          <w:p w:rsidR="00B76FA9" w:rsidRPr="00206A10" w:rsidRDefault="00B76FA9" w:rsidP="00407F5F">
            <w:pPr>
              <w:jc w:val="both"/>
              <w:rPr>
                <w:sz w:val="28"/>
                <w:szCs w:val="28"/>
                <w:lang w:val="uk-UA"/>
              </w:rPr>
            </w:pPr>
            <w:r w:rsidRPr="00BA384D">
              <w:rPr>
                <w:sz w:val="28"/>
                <w:szCs w:val="28"/>
                <w:lang w:val="uk-UA"/>
              </w:rPr>
              <w:t xml:space="preserve">Про </w:t>
            </w:r>
            <w:r>
              <w:rPr>
                <w:sz w:val="28"/>
                <w:szCs w:val="28"/>
                <w:lang w:val="uk-UA"/>
              </w:rPr>
              <w:t xml:space="preserve">роботу </w:t>
            </w:r>
            <w:r w:rsidRPr="00BA384D">
              <w:rPr>
                <w:sz w:val="28"/>
                <w:szCs w:val="28"/>
                <w:lang w:val="uk-UA"/>
              </w:rPr>
              <w:t>комунального закладу «Це</w:t>
            </w:r>
            <w:r>
              <w:rPr>
                <w:sz w:val="28"/>
                <w:szCs w:val="28"/>
                <w:lang w:val="uk-UA"/>
              </w:rPr>
              <w:t>-</w:t>
            </w:r>
            <w:r w:rsidRPr="00BA384D">
              <w:rPr>
                <w:sz w:val="28"/>
                <w:szCs w:val="28"/>
                <w:lang w:val="uk-UA"/>
              </w:rPr>
              <w:t>нтр первинної медико-санітарної допо</w:t>
            </w:r>
            <w:r>
              <w:rPr>
                <w:sz w:val="28"/>
                <w:szCs w:val="28"/>
                <w:lang w:val="uk-UA"/>
              </w:rPr>
              <w:t>-</w:t>
            </w:r>
            <w:r w:rsidRPr="00BA384D">
              <w:rPr>
                <w:sz w:val="28"/>
                <w:szCs w:val="28"/>
                <w:lang w:val="uk-UA"/>
              </w:rPr>
              <w:t>моги Роменського району Сумської області» по наданню медичної допомо</w:t>
            </w:r>
            <w:r>
              <w:rPr>
                <w:sz w:val="28"/>
                <w:szCs w:val="28"/>
                <w:lang w:val="uk-UA"/>
              </w:rPr>
              <w:t>-</w:t>
            </w:r>
            <w:r w:rsidRPr="00BA384D">
              <w:rPr>
                <w:sz w:val="28"/>
                <w:szCs w:val="28"/>
                <w:lang w:val="uk-UA"/>
              </w:rPr>
              <w:t xml:space="preserve">ги населенню Роменського району </w:t>
            </w:r>
          </w:p>
        </w:tc>
        <w:tc>
          <w:tcPr>
            <w:tcW w:w="1701" w:type="dxa"/>
          </w:tcPr>
          <w:p w:rsidR="00B76FA9" w:rsidRPr="009A5225" w:rsidRDefault="00B76FA9" w:rsidP="008D5DBF">
            <w:pPr>
              <w:rPr>
                <w:sz w:val="28"/>
                <w:szCs w:val="28"/>
                <w:lang w:val="uk-UA"/>
              </w:rPr>
            </w:pPr>
            <w:r w:rsidRPr="009A5225">
              <w:rPr>
                <w:sz w:val="28"/>
                <w:szCs w:val="28"/>
                <w:lang w:val="uk-UA"/>
              </w:rPr>
              <w:t>27.06.2017</w:t>
            </w:r>
          </w:p>
          <w:p w:rsidR="00B76FA9" w:rsidRPr="000453A2" w:rsidRDefault="00B76FA9" w:rsidP="00F753BD">
            <w:pPr>
              <w:jc w:val="center"/>
              <w:rPr>
                <w:color w:val="FF0000"/>
                <w:sz w:val="28"/>
                <w:szCs w:val="28"/>
                <w:lang w:val="uk-UA"/>
              </w:rPr>
            </w:pPr>
          </w:p>
        </w:tc>
        <w:tc>
          <w:tcPr>
            <w:tcW w:w="2551" w:type="dxa"/>
          </w:tcPr>
          <w:p w:rsidR="00B76FA9" w:rsidRPr="006135A1" w:rsidRDefault="00B76FA9" w:rsidP="009A5225">
            <w:pPr>
              <w:rPr>
                <w:sz w:val="28"/>
                <w:szCs w:val="28"/>
                <w:lang w:val="uk-UA"/>
              </w:rPr>
            </w:pPr>
            <w:r>
              <w:rPr>
                <w:sz w:val="28"/>
                <w:szCs w:val="28"/>
                <w:lang w:val="uk-UA"/>
              </w:rPr>
              <w:t>Т</w:t>
            </w:r>
            <w:r w:rsidRPr="006135A1">
              <w:rPr>
                <w:sz w:val="28"/>
                <w:szCs w:val="28"/>
                <w:lang w:val="uk-UA"/>
              </w:rPr>
              <w:t>атарінов В.М.</w:t>
            </w:r>
          </w:p>
          <w:p w:rsidR="00B76FA9" w:rsidRPr="00F2417D" w:rsidRDefault="00B76FA9" w:rsidP="009A5225">
            <w:pPr>
              <w:jc w:val="both"/>
              <w:rPr>
                <w:sz w:val="28"/>
                <w:szCs w:val="28"/>
                <w:lang w:val="uk-UA"/>
              </w:rPr>
            </w:pPr>
            <w:r>
              <w:rPr>
                <w:sz w:val="28"/>
                <w:szCs w:val="28"/>
                <w:lang w:val="uk-UA"/>
              </w:rPr>
              <w:t>Козаченко М.І.</w:t>
            </w:r>
          </w:p>
        </w:tc>
      </w:tr>
      <w:tr w:rsidR="00B76FA9" w:rsidRPr="00AB5DBE" w:rsidTr="001C2918">
        <w:tc>
          <w:tcPr>
            <w:tcW w:w="567" w:type="dxa"/>
          </w:tcPr>
          <w:p w:rsidR="00B76FA9" w:rsidRDefault="00B76FA9" w:rsidP="001C2918">
            <w:pPr>
              <w:rPr>
                <w:sz w:val="28"/>
                <w:szCs w:val="28"/>
                <w:lang w:val="uk-UA"/>
              </w:rPr>
            </w:pPr>
            <w:r>
              <w:rPr>
                <w:sz w:val="28"/>
                <w:szCs w:val="28"/>
                <w:lang w:val="uk-UA"/>
              </w:rPr>
              <w:t>15.</w:t>
            </w:r>
          </w:p>
        </w:tc>
        <w:tc>
          <w:tcPr>
            <w:tcW w:w="4962" w:type="dxa"/>
          </w:tcPr>
          <w:p w:rsidR="00B76FA9" w:rsidRPr="003B7417" w:rsidRDefault="00B76FA9" w:rsidP="001D50CA">
            <w:pPr>
              <w:jc w:val="both"/>
              <w:rPr>
                <w:sz w:val="28"/>
                <w:szCs w:val="28"/>
                <w:lang w:val="uk-UA"/>
              </w:rPr>
            </w:pPr>
            <w:r w:rsidRPr="003B7417">
              <w:rPr>
                <w:sz w:val="28"/>
                <w:szCs w:val="28"/>
                <w:lang w:val="uk-UA"/>
              </w:rPr>
              <w:t>Про стан виконання Закону України «Про позашкільну освіту». Стан охоп</w:t>
            </w:r>
            <w:r>
              <w:rPr>
                <w:sz w:val="28"/>
                <w:szCs w:val="28"/>
                <w:lang w:val="uk-UA"/>
              </w:rPr>
              <w:t>-</w:t>
            </w:r>
            <w:r w:rsidRPr="003B7417">
              <w:rPr>
                <w:sz w:val="28"/>
                <w:szCs w:val="28"/>
                <w:lang w:val="uk-UA"/>
              </w:rPr>
              <w:t xml:space="preserve"> лення  дітей </w:t>
            </w:r>
            <w:r>
              <w:rPr>
                <w:sz w:val="28"/>
                <w:szCs w:val="28"/>
                <w:lang w:val="uk-UA"/>
              </w:rPr>
              <w:t xml:space="preserve">району </w:t>
            </w:r>
            <w:r w:rsidRPr="003B7417">
              <w:rPr>
                <w:sz w:val="28"/>
                <w:szCs w:val="28"/>
                <w:lang w:val="uk-UA"/>
              </w:rPr>
              <w:t>позашкільною</w:t>
            </w:r>
          </w:p>
        </w:tc>
        <w:tc>
          <w:tcPr>
            <w:tcW w:w="1701" w:type="dxa"/>
          </w:tcPr>
          <w:p w:rsidR="00B76FA9" w:rsidRPr="003B7417" w:rsidRDefault="00B76FA9" w:rsidP="001D50CA">
            <w:pPr>
              <w:rPr>
                <w:sz w:val="28"/>
                <w:szCs w:val="28"/>
                <w:lang w:val="uk-UA"/>
              </w:rPr>
            </w:pPr>
            <w:r w:rsidRPr="003B7417">
              <w:rPr>
                <w:sz w:val="28"/>
                <w:szCs w:val="28"/>
                <w:lang w:val="uk-UA"/>
              </w:rPr>
              <w:t>27.06.2017</w:t>
            </w:r>
          </w:p>
        </w:tc>
        <w:tc>
          <w:tcPr>
            <w:tcW w:w="2551" w:type="dxa"/>
          </w:tcPr>
          <w:p w:rsidR="00B76FA9" w:rsidRDefault="00B76FA9" w:rsidP="001D50CA">
            <w:pPr>
              <w:rPr>
                <w:sz w:val="28"/>
                <w:szCs w:val="28"/>
                <w:lang w:val="uk-UA"/>
              </w:rPr>
            </w:pPr>
            <w:r w:rsidRPr="003B7417">
              <w:rPr>
                <w:sz w:val="28"/>
                <w:szCs w:val="28"/>
                <w:lang w:val="uk-UA"/>
              </w:rPr>
              <w:t>Татарінов В.М</w:t>
            </w:r>
            <w:r>
              <w:rPr>
                <w:sz w:val="28"/>
                <w:szCs w:val="28"/>
                <w:lang w:val="uk-UA"/>
              </w:rPr>
              <w:t>.</w:t>
            </w:r>
          </w:p>
          <w:p w:rsidR="00B76FA9" w:rsidRPr="003B7417" w:rsidRDefault="00B76FA9" w:rsidP="001D50CA">
            <w:pPr>
              <w:rPr>
                <w:sz w:val="28"/>
                <w:szCs w:val="28"/>
                <w:lang w:val="uk-UA"/>
              </w:rPr>
            </w:pPr>
            <w:r w:rsidRPr="003B7417">
              <w:rPr>
                <w:sz w:val="28"/>
                <w:szCs w:val="28"/>
                <w:lang w:val="uk-UA"/>
              </w:rPr>
              <w:t>Шкурат Л.П.</w:t>
            </w:r>
          </w:p>
        </w:tc>
      </w:tr>
      <w:tr w:rsidR="00B76FA9" w:rsidRPr="00BC5378" w:rsidTr="003B6D24">
        <w:tc>
          <w:tcPr>
            <w:tcW w:w="9781" w:type="dxa"/>
            <w:gridSpan w:val="4"/>
          </w:tcPr>
          <w:p w:rsidR="00B76FA9" w:rsidRDefault="00B76FA9" w:rsidP="003B6D24">
            <w:pPr>
              <w:rPr>
                <w:sz w:val="28"/>
                <w:szCs w:val="28"/>
                <w:lang w:val="uk-UA"/>
              </w:rPr>
            </w:pPr>
            <w:r>
              <w:rPr>
                <w:sz w:val="28"/>
                <w:szCs w:val="28"/>
                <w:lang w:val="uk-UA"/>
              </w:rPr>
              <w:t xml:space="preserve">                                                                                                 Продовження додатка</w:t>
            </w:r>
          </w:p>
        </w:tc>
      </w:tr>
      <w:tr w:rsidR="00B76FA9" w:rsidRPr="00BC5378" w:rsidTr="001C2918">
        <w:tc>
          <w:tcPr>
            <w:tcW w:w="567" w:type="dxa"/>
          </w:tcPr>
          <w:p w:rsidR="00B76FA9" w:rsidRDefault="00B76FA9" w:rsidP="003B6D24">
            <w:pPr>
              <w:jc w:val="center"/>
              <w:rPr>
                <w:sz w:val="28"/>
                <w:szCs w:val="28"/>
                <w:lang w:val="uk-UA"/>
              </w:rPr>
            </w:pPr>
            <w:r>
              <w:rPr>
                <w:sz w:val="28"/>
                <w:szCs w:val="28"/>
                <w:lang w:val="uk-UA"/>
              </w:rPr>
              <w:t>1</w:t>
            </w:r>
          </w:p>
        </w:tc>
        <w:tc>
          <w:tcPr>
            <w:tcW w:w="4962" w:type="dxa"/>
          </w:tcPr>
          <w:p w:rsidR="00B76FA9" w:rsidRDefault="00B76FA9" w:rsidP="003B6D24">
            <w:pPr>
              <w:jc w:val="center"/>
              <w:rPr>
                <w:sz w:val="28"/>
                <w:szCs w:val="28"/>
                <w:lang w:val="uk-UA"/>
              </w:rPr>
            </w:pPr>
            <w:r>
              <w:rPr>
                <w:sz w:val="28"/>
                <w:szCs w:val="28"/>
                <w:lang w:val="uk-UA"/>
              </w:rPr>
              <w:t>2</w:t>
            </w:r>
          </w:p>
        </w:tc>
        <w:tc>
          <w:tcPr>
            <w:tcW w:w="1701" w:type="dxa"/>
          </w:tcPr>
          <w:p w:rsidR="00B76FA9" w:rsidRDefault="00B76FA9" w:rsidP="003B6D24">
            <w:pPr>
              <w:jc w:val="center"/>
              <w:rPr>
                <w:sz w:val="28"/>
                <w:szCs w:val="28"/>
                <w:lang w:val="uk-UA"/>
              </w:rPr>
            </w:pPr>
            <w:r>
              <w:rPr>
                <w:sz w:val="28"/>
                <w:szCs w:val="28"/>
                <w:lang w:val="uk-UA"/>
              </w:rPr>
              <w:t>3</w:t>
            </w:r>
          </w:p>
        </w:tc>
        <w:tc>
          <w:tcPr>
            <w:tcW w:w="2551" w:type="dxa"/>
          </w:tcPr>
          <w:p w:rsidR="00B76FA9" w:rsidRDefault="00B76FA9" w:rsidP="003B6D24">
            <w:pPr>
              <w:jc w:val="center"/>
              <w:rPr>
                <w:sz w:val="28"/>
                <w:szCs w:val="28"/>
                <w:lang w:val="uk-UA"/>
              </w:rPr>
            </w:pPr>
            <w:r>
              <w:rPr>
                <w:sz w:val="28"/>
                <w:szCs w:val="28"/>
                <w:lang w:val="uk-UA"/>
              </w:rPr>
              <w:t>4</w:t>
            </w:r>
          </w:p>
        </w:tc>
      </w:tr>
      <w:tr w:rsidR="00B76FA9" w:rsidRPr="00BC5378" w:rsidTr="001C2918">
        <w:tc>
          <w:tcPr>
            <w:tcW w:w="567" w:type="dxa"/>
          </w:tcPr>
          <w:p w:rsidR="00B76FA9" w:rsidRDefault="00B76FA9" w:rsidP="003B6D24">
            <w:pPr>
              <w:jc w:val="center"/>
              <w:rPr>
                <w:sz w:val="28"/>
                <w:szCs w:val="28"/>
                <w:lang w:val="uk-UA"/>
              </w:rPr>
            </w:pPr>
          </w:p>
        </w:tc>
        <w:tc>
          <w:tcPr>
            <w:tcW w:w="4962" w:type="dxa"/>
          </w:tcPr>
          <w:p w:rsidR="00B76FA9" w:rsidRPr="003B7417" w:rsidRDefault="00B76FA9" w:rsidP="0080244F">
            <w:pPr>
              <w:rPr>
                <w:sz w:val="28"/>
                <w:szCs w:val="28"/>
                <w:lang w:val="uk-UA"/>
              </w:rPr>
            </w:pPr>
            <w:r w:rsidRPr="003B7417">
              <w:rPr>
                <w:sz w:val="28"/>
                <w:szCs w:val="28"/>
                <w:lang w:val="uk-UA"/>
              </w:rPr>
              <w:t>ос</w:t>
            </w:r>
            <w:r>
              <w:rPr>
                <w:sz w:val="28"/>
                <w:szCs w:val="28"/>
                <w:lang w:val="uk-UA"/>
              </w:rPr>
              <w:t>в</w:t>
            </w:r>
            <w:r w:rsidRPr="003B7417">
              <w:rPr>
                <w:sz w:val="28"/>
                <w:szCs w:val="28"/>
                <w:lang w:val="uk-UA"/>
              </w:rPr>
              <w:t>ітою</w:t>
            </w:r>
          </w:p>
        </w:tc>
        <w:tc>
          <w:tcPr>
            <w:tcW w:w="1701" w:type="dxa"/>
          </w:tcPr>
          <w:p w:rsidR="00B76FA9" w:rsidRPr="003B7417" w:rsidRDefault="00B76FA9" w:rsidP="003B6D24">
            <w:pPr>
              <w:jc w:val="center"/>
              <w:rPr>
                <w:sz w:val="28"/>
                <w:szCs w:val="28"/>
                <w:lang w:val="uk-UA"/>
              </w:rPr>
            </w:pPr>
          </w:p>
        </w:tc>
        <w:tc>
          <w:tcPr>
            <w:tcW w:w="2551" w:type="dxa"/>
          </w:tcPr>
          <w:p w:rsidR="00B76FA9" w:rsidRPr="003B7417" w:rsidRDefault="00B76FA9" w:rsidP="001D50CA">
            <w:pPr>
              <w:rPr>
                <w:sz w:val="28"/>
                <w:szCs w:val="28"/>
                <w:lang w:val="uk-UA"/>
              </w:rPr>
            </w:pPr>
          </w:p>
        </w:tc>
      </w:tr>
      <w:tr w:rsidR="00B76FA9" w:rsidRPr="00145D06" w:rsidTr="001C2918">
        <w:tc>
          <w:tcPr>
            <w:tcW w:w="567" w:type="dxa"/>
          </w:tcPr>
          <w:p w:rsidR="00B76FA9" w:rsidRDefault="00B76FA9" w:rsidP="00902439">
            <w:pPr>
              <w:rPr>
                <w:sz w:val="28"/>
                <w:szCs w:val="28"/>
                <w:lang w:val="uk-UA"/>
              </w:rPr>
            </w:pPr>
            <w:r>
              <w:rPr>
                <w:sz w:val="28"/>
                <w:szCs w:val="28"/>
                <w:lang w:val="uk-UA"/>
              </w:rPr>
              <w:t>16.</w:t>
            </w:r>
          </w:p>
        </w:tc>
        <w:tc>
          <w:tcPr>
            <w:tcW w:w="4962" w:type="dxa"/>
          </w:tcPr>
          <w:p w:rsidR="00B76FA9" w:rsidRPr="006135A1" w:rsidRDefault="00B76FA9" w:rsidP="009A5225">
            <w:pPr>
              <w:jc w:val="both"/>
              <w:rPr>
                <w:sz w:val="28"/>
                <w:szCs w:val="28"/>
                <w:lang w:val="uk-UA"/>
              </w:rPr>
            </w:pPr>
            <w:r w:rsidRPr="006135A1">
              <w:rPr>
                <w:sz w:val="28"/>
                <w:szCs w:val="28"/>
                <w:lang w:val="uk-UA"/>
              </w:rPr>
              <w:t>Про виконання Програми економіч-ного і соціального розвитку Роменсь</w:t>
            </w:r>
            <w:r>
              <w:rPr>
                <w:sz w:val="28"/>
                <w:szCs w:val="28"/>
                <w:lang w:val="uk-UA"/>
              </w:rPr>
              <w:t>-</w:t>
            </w:r>
            <w:r w:rsidRPr="006135A1">
              <w:rPr>
                <w:sz w:val="28"/>
                <w:szCs w:val="28"/>
                <w:lang w:val="uk-UA"/>
              </w:rPr>
              <w:t>кого району за перше півріччя 2017 року</w:t>
            </w:r>
          </w:p>
        </w:tc>
        <w:tc>
          <w:tcPr>
            <w:tcW w:w="1701" w:type="dxa"/>
          </w:tcPr>
          <w:p w:rsidR="00B76FA9" w:rsidRPr="006135A1" w:rsidRDefault="00B76FA9" w:rsidP="000453A2">
            <w:pPr>
              <w:rPr>
                <w:sz w:val="28"/>
                <w:szCs w:val="28"/>
                <w:lang w:val="uk-UA"/>
              </w:rPr>
            </w:pPr>
            <w:r w:rsidRPr="006135A1">
              <w:rPr>
                <w:sz w:val="28"/>
                <w:szCs w:val="28"/>
                <w:lang w:val="uk-UA"/>
              </w:rPr>
              <w:t>25.07.2017</w:t>
            </w:r>
          </w:p>
        </w:tc>
        <w:tc>
          <w:tcPr>
            <w:tcW w:w="2551" w:type="dxa"/>
          </w:tcPr>
          <w:p w:rsidR="00B76FA9" w:rsidRPr="006135A1" w:rsidRDefault="00B76FA9" w:rsidP="003B6D24">
            <w:pPr>
              <w:rPr>
                <w:sz w:val="28"/>
                <w:szCs w:val="28"/>
                <w:lang w:val="uk-UA"/>
              </w:rPr>
            </w:pPr>
            <w:r w:rsidRPr="006135A1">
              <w:rPr>
                <w:sz w:val="28"/>
                <w:szCs w:val="28"/>
                <w:lang w:val="uk-UA"/>
              </w:rPr>
              <w:t>Татарінов В.М.</w:t>
            </w:r>
          </w:p>
          <w:p w:rsidR="00B76FA9" w:rsidRPr="006135A1" w:rsidRDefault="00B76FA9" w:rsidP="003B6D24">
            <w:pPr>
              <w:rPr>
                <w:sz w:val="28"/>
                <w:szCs w:val="28"/>
                <w:lang w:val="uk-UA"/>
              </w:rPr>
            </w:pPr>
            <w:r w:rsidRPr="006135A1">
              <w:rPr>
                <w:sz w:val="28"/>
                <w:szCs w:val="28"/>
                <w:lang w:val="uk-UA"/>
              </w:rPr>
              <w:t>Гребенюк О.П.</w:t>
            </w:r>
          </w:p>
          <w:p w:rsidR="00B76FA9" w:rsidRPr="006135A1" w:rsidRDefault="00B76FA9" w:rsidP="003B6D24">
            <w:pPr>
              <w:rPr>
                <w:sz w:val="28"/>
                <w:szCs w:val="28"/>
                <w:lang w:val="uk-UA"/>
              </w:rPr>
            </w:pPr>
          </w:p>
        </w:tc>
      </w:tr>
      <w:tr w:rsidR="00B76FA9" w:rsidRPr="00145D06" w:rsidTr="001C2918">
        <w:tc>
          <w:tcPr>
            <w:tcW w:w="567" w:type="dxa"/>
          </w:tcPr>
          <w:p w:rsidR="00B76FA9" w:rsidRDefault="00B76FA9" w:rsidP="006135A1">
            <w:pPr>
              <w:rPr>
                <w:sz w:val="28"/>
                <w:szCs w:val="28"/>
                <w:lang w:val="uk-UA"/>
              </w:rPr>
            </w:pPr>
            <w:r>
              <w:rPr>
                <w:sz w:val="28"/>
                <w:szCs w:val="28"/>
                <w:lang w:val="uk-UA"/>
              </w:rPr>
              <w:t>17.</w:t>
            </w:r>
          </w:p>
        </w:tc>
        <w:tc>
          <w:tcPr>
            <w:tcW w:w="4962" w:type="dxa"/>
          </w:tcPr>
          <w:p w:rsidR="00B76FA9" w:rsidRPr="006135A1" w:rsidRDefault="00B76FA9" w:rsidP="009A5225">
            <w:pPr>
              <w:jc w:val="both"/>
              <w:rPr>
                <w:sz w:val="28"/>
                <w:szCs w:val="28"/>
                <w:lang w:val="uk-UA"/>
              </w:rPr>
            </w:pPr>
            <w:r w:rsidRPr="006135A1">
              <w:rPr>
                <w:sz w:val="28"/>
                <w:szCs w:val="28"/>
                <w:lang w:val="uk-UA"/>
              </w:rPr>
              <w:t xml:space="preserve">Про виконання </w:t>
            </w:r>
            <w:r>
              <w:rPr>
                <w:sz w:val="28"/>
                <w:szCs w:val="28"/>
                <w:lang w:val="uk-UA"/>
              </w:rPr>
              <w:t>бюд</w:t>
            </w:r>
            <w:r w:rsidRPr="006135A1">
              <w:rPr>
                <w:sz w:val="28"/>
                <w:szCs w:val="28"/>
                <w:lang w:val="uk-UA"/>
              </w:rPr>
              <w:t>жету Роменського району за перше півріччя 2017 року</w:t>
            </w:r>
          </w:p>
        </w:tc>
        <w:tc>
          <w:tcPr>
            <w:tcW w:w="1701" w:type="dxa"/>
          </w:tcPr>
          <w:p w:rsidR="00B76FA9" w:rsidRPr="006135A1" w:rsidRDefault="00B76FA9" w:rsidP="005678FD">
            <w:pPr>
              <w:rPr>
                <w:sz w:val="28"/>
                <w:szCs w:val="28"/>
                <w:lang w:val="uk-UA"/>
              </w:rPr>
            </w:pPr>
            <w:r w:rsidRPr="006135A1">
              <w:rPr>
                <w:sz w:val="28"/>
                <w:szCs w:val="28"/>
                <w:lang w:val="uk-UA"/>
              </w:rPr>
              <w:t>25.07.2017</w:t>
            </w:r>
          </w:p>
        </w:tc>
        <w:tc>
          <w:tcPr>
            <w:tcW w:w="2551" w:type="dxa"/>
          </w:tcPr>
          <w:p w:rsidR="00B76FA9" w:rsidRPr="006135A1" w:rsidRDefault="00B76FA9" w:rsidP="005678FD">
            <w:pPr>
              <w:rPr>
                <w:sz w:val="28"/>
                <w:szCs w:val="28"/>
                <w:lang w:val="uk-UA"/>
              </w:rPr>
            </w:pPr>
            <w:r w:rsidRPr="006135A1">
              <w:rPr>
                <w:sz w:val="28"/>
                <w:szCs w:val="28"/>
                <w:lang w:val="uk-UA"/>
              </w:rPr>
              <w:t>Татарінов В.М.</w:t>
            </w:r>
          </w:p>
          <w:p w:rsidR="00B76FA9" w:rsidRPr="006135A1" w:rsidRDefault="00B76FA9" w:rsidP="005678FD">
            <w:pPr>
              <w:rPr>
                <w:sz w:val="28"/>
                <w:szCs w:val="28"/>
                <w:lang w:val="uk-UA"/>
              </w:rPr>
            </w:pPr>
            <w:r w:rsidRPr="006135A1">
              <w:rPr>
                <w:sz w:val="28"/>
                <w:szCs w:val="28"/>
                <w:lang w:val="uk-UA"/>
              </w:rPr>
              <w:t>Анісімова М.В.</w:t>
            </w:r>
          </w:p>
        </w:tc>
      </w:tr>
      <w:tr w:rsidR="00B76FA9" w:rsidRPr="0021525C" w:rsidTr="001C2918">
        <w:tc>
          <w:tcPr>
            <w:tcW w:w="567" w:type="dxa"/>
          </w:tcPr>
          <w:p w:rsidR="00B76FA9" w:rsidRDefault="00B76FA9" w:rsidP="00902439">
            <w:pPr>
              <w:rPr>
                <w:sz w:val="28"/>
                <w:szCs w:val="28"/>
                <w:lang w:val="uk-UA"/>
              </w:rPr>
            </w:pPr>
            <w:r>
              <w:rPr>
                <w:sz w:val="28"/>
                <w:szCs w:val="28"/>
                <w:lang w:val="uk-UA"/>
              </w:rPr>
              <w:t>18.</w:t>
            </w:r>
          </w:p>
        </w:tc>
        <w:tc>
          <w:tcPr>
            <w:tcW w:w="4962" w:type="dxa"/>
          </w:tcPr>
          <w:p w:rsidR="00B76FA9" w:rsidRPr="0021525C" w:rsidRDefault="00B76FA9" w:rsidP="00902439">
            <w:pPr>
              <w:jc w:val="both"/>
              <w:rPr>
                <w:bCs/>
                <w:sz w:val="28"/>
                <w:szCs w:val="28"/>
                <w:lang w:val="uk-UA"/>
              </w:rPr>
            </w:pPr>
            <w:r w:rsidRPr="0021525C">
              <w:rPr>
                <w:bCs/>
                <w:sz w:val="28"/>
                <w:szCs w:val="28"/>
                <w:lang w:val="uk-UA"/>
              </w:rPr>
              <w:t>Про організований початок 2017-2018 навчального року, підготовку матері</w:t>
            </w:r>
            <w:r>
              <w:rPr>
                <w:bCs/>
                <w:sz w:val="28"/>
                <w:szCs w:val="28"/>
                <w:lang w:val="uk-UA"/>
              </w:rPr>
              <w:t>-</w:t>
            </w:r>
            <w:r w:rsidRPr="0021525C">
              <w:rPr>
                <w:bCs/>
                <w:sz w:val="28"/>
                <w:szCs w:val="28"/>
                <w:lang w:val="uk-UA"/>
              </w:rPr>
              <w:t>ально-технічної бази навчальних зак</w:t>
            </w:r>
            <w:r>
              <w:rPr>
                <w:bCs/>
                <w:sz w:val="28"/>
                <w:szCs w:val="28"/>
                <w:lang w:val="uk-UA"/>
              </w:rPr>
              <w:t>-</w:t>
            </w:r>
            <w:r w:rsidRPr="0021525C">
              <w:rPr>
                <w:bCs/>
                <w:sz w:val="28"/>
                <w:szCs w:val="28"/>
                <w:lang w:val="uk-UA"/>
              </w:rPr>
              <w:t xml:space="preserve">ладів до роботи в новому навчальному році </w:t>
            </w:r>
            <w:r>
              <w:rPr>
                <w:bCs/>
                <w:sz w:val="28"/>
                <w:szCs w:val="28"/>
                <w:lang w:val="uk-UA"/>
              </w:rPr>
              <w:t>та в осінньо-</w:t>
            </w:r>
            <w:r w:rsidRPr="0021525C">
              <w:rPr>
                <w:bCs/>
                <w:sz w:val="28"/>
                <w:szCs w:val="28"/>
                <w:lang w:val="uk-UA"/>
              </w:rPr>
              <w:t xml:space="preserve">зимовий період </w:t>
            </w:r>
          </w:p>
        </w:tc>
        <w:tc>
          <w:tcPr>
            <w:tcW w:w="1701" w:type="dxa"/>
          </w:tcPr>
          <w:p w:rsidR="00B76FA9" w:rsidRPr="0021525C" w:rsidRDefault="00B76FA9" w:rsidP="001C2918">
            <w:pPr>
              <w:rPr>
                <w:sz w:val="28"/>
                <w:szCs w:val="28"/>
                <w:lang w:val="uk-UA"/>
              </w:rPr>
            </w:pPr>
            <w:r w:rsidRPr="0021525C">
              <w:rPr>
                <w:sz w:val="28"/>
                <w:szCs w:val="28"/>
                <w:lang w:val="uk-UA"/>
              </w:rPr>
              <w:t>29.08.2017</w:t>
            </w:r>
          </w:p>
          <w:p w:rsidR="00B76FA9" w:rsidRPr="0021525C" w:rsidRDefault="00B76FA9" w:rsidP="001C2918">
            <w:pPr>
              <w:rPr>
                <w:sz w:val="28"/>
                <w:szCs w:val="28"/>
                <w:lang w:val="uk-UA"/>
              </w:rPr>
            </w:pPr>
          </w:p>
          <w:p w:rsidR="00B76FA9" w:rsidRPr="0021525C" w:rsidRDefault="00B76FA9" w:rsidP="001C2918">
            <w:pPr>
              <w:rPr>
                <w:sz w:val="28"/>
                <w:szCs w:val="28"/>
                <w:lang w:val="uk-UA"/>
              </w:rPr>
            </w:pPr>
          </w:p>
          <w:p w:rsidR="00B76FA9" w:rsidRPr="0021525C" w:rsidRDefault="00B76FA9" w:rsidP="001C2918">
            <w:pPr>
              <w:rPr>
                <w:sz w:val="28"/>
                <w:szCs w:val="28"/>
                <w:lang w:val="uk-UA"/>
              </w:rPr>
            </w:pPr>
          </w:p>
        </w:tc>
        <w:tc>
          <w:tcPr>
            <w:tcW w:w="2551" w:type="dxa"/>
          </w:tcPr>
          <w:p w:rsidR="00B76FA9" w:rsidRPr="0021525C" w:rsidRDefault="00B76FA9" w:rsidP="001C2918">
            <w:pPr>
              <w:rPr>
                <w:sz w:val="28"/>
                <w:szCs w:val="28"/>
                <w:lang w:val="uk-UA"/>
              </w:rPr>
            </w:pPr>
            <w:r w:rsidRPr="0021525C">
              <w:rPr>
                <w:sz w:val="28"/>
                <w:szCs w:val="28"/>
                <w:lang w:val="uk-UA"/>
              </w:rPr>
              <w:t>Татарінов В.М.</w:t>
            </w:r>
          </w:p>
          <w:p w:rsidR="00B76FA9" w:rsidRPr="0021525C" w:rsidRDefault="00B76FA9" w:rsidP="001C2918">
            <w:pPr>
              <w:rPr>
                <w:sz w:val="28"/>
                <w:szCs w:val="28"/>
                <w:lang w:val="uk-UA"/>
              </w:rPr>
            </w:pPr>
            <w:r w:rsidRPr="0021525C">
              <w:rPr>
                <w:sz w:val="28"/>
                <w:szCs w:val="28"/>
                <w:lang w:val="uk-UA"/>
              </w:rPr>
              <w:t>Шкурат Л.П.</w:t>
            </w:r>
          </w:p>
          <w:p w:rsidR="00B76FA9" w:rsidRPr="0021525C" w:rsidRDefault="00B76FA9" w:rsidP="0021525C">
            <w:pPr>
              <w:rPr>
                <w:sz w:val="28"/>
                <w:szCs w:val="28"/>
                <w:lang w:val="uk-UA"/>
              </w:rPr>
            </w:pPr>
          </w:p>
        </w:tc>
      </w:tr>
      <w:tr w:rsidR="00B76FA9" w:rsidRPr="00AB5DBE" w:rsidTr="001C2918">
        <w:tc>
          <w:tcPr>
            <w:tcW w:w="567" w:type="dxa"/>
          </w:tcPr>
          <w:p w:rsidR="00B76FA9" w:rsidRPr="00945F43" w:rsidRDefault="00B76FA9" w:rsidP="00902439">
            <w:pPr>
              <w:rPr>
                <w:sz w:val="28"/>
                <w:szCs w:val="28"/>
                <w:lang w:val="uk-UA"/>
              </w:rPr>
            </w:pPr>
            <w:r>
              <w:rPr>
                <w:sz w:val="28"/>
                <w:szCs w:val="28"/>
                <w:lang w:val="uk-UA"/>
              </w:rPr>
              <w:t>19</w:t>
            </w:r>
            <w:r w:rsidRPr="00945F43">
              <w:rPr>
                <w:sz w:val="28"/>
                <w:szCs w:val="28"/>
                <w:lang w:val="uk-UA"/>
              </w:rPr>
              <w:t>.</w:t>
            </w:r>
          </w:p>
        </w:tc>
        <w:tc>
          <w:tcPr>
            <w:tcW w:w="4962" w:type="dxa"/>
          </w:tcPr>
          <w:p w:rsidR="00B76FA9" w:rsidRPr="006135A1" w:rsidRDefault="00B76FA9" w:rsidP="00A444B1">
            <w:pPr>
              <w:jc w:val="both"/>
              <w:rPr>
                <w:sz w:val="28"/>
                <w:szCs w:val="28"/>
                <w:lang w:val="uk-UA"/>
              </w:rPr>
            </w:pPr>
            <w:r w:rsidRPr="006135A1">
              <w:rPr>
                <w:sz w:val="28"/>
                <w:szCs w:val="28"/>
                <w:lang w:val="uk-UA"/>
              </w:rPr>
              <w:t>Про стан готовності галузей економіки та соціальної сфери до роботи в осінньо-зимовий період 2017-2018 років та впровадження заходів з енергозбереження в районі</w:t>
            </w:r>
          </w:p>
        </w:tc>
        <w:tc>
          <w:tcPr>
            <w:tcW w:w="1701" w:type="dxa"/>
          </w:tcPr>
          <w:p w:rsidR="00B76FA9" w:rsidRPr="006135A1" w:rsidRDefault="00B76FA9" w:rsidP="001C2918">
            <w:pPr>
              <w:rPr>
                <w:sz w:val="28"/>
                <w:szCs w:val="28"/>
                <w:lang w:val="uk-UA"/>
              </w:rPr>
            </w:pPr>
            <w:r w:rsidRPr="006135A1">
              <w:rPr>
                <w:sz w:val="28"/>
                <w:szCs w:val="28"/>
                <w:lang w:val="uk-UA"/>
              </w:rPr>
              <w:t>26.09.2017</w:t>
            </w:r>
          </w:p>
          <w:p w:rsidR="00B76FA9" w:rsidRPr="006135A1" w:rsidRDefault="00B76FA9" w:rsidP="001C2918">
            <w:pPr>
              <w:rPr>
                <w:sz w:val="28"/>
                <w:szCs w:val="28"/>
                <w:lang w:val="uk-UA"/>
              </w:rPr>
            </w:pPr>
          </w:p>
          <w:p w:rsidR="00B76FA9" w:rsidRPr="006135A1" w:rsidRDefault="00B76FA9" w:rsidP="001C2918">
            <w:pPr>
              <w:rPr>
                <w:sz w:val="28"/>
                <w:szCs w:val="28"/>
                <w:lang w:val="uk-UA"/>
              </w:rPr>
            </w:pPr>
          </w:p>
          <w:p w:rsidR="00B76FA9" w:rsidRPr="006135A1" w:rsidRDefault="00B76FA9" w:rsidP="001C2918">
            <w:pPr>
              <w:rPr>
                <w:sz w:val="28"/>
                <w:szCs w:val="28"/>
                <w:lang w:val="uk-UA"/>
              </w:rPr>
            </w:pPr>
          </w:p>
          <w:p w:rsidR="00B76FA9" w:rsidRPr="006135A1" w:rsidRDefault="00B76FA9" w:rsidP="001C2918">
            <w:pPr>
              <w:rPr>
                <w:sz w:val="28"/>
                <w:szCs w:val="28"/>
                <w:lang w:val="uk-UA"/>
              </w:rPr>
            </w:pPr>
          </w:p>
        </w:tc>
        <w:tc>
          <w:tcPr>
            <w:tcW w:w="2551" w:type="dxa"/>
          </w:tcPr>
          <w:p w:rsidR="00B76FA9" w:rsidRPr="006135A1" w:rsidRDefault="00B76FA9" w:rsidP="00B67691">
            <w:pPr>
              <w:rPr>
                <w:sz w:val="28"/>
                <w:szCs w:val="28"/>
                <w:lang w:val="uk-UA"/>
              </w:rPr>
            </w:pPr>
            <w:r w:rsidRPr="006135A1">
              <w:rPr>
                <w:sz w:val="28"/>
                <w:szCs w:val="28"/>
                <w:lang w:val="uk-UA"/>
              </w:rPr>
              <w:t>Татарінов В.М.</w:t>
            </w:r>
          </w:p>
          <w:p w:rsidR="00B76FA9" w:rsidRPr="006135A1" w:rsidRDefault="00B76FA9" w:rsidP="001C2918">
            <w:pPr>
              <w:rPr>
                <w:sz w:val="28"/>
                <w:szCs w:val="28"/>
                <w:lang w:val="uk-UA"/>
              </w:rPr>
            </w:pPr>
            <w:r w:rsidRPr="006135A1">
              <w:rPr>
                <w:sz w:val="28"/>
                <w:szCs w:val="28"/>
                <w:lang w:val="uk-UA"/>
              </w:rPr>
              <w:t>Ломко М.О.</w:t>
            </w:r>
          </w:p>
          <w:p w:rsidR="00B76FA9" w:rsidRPr="006135A1" w:rsidRDefault="00B76FA9" w:rsidP="001C2918">
            <w:pPr>
              <w:rPr>
                <w:sz w:val="28"/>
                <w:szCs w:val="28"/>
                <w:lang w:val="uk-UA"/>
              </w:rPr>
            </w:pPr>
            <w:r w:rsidRPr="006135A1">
              <w:rPr>
                <w:sz w:val="28"/>
                <w:szCs w:val="28"/>
                <w:lang w:val="uk-UA"/>
              </w:rPr>
              <w:t>Ведмідь В.О.</w:t>
            </w:r>
          </w:p>
          <w:p w:rsidR="00B76FA9" w:rsidRPr="006135A1" w:rsidRDefault="00B76FA9" w:rsidP="001C2918">
            <w:pPr>
              <w:rPr>
                <w:sz w:val="28"/>
                <w:szCs w:val="28"/>
                <w:lang w:val="uk-UA"/>
              </w:rPr>
            </w:pPr>
            <w:r w:rsidRPr="006135A1">
              <w:rPr>
                <w:sz w:val="28"/>
                <w:szCs w:val="28"/>
                <w:lang w:val="uk-UA"/>
              </w:rPr>
              <w:t>Шкурат Л.П.</w:t>
            </w:r>
          </w:p>
          <w:p w:rsidR="00B76FA9" w:rsidRPr="006135A1" w:rsidRDefault="00B76FA9" w:rsidP="001C2918">
            <w:pPr>
              <w:rPr>
                <w:sz w:val="28"/>
                <w:szCs w:val="28"/>
                <w:lang w:val="uk-UA"/>
              </w:rPr>
            </w:pPr>
            <w:r w:rsidRPr="006135A1">
              <w:rPr>
                <w:iCs/>
                <w:sz w:val="28"/>
                <w:szCs w:val="28"/>
                <w:lang w:val="uk-UA"/>
              </w:rPr>
              <w:t>Момот С.В.</w:t>
            </w:r>
          </w:p>
          <w:p w:rsidR="00B76FA9" w:rsidRPr="006135A1" w:rsidRDefault="00B76FA9" w:rsidP="001C2918">
            <w:pPr>
              <w:rPr>
                <w:sz w:val="28"/>
                <w:szCs w:val="28"/>
                <w:lang w:val="uk-UA"/>
              </w:rPr>
            </w:pPr>
            <w:r w:rsidRPr="006135A1">
              <w:rPr>
                <w:sz w:val="28"/>
                <w:szCs w:val="28"/>
                <w:lang w:val="uk-UA"/>
              </w:rPr>
              <w:t>Козаченко М.І.</w:t>
            </w:r>
          </w:p>
        </w:tc>
      </w:tr>
      <w:tr w:rsidR="00B76FA9" w:rsidRPr="00F2417D" w:rsidTr="001C2918">
        <w:tc>
          <w:tcPr>
            <w:tcW w:w="567" w:type="dxa"/>
          </w:tcPr>
          <w:p w:rsidR="00B76FA9" w:rsidRDefault="00B76FA9" w:rsidP="00F5550A">
            <w:pPr>
              <w:rPr>
                <w:sz w:val="28"/>
                <w:szCs w:val="28"/>
                <w:lang w:val="uk-UA"/>
              </w:rPr>
            </w:pPr>
            <w:r>
              <w:rPr>
                <w:sz w:val="28"/>
                <w:szCs w:val="28"/>
                <w:lang w:val="uk-UA"/>
              </w:rPr>
              <w:t>20.</w:t>
            </w:r>
          </w:p>
        </w:tc>
        <w:tc>
          <w:tcPr>
            <w:tcW w:w="4962" w:type="dxa"/>
          </w:tcPr>
          <w:p w:rsidR="00B76FA9" w:rsidRPr="00E650B8" w:rsidRDefault="00B76FA9" w:rsidP="00902439">
            <w:pPr>
              <w:jc w:val="both"/>
              <w:rPr>
                <w:sz w:val="28"/>
                <w:szCs w:val="28"/>
                <w:lang w:val="uk-UA"/>
              </w:rPr>
            </w:pPr>
            <w:r w:rsidRPr="00E650B8">
              <w:rPr>
                <w:sz w:val="28"/>
                <w:szCs w:val="28"/>
                <w:lang w:val="uk-UA"/>
              </w:rPr>
              <w:t>Про надання житлових субсидій населенню району на опалювальний період 2017-2018 років та стан піль-гових перевезень</w:t>
            </w:r>
          </w:p>
        </w:tc>
        <w:tc>
          <w:tcPr>
            <w:tcW w:w="1701" w:type="dxa"/>
          </w:tcPr>
          <w:p w:rsidR="00B76FA9" w:rsidRPr="006135A1" w:rsidRDefault="00B76FA9" w:rsidP="00F2417D">
            <w:pPr>
              <w:rPr>
                <w:sz w:val="28"/>
                <w:szCs w:val="28"/>
                <w:lang w:val="uk-UA"/>
              </w:rPr>
            </w:pPr>
            <w:r w:rsidRPr="006135A1">
              <w:rPr>
                <w:sz w:val="28"/>
                <w:szCs w:val="28"/>
                <w:lang w:val="uk-UA"/>
              </w:rPr>
              <w:t>26.09.2017</w:t>
            </w:r>
          </w:p>
          <w:p w:rsidR="00B76FA9" w:rsidRPr="006135A1" w:rsidRDefault="00B76FA9" w:rsidP="00F2417D">
            <w:pPr>
              <w:rPr>
                <w:sz w:val="28"/>
                <w:szCs w:val="28"/>
                <w:lang w:val="uk-UA"/>
              </w:rPr>
            </w:pPr>
          </w:p>
          <w:p w:rsidR="00B76FA9" w:rsidRPr="006135A1" w:rsidRDefault="00B76FA9" w:rsidP="001C2918">
            <w:pPr>
              <w:rPr>
                <w:sz w:val="28"/>
                <w:szCs w:val="28"/>
                <w:lang w:val="uk-UA"/>
              </w:rPr>
            </w:pPr>
          </w:p>
        </w:tc>
        <w:tc>
          <w:tcPr>
            <w:tcW w:w="2551" w:type="dxa"/>
          </w:tcPr>
          <w:p w:rsidR="00B76FA9" w:rsidRPr="006135A1" w:rsidRDefault="00B76FA9" w:rsidP="00F2417D">
            <w:pPr>
              <w:jc w:val="both"/>
              <w:rPr>
                <w:sz w:val="28"/>
                <w:szCs w:val="28"/>
                <w:lang w:val="uk-UA"/>
              </w:rPr>
            </w:pPr>
            <w:r w:rsidRPr="006135A1">
              <w:rPr>
                <w:sz w:val="28"/>
                <w:szCs w:val="28"/>
                <w:lang w:val="uk-UA"/>
              </w:rPr>
              <w:t>Татарінов В.М.</w:t>
            </w:r>
          </w:p>
          <w:p w:rsidR="00B76FA9" w:rsidRPr="006135A1" w:rsidRDefault="00B76FA9" w:rsidP="00F2417D">
            <w:pPr>
              <w:rPr>
                <w:sz w:val="28"/>
                <w:szCs w:val="28"/>
                <w:lang w:val="uk-UA"/>
              </w:rPr>
            </w:pPr>
            <w:r w:rsidRPr="006135A1">
              <w:rPr>
                <w:sz w:val="28"/>
                <w:szCs w:val="28"/>
                <w:lang w:val="uk-UA"/>
              </w:rPr>
              <w:t>Даценко О.М.</w:t>
            </w:r>
          </w:p>
        </w:tc>
      </w:tr>
      <w:tr w:rsidR="00B76FA9" w:rsidRPr="00AB5DBE" w:rsidTr="001C2918">
        <w:tc>
          <w:tcPr>
            <w:tcW w:w="567" w:type="dxa"/>
          </w:tcPr>
          <w:p w:rsidR="00B76FA9" w:rsidRDefault="00B76FA9" w:rsidP="00F5550A">
            <w:pPr>
              <w:rPr>
                <w:sz w:val="28"/>
                <w:szCs w:val="28"/>
                <w:lang w:val="uk-UA"/>
              </w:rPr>
            </w:pPr>
            <w:r>
              <w:rPr>
                <w:sz w:val="28"/>
                <w:szCs w:val="28"/>
                <w:lang w:val="uk-UA"/>
              </w:rPr>
              <w:t>21.</w:t>
            </w:r>
          </w:p>
        </w:tc>
        <w:tc>
          <w:tcPr>
            <w:tcW w:w="4962" w:type="dxa"/>
          </w:tcPr>
          <w:p w:rsidR="00B76FA9" w:rsidRPr="006135A1" w:rsidRDefault="00B76FA9" w:rsidP="00BA2AB1">
            <w:pPr>
              <w:jc w:val="both"/>
              <w:rPr>
                <w:sz w:val="28"/>
                <w:szCs w:val="28"/>
                <w:lang w:val="uk-UA"/>
              </w:rPr>
            </w:pPr>
            <w:r w:rsidRPr="006135A1">
              <w:rPr>
                <w:sz w:val="28"/>
                <w:szCs w:val="28"/>
                <w:lang w:val="uk-UA"/>
              </w:rPr>
              <w:t xml:space="preserve">Про хід виконання розпорядження голови Сумської обласної державної адміністрації від 06.01.2016 № 5-ОД </w:t>
            </w:r>
          </w:p>
          <w:p w:rsidR="00B76FA9" w:rsidRPr="006135A1" w:rsidRDefault="00B76FA9" w:rsidP="008C3A19">
            <w:pPr>
              <w:jc w:val="both"/>
              <w:rPr>
                <w:sz w:val="28"/>
                <w:szCs w:val="28"/>
                <w:lang w:val="uk-UA"/>
              </w:rPr>
            </w:pPr>
            <w:r w:rsidRPr="006135A1">
              <w:rPr>
                <w:sz w:val="28"/>
                <w:szCs w:val="28"/>
                <w:lang w:val="uk-UA"/>
              </w:rPr>
              <w:t xml:space="preserve">«Про приведення до вимог чинного законодавства містобудівної </w:t>
            </w:r>
            <w:r>
              <w:rPr>
                <w:sz w:val="28"/>
                <w:szCs w:val="28"/>
                <w:lang w:val="uk-UA"/>
              </w:rPr>
              <w:t>докумен-</w:t>
            </w:r>
            <w:r w:rsidRPr="006135A1">
              <w:rPr>
                <w:sz w:val="28"/>
                <w:szCs w:val="28"/>
                <w:lang w:val="uk-UA"/>
              </w:rPr>
              <w:t>тації на території Сумської області</w:t>
            </w:r>
            <w:r>
              <w:rPr>
                <w:sz w:val="28"/>
                <w:szCs w:val="28"/>
                <w:lang w:val="uk-UA"/>
              </w:rPr>
              <w:t>»</w:t>
            </w:r>
          </w:p>
        </w:tc>
        <w:tc>
          <w:tcPr>
            <w:tcW w:w="1701" w:type="dxa"/>
          </w:tcPr>
          <w:p w:rsidR="00B76FA9" w:rsidRPr="006135A1" w:rsidRDefault="00B76FA9" w:rsidP="007C765A">
            <w:pPr>
              <w:rPr>
                <w:sz w:val="28"/>
                <w:szCs w:val="28"/>
                <w:lang w:val="uk-UA"/>
              </w:rPr>
            </w:pPr>
            <w:r w:rsidRPr="006135A1">
              <w:rPr>
                <w:sz w:val="28"/>
                <w:szCs w:val="28"/>
                <w:lang w:val="uk-UA"/>
              </w:rPr>
              <w:t>26.09.2017</w:t>
            </w:r>
          </w:p>
          <w:p w:rsidR="00B76FA9" w:rsidRPr="006135A1" w:rsidRDefault="00B76FA9" w:rsidP="001C2918">
            <w:pPr>
              <w:rPr>
                <w:sz w:val="28"/>
                <w:szCs w:val="28"/>
                <w:lang w:val="uk-UA"/>
              </w:rPr>
            </w:pPr>
          </w:p>
        </w:tc>
        <w:tc>
          <w:tcPr>
            <w:tcW w:w="2551" w:type="dxa"/>
          </w:tcPr>
          <w:p w:rsidR="00B76FA9" w:rsidRPr="006135A1" w:rsidRDefault="00B76FA9" w:rsidP="00B67691">
            <w:pPr>
              <w:rPr>
                <w:sz w:val="28"/>
                <w:szCs w:val="28"/>
                <w:lang w:val="uk-UA"/>
              </w:rPr>
            </w:pPr>
            <w:r w:rsidRPr="006135A1">
              <w:rPr>
                <w:sz w:val="28"/>
                <w:szCs w:val="28"/>
                <w:lang w:val="uk-UA"/>
              </w:rPr>
              <w:t>Ломко М.О.</w:t>
            </w:r>
          </w:p>
          <w:p w:rsidR="00B76FA9" w:rsidRPr="006135A1" w:rsidRDefault="00B76FA9" w:rsidP="00B67691">
            <w:pPr>
              <w:rPr>
                <w:sz w:val="28"/>
                <w:szCs w:val="28"/>
                <w:lang w:val="uk-UA"/>
              </w:rPr>
            </w:pPr>
            <w:r w:rsidRPr="006135A1">
              <w:rPr>
                <w:sz w:val="28"/>
                <w:szCs w:val="28"/>
                <w:lang w:val="uk-UA"/>
              </w:rPr>
              <w:t>Федько Л.Г.</w:t>
            </w:r>
          </w:p>
        </w:tc>
      </w:tr>
      <w:tr w:rsidR="00B76FA9" w:rsidRPr="00AB5DBE" w:rsidTr="001C2918">
        <w:tc>
          <w:tcPr>
            <w:tcW w:w="567" w:type="dxa"/>
          </w:tcPr>
          <w:p w:rsidR="00B76FA9" w:rsidRPr="00945F43" w:rsidRDefault="00B76FA9" w:rsidP="006135A1">
            <w:pPr>
              <w:rPr>
                <w:sz w:val="28"/>
                <w:szCs w:val="28"/>
                <w:lang w:val="uk-UA"/>
              </w:rPr>
            </w:pPr>
            <w:r>
              <w:rPr>
                <w:sz w:val="28"/>
                <w:szCs w:val="28"/>
                <w:lang w:val="uk-UA"/>
              </w:rPr>
              <w:t>22.</w:t>
            </w:r>
          </w:p>
        </w:tc>
        <w:tc>
          <w:tcPr>
            <w:tcW w:w="4962" w:type="dxa"/>
          </w:tcPr>
          <w:p w:rsidR="00B76FA9" w:rsidRPr="003B7417" w:rsidRDefault="00B76FA9" w:rsidP="0021525C">
            <w:pPr>
              <w:jc w:val="both"/>
              <w:rPr>
                <w:sz w:val="28"/>
                <w:szCs w:val="28"/>
                <w:lang w:val="uk-UA"/>
              </w:rPr>
            </w:pPr>
            <w:r w:rsidRPr="003B7417">
              <w:rPr>
                <w:sz w:val="28"/>
                <w:szCs w:val="28"/>
                <w:lang w:val="uk-UA"/>
              </w:rPr>
              <w:t>Про провадження органами опіки та піклування діяльності, пов’язаної із захистом прав дитини та стан  влашту-вання  дітей-сиріт та дітей, позбавле-них батьківського піклування до сімей-них форм виховання</w:t>
            </w:r>
          </w:p>
        </w:tc>
        <w:tc>
          <w:tcPr>
            <w:tcW w:w="1701" w:type="dxa"/>
          </w:tcPr>
          <w:p w:rsidR="00B76FA9" w:rsidRPr="003B7417" w:rsidRDefault="00B76FA9" w:rsidP="000453A2">
            <w:pPr>
              <w:rPr>
                <w:sz w:val="28"/>
                <w:szCs w:val="28"/>
                <w:lang w:val="uk-UA"/>
              </w:rPr>
            </w:pPr>
            <w:r w:rsidRPr="003B7417">
              <w:rPr>
                <w:sz w:val="28"/>
                <w:szCs w:val="28"/>
                <w:lang w:val="uk-UA"/>
              </w:rPr>
              <w:t>26.09.2017</w:t>
            </w:r>
          </w:p>
        </w:tc>
        <w:tc>
          <w:tcPr>
            <w:tcW w:w="2551" w:type="dxa"/>
          </w:tcPr>
          <w:p w:rsidR="00B76FA9" w:rsidRPr="003B7417" w:rsidRDefault="00B76FA9" w:rsidP="001C2918">
            <w:pPr>
              <w:rPr>
                <w:sz w:val="28"/>
                <w:szCs w:val="28"/>
                <w:lang w:val="uk-UA"/>
              </w:rPr>
            </w:pPr>
            <w:r w:rsidRPr="003B7417">
              <w:rPr>
                <w:sz w:val="28"/>
                <w:szCs w:val="28"/>
                <w:lang w:val="uk-UA"/>
              </w:rPr>
              <w:t>Татарінов В.М.</w:t>
            </w:r>
          </w:p>
          <w:p w:rsidR="00B76FA9" w:rsidRPr="009611DD" w:rsidRDefault="00B76FA9" w:rsidP="001C2918">
            <w:pPr>
              <w:rPr>
                <w:sz w:val="28"/>
                <w:szCs w:val="28"/>
                <w:lang w:val="uk-UA"/>
              </w:rPr>
            </w:pPr>
            <w:r w:rsidRPr="009611DD">
              <w:rPr>
                <w:sz w:val="28"/>
                <w:szCs w:val="28"/>
                <w:lang w:val="uk-UA"/>
              </w:rPr>
              <w:t>Старун Н.В.</w:t>
            </w:r>
          </w:p>
          <w:p w:rsidR="00B76FA9" w:rsidRPr="003B7417" w:rsidRDefault="00B76FA9" w:rsidP="001C2918">
            <w:pPr>
              <w:rPr>
                <w:sz w:val="28"/>
                <w:szCs w:val="28"/>
                <w:lang w:val="uk-UA"/>
              </w:rPr>
            </w:pPr>
          </w:p>
        </w:tc>
      </w:tr>
      <w:tr w:rsidR="00B76FA9" w:rsidRPr="00145D06" w:rsidTr="001C2918">
        <w:tc>
          <w:tcPr>
            <w:tcW w:w="567" w:type="dxa"/>
          </w:tcPr>
          <w:p w:rsidR="00B76FA9" w:rsidRPr="00945F43" w:rsidRDefault="00B76FA9" w:rsidP="006135A1">
            <w:pPr>
              <w:rPr>
                <w:sz w:val="28"/>
                <w:szCs w:val="28"/>
                <w:lang w:val="uk-UA"/>
              </w:rPr>
            </w:pPr>
            <w:r>
              <w:rPr>
                <w:sz w:val="28"/>
                <w:szCs w:val="28"/>
                <w:lang w:val="uk-UA"/>
              </w:rPr>
              <w:t>23.</w:t>
            </w:r>
          </w:p>
        </w:tc>
        <w:tc>
          <w:tcPr>
            <w:tcW w:w="4962" w:type="dxa"/>
          </w:tcPr>
          <w:p w:rsidR="00B76FA9" w:rsidRPr="006135A1" w:rsidRDefault="00B76FA9" w:rsidP="009A5225">
            <w:pPr>
              <w:jc w:val="both"/>
              <w:rPr>
                <w:sz w:val="28"/>
                <w:szCs w:val="28"/>
                <w:lang w:val="uk-UA"/>
              </w:rPr>
            </w:pPr>
            <w:r w:rsidRPr="006135A1">
              <w:rPr>
                <w:sz w:val="28"/>
                <w:szCs w:val="28"/>
                <w:lang w:val="uk-UA"/>
              </w:rPr>
              <w:t>Про виконання Програми економіч-ного і соціального розвитку Ромен</w:t>
            </w:r>
            <w:r>
              <w:rPr>
                <w:sz w:val="28"/>
                <w:szCs w:val="28"/>
                <w:lang w:val="uk-UA"/>
              </w:rPr>
              <w:t>-</w:t>
            </w:r>
            <w:r w:rsidRPr="006135A1">
              <w:rPr>
                <w:sz w:val="28"/>
                <w:szCs w:val="28"/>
                <w:lang w:val="uk-UA"/>
              </w:rPr>
              <w:t>ського району за 9 місяців 2017 року</w:t>
            </w:r>
          </w:p>
        </w:tc>
        <w:tc>
          <w:tcPr>
            <w:tcW w:w="1701" w:type="dxa"/>
          </w:tcPr>
          <w:p w:rsidR="00B76FA9" w:rsidRPr="006135A1" w:rsidRDefault="00B76FA9" w:rsidP="000453A2">
            <w:pPr>
              <w:rPr>
                <w:sz w:val="28"/>
                <w:szCs w:val="28"/>
                <w:lang w:val="uk-UA"/>
              </w:rPr>
            </w:pPr>
            <w:r w:rsidRPr="006135A1">
              <w:rPr>
                <w:sz w:val="28"/>
                <w:szCs w:val="28"/>
                <w:lang w:val="uk-UA"/>
              </w:rPr>
              <w:t>31.10.2017</w:t>
            </w:r>
          </w:p>
        </w:tc>
        <w:tc>
          <w:tcPr>
            <w:tcW w:w="2551" w:type="dxa"/>
          </w:tcPr>
          <w:p w:rsidR="00B76FA9" w:rsidRPr="006135A1" w:rsidRDefault="00B76FA9" w:rsidP="00BC4F93">
            <w:pPr>
              <w:rPr>
                <w:sz w:val="28"/>
                <w:szCs w:val="28"/>
                <w:lang w:val="uk-UA"/>
              </w:rPr>
            </w:pPr>
            <w:r w:rsidRPr="006135A1">
              <w:rPr>
                <w:sz w:val="28"/>
                <w:szCs w:val="28"/>
                <w:lang w:val="uk-UA"/>
              </w:rPr>
              <w:t>Татарінов В.М.</w:t>
            </w:r>
          </w:p>
          <w:p w:rsidR="00B76FA9" w:rsidRPr="006135A1" w:rsidRDefault="00B76FA9" w:rsidP="00BC4F93">
            <w:pPr>
              <w:rPr>
                <w:sz w:val="28"/>
                <w:szCs w:val="28"/>
                <w:lang w:val="uk-UA"/>
              </w:rPr>
            </w:pPr>
            <w:r w:rsidRPr="006135A1">
              <w:rPr>
                <w:sz w:val="28"/>
                <w:szCs w:val="28"/>
                <w:lang w:val="uk-UA"/>
              </w:rPr>
              <w:t>Гребенюк О.П.</w:t>
            </w:r>
          </w:p>
          <w:p w:rsidR="00B76FA9" w:rsidRPr="006135A1" w:rsidRDefault="00B76FA9" w:rsidP="00BC4F93">
            <w:pPr>
              <w:rPr>
                <w:sz w:val="28"/>
                <w:szCs w:val="28"/>
                <w:lang w:val="uk-UA"/>
              </w:rPr>
            </w:pPr>
          </w:p>
        </w:tc>
      </w:tr>
      <w:tr w:rsidR="00B76FA9" w:rsidRPr="00145D06" w:rsidTr="001C2918">
        <w:tc>
          <w:tcPr>
            <w:tcW w:w="567" w:type="dxa"/>
          </w:tcPr>
          <w:p w:rsidR="00B76FA9" w:rsidRDefault="00B76FA9" w:rsidP="006135A1">
            <w:pPr>
              <w:rPr>
                <w:sz w:val="28"/>
                <w:szCs w:val="28"/>
                <w:lang w:val="uk-UA"/>
              </w:rPr>
            </w:pPr>
            <w:r>
              <w:rPr>
                <w:sz w:val="28"/>
                <w:szCs w:val="28"/>
                <w:lang w:val="uk-UA"/>
              </w:rPr>
              <w:t>24.</w:t>
            </w:r>
          </w:p>
        </w:tc>
        <w:tc>
          <w:tcPr>
            <w:tcW w:w="4962" w:type="dxa"/>
          </w:tcPr>
          <w:p w:rsidR="00B76FA9" w:rsidRPr="006135A1" w:rsidRDefault="00B76FA9" w:rsidP="009D75F2">
            <w:pPr>
              <w:jc w:val="both"/>
              <w:rPr>
                <w:sz w:val="28"/>
                <w:szCs w:val="28"/>
                <w:lang w:val="uk-UA"/>
              </w:rPr>
            </w:pPr>
            <w:r w:rsidRPr="006135A1">
              <w:rPr>
                <w:sz w:val="28"/>
                <w:szCs w:val="28"/>
                <w:lang w:val="uk-UA"/>
              </w:rPr>
              <w:t xml:space="preserve">Про </w:t>
            </w:r>
            <w:r>
              <w:rPr>
                <w:sz w:val="28"/>
                <w:szCs w:val="28"/>
                <w:lang w:val="uk-UA"/>
              </w:rPr>
              <w:t>виконання бюдже</w:t>
            </w:r>
            <w:r w:rsidRPr="006135A1">
              <w:rPr>
                <w:sz w:val="28"/>
                <w:szCs w:val="28"/>
                <w:lang w:val="uk-UA"/>
              </w:rPr>
              <w:t>т</w:t>
            </w:r>
            <w:r>
              <w:rPr>
                <w:sz w:val="28"/>
                <w:szCs w:val="28"/>
                <w:lang w:val="uk-UA"/>
              </w:rPr>
              <w:t>у</w:t>
            </w:r>
            <w:r w:rsidRPr="006135A1">
              <w:rPr>
                <w:sz w:val="28"/>
                <w:szCs w:val="28"/>
                <w:lang w:val="uk-UA"/>
              </w:rPr>
              <w:t xml:space="preserve"> Роменського району за 9 місяців 2017 року</w:t>
            </w:r>
          </w:p>
        </w:tc>
        <w:tc>
          <w:tcPr>
            <w:tcW w:w="1701" w:type="dxa"/>
          </w:tcPr>
          <w:p w:rsidR="00B76FA9" w:rsidRPr="006135A1" w:rsidRDefault="00B76FA9" w:rsidP="005678FD">
            <w:pPr>
              <w:rPr>
                <w:sz w:val="28"/>
                <w:szCs w:val="28"/>
                <w:lang w:val="uk-UA"/>
              </w:rPr>
            </w:pPr>
            <w:r w:rsidRPr="006135A1">
              <w:rPr>
                <w:sz w:val="28"/>
                <w:szCs w:val="28"/>
                <w:lang w:val="uk-UA"/>
              </w:rPr>
              <w:t>31.10.2017</w:t>
            </w:r>
          </w:p>
        </w:tc>
        <w:tc>
          <w:tcPr>
            <w:tcW w:w="2551" w:type="dxa"/>
          </w:tcPr>
          <w:p w:rsidR="00B76FA9" w:rsidRPr="006135A1" w:rsidRDefault="00B76FA9" w:rsidP="005678FD">
            <w:pPr>
              <w:rPr>
                <w:sz w:val="28"/>
                <w:szCs w:val="28"/>
                <w:lang w:val="uk-UA"/>
              </w:rPr>
            </w:pPr>
            <w:r w:rsidRPr="006135A1">
              <w:rPr>
                <w:sz w:val="28"/>
                <w:szCs w:val="28"/>
                <w:lang w:val="uk-UA"/>
              </w:rPr>
              <w:t>Татарінов В.М.</w:t>
            </w:r>
          </w:p>
          <w:p w:rsidR="00B76FA9" w:rsidRPr="006135A1" w:rsidRDefault="00B76FA9" w:rsidP="005678FD">
            <w:pPr>
              <w:rPr>
                <w:sz w:val="28"/>
                <w:szCs w:val="28"/>
                <w:lang w:val="uk-UA"/>
              </w:rPr>
            </w:pPr>
            <w:r w:rsidRPr="006135A1">
              <w:rPr>
                <w:sz w:val="28"/>
                <w:szCs w:val="28"/>
                <w:lang w:val="uk-UA"/>
              </w:rPr>
              <w:t>Анісімова М.В.</w:t>
            </w:r>
          </w:p>
        </w:tc>
      </w:tr>
      <w:tr w:rsidR="00B76FA9" w:rsidRPr="00145D06" w:rsidTr="001C2918">
        <w:tc>
          <w:tcPr>
            <w:tcW w:w="567" w:type="dxa"/>
          </w:tcPr>
          <w:p w:rsidR="00B76FA9" w:rsidRDefault="00B76FA9" w:rsidP="006135A1">
            <w:pPr>
              <w:rPr>
                <w:sz w:val="28"/>
                <w:szCs w:val="28"/>
                <w:lang w:val="uk-UA"/>
              </w:rPr>
            </w:pPr>
            <w:r>
              <w:rPr>
                <w:sz w:val="28"/>
                <w:szCs w:val="28"/>
                <w:lang w:val="uk-UA"/>
              </w:rPr>
              <w:t>25.</w:t>
            </w:r>
          </w:p>
        </w:tc>
        <w:tc>
          <w:tcPr>
            <w:tcW w:w="4962" w:type="dxa"/>
          </w:tcPr>
          <w:p w:rsidR="00B76FA9" w:rsidRPr="003B7417" w:rsidRDefault="00B76FA9" w:rsidP="009A5225">
            <w:pPr>
              <w:jc w:val="both"/>
              <w:rPr>
                <w:sz w:val="28"/>
                <w:szCs w:val="28"/>
                <w:lang w:val="uk-UA"/>
              </w:rPr>
            </w:pPr>
            <w:r w:rsidRPr="003B7417">
              <w:rPr>
                <w:sz w:val="28"/>
                <w:szCs w:val="28"/>
                <w:lang w:val="uk-UA"/>
              </w:rPr>
              <w:t>Про роботу Роменського районного центру соціальних служб для сім’ї, ді- тей та молоді щодо забезпечення</w:t>
            </w:r>
            <w:r>
              <w:rPr>
                <w:sz w:val="28"/>
                <w:szCs w:val="28"/>
                <w:lang w:val="uk-UA"/>
              </w:rPr>
              <w:t xml:space="preserve"> суп-</w:t>
            </w:r>
          </w:p>
        </w:tc>
        <w:tc>
          <w:tcPr>
            <w:tcW w:w="1701" w:type="dxa"/>
          </w:tcPr>
          <w:p w:rsidR="00B76FA9" w:rsidRPr="003B7417" w:rsidRDefault="00B76FA9" w:rsidP="005678FD">
            <w:pPr>
              <w:rPr>
                <w:sz w:val="28"/>
                <w:szCs w:val="28"/>
                <w:lang w:val="uk-UA"/>
              </w:rPr>
            </w:pPr>
            <w:r w:rsidRPr="003B7417">
              <w:rPr>
                <w:sz w:val="28"/>
                <w:szCs w:val="28"/>
                <w:lang w:val="uk-UA"/>
              </w:rPr>
              <w:t>31.10.2017</w:t>
            </w:r>
          </w:p>
        </w:tc>
        <w:tc>
          <w:tcPr>
            <w:tcW w:w="2551" w:type="dxa"/>
          </w:tcPr>
          <w:p w:rsidR="00B76FA9" w:rsidRPr="003B7417" w:rsidRDefault="00B76FA9" w:rsidP="001D50CA">
            <w:pPr>
              <w:rPr>
                <w:sz w:val="28"/>
                <w:szCs w:val="28"/>
                <w:lang w:val="uk-UA"/>
              </w:rPr>
            </w:pPr>
            <w:r w:rsidRPr="003B7417">
              <w:rPr>
                <w:sz w:val="28"/>
                <w:szCs w:val="28"/>
                <w:lang w:val="uk-UA"/>
              </w:rPr>
              <w:t>Татарінов В.М.</w:t>
            </w:r>
          </w:p>
          <w:p w:rsidR="00B76FA9" w:rsidRPr="003B7417" w:rsidRDefault="00B76FA9" w:rsidP="001D50CA">
            <w:pPr>
              <w:rPr>
                <w:sz w:val="28"/>
                <w:szCs w:val="28"/>
                <w:lang w:val="uk-UA"/>
              </w:rPr>
            </w:pPr>
            <w:r w:rsidRPr="003B7417">
              <w:rPr>
                <w:sz w:val="28"/>
                <w:szCs w:val="28"/>
                <w:lang w:val="uk-UA"/>
              </w:rPr>
              <w:t>Сушко М.М.</w:t>
            </w:r>
          </w:p>
        </w:tc>
      </w:tr>
      <w:tr w:rsidR="00B76FA9" w:rsidRPr="00145D06" w:rsidTr="002319A2">
        <w:tc>
          <w:tcPr>
            <w:tcW w:w="9781" w:type="dxa"/>
            <w:gridSpan w:val="4"/>
          </w:tcPr>
          <w:p w:rsidR="00B76FA9" w:rsidRPr="006135A1" w:rsidRDefault="00B76FA9" w:rsidP="002319A2">
            <w:pPr>
              <w:rPr>
                <w:sz w:val="28"/>
                <w:szCs w:val="28"/>
                <w:lang w:val="uk-UA"/>
              </w:rPr>
            </w:pPr>
            <w:r>
              <w:rPr>
                <w:sz w:val="28"/>
                <w:szCs w:val="28"/>
                <w:lang w:val="uk-UA"/>
              </w:rPr>
              <w:t xml:space="preserve">                                                                                                 Продовження додатка</w:t>
            </w:r>
          </w:p>
        </w:tc>
      </w:tr>
      <w:tr w:rsidR="00B76FA9" w:rsidRPr="00145D06" w:rsidTr="001C2918">
        <w:tc>
          <w:tcPr>
            <w:tcW w:w="567" w:type="dxa"/>
          </w:tcPr>
          <w:p w:rsidR="00B76FA9" w:rsidRDefault="00B76FA9" w:rsidP="002319A2">
            <w:pPr>
              <w:jc w:val="center"/>
              <w:rPr>
                <w:sz w:val="28"/>
                <w:szCs w:val="28"/>
                <w:lang w:val="uk-UA"/>
              </w:rPr>
            </w:pPr>
            <w:r>
              <w:rPr>
                <w:sz w:val="28"/>
                <w:szCs w:val="28"/>
                <w:lang w:val="uk-UA"/>
              </w:rPr>
              <w:t>1</w:t>
            </w:r>
          </w:p>
        </w:tc>
        <w:tc>
          <w:tcPr>
            <w:tcW w:w="4962" w:type="dxa"/>
          </w:tcPr>
          <w:p w:rsidR="00B76FA9" w:rsidRDefault="00B76FA9" w:rsidP="002319A2">
            <w:pPr>
              <w:jc w:val="center"/>
              <w:rPr>
                <w:sz w:val="28"/>
                <w:szCs w:val="28"/>
                <w:lang w:val="uk-UA"/>
              </w:rPr>
            </w:pPr>
            <w:r>
              <w:rPr>
                <w:sz w:val="28"/>
                <w:szCs w:val="28"/>
                <w:lang w:val="uk-UA"/>
              </w:rPr>
              <w:t>2</w:t>
            </w:r>
          </w:p>
        </w:tc>
        <w:tc>
          <w:tcPr>
            <w:tcW w:w="1701" w:type="dxa"/>
          </w:tcPr>
          <w:p w:rsidR="00B76FA9" w:rsidRDefault="00B76FA9" w:rsidP="002319A2">
            <w:pPr>
              <w:jc w:val="center"/>
              <w:rPr>
                <w:sz w:val="28"/>
                <w:szCs w:val="28"/>
                <w:lang w:val="uk-UA"/>
              </w:rPr>
            </w:pPr>
            <w:r>
              <w:rPr>
                <w:sz w:val="28"/>
                <w:szCs w:val="28"/>
                <w:lang w:val="uk-UA"/>
              </w:rPr>
              <w:t>3</w:t>
            </w:r>
          </w:p>
        </w:tc>
        <w:tc>
          <w:tcPr>
            <w:tcW w:w="2551" w:type="dxa"/>
          </w:tcPr>
          <w:p w:rsidR="00B76FA9" w:rsidRDefault="00B76FA9" w:rsidP="002319A2">
            <w:pPr>
              <w:jc w:val="center"/>
              <w:rPr>
                <w:sz w:val="28"/>
                <w:szCs w:val="28"/>
                <w:lang w:val="uk-UA"/>
              </w:rPr>
            </w:pPr>
            <w:r>
              <w:rPr>
                <w:sz w:val="28"/>
                <w:szCs w:val="28"/>
                <w:lang w:val="uk-UA"/>
              </w:rPr>
              <w:t>4</w:t>
            </w:r>
          </w:p>
        </w:tc>
      </w:tr>
      <w:tr w:rsidR="00B76FA9" w:rsidRPr="00145D06" w:rsidTr="001C2918">
        <w:tc>
          <w:tcPr>
            <w:tcW w:w="567" w:type="dxa"/>
          </w:tcPr>
          <w:p w:rsidR="00B76FA9" w:rsidRDefault="00B76FA9" w:rsidP="007F23E4">
            <w:pPr>
              <w:rPr>
                <w:sz w:val="28"/>
                <w:szCs w:val="28"/>
                <w:lang w:val="uk-UA"/>
              </w:rPr>
            </w:pPr>
            <w:r>
              <w:rPr>
                <w:sz w:val="28"/>
                <w:szCs w:val="28"/>
                <w:lang w:val="uk-UA"/>
              </w:rPr>
              <w:t>26.</w:t>
            </w:r>
          </w:p>
        </w:tc>
        <w:tc>
          <w:tcPr>
            <w:tcW w:w="4962" w:type="dxa"/>
          </w:tcPr>
          <w:p w:rsidR="00B76FA9" w:rsidRPr="003B7417" w:rsidRDefault="00B76FA9" w:rsidP="00A706BF">
            <w:pPr>
              <w:jc w:val="both"/>
              <w:rPr>
                <w:sz w:val="28"/>
                <w:szCs w:val="28"/>
                <w:lang w:val="uk-UA"/>
              </w:rPr>
            </w:pPr>
            <w:r w:rsidRPr="003B7417">
              <w:rPr>
                <w:sz w:val="28"/>
                <w:szCs w:val="28"/>
                <w:lang w:val="uk-UA"/>
              </w:rPr>
              <w:t>роводу сімей, дітей та молоді, які перебувають у складних життєвих обставинах та потребують сторонньої допомоги на території Роменського району</w:t>
            </w:r>
          </w:p>
        </w:tc>
        <w:tc>
          <w:tcPr>
            <w:tcW w:w="1701" w:type="dxa"/>
          </w:tcPr>
          <w:p w:rsidR="00B76FA9" w:rsidRPr="0021525C" w:rsidRDefault="00B76FA9" w:rsidP="00103F7A">
            <w:pPr>
              <w:rPr>
                <w:color w:val="FF0000"/>
                <w:sz w:val="28"/>
                <w:szCs w:val="28"/>
                <w:lang w:val="uk-UA"/>
              </w:rPr>
            </w:pPr>
          </w:p>
        </w:tc>
        <w:tc>
          <w:tcPr>
            <w:tcW w:w="2551" w:type="dxa"/>
          </w:tcPr>
          <w:p w:rsidR="00B76FA9" w:rsidRPr="0021525C" w:rsidRDefault="00B76FA9" w:rsidP="00103F7A">
            <w:pPr>
              <w:rPr>
                <w:color w:val="FF0000"/>
                <w:sz w:val="28"/>
                <w:szCs w:val="28"/>
                <w:lang w:val="uk-UA"/>
              </w:rPr>
            </w:pPr>
          </w:p>
        </w:tc>
      </w:tr>
      <w:tr w:rsidR="00B76FA9" w:rsidRPr="00BC4F93" w:rsidTr="001C2918">
        <w:tc>
          <w:tcPr>
            <w:tcW w:w="567" w:type="dxa"/>
          </w:tcPr>
          <w:p w:rsidR="00B76FA9" w:rsidRDefault="00B76FA9" w:rsidP="00902439">
            <w:pPr>
              <w:rPr>
                <w:sz w:val="28"/>
                <w:szCs w:val="28"/>
                <w:lang w:val="uk-UA"/>
              </w:rPr>
            </w:pPr>
            <w:r>
              <w:rPr>
                <w:sz w:val="28"/>
                <w:szCs w:val="28"/>
                <w:lang w:val="uk-UA"/>
              </w:rPr>
              <w:t>27.</w:t>
            </w:r>
          </w:p>
        </w:tc>
        <w:tc>
          <w:tcPr>
            <w:tcW w:w="4962" w:type="dxa"/>
          </w:tcPr>
          <w:p w:rsidR="00B76FA9" w:rsidRPr="007A3ED2" w:rsidRDefault="00B76FA9" w:rsidP="007A3ED2">
            <w:pPr>
              <w:jc w:val="both"/>
              <w:rPr>
                <w:sz w:val="28"/>
                <w:szCs w:val="28"/>
                <w:lang w:val="uk-UA"/>
              </w:rPr>
            </w:pPr>
            <w:r w:rsidRPr="007A3ED2">
              <w:rPr>
                <w:sz w:val="28"/>
                <w:szCs w:val="32"/>
                <w:lang w:val="uk-UA"/>
              </w:rPr>
              <w:t>Про стан та розвиток водного гос</w:t>
            </w:r>
            <w:r>
              <w:rPr>
                <w:sz w:val="28"/>
                <w:szCs w:val="32"/>
                <w:lang w:val="uk-UA"/>
              </w:rPr>
              <w:t>-</w:t>
            </w:r>
            <w:r w:rsidRPr="007A3ED2">
              <w:rPr>
                <w:sz w:val="28"/>
                <w:szCs w:val="32"/>
                <w:lang w:val="uk-UA"/>
              </w:rPr>
              <w:t>подарства Роменського району</w:t>
            </w:r>
          </w:p>
        </w:tc>
        <w:tc>
          <w:tcPr>
            <w:tcW w:w="1701" w:type="dxa"/>
          </w:tcPr>
          <w:p w:rsidR="00B76FA9" w:rsidRPr="006135A1" w:rsidRDefault="00B76FA9" w:rsidP="003B6D24">
            <w:pPr>
              <w:rPr>
                <w:sz w:val="28"/>
                <w:szCs w:val="28"/>
                <w:lang w:val="uk-UA"/>
              </w:rPr>
            </w:pPr>
            <w:r w:rsidRPr="006135A1">
              <w:rPr>
                <w:sz w:val="28"/>
                <w:szCs w:val="28"/>
                <w:lang w:val="uk-UA"/>
              </w:rPr>
              <w:t>28.11.2017</w:t>
            </w:r>
          </w:p>
          <w:p w:rsidR="00B76FA9" w:rsidRPr="006135A1" w:rsidRDefault="00B76FA9" w:rsidP="003B6D24">
            <w:pPr>
              <w:rPr>
                <w:sz w:val="28"/>
                <w:szCs w:val="28"/>
                <w:lang w:val="uk-UA"/>
              </w:rPr>
            </w:pPr>
          </w:p>
        </w:tc>
        <w:tc>
          <w:tcPr>
            <w:tcW w:w="2551" w:type="dxa"/>
          </w:tcPr>
          <w:p w:rsidR="00B76FA9" w:rsidRPr="006135A1" w:rsidRDefault="00B76FA9" w:rsidP="003B6D24">
            <w:pPr>
              <w:rPr>
                <w:sz w:val="28"/>
                <w:szCs w:val="28"/>
                <w:lang w:val="uk-UA"/>
              </w:rPr>
            </w:pPr>
            <w:r w:rsidRPr="006135A1">
              <w:rPr>
                <w:sz w:val="28"/>
                <w:szCs w:val="28"/>
                <w:lang w:val="uk-UA"/>
              </w:rPr>
              <w:t>Ломко М.О.</w:t>
            </w:r>
          </w:p>
          <w:p w:rsidR="00B76FA9" w:rsidRPr="006135A1" w:rsidRDefault="00B76FA9" w:rsidP="003B6D24">
            <w:pPr>
              <w:rPr>
                <w:sz w:val="28"/>
                <w:szCs w:val="28"/>
                <w:lang w:val="uk-UA"/>
              </w:rPr>
            </w:pPr>
            <w:r w:rsidRPr="006135A1">
              <w:rPr>
                <w:sz w:val="28"/>
                <w:szCs w:val="28"/>
                <w:lang w:val="uk-UA"/>
              </w:rPr>
              <w:t>Ведмідь В.О.</w:t>
            </w:r>
          </w:p>
        </w:tc>
      </w:tr>
      <w:tr w:rsidR="00B76FA9" w:rsidRPr="00BC4F93" w:rsidTr="001C2918">
        <w:tc>
          <w:tcPr>
            <w:tcW w:w="567" w:type="dxa"/>
          </w:tcPr>
          <w:p w:rsidR="00B76FA9" w:rsidRDefault="00B76FA9" w:rsidP="00902439">
            <w:pPr>
              <w:rPr>
                <w:sz w:val="28"/>
                <w:szCs w:val="28"/>
                <w:lang w:val="uk-UA"/>
              </w:rPr>
            </w:pPr>
            <w:r>
              <w:rPr>
                <w:sz w:val="28"/>
                <w:szCs w:val="28"/>
                <w:lang w:val="uk-UA"/>
              </w:rPr>
              <w:t>28.</w:t>
            </w:r>
          </w:p>
        </w:tc>
        <w:tc>
          <w:tcPr>
            <w:tcW w:w="4962" w:type="dxa"/>
          </w:tcPr>
          <w:p w:rsidR="00B76FA9" w:rsidRPr="006135A1" w:rsidRDefault="00B76FA9" w:rsidP="00E35BE5">
            <w:pPr>
              <w:jc w:val="both"/>
              <w:rPr>
                <w:sz w:val="28"/>
                <w:szCs w:val="28"/>
                <w:lang w:val="uk-UA"/>
              </w:rPr>
            </w:pPr>
            <w:r w:rsidRPr="006135A1">
              <w:rPr>
                <w:bCs/>
                <w:sz w:val="28"/>
                <w:szCs w:val="28"/>
                <w:lang w:val="uk-UA"/>
              </w:rPr>
              <w:t>Про роботу відділу культури районної державної адміністрації щодо розвитку мережі та зміцненню матеріально-технічної бази закладів культури району</w:t>
            </w:r>
          </w:p>
        </w:tc>
        <w:tc>
          <w:tcPr>
            <w:tcW w:w="1701" w:type="dxa"/>
          </w:tcPr>
          <w:p w:rsidR="00B76FA9" w:rsidRPr="006135A1" w:rsidRDefault="00B76FA9" w:rsidP="003B6D24">
            <w:pPr>
              <w:rPr>
                <w:sz w:val="28"/>
                <w:szCs w:val="28"/>
                <w:lang w:val="uk-UA"/>
              </w:rPr>
            </w:pPr>
            <w:r w:rsidRPr="006135A1">
              <w:rPr>
                <w:sz w:val="28"/>
                <w:szCs w:val="28"/>
                <w:lang w:val="uk-UA"/>
              </w:rPr>
              <w:t>28.11.2017</w:t>
            </w:r>
          </w:p>
          <w:p w:rsidR="00B76FA9" w:rsidRPr="006135A1" w:rsidRDefault="00B76FA9" w:rsidP="003B6D24">
            <w:pPr>
              <w:rPr>
                <w:sz w:val="28"/>
                <w:szCs w:val="28"/>
                <w:lang w:val="uk-UA"/>
              </w:rPr>
            </w:pPr>
          </w:p>
        </w:tc>
        <w:tc>
          <w:tcPr>
            <w:tcW w:w="2551" w:type="dxa"/>
          </w:tcPr>
          <w:p w:rsidR="00B76FA9" w:rsidRPr="006135A1" w:rsidRDefault="00B76FA9" w:rsidP="003B6D24">
            <w:pPr>
              <w:rPr>
                <w:sz w:val="28"/>
                <w:szCs w:val="28"/>
                <w:lang w:val="uk-UA"/>
              </w:rPr>
            </w:pPr>
            <w:r w:rsidRPr="006135A1">
              <w:rPr>
                <w:sz w:val="28"/>
                <w:szCs w:val="28"/>
                <w:lang w:val="uk-UA"/>
              </w:rPr>
              <w:t>Татарінов В.М.</w:t>
            </w:r>
          </w:p>
          <w:p w:rsidR="00B76FA9" w:rsidRPr="006135A1" w:rsidRDefault="00B76FA9" w:rsidP="003B6D24">
            <w:pPr>
              <w:rPr>
                <w:sz w:val="28"/>
                <w:szCs w:val="28"/>
                <w:lang w:val="uk-UA"/>
              </w:rPr>
            </w:pPr>
            <w:r w:rsidRPr="006135A1">
              <w:rPr>
                <w:sz w:val="28"/>
                <w:szCs w:val="28"/>
                <w:lang w:val="uk-UA"/>
              </w:rPr>
              <w:t>Момот С.В.</w:t>
            </w:r>
          </w:p>
          <w:p w:rsidR="00B76FA9" w:rsidRPr="006135A1" w:rsidRDefault="00B76FA9" w:rsidP="003B6D24">
            <w:pPr>
              <w:rPr>
                <w:sz w:val="28"/>
                <w:szCs w:val="28"/>
                <w:lang w:val="uk-UA"/>
              </w:rPr>
            </w:pPr>
          </w:p>
        </w:tc>
      </w:tr>
      <w:tr w:rsidR="00B76FA9" w:rsidRPr="00145D06" w:rsidTr="001C2918">
        <w:tc>
          <w:tcPr>
            <w:tcW w:w="567" w:type="dxa"/>
          </w:tcPr>
          <w:p w:rsidR="00B76FA9" w:rsidRDefault="00B76FA9" w:rsidP="00902439">
            <w:pPr>
              <w:rPr>
                <w:sz w:val="28"/>
                <w:szCs w:val="28"/>
                <w:lang w:val="uk-UA"/>
              </w:rPr>
            </w:pPr>
            <w:r>
              <w:rPr>
                <w:sz w:val="28"/>
                <w:szCs w:val="28"/>
                <w:lang w:val="uk-UA"/>
              </w:rPr>
              <w:t>29.</w:t>
            </w:r>
          </w:p>
        </w:tc>
        <w:tc>
          <w:tcPr>
            <w:tcW w:w="4962" w:type="dxa"/>
          </w:tcPr>
          <w:p w:rsidR="00B76FA9" w:rsidRPr="006135A1" w:rsidRDefault="00B76FA9" w:rsidP="00051B93">
            <w:pPr>
              <w:jc w:val="both"/>
              <w:rPr>
                <w:sz w:val="28"/>
                <w:szCs w:val="28"/>
                <w:lang w:val="uk-UA"/>
              </w:rPr>
            </w:pPr>
            <w:r w:rsidRPr="006135A1">
              <w:rPr>
                <w:sz w:val="28"/>
                <w:szCs w:val="28"/>
                <w:lang w:val="uk-UA"/>
              </w:rPr>
              <w:t>Про розгляд проекту Програми еконо-мічного і соціального розвитку Ромен</w:t>
            </w:r>
            <w:r>
              <w:rPr>
                <w:sz w:val="28"/>
                <w:szCs w:val="28"/>
                <w:lang w:val="uk-UA"/>
              </w:rPr>
              <w:t>-</w:t>
            </w:r>
            <w:r w:rsidRPr="006135A1">
              <w:rPr>
                <w:sz w:val="28"/>
                <w:szCs w:val="28"/>
                <w:lang w:val="uk-UA"/>
              </w:rPr>
              <w:t xml:space="preserve">ського району на 2018 рік </w:t>
            </w:r>
          </w:p>
        </w:tc>
        <w:tc>
          <w:tcPr>
            <w:tcW w:w="1701" w:type="dxa"/>
          </w:tcPr>
          <w:p w:rsidR="00B76FA9" w:rsidRPr="006135A1" w:rsidRDefault="00B76FA9" w:rsidP="000453A2">
            <w:pPr>
              <w:rPr>
                <w:sz w:val="28"/>
                <w:szCs w:val="28"/>
                <w:lang w:val="uk-UA"/>
              </w:rPr>
            </w:pPr>
            <w:r>
              <w:rPr>
                <w:sz w:val="28"/>
                <w:szCs w:val="28"/>
                <w:lang w:val="uk-UA"/>
              </w:rPr>
              <w:t>05</w:t>
            </w:r>
            <w:r w:rsidRPr="006135A1">
              <w:rPr>
                <w:sz w:val="28"/>
                <w:szCs w:val="28"/>
                <w:lang w:val="uk-UA"/>
              </w:rPr>
              <w:t>.12.2017</w:t>
            </w:r>
          </w:p>
        </w:tc>
        <w:tc>
          <w:tcPr>
            <w:tcW w:w="2551" w:type="dxa"/>
          </w:tcPr>
          <w:p w:rsidR="00B76FA9" w:rsidRPr="006135A1" w:rsidRDefault="00B76FA9" w:rsidP="003B6D24">
            <w:pPr>
              <w:rPr>
                <w:sz w:val="28"/>
                <w:szCs w:val="28"/>
                <w:lang w:val="uk-UA"/>
              </w:rPr>
            </w:pPr>
            <w:r w:rsidRPr="006135A1">
              <w:rPr>
                <w:sz w:val="28"/>
                <w:szCs w:val="28"/>
                <w:lang w:val="uk-UA"/>
              </w:rPr>
              <w:t>Татарінов В.М.</w:t>
            </w:r>
          </w:p>
          <w:p w:rsidR="00B76FA9" w:rsidRPr="006135A1" w:rsidRDefault="00B76FA9" w:rsidP="003B6D24">
            <w:pPr>
              <w:rPr>
                <w:sz w:val="28"/>
                <w:szCs w:val="28"/>
                <w:lang w:val="uk-UA"/>
              </w:rPr>
            </w:pPr>
            <w:r w:rsidRPr="006135A1">
              <w:rPr>
                <w:sz w:val="28"/>
                <w:szCs w:val="28"/>
                <w:lang w:val="uk-UA"/>
              </w:rPr>
              <w:t>Гребенюк О.П.</w:t>
            </w:r>
          </w:p>
          <w:p w:rsidR="00B76FA9" w:rsidRPr="006135A1" w:rsidRDefault="00B76FA9" w:rsidP="003B6D24">
            <w:pPr>
              <w:rPr>
                <w:sz w:val="28"/>
                <w:szCs w:val="28"/>
                <w:lang w:val="uk-UA"/>
              </w:rPr>
            </w:pPr>
          </w:p>
        </w:tc>
      </w:tr>
      <w:tr w:rsidR="00B76FA9" w:rsidRPr="00BA384D" w:rsidTr="001C2918">
        <w:tc>
          <w:tcPr>
            <w:tcW w:w="567" w:type="dxa"/>
          </w:tcPr>
          <w:p w:rsidR="00B76FA9" w:rsidRPr="00BA384D" w:rsidRDefault="00B76FA9" w:rsidP="003B6D24">
            <w:pPr>
              <w:rPr>
                <w:sz w:val="28"/>
                <w:szCs w:val="28"/>
                <w:lang w:val="uk-UA"/>
              </w:rPr>
            </w:pPr>
            <w:r>
              <w:rPr>
                <w:sz w:val="28"/>
                <w:szCs w:val="28"/>
                <w:lang w:val="uk-UA"/>
              </w:rPr>
              <w:t>30</w:t>
            </w:r>
            <w:r w:rsidRPr="00BA384D">
              <w:rPr>
                <w:sz w:val="28"/>
                <w:szCs w:val="28"/>
                <w:lang w:val="uk-UA"/>
              </w:rPr>
              <w:t>.</w:t>
            </w:r>
          </w:p>
        </w:tc>
        <w:tc>
          <w:tcPr>
            <w:tcW w:w="4962" w:type="dxa"/>
          </w:tcPr>
          <w:p w:rsidR="00B76FA9" w:rsidRPr="006135A1" w:rsidRDefault="00B76FA9" w:rsidP="00051B93">
            <w:pPr>
              <w:jc w:val="both"/>
              <w:rPr>
                <w:sz w:val="28"/>
                <w:szCs w:val="28"/>
                <w:lang w:val="uk-UA"/>
              </w:rPr>
            </w:pPr>
            <w:r w:rsidRPr="006135A1">
              <w:rPr>
                <w:sz w:val="28"/>
                <w:szCs w:val="28"/>
                <w:lang w:val="uk-UA"/>
              </w:rPr>
              <w:t>Про розгляд проекту бюджету Ромен</w:t>
            </w:r>
            <w:r>
              <w:rPr>
                <w:sz w:val="28"/>
                <w:szCs w:val="28"/>
                <w:lang w:val="uk-UA"/>
              </w:rPr>
              <w:t>-</w:t>
            </w:r>
            <w:r w:rsidRPr="006135A1">
              <w:rPr>
                <w:sz w:val="28"/>
                <w:szCs w:val="28"/>
                <w:lang w:val="uk-UA"/>
              </w:rPr>
              <w:t xml:space="preserve">ського району на 2018 рік </w:t>
            </w:r>
          </w:p>
        </w:tc>
        <w:tc>
          <w:tcPr>
            <w:tcW w:w="1701" w:type="dxa"/>
          </w:tcPr>
          <w:p w:rsidR="00B76FA9" w:rsidRPr="006135A1" w:rsidRDefault="00B76FA9" w:rsidP="005678FD">
            <w:pPr>
              <w:rPr>
                <w:sz w:val="28"/>
                <w:szCs w:val="28"/>
                <w:lang w:val="uk-UA"/>
              </w:rPr>
            </w:pPr>
            <w:r>
              <w:rPr>
                <w:sz w:val="28"/>
                <w:szCs w:val="28"/>
                <w:lang w:val="uk-UA"/>
              </w:rPr>
              <w:t>05</w:t>
            </w:r>
            <w:r w:rsidRPr="006135A1">
              <w:rPr>
                <w:sz w:val="28"/>
                <w:szCs w:val="28"/>
                <w:lang w:val="uk-UA"/>
              </w:rPr>
              <w:t>.12.2017</w:t>
            </w:r>
          </w:p>
        </w:tc>
        <w:tc>
          <w:tcPr>
            <w:tcW w:w="2551" w:type="dxa"/>
          </w:tcPr>
          <w:p w:rsidR="00B76FA9" w:rsidRPr="006135A1" w:rsidRDefault="00B76FA9" w:rsidP="005678FD">
            <w:pPr>
              <w:rPr>
                <w:sz w:val="28"/>
                <w:szCs w:val="28"/>
                <w:lang w:val="uk-UA"/>
              </w:rPr>
            </w:pPr>
            <w:r w:rsidRPr="006135A1">
              <w:rPr>
                <w:sz w:val="28"/>
                <w:szCs w:val="28"/>
                <w:lang w:val="uk-UA"/>
              </w:rPr>
              <w:t>Татарінов В.М.</w:t>
            </w:r>
          </w:p>
          <w:p w:rsidR="00B76FA9" w:rsidRPr="006135A1" w:rsidRDefault="00B76FA9" w:rsidP="005678FD">
            <w:pPr>
              <w:rPr>
                <w:sz w:val="28"/>
                <w:szCs w:val="28"/>
                <w:lang w:val="uk-UA"/>
              </w:rPr>
            </w:pPr>
            <w:r w:rsidRPr="006135A1">
              <w:rPr>
                <w:sz w:val="28"/>
                <w:szCs w:val="28"/>
                <w:lang w:val="uk-UA"/>
              </w:rPr>
              <w:t>Анісімова М.В.</w:t>
            </w:r>
          </w:p>
        </w:tc>
      </w:tr>
      <w:tr w:rsidR="00B76FA9" w:rsidRPr="00BA384D" w:rsidTr="001C2918">
        <w:tc>
          <w:tcPr>
            <w:tcW w:w="567" w:type="dxa"/>
          </w:tcPr>
          <w:p w:rsidR="00B76FA9" w:rsidRPr="00BA384D" w:rsidRDefault="00B76FA9" w:rsidP="003B6D24">
            <w:pPr>
              <w:rPr>
                <w:sz w:val="28"/>
                <w:szCs w:val="28"/>
                <w:lang w:val="uk-UA"/>
              </w:rPr>
            </w:pPr>
            <w:r>
              <w:rPr>
                <w:sz w:val="28"/>
                <w:szCs w:val="28"/>
                <w:lang w:val="uk-UA"/>
              </w:rPr>
              <w:t>31.</w:t>
            </w:r>
          </w:p>
        </w:tc>
        <w:tc>
          <w:tcPr>
            <w:tcW w:w="4962" w:type="dxa"/>
          </w:tcPr>
          <w:p w:rsidR="00B76FA9" w:rsidRPr="00BA384D" w:rsidRDefault="00B76FA9" w:rsidP="00E650B8">
            <w:pPr>
              <w:jc w:val="both"/>
              <w:rPr>
                <w:sz w:val="28"/>
                <w:szCs w:val="28"/>
                <w:lang w:val="uk-UA"/>
              </w:rPr>
            </w:pPr>
            <w:r w:rsidRPr="00B20743">
              <w:rPr>
                <w:sz w:val="28"/>
                <w:szCs w:val="28"/>
                <w:lang w:val="uk-UA"/>
              </w:rPr>
              <w:t>Про роботу комунального закладу «Це</w:t>
            </w:r>
            <w:r>
              <w:rPr>
                <w:sz w:val="28"/>
                <w:szCs w:val="28"/>
                <w:lang w:val="uk-UA"/>
              </w:rPr>
              <w:t>-</w:t>
            </w:r>
            <w:r w:rsidRPr="00B20743">
              <w:rPr>
                <w:sz w:val="28"/>
                <w:szCs w:val="28"/>
                <w:lang w:val="uk-UA"/>
              </w:rPr>
              <w:t>нтр первинної медико-санітарної допо</w:t>
            </w:r>
            <w:r>
              <w:rPr>
                <w:sz w:val="28"/>
                <w:szCs w:val="28"/>
                <w:lang w:val="uk-UA"/>
              </w:rPr>
              <w:t>-моги Роменського району Сумсь</w:t>
            </w:r>
            <w:r w:rsidRPr="00B20743">
              <w:rPr>
                <w:sz w:val="28"/>
                <w:szCs w:val="28"/>
                <w:lang w:val="uk-UA"/>
              </w:rPr>
              <w:t>кої області» щодо реалізації державної по</w:t>
            </w:r>
            <w:r>
              <w:rPr>
                <w:sz w:val="28"/>
                <w:szCs w:val="28"/>
                <w:lang w:val="uk-UA"/>
              </w:rPr>
              <w:t>-</w:t>
            </w:r>
            <w:r w:rsidRPr="00B20743">
              <w:rPr>
                <w:sz w:val="28"/>
                <w:szCs w:val="28"/>
                <w:lang w:val="uk-UA"/>
              </w:rPr>
              <w:t xml:space="preserve">літики в галузі охорони здоров’я та </w:t>
            </w:r>
            <w:r>
              <w:rPr>
                <w:sz w:val="28"/>
                <w:szCs w:val="28"/>
                <w:lang w:val="uk-UA"/>
              </w:rPr>
              <w:t xml:space="preserve">хід </w:t>
            </w:r>
            <w:r w:rsidRPr="00B20743">
              <w:rPr>
                <w:sz w:val="28"/>
                <w:szCs w:val="28"/>
                <w:lang w:val="uk-UA"/>
              </w:rPr>
              <w:t>виконання районної програми «</w:t>
            </w:r>
            <w:r>
              <w:rPr>
                <w:sz w:val="28"/>
                <w:szCs w:val="28"/>
                <w:lang w:val="uk-UA"/>
              </w:rPr>
              <w:t xml:space="preserve">Здоро-в’я Роменщини </w:t>
            </w:r>
            <w:r w:rsidRPr="009A3FEA">
              <w:rPr>
                <w:sz w:val="28"/>
                <w:szCs w:val="28"/>
                <w:lang w:val="uk-UA"/>
              </w:rPr>
              <w:t>на 2016-2018 роки</w:t>
            </w:r>
            <w:r>
              <w:rPr>
                <w:sz w:val="28"/>
                <w:szCs w:val="28"/>
                <w:lang w:val="uk-UA"/>
              </w:rPr>
              <w:t xml:space="preserve">» </w:t>
            </w:r>
          </w:p>
        </w:tc>
        <w:tc>
          <w:tcPr>
            <w:tcW w:w="1701" w:type="dxa"/>
          </w:tcPr>
          <w:p w:rsidR="00B76FA9" w:rsidRPr="00BA384D" w:rsidRDefault="00B76FA9" w:rsidP="000453A2">
            <w:pPr>
              <w:rPr>
                <w:sz w:val="28"/>
                <w:szCs w:val="28"/>
                <w:lang w:val="uk-UA"/>
              </w:rPr>
            </w:pPr>
            <w:r w:rsidRPr="00BA384D">
              <w:rPr>
                <w:sz w:val="28"/>
                <w:szCs w:val="28"/>
                <w:lang w:val="uk-UA"/>
              </w:rPr>
              <w:t>26.12.2017</w:t>
            </w:r>
          </w:p>
        </w:tc>
        <w:tc>
          <w:tcPr>
            <w:tcW w:w="2551" w:type="dxa"/>
          </w:tcPr>
          <w:p w:rsidR="00B76FA9" w:rsidRPr="006135A1" w:rsidRDefault="00B76FA9" w:rsidP="004F103F">
            <w:pPr>
              <w:rPr>
                <w:sz w:val="28"/>
                <w:szCs w:val="28"/>
                <w:lang w:val="uk-UA"/>
              </w:rPr>
            </w:pPr>
            <w:r w:rsidRPr="006135A1">
              <w:rPr>
                <w:sz w:val="28"/>
                <w:szCs w:val="28"/>
                <w:lang w:val="uk-UA"/>
              </w:rPr>
              <w:t>Татарінов В.М.</w:t>
            </w:r>
          </w:p>
          <w:p w:rsidR="00B76FA9" w:rsidRPr="006135A1" w:rsidRDefault="00B76FA9" w:rsidP="004F103F">
            <w:pPr>
              <w:rPr>
                <w:sz w:val="28"/>
                <w:szCs w:val="28"/>
                <w:lang w:val="uk-UA"/>
              </w:rPr>
            </w:pPr>
            <w:r>
              <w:rPr>
                <w:sz w:val="28"/>
                <w:szCs w:val="28"/>
                <w:lang w:val="uk-UA"/>
              </w:rPr>
              <w:t>Козаченко М.І.</w:t>
            </w:r>
            <w:r w:rsidRPr="006135A1">
              <w:rPr>
                <w:sz w:val="28"/>
                <w:szCs w:val="28"/>
                <w:lang w:val="uk-UA"/>
              </w:rPr>
              <w:t>.</w:t>
            </w:r>
          </w:p>
          <w:p w:rsidR="00B76FA9" w:rsidRPr="00BA384D" w:rsidRDefault="00B76FA9" w:rsidP="000453A2">
            <w:pPr>
              <w:rPr>
                <w:sz w:val="28"/>
                <w:szCs w:val="28"/>
                <w:lang w:val="uk-UA"/>
              </w:rPr>
            </w:pPr>
          </w:p>
        </w:tc>
      </w:tr>
      <w:tr w:rsidR="00B76FA9" w:rsidRPr="00BA384D" w:rsidTr="001C2918">
        <w:tc>
          <w:tcPr>
            <w:tcW w:w="567" w:type="dxa"/>
          </w:tcPr>
          <w:p w:rsidR="00B76FA9" w:rsidRPr="00BA384D" w:rsidRDefault="00B76FA9" w:rsidP="003A4DEE">
            <w:pPr>
              <w:rPr>
                <w:sz w:val="28"/>
                <w:szCs w:val="28"/>
                <w:lang w:val="uk-UA"/>
              </w:rPr>
            </w:pPr>
            <w:r>
              <w:rPr>
                <w:sz w:val="28"/>
                <w:szCs w:val="28"/>
                <w:lang w:val="uk-UA"/>
              </w:rPr>
              <w:t>32</w:t>
            </w:r>
            <w:r w:rsidRPr="00BA384D">
              <w:rPr>
                <w:sz w:val="28"/>
                <w:szCs w:val="28"/>
                <w:lang w:val="uk-UA"/>
              </w:rPr>
              <w:t>.</w:t>
            </w:r>
          </w:p>
        </w:tc>
        <w:tc>
          <w:tcPr>
            <w:tcW w:w="4962" w:type="dxa"/>
          </w:tcPr>
          <w:p w:rsidR="00B76FA9" w:rsidRPr="00BA384D" w:rsidRDefault="00B76FA9" w:rsidP="003A4DEE">
            <w:pPr>
              <w:jc w:val="both"/>
              <w:rPr>
                <w:b/>
                <w:bCs/>
                <w:sz w:val="28"/>
                <w:szCs w:val="28"/>
                <w:lang w:val="uk-UA"/>
              </w:rPr>
            </w:pPr>
            <w:r w:rsidRPr="00BA384D">
              <w:rPr>
                <w:bCs/>
                <w:sz w:val="28"/>
                <w:szCs w:val="28"/>
                <w:lang w:val="uk-UA"/>
              </w:rPr>
              <w:t>Про</w:t>
            </w:r>
            <w:r w:rsidRPr="00BA384D">
              <w:rPr>
                <w:b/>
                <w:bCs/>
                <w:sz w:val="28"/>
                <w:szCs w:val="28"/>
                <w:lang w:val="uk-UA"/>
              </w:rPr>
              <w:t xml:space="preserve"> </w:t>
            </w:r>
            <w:r w:rsidRPr="00BA384D">
              <w:rPr>
                <w:bCs/>
                <w:sz w:val="28"/>
                <w:szCs w:val="28"/>
                <w:lang w:val="uk-UA"/>
              </w:rPr>
              <w:t>стан кадрової роботи в районній державній адміністрації</w:t>
            </w:r>
          </w:p>
        </w:tc>
        <w:tc>
          <w:tcPr>
            <w:tcW w:w="1701" w:type="dxa"/>
          </w:tcPr>
          <w:p w:rsidR="00B76FA9" w:rsidRPr="00BA384D" w:rsidRDefault="00B76FA9" w:rsidP="000453A2">
            <w:pPr>
              <w:rPr>
                <w:sz w:val="28"/>
                <w:szCs w:val="28"/>
                <w:lang w:val="uk-UA"/>
              </w:rPr>
            </w:pPr>
            <w:r w:rsidRPr="00BA384D">
              <w:rPr>
                <w:sz w:val="28"/>
                <w:szCs w:val="28"/>
                <w:lang w:val="uk-UA"/>
              </w:rPr>
              <w:t>26.12.2017</w:t>
            </w:r>
          </w:p>
        </w:tc>
        <w:tc>
          <w:tcPr>
            <w:tcW w:w="2551" w:type="dxa"/>
          </w:tcPr>
          <w:p w:rsidR="00B76FA9" w:rsidRPr="00BA384D" w:rsidRDefault="00B76FA9" w:rsidP="003A4DEE">
            <w:pPr>
              <w:rPr>
                <w:sz w:val="28"/>
                <w:szCs w:val="28"/>
                <w:lang w:val="uk-UA"/>
              </w:rPr>
            </w:pPr>
            <w:r w:rsidRPr="00BA384D">
              <w:rPr>
                <w:sz w:val="28"/>
                <w:szCs w:val="28"/>
                <w:lang w:val="uk-UA"/>
              </w:rPr>
              <w:t>Ломко М.О.</w:t>
            </w:r>
          </w:p>
          <w:p w:rsidR="00B76FA9" w:rsidRPr="00BA384D" w:rsidRDefault="00B76FA9" w:rsidP="003A4DEE">
            <w:pPr>
              <w:rPr>
                <w:sz w:val="28"/>
                <w:szCs w:val="28"/>
                <w:lang w:val="uk-UA"/>
              </w:rPr>
            </w:pPr>
            <w:r w:rsidRPr="00BA384D">
              <w:rPr>
                <w:sz w:val="28"/>
                <w:szCs w:val="28"/>
                <w:lang w:val="uk-UA"/>
              </w:rPr>
              <w:t>Сеник О.А.</w:t>
            </w:r>
          </w:p>
        </w:tc>
      </w:tr>
      <w:tr w:rsidR="00B76FA9" w:rsidRPr="00BA384D" w:rsidTr="001C2918">
        <w:tc>
          <w:tcPr>
            <w:tcW w:w="567" w:type="dxa"/>
          </w:tcPr>
          <w:p w:rsidR="00B76FA9" w:rsidRPr="00BA384D" w:rsidRDefault="00B76FA9" w:rsidP="003A4DEE">
            <w:pPr>
              <w:rPr>
                <w:sz w:val="28"/>
                <w:szCs w:val="28"/>
                <w:lang w:val="uk-UA"/>
              </w:rPr>
            </w:pPr>
            <w:r>
              <w:rPr>
                <w:sz w:val="28"/>
                <w:szCs w:val="28"/>
                <w:lang w:val="uk-UA"/>
              </w:rPr>
              <w:t>33</w:t>
            </w:r>
            <w:r w:rsidRPr="00BA384D">
              <w:rPr>
                <w:sz w:val="28"/>
                <w:szCs w:val="28"/>
                <w:lang w:val="uk-UA"/>
              </w:rPr>
              <w:t>.</w:t>
            </w:r>
          </w:p>
        </w:tc>
        <w:tc>
          <w:tcPr>
            <w:tcW w:w="4962" w:type="dxa"/>
          </w:tcPr>
          <w:p w:rsidR="00B76FA9" w:rsidRPr="00BA384D" w:rsidRDefault="00B76FA9" w:rsidP="007A7C20">
            <w:pPr>
              <w:jc w:val="both"/>
              <w:rPr>
                <w:bCs/>
                <w:sz w:val="28"/>
                <w:szCs w:val="28"/>
                <w:lang w:val="uk-UA"/>
              </w:rPr>
            </w:pPr>
            <w:r w:rsidRPr="00BA384D">
              <w:rPr>
                <w:bCs/>
                <w:sz w:val="28"/>
                <w:szCs w:val="28"/>
                <w:lang w:val="uk-UA"/>
              </w:rPr>
              <w:t>Про план засідання колегії районної державної адміністрації на 2018 рік</w:t>
            </w:r>
          </w:p>
        </w:tc>
        <w:tc>
          <w:tcPr>
            <w:tcW w:w="1701" w:type="dxa"/>
          </w:tcPr>
          <w:p w:rsidR="00B76FA9" w:rsidRPr="00BA384D" w:rsidRDefault="00B76FA9" w:rsidP="000453A2">
            <w:pPr>
              <w:rPr>
                <w:sz w:val="28"/>
                <w:szCs w:val="28"/>
                <w:lang w:val="uk-UA"/>
              </w:rPr>
            </w:pPr>
            <w:r w:rsidRPr="00BA384D">
              <w:rPr>
                <w:sz w:val="28"/>
                <w:szCs w:val="28"/>
                <w:lang w:val="uk-UA"/>
              </w:rPr>
              <w:t>26.12.2017</w:t>
            </w:r>
          </w:p>
        </w:tc>
        <w:tc>
          <w:tcPr>
            <w:tcW w:w="2551" w:type="dxa"/>
          </w:tcPr>
          <w:p w:rsidR="00B76FA9" w:rsidRPr="00BA384D" w:rsidRDefault="00B76FA9" w:rsidP="003A4DEE">
            <w:pPr>
              <w:rPr>
                <w:sz w:val="28"/>
                <w:szCs w:val="28"/>
                <w:lang w:val="uk-UA"/>
              </w:rPr>
            </w:pPr>
            <w:r w:rsidRPr="00BA384D">
              <w:rPr>
                <w:sz w:val="28"/>
                <w:szCs w:val="28"/>
                <w:lang w:val="uk-UA"/>
              </w:rPr>
              <w:t>Ломко М.О.</w:t>
            </w:r>
          </w:p>
          <w:p w:rsidR="00B76FA9" w:rsidRPr="00BA384D" w:rsidRDefault="00B76FA9" w:rsidP="003A4DEE">
            <w:pPr>
              <w:rPr>
                <w:sz w:val="28"/>
                <w:szCs w:val="28"/>
                <w:lang w:val="uk-UA"/>
              </w:rPr>
            </w:pPr>
            <w:r w:rsidRPr="00BA384D">
              <w:rPr>
                <w:sz w:val="28"/>
                <w:szCs w:val="28"/>
                <w:lang w:val="uk-UA"/>
              </w:rPr>
              <w:t>Ярмак І.М.</w:t>
            </w:r>
          </w:p>
        </w:tc>
      </w:tr>
    </w:tbl>
    <w:p w:rsidR="00B76FA9" w:rsidRPr="008C3A19" w:rsidRDefault="00B76FA9" w:rsidP="008C3A19">
      <w:pPr>
        <w:ind w:firstLine="708"/>
        <w:rPr>
          <w:sz w:val="16"/>
          <w:szCs w:val="16"/>
          <w:lang w:val="uk-UA"/>
        </w:rPr>
      </w:pPr>
    </w:p>
    <w:p w:rsidR="00B76FA9" w:rsidRDefault="00B76FA9" w:rsidP="008C3A19">
      <w:pPr>
        <w:ind w:firstLine="708"/>
        <w:rPr>
          <w:sz w:val="28"/>
          <w:szCs w:val="28"/>
          <w:lang w:val="uk-UA"/>
        </w:rPr>
      </w:pPr>
      <w:r w:rsidRPr="00BA384D">
        <w:rPr>
          <w:sz w:val="28"/>
          <w:szCs w:val="28"/>
        </w:rPr>
        <w:t>ІІ. Питання, які доцільно розглянути на апаратних нарадах при голові Роменської районної державної адміністрації</w:t>
      </w:r>
    </w:p>
    <w:p w:rsidR="00B76FA9" w:rsidRPr="001D50CA" w:rsidRDefault="00B76FA9" w:rsidP="008C3A19">
      <w:pPr>
        <w:ind w:firstLine="708"/>
        <w:rPr>
          <w:sz w:val="16"/>
          <w:szCs w:val="16"/>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567"/>
        <w:gridCol w:w="4957"/>
        <w:gridCol w:w="1700"/>
        <w:gridCol w:w="2552"/>
      </w:tblGrid>
      <w:tr w:rsidR="00B76FA9" w:rsidRPr="00BA384D" w:rsidTr="001C2918">
        <w:tc>
          <w:tcPr>
            <w:tcW w:w="567" w:type="dxa"/>
            <w:gridSpan w:val="2"/>
          </w:tcPr>
          <w:p w:rsidR="00B76FA9" w:rsidRPr="00BA384D" w:rsidRDefault="00B76FA9" w:rsidP="001C2918">
            <w:pPr>
              <w:jc w:val="center"/>
              <w:rPr>
                <w:sz w:val="28"/>
                <w:szCs w:val="28"/>
                <w:lang w:val="uk-UA"/>
              </w:rPr>
            </w:pPr>
            <w:r w:rsidRPr="00BA384D">
              <w:rPr>
                <w:sz w:val="28"/>
                <w:szCs w:val="28"/>
                <w:lang w:val="uk-UA"/>
              </w:rPr>
              <w:t>№ з/п</w:t>
            </w:r>
          </w:p>
        </w:tc>
        <w:tc>
          <w:tcPr>
            <w:tcW w:w="4960" w:type="dxa"/>
          </w:tcPr>
          <w:p w:rsidR="00B76FA9" w:rsidRPr="00BA384D" w:rsidRDefault="00B76FA9" w:rsidP="001C2918">
            <w:pPr>
              <w:pStyle w:val="Heading2"/>
              <w:rPr>
                <w:b w:val="0"/>
                <w:bCs w:val="0"/>
                <w:szCs w:val="28"/>
              </w:rPr>
            </w:pPr>
            <w:r w:rsidRPr="00BA384D">
              <w:rPr>
                <w:b w:val="0"/>
                <w:bCs w:val="0"/>
                <w:szCs w:val="28"/>
              </w:rPr>
              <w:t>Питання, що пропонуються</w:t>
            </w:r>
          </w:p>
          <w:p w:rsidR="00B76FA9" w:rsidRPr="00BA384D" w:rsidRDefault="00B76FA9" w:rsidP="001C2918">
            <w:pPr>
              <w:pStyle w:val="Heading2"/>
              <w:rPr>
                <w:b w:val="0"/>
                <w:bCs w:val="0"/>
                <w:szCs w:val="28"/>
              </w:rPr>
            </w:pPr>
            <w:r w:rsidRPr="00BA384D">
              <w:rPr>
                <w:b w:val="0"/>
                <w:bCs w:val="0"/>
                <w:szCs w:val="28"/>
              </w:rPr>
              <w:t xml:space="preserve"> розглянути</w:t>
            </w:r>
          </w:p>
        </w:tc>
        <w:tc>
          <w:tcPr>
            <w:tcW w:w="1701" w:type="dxa"/>
          </w:tcPr>
          <w:p w:rsidR="00B76FA9" w:rsidRPr="00BA384D" w:rsidRDefault="00B76FA9" w:rsidP="001C2918">
            <w:pPr>
              <w:jc w:val="center"/>
              <w:rPr>
                <w:sz w:val="28"/>
                <w:szCs w:val="28"/>
                <w:lang w:val="uk-UA"/>
              </w:rPr>
            </w:pPr>
            <w:r w:rsidRPr="00BA384D">
              <w:rPr>
                <w:sz w:val="28"/>
                <w:szCs w:val="28"/>
                <w:lang w:val="uk-UA"/>
              </w:rPr>
              <w:t>Термін виконання</w:t>
            </w:r>
          </w:p>
        </w:tc>
        <w:tc>
          <w:tcPr>
            <w:tcW w:w="2553" w:type="dxa"/>
          </w:tcPr>
          <w:p w:rsidR="00B76FA9" w:rsidRPr="00BA384D" w:rsidRDefault="00B76FA9" w:rsidP="001C2918">
            <w:pPr>
              <w:jc w:val="center"/>
              <w:rPr>
                <w:sz w:val="28"/>
                <w:szCs w:val="28"/>
                <w:lang w:val="uk-UA"/>
              </w:rPr>
            </w:pPr>
            <w:r w:rsidRPr="00BA384D">
              <w:rPr>
                <w:sz w:val="28"/>
                <w:szCs w:val="28"/>
                <w:lang w:val="uk-UA"/>
              </w:rPr>
              <w:t>Відповідальні за підготовку</w:t>
            </w:r>
          </w:p>
        </w:tc>
      </w:tr>
      <w:tr w:rsidR="00B76FA9" w:rsidRPr="00BA384D" w:rsidTr="001C2918">
        <w:tc>
          <w:tcPr>
            <w:tcW w:w="567" w:type="dxa"/>
            <w:gridSpan w:val="2"/>
          </w:tcPr>
          <w:p w:rsidR="00B76FA9" w:rsidRPr="00BA384D" w:rsidRDefault="00B76FA9" w:rsidP="001C2918">
            <w:pPr>
              <w:rPr>
                <w:sz w:val="28"/>
                <w:szCs w:val="28"/>
                <w:lang w:val="uk-UA"/>
              </w:rPr>
            </w:pPr>
            <w:r w:rsidRPr="00BA384D">
              <w:rPr>
                <w:sz w:val="28"/>
                <w:szCs w:val="28"/>
                <w:lang w:val="uk-UA"/>
              </w:rPr>
              <w:t>1</w:t>
            </w:r>
          </w:p>
        </w:tc>
        <w:tc>
          <w:tcPr>
            <w:tcW w:w="4960" w:type="dxa"/>
          </w:tcPr>
          <w:p w:rsidR="00B76FA9" w:rsidRPr="00BA384D" w:rsidRDefault="00B76FA9" w:rsidP="004879C8">
            <w:pPr>
              <w:jc w:val="center"/>
              <w:rPr>
                <w:sz w:val="28"/>
                <w:szCs w:val="28"/>
                <w:lang w:val="uk-UA"/>
              </w:rPr>
            </w:pPr>
            <w:r w:rsidRPr="00BA384D">
              <w:rPr>
                <w:sz w:val="28"/>
                <w:szCs w:val="28"/>
                <w:lang w:val="uk-UA"/>
              </w:rPr>
              <w:t>2</w:t>
            </w:r>
          </w:p>
        </w:tc>
        <w:tc>
          <w:tcPr>
            <w:tcW w:w="1701" w:type="dxa"/>
          </w:tcPr>
          <w:p w:rsidR="00B76FA9" w:rsidRPr="00BA384D" w:rsidRDefault="00B76FA9" w:rsidP="004879C8">
            <w:pPr>
              <w:jc w:val="center"/>
              <w:rPr>
                <w:sz w:val="28"/>
                <w:szCs w:val="28"/>
                <w:lang w:val="uk-UA"/>
              </w:rPr>
            </w:pPr>
            <w:r w:rsidRPr="00BA384D">
              <w:rPr>
                <w:sz w:val="28"/>
                <w:szCs w:val="28"/>
                <w:lang w:val="uk-UA"/>
              </w:rPr>
              <w:t>3</w:t>
            </w:r>
          </w:p>
        </w:tc>
        <w:tc>
          <w:tcPr>
            <w:tcW w:w="2553" w:type="dxa"/>
          </w:tcPr>
          <w:p w:rsidR="00B76FA9" w:rsidRPr="00BA384D" w:rsidRDefault="00B76FA9" w:rsidP="004879C8">
            <w:pPr>
              <w:jc w:val="center"/>
              <w:rPr>
                <w:sz w:val="28"/>
                <w:szCs w:val="28"/>
                <w:lang w:val="uk-UA"/>
              </w:rPr>
            </w:pPr>
            <w:r w:rsidRPr="00BA384D">
              <w:rPr>
                <w:sz w:val="28"/>
                <w:szCs w:val="28"/>
                <w:lang w:val="uk-UA"/>
              </w:rPr>
              <w:t>4</w:t>
            </w:r>
          </w:p>
        </w:tc>
      </w:tr>
      <w:tr w:rsidR="00B76FA9" w:rsidRPr="00BA384D" w:rsidTr="001C2918">
        <w:tc>
          <w:tcPr>
            <w:tcW w:w="567" w:type="dxa"/>
            <w:gridSpan w:val="2"/>
          </w:tcPr>
          <w:p w:rsidR="00B76FA9" w:rsidRPr="00BA384D" w:rsidRDefault="00B76FA9" w:rsidP="001C2918">
            <w:pPr>
              <w:rPr>
                <w:sz w:val="28"/>
                <w:szCs w:val="28"/>
                <w:lang w:val="uk-UA"/>
              </w:rPr>
            </w:pPr>
            <w:r>
              <w:rPr>
                <w:sz w:val="28"/>
                <w:szCs w:val="28"/>
                <w:lang w:val="uk-UA"/>
              </w:rPr>
              <w:t>1.</w:t>
            </w:r>
          </w:p>
        </w:tc>
        <w:tc>
          <w:tcPr>
            <w:tcW w:w="4960" w:type="dxa"/>
          </w:tcPr>
          <w:p w:rsidR="00B76FA9" w:rsidRPr="00BA384D" w:rsidRDefault="00B76FA9" w:rsidP="001D50CA">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забезпечення в межах компетенції виконання вимог Указу Президента України від 19 серпня 2008 року №</w:t>
            </w:r>
            <w:r>
              <w:rPr>
                <w:sz w:val="28"/>
                <w:szCs w:val="28"/>
                <w:lang w:val="uk-UA"/>
              </w:rPr>
              <w:t xml:space="preserve"> </w:t>
            </w:r>
            <w:r w:rsidRPr="00BA384D">
              <w:rPr>
                <w:sz w:val="28"/>
                <w:szCs w:val="28"/>
                <w:lang w:val="uk-UA"/>
              </w:rPr>
              <w:t>725/2008 «Про невідкладні заходи щодо захисту власників земельних</w:t>
            </w:r>
            <w:r>
              <w:rPr>
                <w:sz w:val="28"/>
                <w:szCs w:val="28"/>
                <w:lang w:val="uk-UA"/>
              </w:rPr>
              <w:t xml:space="preserve"> ді-</w:t>
            </w:r>
            <w:r w:rsidRPr="00BA384D">
              <w:rPr>
                <w:sz w:val="28"/>
                <w:szCs w:val="28"/>
                <w:lang w:val="uk-UA"/>
              </w:rPr>
              <w:t xml:space="preserve"> лянок та земельних часток (паїв)» (у частині встановлення орендної плати за частки (паї) на рівні не меншому 3%</w:t>
            </w:r>
          </w:p>
        </w:tc>
        <w:tc>
          <w:tcPr>
            <w:tcW w:w="1701" w:type="dxa"/>
          </w:tcPr>
          <w:p w:rsidR="00B76FA9" w:rsidRPr="00BA384D" w:rsidRDefault="00B76FA9" w:rsidP="004879C8">
            <w:pPr>
              <w:jc w:val="center"/>
              <w:rPr>
                <w:sz w:val="28"/>
                <w:szCs w:val="28"/>
                <w:lang w:val="uk-UA"/>
              </w:rPr>
            </w:pPr>
            <w:r w:rsidRPr="00BA384D">
              <w:rPr>
                <w:sz w:val="28"/>
                <w:szCs w:val="28"/>
                <w:lang w:val="uk-UA"/>
              </w:rPr>
              <w:t>16.01.2017</w:t>
            </w:r>
          </w:p>
        </w:tc>
        <w:tc>
          <w:tcPr>
            <w:tcW w:w="2553" w:type="dxa"/>
          </w:tcPr>
          <w:p w:rsidR="00B76FA9" w:rsidRPr="00BA384D" w:rsidRDefault="00B76FA9" w:rsidP="001D50CA">
            <w:pPr>
              <w:rPr>
                <w:sz w:val="28"/>
                <w:szCs w:val="28"/>
                <w:lang w:val="uk-UA"/>
              </w:rPr>
            </w:pPr>
            <w:r w:rsidRPr="00BA384D">
              <w:rPr>
                <w:sz w:val="28"/>
                <w:szCs w:val="28"/>
                <w:lang w:val="uk-UA"/>
              </w:rPr>
              <w:t>Гребенюк О.П.</w:t>
            </w:r>
          </w:p>
          <w:p w:rsidR="00B76FA9" w:rsidRPr="00BA384D" w:rsidRDefault="00B76FA9" w:rsidP="001D50CA">
            <w:pPr>
              <w:rPr>
                <w:sz w:val="28"/>
                <w:szCs w:val="28"/>
                <w:lang w:val="uk-UA"/>
              </w:rPr>
            </w:pPr>
            <w:r w:rsidRPr="00BA384D">
              <w:rPr>
                <w:sz w:val="28"/>
                <w:szCs w:val="28"/>
                <w:lang w:val="uk-UA"/>
              </w:rPr>
              <w:t>Семко М.В.</w:t>
            </w:r>
          </w:p>
        </w:tc>
      </w:tr>
      <w:tr w:rsidR="00B76FA9" w:rsidRPr="00BA384D" w:rsidTr="002319A2">
        <w:tc>
          <w:tcPr>
            <w:tcW w:w="9781" w:type="dxa"/>
            <w:gridSpan w:val="5"/>
          </w:tcPr>
          <w:p w:rsidR="00B76FA9" w:rsidRPr="006135A1" w:rsidRDefault="00B76FA9" w:rsidP="002319A2">
            <w:pPr>
              <w:rPr>
                <w:sz w:val="28"/>
                <w:szCs w:val="28"/>
                <w:lang w:val="uk-UA"/>
              </w:rPr>
            </w:pPr>
            <w:r>
              <w:rPr>
                <w:sz w:val="28"/>
                <w:szCs w:val="28"/>
                <w:lang w:val="uk-UA"/>
              </w:rPr>
              <w:t xml:space="preserve">                                                                                                 Продовження додатка</w:t>
            </w:r>
          </w:p>
        </w:tc>
      </w:tr>
      <w:tr w:rsidR="00B76FA9" w:rsidRPr="00BA384D" w:rsidTr="001C2918">
        <w:tc>
          <w:tcPr>
            <w:tcW w:w="567" w:type="dxa"/>
            <w:gridSpan w:val="2"/>
          </w:tcPr>
          <w:p w:rsidR="00B76FA9" w:rsidRDefault="00B76FA9" w:rsidP="002319A2">
            <w:pPr>
              <w:jc w:val="center"/>
              <w:rPr>
                <w:sz w:val="28"/>
                <w:szCs w:val="28"/>
                <w:lang w:val="uk-UA"/>
              </w:rPr>
            </w:pPr>
            <w:r>
              <w:rPr>
                <w:sz w:val="28"/>
                <w:szCs w:val="28"/>
                <w:lang w:val="uk-UA"/>
              </w:rPr>
              <w:t>1</w:t>
            </w:r>
          </w:p>
        </w:tc>
        <w:tc>
          <w:tcPr>
            <w:tcW w:w="4960" w:type="dxa"/>
          </w:tcPr>
          <w:p w:rsidR="00B76FA9" w:rsidRDefault="00B76FA9" w:rsidP="002319A2">
            <w:pPr>
              <w:jc w:val="center"/>
              <w:rPr>
                <w:sz w:val="28"/>
                <w:szCs w:val="28"/>
                <w:lang w:val="uk-UA"/>
              </w:rPr>
            </w:pPr>
            <w:r>
              <w:rPr>
                <w:sz w:val="28"/>
                <w:szCs w:val="28"/>
                <w:lang w:val="uk-UA"/>
              </w:rPr>
              <w:t>2</w:t>
            </w:r>
          </w:p>
        </w:tc>
        <w:tc>
          <w:tcPr>
            <w:tcW w:w="1701" w:type="dxa"/>
          </w:tcPr>
          <w:p w:rsidR="00B76FA9" w:rsidRDefault="00B76FA9" w:rsidP="002319A2">
            <w:pPr>
              <w:jc w:val="center"/>
              <w:rPr>
                <w:sz w:val="28"/>
                <w:szCs w:val="28"/>
                <w:lang w:val="uk-UA"/>
              </w:rPr>
            </w:pPr>
            <w:r>
              <w:rPr>
                <w:sz w:val="28"/>
                <w:szCs w:val="28"/>
                <w:lang w:val="uk-UA"/>
              </w:rPr>
              <w:t>3</w:t>
            </w:r>
          </w:p>
        </w:tc>
        <w:tc>
          <w:tcPr>
            <w:tcW w:w="2553" w:type="dxa"/>
          </w:tcPr>
          <w:p w:rsidR="00B76FA9" w:rsidRDefault="00B76FA9" w:rsidP="002319A2">
            <w:pPr>
              <w:jc w:val="center"/>
              <w:rPr>
                <w:sz w:val="28"/>
                <w:szCs w:val="28"/>
                <w:lang w:val="uk-UA"/>
              </w:rPr>
            </w:pPr>
            <w:r>
              <w:rPr>
                <w:sz w:val="28"/>
                <w:szCs w:val="28"/>
                <w:lang w:val="uk-UA"/>
              </w:rPr>
              <w:t>4</w:t>
            </w:r>
          </w:p>
        </w:tc>
      </w:tr>
      <w:tr w:rsidR="00B76FA9" w:rsidRPr="00BA384D" w:rsidTr="00E650B8">
        <w:trPr>
          <w:trHeight w:val="610"/>
        </w:trPr>
        <w:tc>
          <w:tcPr>
            <w:tcW w:w="567" w:type="dxa"/>
            <w:gridSpan w:val="2"/>
          </w:tcPr>
          <w:p w:rsidR="00B76FA9" w:rsidRPr="00BA384D" w:rsidRDefault="00B76FA9" w:rsidP="001C2918">
            <w:pPr>
              <w:rPr>
                <w:sz w:val="28"/>
                <w:szCs w:val="28"/>
                <w:lang w:val="uk-UA"/>
              </w:rPr>
            </w:pPr>
          </w:p>
        </w:tc>
        <w:tc>
          <w:tcPr>
            <w:tcW w:w="4960" w:type="dxa"/>
          </w:tcPr>
          <w:p w:rsidR="00B76FA9" w:rsidRPr="00BA384D" w:rsidRDefault="00B76FA9" w:rsidP="00CC7B03">
            <w:pPr>
              <w:jc w:val="both"/>
              <w:rPr>
                <w:sz w:val="28"/>
                <w:szCs w:val="28"/>
                <w:lang w:val="uk-UA"/>
              </w:rPr>
            </w:pPr>
            <w:r w:rsidRPr="00BA384D">
              <w:rPr>
                <w:sz w:val="28"/>
                <w:szCs w:val="28"/>
                <w:lang w:val="uk-UA"/>
              </w:rPr>
              <w:t>від нормативної грошової оцінки землі)</w:t>
            </w:r>
          </w:p>
        </w:tc>
        <w:tc>
          <w:tcPr>
            <w:tcW w:w="1701" w:type="dxa"/>
          </w:tcPr>
          <w:p w:rsidR="00B76FA9" w:rsidRPr="00BA384D" w:rsidRDefault="00B76FA9" w:rsidP="000453A2">
            <w:pPr>
              <w:rPr>
                <w:sz w:val="28"/>
                <w:szCs w:val="28"/>
                <w:lang w:val="uk-UA"/>
              </w:rPr>
            </w:pPr>
          </w:p>
        </w:tc>
        <w:tc>
          <w:tcPr>
            <w:tcW w:w="2553" w:type="dxa"/>
          </w:tcPr>
          <w:p w:rsidR="00B76FA9" w:rsidRPr="00BA384D" w:rsidRDefault="00B76FA9" w:rsidP="00BC4F93">
            <w:pPr>
              <w:rPr>
                <w:sz w:val="28"/>
                <w:szCs w:val="28"/>
                <w:lang w:val="uk-UA"/>
              </w:rPr>
            </w:pPr>
          </w:p>
        </w:tc>
      </w:tr>
      <w:tr w:rsidR="00B76FA9" w:rsidRPr="00BA384D" w:rsidTr="006C59B4">
        <w:trPr>
          <w:trHeight w:val="1502"/>
        </w:trPr>
        <w:tc>
          <w:tcPr>
            <w:tcW w:w="567" w:type="dxa"/>
            <w:gridSpan w:val="2"/>
          </w:tcPr>
          <w:p w:rsidR="00B76FA9" w:rsidRPr="00BA384D" w:rsidRDefault="00B76FA9" w:rsidP="001C2918">
            <w:pPr>
              <w:rPr>
                <w:sz w:val="28"/>
                <w:szCs w:val="28"/>
                <w:lang w:val="uk-UA"/>
              </w:rPr>
            </w:pPr>
            <w:r w:rsidRPr="00BA384D">
              <w:rPr>
                <w:sz w:val="28"/>
                <w:szCs w:val="28"/>
                <w:lang w:val="uk-UA"/>
              </w:rPr>
              <w:t>2.</w:t>
            </w:r>
          </w:p>
        </w:tc>
        <w:tc>
          <w:tcPr>
            <w:tcW w:w="4960" w:type="dxa"/>
          </w:tcPr>
          <w:p w:rsidR="00B76FA9" w:rsidRPr="00BA384D" w:rsidRDefault="00B76FA9" w:rsidP="00706E97">
            <w:pPr>
              <w:jc w:val="both"/>
              <w:rPr>
                <w:sz w:val="28"/>
                <w:szCs w:val="28"/>
                <w:lang w:val="uk-UA"/>
              </w:rPr>
            </w:pPr>
            <w:r w:rsidRPr="00BA384D">
              <w:rPr>
                <w:sz w:val="28"/>
                <w:szCs w:val="28"/>
                <w:lang w:val="uk-UA"/>
              </w:rPr>
              <w:t>Про виконання районної цільової програми «Соціальна підтримка осіб з обмеженими фізичними можливостями та інших малозахищених верств насе</w:t>
            </w:r>
            <w:r>
              <w:rPr>
                <w:sz w:val="28"/>
                <w:szCs w:val="28"/>
                <w:lang w:val="uk-UA"/>
              </w:rPr>
              <w:t>-</w:t>
            </w:r>
            <w:r w:rsidRPr="00BA384D">
              <w:rPr>
                <w:sz w:val="28"/>
                <w:szCs w:val="28"/>
                <w:lang w:val="uk-UA"/>
              </w:rPr>
              <w:t>лення на 2014-2016 роки» за 2016 рік</w:t>
            </w:r>
          </w:p>
        </w:tc>
        <w:tc>
          <w:tcPr>
            <w:tcW w:w="1701" w:type="dxa"/>
          </w:tcPr>
          <w:p w:rsidR="00B76FA9" w:rsidRPr="00BA384D" w:rsidRDefault="00B76FA9" w:rsidP="000453A2">
            <w:pPr>
              <w:rPr>
                <w:sz w:val="28"/>
                <w:szCs w:val="28"/>
                <w:lang w:val="uk-UA"/>
              </w:rPr>
            </w:pPr>
            <w:r w:rsidRPr="00BA384D">
              <w:rPr>
                <w:sz w:val="28"/>
                <w:szCs w:val="28"/>
                <w:lang w:val="uk-UA"/>
              </w:rPr>
              <w:t>16.01.2017</w:t>
            </w:r>
          </w:p>
        </w:tc>
        <w:tc>
          <w:tcPr>
            <w:tcW w:w="2553" w:type="dxa"/>
          </w:tcPr>
          <w:p w:rsidR="00B76FA9" w:rsidRPr="00BA384D" w:rsidRDefault="00B76FA9" w:rsidP="00706E97">
            <w:pPr>
              <w:jc w:val="both"/>
              <w:rPr>
                <w:sz w:val="28"/>
                <w:szCs w:val="28"/>
                <w:lang w:val="uk-UA"/>
              </w:rPr>
            </w:pPr>
            <w:r w:rsidRPr="00BA384D">
              <w:rPr>
                <w:sz w:val="28"/>
                <w:szCs w:val="28"/>
                <w:lang w:val="uk-UA"/>
              </w:rPr>
              <w:t>Татарінов В.М.</w:t>
            </w:r>
          </w:p>
          <w:p w:rsidR="00B76FA9" w:rsidRPr="00BA384D" w:rsidRDefault="00B76FA9" w:rsidP="00706E97">
            <w:pPr>
              <w:rPr>
                <w:sz w:val="28"/>
                <w:szCs w:val="28"/>
                <w:lang w:val="uk-UA"/>
              </w:rPr>
            </w:pPr>
            <w:r w:rsidRPr="00BA384D">
              <w:rPr>
                <w:sz w:val="28"/>
                <w:szCs w:val="28"/>
                <w:lang w:val="uk-UA"/>
              </w:rPr>
              <w:t>Даценко О.М.</w:t>
            </w:r>
          </w:p>
        </w:tc>
      </w:tr>
      <w:tr w:rsidR="00B76FA9" w:rsidRPr="00BA384D" w:rsidTr="008A169E">
        <w:trPr>
          <w:trHeight w:val="972"/>
        </w:trPr>
        <w:tc>
          <w:tcPr>
            <w:tcW w:w="567" w:type="dxa"/>
            <w:gridSpan w:val="2"/>
          </w:tcPr>
          <w:p w:rsidR="00B76FA9" w:rsidRPr="00BA384D" w:rsidRDefault="00B76FA9" w:rsidP="001C2918">
            <w:pPr>
              <w:rPr>
                <w:sz w:val="28"/>
                <w:szCs w:val="28"/>
                <w:lang w:val="uk-UA"/>
              </w:rPr>
            </w:pPr>
            <w:r w:rsidRPr="00BA384D">
              <w:rPr>
                <w:sz w:val="28"/>
                <w:szCs w:val="28"/>
                <w:lang w:val="uk-UA"/>
              </w:rPr>
              <w:t>3.</w:t>
            </w:r>
          </w:p>
        </w:tc>
        <w:tc>
          <w:tcPr>
            <w:tcW w:w="4960" w:type="dxa"/>
          </w:tcPr>
          <w:p w:rsidR="00B76FA9" w:rsidRPr="00BA384D" w:rsidRDefault="00B76FA9" w:rsidP="008A169E">
            <w:pPr>
              <w:jc w:val="both"/>
              <w:rPr>
                <w:sz w:val="28"/>
                <w:szCs w:val="28"/>
                <w:lang w:val="uk-UA"/>
              </w:rPr>
            </w:pPr>
            <w:r w:rsidRPr="00BA384D">
              <w:rPr>
                <w:sz w:val="28"/>
                <w:szCs w:val="28"/>
                <w:lang w:val="uk-UA"/>
              </w:rPr>
              <w:t>Про хід виконання комплексної районної програми «Правопорядок» на</w:t>
            </w:r>
            <w:r>
              <w:rPr>
                <w:sz w:val="28"/>
                <w:szCs w:val="28"/>
                <w:lang w:val="uk-UA"/>
              </w:rPr>
              <w:t xml:space="preserve"> </w:t>
            </w:r>
            <w:r w:rsidRPr="00BA384D">
              <w:rPr>
                <w:sz w:val="28"/>
                <w:szCs w:val="28"/>
                <w:lang w:val="uk-UA"/>
              </w:rPr>
              <w:t>2016-2020 роки за 2016 рік</w:t>
            </w:r>
          </w:p>
        </w:tc>
        <w:tc>
          <w:tcPr>
            <w:tcW w:w="1701" w:type="dxa"/>
          </w:tcPr>
          <w:p w:rsidR="00B76FA9" w:rsidRPr="00BA384D" w:rsidRDefault="00B76FA9" w:rsidP="008A169E">
            <w:pPr>
              <w:rPr>
                <w:sz w:val="28"/>
                <w:szCs w:val="28"/>
                <w:lang w:val="uk-UA"/>
              </w:rPr>
            </w:pPr>
            <w:r w:rsidRPr="00BA384D">
              <w:rPr>
                <w:sz w:val="28"/>
                <w:szCs w:val="28"/>
                <w:lang w:val="uk-UA"/>
              </w:rPr>
              <w:t>30.01.2017</w:t>
            </w:r>
          </w:p>
        </w:tc>
        <w:tc>
          <w:tcPr>
            <w:tcW w:w="2553" w:type="dxa"/>
          </w:tcPr>
          <w:p w:rsidR="00B76FA9" w:rsidRPr="00BA384D" w:rsidRDefault="00B76FA9" w:rsidP="00103F7A">
            <w:pPr>
              <w:rPr>
                <w:sz w:val="28"/>
                <w:szCs w:val="28"/>
                <w:lang w:val="uk-UA"/>
              </w:rPr>
            </w:pPr>
            <w:r w:rsidRPr="00BA384D">
              <w:rPr>
                <w:sz w:val="28"/>
                <w:szCs w:val="28"/>
                <w:lang w:val="uk-UA"/>
              </w:rPr>
              <w:t>Татарінов В.М.</w:t>
            </w:r>
          </w:p>
          <w:p w:rsidR="00B76FA9" w:rsidRPr="00BA384D" w:rsidRDefault="00B76FA9" w:rsidP="00103F7A">
            <w:pPr>
              <w:rPr>
                <w:sz w:val="28"/>
                <w:szCs w:val="28"/>
                <w:lang w:val="uk-UA"/>
              </w:rPr>
            </w:pPr>
            <w:r w:rsidRPr="00BA384D">
              <w:rPr>
                <w:sz w:val="28"/>
                <w:szCs w:val="28"/>
                <w:lang w:val="uk-UA"/>
              </w:rPr>
              <w:t>Жогло П.А.</w:t>
            </w:r>
          </w:p>
        </w:tc>
      </w:tr>
      <w:tr w:rsidR="00B76FA9" w:rsidRPr="00BA384D" w:rsidTr="008A169E">
        <w:trPr>
          <w:trHeight w:val="972"/>
        </w:trPr>
        <w:tc>
          <w:tcPr>
            <w:tcW w:w="567" w:type="dxa"/>
            <w:gridSpan w:val="2"/>
          </w:tcPr>
          <w:p w:rsidR="00B76FA9" w:rsidRPr="00BA384D" w:rsidRDefault="00B76FA9" w:rsidP="001C2918">
            <w:pPr>
              <w:rPr>
                <w:sz w:val="28"/>
                <w:szCs w:val="28"/>
                <w:lang w:val="uk-UA"/>
              </w:rPr>
            </w:pPr>
            <w:r w:rsidRPr="00BA384D">
              <w:rPr>
                <w:sz w:val="28"/>
                <w:szCs w:val="28"/>
                <w:lang w:val="uk-UA"/>
              </w:rPr>
              <w:t>4.</w:t>
            </w:r>
          </w:p>
        </w:tc>
        <w:tc>
          <w:tcPr>
            <w:tcW w:w="4960" w:type="dxa"/>
          </w:tcPr>
          <w:p w:rsidR="00B76FA9" w:rsidRPr="00BA384D" w:rsidRDefault="00B76FA9" w:rsidP="008A169E">
            <w:pPr>
              <w:jc w:val="both"/>
              <w:rPr>
                <w:sz w:val="28"/>
                <w:szCs w:val="28"/>
                <w:lang w:val="uk-UA"/>
              </w:rPr>
            </w:pPr>
            <w:r w:rsidRPr="00BA384D">
              <w:rPr>
                <w:sz w:val="28"/>
                <w:szCs w:val="28"/>
                <w:lang w:val="uk-UA"/>
              </w:rPr>
              <w:t>Про результати роботи відділу державної реєстрації районної держа</w:t>
            </w:r>
            <w:r>
              <w:rPr>
                <w:sz w:val="28"/>
                <w:szCs w:val="28"/>
                <w:lang w:val="uk-UA"/>
              </w:rPr>
              <w:t>в-</w:t>
            </w:r>
            <w:r w:rsidRPr="00BA384D">
              <w:rPr>
                <w:sz w:val="28"/>
                <w:szCs w:val="28"/>
                <w:lang w:val="uk-UA"/>
              </w:rPr>
              <w:t>ної адміністрації за 2016 рік</w:t>
            </w:r>
          </w:p>
        </w:tc>
        <w:tc>
          <w:tcPr>
            <w:tcW w:w="1701" w:type="dxa"/>
          </w:tcPr>
          <w:p w:rsidR="00B76FA9" w:rsidRPr="00BA384D" w:rsidRDefault="00B76FA9" w:rsidP="008A169E">
            <w:pPr>
              <w:rPr>
                <w:sz w:val="28"/>
                <w:szCs w:val="28"/>
                <w:lang w:val="uk-UA"/>
              </w:rPr>
            </w:pPr>
            <w:r w:rsidRPr="00BA384D">
              <w:rPr>
                <w:sz w:val="28"/>
                <w:szCs w:val="28"/>
                <w:lang w:val="uk-UA"/>
              </w:rPr>
              <w:t>30.01.2017</w:t>
            </w:r>
          </w:p>
        </w:tc>
        <w:tc>
          <w:tcPr>
            <w:tcW w:w="2553" w:type="dxa"/>
          </w:tcPr>
          <w:p w:rsidR="00B76FA9" w:rsidRPr="00BA384D" w:rsidRDefault="00B76FA9" w:rsidP="00BE75F9">
            <w:pPr>
              <w:rPr>
                <w:sz w:val="28"/>
                <w:szCs w:val="28"/>
                <w:lang w:val="uk-UA"/>
              </w:rPr>
            </w:pPr>
            <w:r w:rsidRPr="00BA384D">
              <w:rPr>
                <w:sz w:val="28"/>
                <w:szCs w:val="28"/>
                <w:lang w:val="uk-UA"/>
              </w:rPr>
              <w:t>Ломко М.О.</w:t>
            </w:r>
          </w:p>
          <w:p w:rsidR="00B76FA9" w:rsidRPr="00BA384D" w:rsidRDefault="00B76FA9" w:rsidP="00BE75F9">
            <w:pPr>
              <w:rPr>
                <w:sz w:val="28"/>
                <w:szCs w:val="28"/>
                <w:lang w:val="uk-UA"/>
              </w:rPr>
            </w:pPr>
            <w:r w:rsidRPr="00BA384D">
              <w:rPr>
                <w:sz w:val="28"/>
                <w:szCs w:val="28"/>
                <w:lang w:val="uk-UA"/>
              </w:rPr>
              <w:t>Крикун Ю.Є.</w:t>
            </w:r>
          </w:p>
        </w:tc>
      </w:tr>
      <w:tr w:rsidR="00B76FA9" w:rsidRPr="00BA384D" w:rsidTr="00267487">
        <w:trPr>
          <w:trHeight w:val="709"/>
        </w:trPr>
        <w:tc>
          <w:tcPr>
            <w:tcW w:w="567" w:type="dxa"/>
            <w:gridSpan w:val="2"/>
          </w:tcPr>
          <w:p w:rsidR="00B76FA9" w:rsidRPr="00BA384D" w:rsidRDefault="00B76FA9" w:rsidP="001C2918">
            <w:pPr>
              <w:rPr>
                <w:sz w:val="28"/>
                <w:szCs w:val="28"/>
                <w:lang w:val="uk-UA"/>
              </w:rPr>
            </w:pPr>
            <w:r w:rsidRPr="00BA384D">
              <w:rPr>
                <w:sz w:val="28"/>
                <w:szCs w:val="28"/>
                <w:lang w:val="uk-UA"/>
              </w:rPr>
              <w:t>5.</w:t>
            </w:r>
          </w:p>
        </w:tc>
        <w:tc>
          <w:tcPr>
            <w:tcW w:w="4960" w:type="dxa"/>
          </w:tcPr>
          <w:p w:rsidR="00B76FA9" w:rsidRPr="00BA384D" w:rsidRDefault="00B76FA9" w:rsidP="00605768">
            <w:pPr>
              <w:jc w:val="both"/>
              <w:rPr>
                <w:sz w:val="28"/>
                <w:szCs w:val="28"/>
                <w:lang w:val="uk-UA"/>
              </w:rPr>
            </w:pPr>
            <w:r w:rsidRPr="00BA384D">
              <w:rPr>
                <w:sz w:val="28"/>
                <w:szCs w:val="28"/>
                <w:lang w:val="uk-UA"/>
              </w:rPr>
              <w:t>Про стан транспортного забезпечення населення району в 2016 році</w:t>
            </w:r>
          </w:p>
        </w:tc>
        <w:tc>
          <w:tcPr>
            <w:tcW w:w="1701" w:type="dxa"/>
          </w:tcPr>
          <w:p w:rsidR="00B76FA9" w:rsidRPr="00BA384D" w:rsidRDefault="00B76FA9" w:rsidP="000453A2">
            <w:pPr>
              <w:rPr>
                <w:sz w:val="28"/>
                <w:szCs w:val="28"/>
                <w:lang w:val="uk-UA"/>
              </w:rPr>
            </w:pPr>
            <w:r w:rsidRPr="00BA384D">
              <w:rPr>
                <w:sz w:val="28"/>
                <w:szCs w:val="28"/>
                <w:lang w:val="uk-UA"/>
              </w:rPr>
              <w:t>30.01.2017</w:t>
            </w:r>
          </w:p>
        </w:tc>
        <w:tc>
          <w:tcPr>
            <w:tcW w:w="2553" w:type="dxa"/>
          </w:tcPr>
          <w:p w:rsidR="00B76FA9" w:rsidRPr="00BA384D" w:rsidRDefault="00B76FA9" w:rsidP="0095734A">
            <w:pPr>
              <w:rPr>
                <w:sz w:val="28"/>
                <w:szCs w:val="28"/>
                <w:lang w:val="uk-UA"/>
              </w:rPr>
            </w:pPr>
            <w:r w:rsidRPr="00BA384D">
              <w:rPr>
                <w:sz w:val="28"/>
                <w:szCs w:val="28"/>
                <w:lang w:val="uk-UA"/>
              </w:rPr>
              <w:t>Ломко М.О.</w:t>
            </w:r>
          </w:p>
          <w:p w:rsidR="00B76FA9" w:rsidRPr="00BA384D" w:rsidRDefault="00B76FA9" w:rsidP="0095734A">
            <w:pPr>
              <w:rPr>
                <w:sz w:val="28"/>
                <w:szCs w:val="28"/>
                <w:lang w:val="uk-UA"/>
              </w:rPr>
            </w:pPr>
            <w:r w:rsidRPr="00BA384D">
              <w:rPr>
                <w:sz w:val="28"/>
                <w:szCs w:val="28"/>
                <w:lang w:val="uk-UA"/>
              </w:rPr>
              <w:t>Радченко Л.Г.</w:t>
            </w:r>
          </w:p>
        </w:tc>
      </w:tr>
      <w:tr w:rsidR="00B76FA9" w:rsidRPr="00BA384D" w:rsidTr="001C2918">
        <w:tc>
          <w:tcPr>
            <w:tcW w:w="567" w:type="dxa"/>
            <w:gridSpan w:val="2"/>
          </w:tcPr>
          <w:p w:rsidR="00B76FA9" w:rsidRPr="00BA384D" w:rsidRDefault="00B76FA9" w:rsidP="00282208">
            <w:pPr>
              <w:rPr>
                <w:sz w:val="28"/>
                <w:szCs w:val="28"/>
                <w:lang w:val="uk-UA"/>
              </w:rPr>
            </w:pPr>
            <w:r w:rsidRPr="00BA384D">
              <w:rPr>
                <w:sz w:val="28"/>
                <w:szCs w:val="28"/>
                <w:lang w:val="uk-UA"/>
              </w:rPr>
              <w:t>6.</w:t>
            </w:r>
          </w:p>
        </w:tc>
        <w:tc>
          <w:tcPr>
            <w:tcW w:w="4960" w:type="dxa"/>
          </w:tcPr>
          <w:p w:rsidR="00B76FA9" w:rsidRPr="00BA384D" w:rsidRDefault="00B76FA9" w:rsidP="007A7C20">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 xml:space="preserve">стан роботи консультативних, дорадчих та інших допоміжних органів районної державної адміністрації за </w:t>
            </w:r>
            <w:r w:rsidRPr="00BA384D">
              <w:rPr>
                <w:bCs/>
                <w:sz w:val="28"/>
                <w:szCs w:val="28"/>
                <w:lang w:val="uk-UA"/>
              </w:rPr>
              <w:t>І</w:t>
            </w:r>
            <w:r w:rsidRPr="00BA384D">
              <w:rPr>
                <w:bCs/>
                <w:sz w:val="28"/>
                <w:szCs w:val="28"/>
                <w:lang w:val="en-US"/>
              </w:rPr>
              <w:t>V</w:t>
            </w:r>
            <w:r w:rsidRPr="00BA384D">
              <w:rPr>
                <w:b/>
                <w:sz w:val="28"/>
                <w:szCs w:val="28"/>
                <w:lang w:val="uk-UA"/>
              </w:rPr>
              <w:t xml:space="preserve"> </w:t>
            </w:r>
            <w:r w:rsidRPr="00BA384D">
              <w:rPr>
                <w:sz w:val="28"/>
                <w:szCs w:val="28"/>
                <w:lang w:val="uk-UA"/>
              </w:rPr>
              <w:t>квартал 2016 року</w:t>
            </w:r>
          </w:p>
        </w:tc>
        <w:tc>
          <w:tcPr>
            <w:tcW w:w="1701" w:type="dxa"/>
          </w:tcPr>
          <w:p w:rsidR="00B76FA9" w:rsidRPr="00BA384D" w:rsidRDefault="00B76FA9" w:rsidP="000453A2">
            <w:pPr>
              <w:rPr>
                <w:sz w:val="28"/>
                <w:szCs w:val="28"/>
                <w:lang w:val="uk-UA"/>
              </w:rPr>
            </w:pPr>
            <w:r w:rsidRPr="00BA384D">
              <w:rPr>
                <w:sz w:val="28"/>
                <w:szCs w:val="28"/>
                <w:lang w:val="uk-UA"/>
              </w:rPr>
              <w:t>13.02.2017</w:t>
            </w:r>
          </w:p>
        </w:tc>
        <w:tc>
          <w:tcPr>
            <w:tcW w:w="2553" w:type="dxa"/>
          </w:tcPr>
          <w:p w:rsidR="00B76FA9" w:rsidRPr="00BA384D" w:rsidRDefault="00B76FA9" w:rsidP="00282208">
            <w:pPr>
              <w:rPr>
                <w:sz w:val="28"/>
                <w:szCs w:val="28"/>
                <w:lang w:val="uk-UA"/>
              </w:rPr>
            </w:pPr>
            <w:r w:rsidRPr="00BA384D">
              <w:rPr>
                <w:sz w:val="28"/>
                <w:szCs w:val="28"/>
                <w:lang w:val="uk-UA"/>
              </w:rPr>
              <w:t>Ломко М.О.</w:t>
            </w:r>
          </w:p>
          <w:p w:rsidR="00B76FA9" w:rsidRPr="00BA384D" w:rsidRDefault="00B76FA9" w:rsidP="00282208">
            <w:pPr>
              <w:rPr>
                <w:sz w:val="28"/>
                <w:szCs w:val="28"/>
                <w:lang w:val="uk-UA"/>
              </w:rPr>
            </w:pPr>
            <w:r w:rsidRPr="00BA384D">
              <w:rPr>
                <w:sz w:val="28"/>
                <w:szCs w:val="28"/>
                <w:lang w:val="uk-UA"/>
              </w:rPr>
              <w:t>Бойко К.С.</w:t>
            </w:r>
          </w:p>
        </w:tc>
      </w:tr>
      <w:tr w:rsidR="00B76FA9" w:rsidRPr="00BA384D" w:rsidTr="001C2918">
        <w:tc>
          <w:tcPr>
            <w:tcW w:w="567" w:type="dxa"/>
            <w:gridSpan w:val="2"/>
          </w:tcPr>
          <w:p w:rsidR="00B76FA9" w:rsidRPr="00BA384D" w:rsidRDefault="00B76FA9" w:rsidP="00585251">
            <w:pPr>
              <w:rPr>
                <w:sz w:val="28"/>
                <w:szCs w:val="28"/>
                <w:lang w:val="uk-UA"/>
              </w:rPr>
            </w:pPr>
            <w:r w:rsidRPr="00BA384D">
              <w:rPr>
                <w:sz w:val="28"/>
                <w:szCs w:val="28"/>
                <w:lang w:val="uk-UA"/>
              </w:rPr>
              <w:t>7.</w:t>
            </w:r>
          </w:p>
        </w:tc>
        <w:tc>
          <w:tcPr>
            <w:tcW w:w="4960" w:type="dxa"/>
          </w:tcPr>
          <w:p w:rsidR="00B76FA9" w:rsidRPr="00BA384D" w:rsidRDefault="00B76FA9" w:rsidP="003A5AA0">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 xml:space="preserve">стан ведення галузі тваринництва і перспективи розвитку галузі на 2017 рік </w:t>
            </w:r>
          </w:p>
        </w:tc>
        <w:tc>
          <w:tcPr>
            <w:tcW w:w="1701" w:type="dxa"/>
          </w:tcPr>
          <w:p w:rsidR="00B76FA9" w:rsidRPr="00BA384D" w:rsidRDefault="00B76FA9" w:rsidP="00585251">
            <w:pPr>
              <w:rPr>
                <w:sz w:val="28"/>
                <w:szCs w:val="28"/>
                <w:lang w:val="uk-UA"/>
              </w:rPr>
            </w:pPr>
            <w:r w:rsidRPr="00BA384D">
              <w:rPr>
                <w:sz w:val="28"/>
                <w:szCs w:val="28"/>
                <w:lang w:val="uk-UA"/>
              </w:rPr>
              <w:t>13.02.2017</w:t>
            </w:r>
          </w:p>
        </w:tc>
        <w:tc>
          <w:tcPr>
            <w:tcW w:w="2553" w:type="dxa"/>
          </w:tcPr>
          <w:p w:rsidR="00B76FA9" w:rsidRPr="00BA384D" w:rsidRDefault="00B76FA9" w:rsidP="003A5AA0">
            <w:pPr>
              <w:rPr>
                <w:sz w:val="28"/>
                <w:szCs w:val="28"/>
                <w:lang w:val="uk-UA"/>
              </w:rPr>
            </w:pPr>
            <w:r w:rsidRPr="00BA384D">
              <w:rPr>
                <w:sz w:val="28"/>
                <w:szCs w:val="28"/>
                <w:lang w:val="uk-UA"/>
              </w:rPr>
              <w:t>Гребенюк О.П.</w:t>
            </w:r>
          </w:p>
          <w:p w:rsidR="00B76FA9" w:rsidRPr="00BA384D" w:rsidRDefault="00B76FA9" w:rsidP="003A5AA0">
            <w:pPr>
              <w:rPr>
                <w:sz w:val="28"/>
                <w:szCs w:val="28"/>
                <w:lang w:val="uk-UA"/>
              </w:rPr>
            </w:pPr>
            <w:r w:rsidRPr="00BA384D">
              <w:rPr>
                <w:sz w:val="28"/>
                <w:szCs w:val="28"/>
                <w:lang w:val="uk-UA"/>
              </w:rPr>
              <w:t>Семко М.В.</w:t>
            </w:r>
          </w:p>
        </w:tc>
      </w:tr>
      <w:tr w:rsidR="00B76FA9" w:rsidRPr="00BA384D" w:rsidTr="001C2918">
        <w:tc>
          <w:tcPr>
            <w:tcW w:w="567" w:type="dxa"/>
            <w:gridSpan w:val="2"/>
          </w:tcPr>
          <w:p w:rsidR="00B76FA9" w:rsidRPr="00BA384D" w:rsidRDefault="00B76FA9" w:rsidP="003A4DEE">
            <w:pPr>
              <w:rPr>
                <w:sz w:val="28"/>
                <w:szCs w:val="28"/>
                <w:lang w:val="uk-UA"/>
              </w:rPr>
            </w:pPr>
            <w:r w:rsidRPr="00BA384D">
              <w:rPr>
                <w:sz w:val="28"/>
                <w:szCs w:val="28"/>
                <w:lang w:val="uk-UA"/>
              </w:rPr>
              <w:t>8.</w:t>
            </w:r>
          </w:p>
        </w:tc>
        <w:tc>
          <w:tcPr>
            <w:tcW w:w="4960" w:type="dxa"/>
          </w:tcPr>
          <w:p w:rsidR="00B76FA9" w:rsidRPr="00BA384D" w:rsidRDefault="00B76FA9" w:rsidP="009A6E08">
            <w:pPr>
              <w:jc w:val="both"/>
              <w:rPr>
                <w:sz w:val="28"/>
                <w:szCs w:val="28"/>
                <w:lang w:val="uk-UA"/>
              </w:rPr>
            </w:pPr>
            <w:r w:rsidRPr="00BA384D">
              <w:rPr>
                <w:sz w:val="28"/>
                <w:szCs w:val="28"/>
                <w:lang w:val="uk-UA"/>
              </w:rPr>
              <w:t>Про стан дотримання дошкільними навчальними закладами району санітарного регламенту, затвердженого наказом Міністерства охорони здо</w:t>
            </w:r>
            <w:r>
              <w:rPr>
                <w:sz w:val="28"/>
                <w:szCs w:val="28"/>
                <w:lang w:val="uk-UA"/>
              </w:rPr>
              <w:t>-</w:t>
            </w:r>
            <w:r w:rsidRPr="00BA384D">
              <w:rPr>
                <w:sz w:val="28"/>
                <w:szCs w:val="28"/>
                <w:lang w:val="uk-UA"/>
              </w:rPr>
              <w:t>ров’я України від 24.03.2016 № 274</w:t>
            </w:r>
          </w:p>
        </w:tc>
        <w:tc>
          <w:tcPr>
            <w:tcW w:w="1701" w:type="dxa"/>
          </w:tcPr>
          <w:p w:rsidR="00B76FA9" w:rsidRPr="00BA384D" w:rsidRDefault="00B76FA9" w:rsidP="000453A2">
            <w:pPr>
              <w:rPr>
                <w:sz w:val="28"/>
                <w:szCs w:val="28"/>
                <w:lang w:val="uk-UA"/>
              </w:rPr>
            </w:pPr>
            <w:r w:rsidRPr="00BA384D">
              <w:rPr>
                <w:sz w:val="28"/>
                <w:szCs w:val="28"/>
                <w:lang w:val="uk-UA"/>
              </w:rPr>
              <w:t>27.02.2017</w:t>
            </w:r>
          </w:p>
        </w:tc>
        <w:tc>
          <w:tcPr>
            <w:tcW w:w="2553" w:type="dxa"/>
          </w:tcPr>
          <w:p w:rsidR="00B76FA9" w:rsidRPr="00BA384D" w:rsidRDefault="00B76FA9" w:rsidP="003A4DEE">
            <w:pPr>
              <w:rPr>
                <w:sz w:val="28"/>
                <w:szCs w:val="28"/>
                <w:lang w:val="uk-UA"/>
              </w:rPr>
            </w:pPr>
            <w:r w:rsidRPr="00BA384D">
              <w:rPr>
                <w:sz w:val="28"/>
                <w:szCs w:val="28"/>
                <w:lang w:val="uk-UA"/>
              </w:rPr>
              <w:t>Татарінов В.М.</w:t>
            </w:r>
          </w:p>
          <w:p w:rsidR="00B76FA9" w:rsidRPr="00BA384D" w:rsidRDefault="00B76FA9" w:rsidP="003A4DEE">
            <w:pPr>
              <w:rPr>
                <w:sz w:val="28"/>
                <w:szCs w:val="28"/>
                <w:lang w:val="uk-UA"/>
              </w:rPr>
            </w:pPr>
            <w:r w:rsidRPr="00BA384D">
              <w:rPr>
                <w:sz w:val="28"/>
                <w:szCs w:val="28"/>
                <w:lang w:val="uk-UA"/>
              </w:rPr>
              <w:t>Шкурат Л.П.</w:t>
            </w:r>
          </w:p>
        </w:tc>
      </w:tr>
      <w:tr w:rsidR="00B76FA9" w:rsidRPr="00BA384D" w:rsidTr="001C2918">
        <w:tc>
          <w:tcPr>
            <w:tcW w:w="567" w:type="dxa"/>
            <w:gridSpan w:val="2"/>
          </w:tcPr>
          <w:p w:rsidR="00B76FA9" w:rsidRPr="00BA384D" w:rsidRDefault="00B76FA9" w:rsidP="003A4DEE">
            <w:pPr>
              <w:rPr>
                <w:sz w:val="28"/>
                <w:szCs w:val="28"/>
                <w:lang w:val="uk-UA"/>
              </w:rPr>
            </w:pPr>
            <w:r w:rsidRPr="00BA384D">
              <w:rPr>
                <w:sz w:val="28"/>
                <w:szCs w:val="28"/>
                <w:lang w:val="uk-UA"/>
              </w:rPr>
              <w:t>9.</w:t>
            </w:r>
          </w:p>
        </w:tc>
        <w:tc>
          <w:tcPr>
            <w:tcW w:w="4960" w:type="dxa"/>
          </w:tcPr>
          <w:p w:rsidR="00B76FA9" w:rsidRPr="00BA384D" w:rsidRDefault="00B76FA9" w:rsidP="00706E97">
            <w:pPr>
              <w:jc w:val="both"/>
              <w:rPr>
                <w:sz w:val="28"/>
                <w:szCs w:val="28"/>
                <w:lang w:val="uk-UA"/>
              </w:rPr>
            </w:pPr>
            <w:r w:rsidRPr="00BA384D">
              <w:rPr>
                <w:sz w:val="28"/>
                <w:szCs w:val="28"/>
                <w:lang w:val="uk-UA"/>
              </w:rPr>
              <w:t>Про стан надання населенню житлових субсидій в опалювальний період 2016-2017 років</w:t>
            </w:r>
          </w:p>
        </w:tc>
        <w:tc>
          <w:tcPr>
            <w:tcW w:w="1701" w:type="dxa"/>
          </w:tcPr>
          <w:p w:rsidR="00B76FA9" w:rsidRPr="00BA384D" w:rsidRDefault="00B76FA9" w:rsidP="000453A2">
            <w:pPr>
              <w:rPr>
                <w:sz w:val="28"/>
                <w:szCs w:val="28"/>
                <w:lang w:val="uk-UA"/>
              </w:rPr>
            </w:pPr>
            <w:r w:rsidRPr="00BA384D">
              <w:rPr>
                <w:sz w:val="28"/>
                <w:szCs w:val="28"/>
                <w:lang w:val="uk-UA"/>
              </w:rPr>
              <w:t>13.03.2017</w:t>
            </w:r>
          </w:p>
        </w:tc>
        <w:tc>
          <w:tcPr>
            <w:tcW w:w="2553" w:type="dxa"/>
          </w:tcPr>
          <w:p w:rsidR="00B76FA9" w:rsidRPr="00BA384D" w:rsidRDefault="00B76FA9" w:rsidP="003A4DEE">
            <w:pPr>
              <w:rPr>
                <w:sz w:val="28"/>
                <w:szCs w:val="28"/>
                <w:lang w:val="uk-UA"/>
              </w:rPr>
            </w:pPr>
            <w:r w:rsidRPr="00BA384D">
              <w:rPr>
                <w:sz w:val="28"/>
                <w:szCs w:val="28"/>
                <w:lang w:val="uk-UA"/>
              </w:rPr>
              <w:t>Татарінов В.М.</w:t>
            </w:r>
          </w:p>
          <w:p w:rsidR="00B76FA9" w:rsidRPr="00BA384D" w:rsidRDefault="00B76FA9" w:rsidP="003A4DEE">
            <w:pPr>
              <w:rPr>
                <w:sz w:val="28"/>
                <w:szCs w:val="28"/>
                <w:lang w:val="uk-UA"/>
              </w:rPr>
            </w:pPr>
            <w:r w:rsidRPr="00BA384D">
              <w:rPr>
                <w:sz w:val="28"/>
                <w:szCs w:val="28"/>
                <w:lang w:val="uk-UA"/>
              </w:rPr>
              <w:t>Даценко О.М.</w:t>
            </w:r>
          </w:p>
        </w:tc>
      </w:tr>
      <w:tr w:rsidR="00B76FA9" w:rsidRPr="00BA384D" w:rsidTr="001C2918">
        <w:tc>
          <w:tcPr>
            <w:tcW w:w="567" w:type="dxa"/>
            <w:gridSpan w:val="2"/>
          </w:tcPr>
          <w:p w:rsidR="00B76FA9" w:rsidRPr="00BA384D" w:rsidRDefault="00B76FA9" w:rsidP="00097CD8">
            <w:pPr>
              <w:rPr>
                <w:sz w:val="28"/>
                <w:szCs w:val="28"/>
                <w:lang w:val="uk-UA"/>
              </w:rPr>
            </w:pPr>
            <w:r w:rsidRPr="00BA384D">
              <w:rPr>
                <w:sz w:val="28"/>
                <w:szCs w:val="28"/>
                <w:lang w:val="uk-UA"/>
              </w:rPr>
              <w:t>10.</w:t>
            </w:r>
          </w:p>
        </w:tc>
        <w:tc>
          <w:tcPr>
            <w:tcW w:w="4960" w:type="dxa"/>
          </w:tcPr>
          <w:p w:rsidR="00B76FA9" w:rsidRPr="00BA384D" w:rsidRDefault="00B76FA9" w:rsidP="00706E97">
            <w:pPr>
              <w:jc w:val="both"/>
              <w:rPr>
                <w:sz w:val="28"/>
                <w:szCs w:val="28"/>
                <w:lang w:val="uk-UA"/>
              </w:rPr>
            </w:pPr>
            <w:r w:rsidRPr="00BA384D">
              <w:rPr>
                <w:sz w:val="28"/>
                <w:szCs w:val="28"/>
                <w:lang w:val="uk-UA"/>
              </w:rPr>
              <w:t>Про стан виплати заробітної плати найманим працівникам району</w:t>
            </w:r>
          </w:p>
        </w:tc>
        <w:tc>
          <w:tcPr>
            <w:tcW w:w="1701" w:type="dxa"/>
          </w:tcPr>
          <w:p w:rsidR="00B76FA9" w:rsidRPr="00BA384D" w:rsidRDefault="00B76FA9" w:rsidP="00103F7A">
            <w:pPr>
              <w:rPr>
                <w:sz w:val="28"/>
                <w:szCs w:val="28"/>
                <w:lang w:val="uk-UA"/>
              </w:rPr>
            </w:pPr>
            <w:r w:rsidRPr="00BA384D">
              <w:rPr>
                <w:sz w:val="28"/>
                <w:szCs w:val="28"/>
                <w:lang w:val="uk-UA"/>
              </w:rPr>
              <w:t>27.03.2017</w:t>
            </w:r>
          </w:p>
        </w:tc>
        <w:tc>
          <w:tcPr>
            <w:tcW w:w="2553" w:type="dxa"/>
          </w:tcPr>
          <w:p w:rsidR="00B76FA9" w:rsidRPr="00BA384D" w:rsidRDefault="00B76FA9" w:rsidP="00103F7A">
            <w:pPr>
              <w:rPr>
                <w:sz w:val="28"/>
                <w:szCs w:val="28"/>
                <w:lang w:val="uk-UA"/>
              </w:rPr>
            </w:pPr>
            <w:r w:rsidRPr="00BA384D">
              <w:rPr>
                <w:sz w:val="28"/>
                <w:szCs w:val="28"/>
                <w:lang w:val="uk-UA"/>
              </w:rPr>
              <w:t>Татарінов В.М.</w:t>
            </w:r>
          </w:p>
          <w:p w:rsidR="00B76FA9" w:rsidRPr="00BA384D" w:rsidRDefault="00B76FA9" w:rsidP="00103F7A">
            <w:pPr>
              <w:rPr>
                <w:sz w:val="28"/>
                <w:szCs w:val="28"/>
                <w:lang w:val="uk-UA"/>
              </w:rPr>
            </w:pPr>
            <w:r w:rsidRPr="00BA384D">
              <w:rPr>
                <w:sz w:val="28"/>
                <w:szCs w:val="28"/>
                <w:lang w:val="uk-UA"/>
              </w:rPr>
              <w:t>Даценко О.М.</w:t>
            </w:r>
          </w:p>
        </w:tc>
      </w:tr>
      <w:tr w:rsidR="00B76FA9" w:rsidRPr="00BA384D" w:rsidTr="006C59B4">
        <w:trPr>
          <w:trHeight w:val="1831"/>
        </w:trPr>
        <w:tc>
          <w:tcPr>
            <w:tcW w:w="567" w:type="dxa"/>
            <w:gridSpan w:val="2"/>
          </w:tcPr>
          <w:p w:rsidR="00B76FA9" w:rsidRPr="00BA384D" w:rsidRDefault="00B76FA9" w:rsidP="00097CD8">
            <w:pPr>
              <w:rPr>
                <w:sz w:val="28"/>
                <w:szCs w:val="28"/>
                <w:lang w:val="uk-UA"/>
              </w:rPr>
            </w:pPr>
            <w:r w:rsidRPr="00BA384D">
              <w:rPr>
                <w:sz w:val="28"/>
                <w:szCs w:val="28"/>
                <w:lang w:val="uk-UA"/>
              </w:rPr>
              <w:t>11.</w:t>
            </w:r>
          </w:p>
        </w:tc>
        <w:tc>
          <w:tcPr>
            <w:tcW w:w="4960" w:type="dxa"/>
          </w:tcPr>
          <w:p w:rsidR="00B76FA9" w:rsidRPr="00BA384D" w:rsidRDefault="00B76FA9" w:rsidP="00226090">
            <w:pPr>
              <w:jc w:val="both"/>
              <w:rPr>
                <w:sz w:val="28"/>
                <w:szCs w:val="28"/>
                <w:lang w:val="uk-UA"/>
              </w:rPr>
            </w:pPr>
            <w:r w:rsidRPr="00BA384D">
              <w:rPr>
                <w:sz w:val="28"/>
                <w:szCs w:val="28"/>
                <w:lang w:val="uk-UA"/>
              </w:rPr>
              <w:t>Про хід виконання розпорядження голови Сумської обласної державної адміністрації від 02.07.2016 № 341-ОД «Про забезпечення на території області збирання, вивезення та захоронення твердих побутових відходів»</w:t>
            </w:r>
          </w:p>
        </w:tc>
        <w:tc>
          <w:tcPr>
            <w:tcW w:w="1701" w:type="dxa"/>
          </w:tcPr>
          <w:p w:rsidR="00B76FA9" w:rsidRPr="00BA384D" w:rsidRDefault="00B76FA9" w:rsidP="00605768">
            <w:pPr>
              <w:rPr>
                <w:sz w:val="28"/>
                <w:szCs w:val="28"/>
                <w:lang w:val="uk-UA"/>
              </w:rPr>
            </w:pPr>
            <w:r w:rsidRPr="00BA384D">
              <w:rPr>
                <w:sz w:val="28"/>
                <w:szCs w:val="28"/>
                <w:lang w:val="uk-UA"/>
              </w:rPr>
              <w:t>27.03.2017</w:t>
            </w:r>
          </w:p>
        </w:tc>
        <w:tc>
          <w:tcPr>
            <w:tcW w:w="2553" w:type="dxa"/>
          </w:tcPr>
          <w:p w:rsidR="00B76FA9" w:rsidRPr="00BA384D" w:rsidRDefault="00B76FA9" w:rsidP="00226090">
            <w:pPr>
              <w:rPr>
                <w:sz w:val="28"/>
                <w:szCs w:val="28"/>
                <w:lang w:val="uk-UA"/>
              </w:rPr>
            </w:pPr>
            <w:r w:rsidRPr="00BA384D">
              <w:rPr>
                <w:sz w:val="28"/>
                <w:szCs w:val="28"/>
                <w:lang w:val="uk-UA"/>
              </w:rPr>
              <w:t>Ломко М.О.</w:t>
            </w:r>
          </w:p>
          <w:p w:rsidR="00B76FA9" w:rsidRDefault="00B76FA9" w:rsidP="00226090">
            <w:pPr>
              <w:rPr>
                <w:sz w:val="28"/>
                <w:szCs w:val="28"/>
                <w:lang w:val="uk-UA"/>
              </w:rPr>
            </w:pPr>
            <w:r w:rsidRPr="00BA384D">
              <w:rPr>
                <w:sz w:val="28"/>
                <w:szCs w:val="28"/>
                <w:lang w:val="uk-UA"/>
              </w:rPr>
              <w:t>Ведмідь В.О.</w:t>
            </w:r>
          </w:p>
          <w:p w:rsidR="00B76FA9" w:rsidRPr="00BA384D" w:rsidRDefault="00B76FA9" w:rsidP="00226090">
            <w:pPr>
              <w:rPr>
                <w:sz w:val="28"/>
                <w:szCs w:val="28"/>
                <w:lang w:val="uk-UA"/>
              </w:rPr>
            </w:pPr>
          </w:p>
        </w:tc>
      </w:tr>
      <w:tr w:rsidR="00B76FA9" w:rsidRPr="00BA384D" w:rsidTr="001C2918">
        <w:tc>
          <w:tcPr>
            <w:tcW w:w="567" w:type="dxa"/>
            <w:gridSpan w:val="2"/>
          </w:tcPr>
          <w:p w:rsidR="00B76FA9" w:rsidRPr="00BA384D" w:rsidRDefault="00B76FA9" w:rsidP="00097CD8">
            <w:pPr>
              <w:rPr>
                <w:sz w:val="28"/>
                <w:szCs w:val="28"/>
                <w:lang w:val="uk-UA"/>
              </w:rPr>
            </w:pPr>
            <w:r w:rsidRPr="00BA384D">
              <w:rPr>
                <w:sz w:val="28"/>
                <w:szCs w:val="28"/>
                <w:lang w:val="uk-UA"/>
              </w:rPr>
              <w:t>12.</w:t>
            </w:r>
          </w:p>
        </w:tc>
        <w:tc>
          <w:tcPr>
            <w:tcW w:w="4960" w:type="dxa"/>
          </w:tcPr>
          <w:p w:rsidR="00B76FA9" w:rsidRDefault="00B76FA9" w:rsidP="006C59B4">
            <w:pPr>
              <w:jc w:val="both"/>
              <w:rPr>
                <w:sz w:val="28"/>
                <w:szCs w:val="28"/>
                <w:lang w:val="uk-UA"/>
              </w:rPr>
            </w:pPr>
            <w:r w:rsidRPr="00BA384D">
              <w:rPr>
                <w:sz w:val="28"/>
                <w:szCs w:val="28"/>
                <w:lang w:val="uk-UA"/>
              </w:rPr>
              <w:t>Про відповідність бюджетному законо-давству України показників затверд</w:t>
            </w:r>
            <w:r>
              <w:rPr>
                <w:sz w:val="28"/>
                <w:szCs w:val="28"/>
                <w:lang w:val="uk-UA"/>
              </w:rPr>
              <w:t>же-</w:t>
            </w:r>
          </w:p>
          <w:p w:rsidR="00B76FA9" w:rsidRPr="00BA384D" w:rsidRDefault="00B76FA9" w:rsidP="006C59B4">
            <w:pPr>
              <w:jc w:val="both"/>
              <w:rPr>
                <w:sz w:val="28"/>
                <w:szCs w:val="28"/>
                <w:lang w:val="uk-UA"/>
              </w:rPr>
            </w:pPr>
            <w:r>
              <w:rPr>
                <w:sz w:val="28"/>
                <w:szCs w:val="28"/>
                <w:lang w:val="uk-UA"/>
              </w:rPr>
              <w:t>них сільськими бюджетами на 2017 рік</w:t>
            </w:r>
          </w:p>
        </w:tc>
        <w:tc>
          <w:tcPr>
            <w:tcW w:w="1701" w:type="dxa"/>
          </w:tcPr>
          <w:p w:rsidR="00B76FA9" w:rsidRPr="00BA384D" w:rsidRDefault="00B76FA9" w:rsidP="00605768">
            <w:pPr>
              <w:rPr>
                <w:sz w:val="28"/>
                <w:szCs w:val="28"/>
                <w:lang w:val="uk-UA"/>
              </w:rPr>
            </w:pPr>
            <w:r w:rsidRPr="00BA384D">
              <w:rPr>
                <w:sz w:val="28"/>
                <w:szCs w:val="28"/>
                <w:lang w:val="uk-UA"/>
              </w:rPr>
              <w:t>27.03.2017</w:t>
            </w:r>
          </w:p>
        </w:tc>
        <w:tc>
          <w:tcPr>
            <w:tcW w:w="2553" w:type="dxa"/>
          </w:tcPr>
          <w:p w:rsidR="00B76FA9" w:rsidRPr="00BA384D" w:rsidRDefault="00B76FA9" w:rsidP="006C59B4">
            <w:pPr>
              <w:rPr>
                <w:sz w:val="28"/>
                <w:szCs w:val="28"/>
                <w:lang w:val="uk-UA"/>
              </w:rPr>
            </w:pPr>
            <w:r w:rsidRPr="00BA384D">
              <w:rPr>
                <w:sz w:val="28"/>
                <w:szCs w:val="28"/>
                <w:lang w:val="uk-UA"/>
              </w:rPr>
              <w:t>Татарінов В.М.</w:t>
            </w:r>
          </w:p>
          <w:p w:rsidR="00B76FA9" w:rsidRPr="00BA384D" w:rsidRDefault="00B76FA9" w:rsidP="006C59B4">
            <w:pPr>
              <w:rPr>
                <w:sz w:val="28"/>
                <w:szCs w:val="28"/>
                <w:lang w:val="uk-UA"/>
              </w:rPr>
            </w:pPr>
            <w:r w:rsidRPr="00BA384D">
              <w:rPr>
                <w:sz w:val="28"/>
                <w:szCs w:val="28"/>
                <w:lang w:val="uk-UA"/>
              </w:rPr>
              <w:t>Анісімова М.В.</w:t>
            </w:r>
          </w:p>
        </w:tc>
      </w:tr>
      <w:tr w:rsidR="00B76FA9" w:rsidRPr="00BA384D" w:rsidTr="001C2918">
        <w:tc>
          <w:tcPr>
            <w:tcW w:w="567" w:type="dxa"/>
            <w:gridSpan w:val="2"/>
          </w:tcPr>
          <w:p w:rsidR="00B76FA9" w:rsidRPr="00BA384D" w:rsidRDefault="00B76FA9" w:rsidP="00097CD8">
            <w:pPr>
              <w:rPr>
                <w:sz w:val="28"/>
                <w:szCs w:val="28"/>
                <w:lang w:val="uk-UA"/>
              </w:rPr>
            </w:pPr>
            <w:r>
              <w:rPr>
                <w:sz w:val="28"/>
                <w:szCs w:val="28"/>
                <w:lang w:val="uk-UA"/>
              </w:rPr>
              <w:t>13.</w:t>
            </w:r>
          </w:p>
        </w:tc>
        <w:tc>
          <w:tcPr>
            <w:tcW w:w="4960" w:type="dxa"/>
          </w:tcPr>
          <w:p w:rsidR="00B76FA9" w:rsidRPr="00BA384D" w:rsidRDefault="00B76FA9" w:rsidP="006C59B4">
            <w:pPr>
              <w:jc w:val="both"/>
              <w:rPr>
                <w:sz w:val="28"/>
                <w:szCs w:val="28"/>
                <w:lang w:val="uk-UA"/>
              </w:rPr>
            </w:pPr>
            <w:r w:rsidRPr="00E650B8">
              <w:rPr>
                <w:sz w:val="28"/>
                <w:szCs w:val="28"/>
                <w:lang w:val="uk-UA"/>
              </w:rPr>
              <w:t>Про роботу відділу освіти, молоді та</w:t>
            </w:r>
          </w:p>
        </w:tc>
        <w:tc>
          <w:tcPr>
            <w:tcW w:w="1701" w:type="dxa"/>
          </w:tcPr>
          <w:p w:rsidR="00B76FA9" w:rsidRPr="00BA384D" w:rsidRDefault="00B76FA9" w:rsidP="00605768">
            <w:pPr>
              <w:rPr>
                <w:sz w:val="28"/>
                <w:szCs w:val="28"/>
                <w:lang w:val="uk-UA"/>
              </w:rPr>
            </w:pPr>
            <w:r w:rsidRPr="00E650B8">
              <w:rPr>
                <w:sz w:val="28"/>
                <w:szCs w:val="28"/>
                <w:lang w:val="uk-UA"/>
              </w:rPr>
              <w:t>10.04.2017</w:t>
            </w:r>
          </w:p>
        </w:tc>
        <w:tc>
          <w:tcPr>
            <w:tcW w:w="2553" w:type="dxa"/>
          </w:tcPr>
          <w:p w:rsidR="00B76FA9" w:rsidRPr="00BA384D" w:rsidRDefault="00B76FA9" w:rsidP="002319A2">
            <w:pPr>
              <w:tabs>
                <w:tab w:val="left" w:pos="387"/>
                <w:tab w:val="center" w:pos="1168"/>
              </w:tabs>
              <w:rPr>
                <w:sz w:val="28"/>
                <w:szCs w:val="28"/>
                <w:lang w:val="uk-UA"/>
              </w:rPr>
            </w:pPr>
            <w:r w:rsidRPr="00E650B8">
              <w:rPr>
                <w:sz w:val="28"/>
                <w:szCs w:val="28"/>
                <w:lang w:val="uk-UA"/>
              </w:rPr>
              <w:t>Татарінов В.М.</w:t>
            </w:r>
          </w:p>
        </w:tc>
      </w:tr>
      <w:tr w:rsidR="00B76FA9" w:rsidRPr="00BA384D" w:rsidTr="002319A2">
        <w:tc>
          <w:tcPr>
            <w:tcW w:w="9781" w:type="dxa"/>
            <w:gridSpan w:val="5"/>
          </w:tcPr>
          <w:p w:rsidR="00B76FA9" w:rsidRPr="00BA384D" w:rsidRDefault="00B76FA9" w:rsidP="00226090">
            <w:pPr>
              <w:rPr>
                <w:sz w:val="28"/>
                <w:szCs w:val="28"/>
                <w:lang w:val="uk-UA"/>
              </w:rPr>
            </w:pPr>
            <w:r>
              <w:rPr>
                <w:sz w:val="28"/>
                <w:szCs w:val="28"/>
                <w:lang w:val="uk-UA"/>
              </w:rPr>
              <w:t xml:space="preserve">                                                                                                 Продовження додатка</w:t>
            </w:r>
          </w:p>
        </w:tc>
      </w:tr>
      <w:tr w:rsidR="00B76FA9" w:rsidRPr="00BA384D" w:rsidTr="001C2918">
        <w:tc>
          <w:tcPr>
            <w:tcW w:w="567" w:type="dxa"/>
            <w:gridSpan w:val="2"/>
          </w:tcPr>
          <w:p w:rsidR="00B76FA9" w:rsidRPr="00BA384D" w:rsidRDefault="00B76FA9" w:rsidP="00097CD8">
            <w:pPr>
              <w:rPr>
                <w:sz w:val="28"/>
                <w:szCs w:val="28"/>
                <w:lang w:val="uk-UA"/>
              </w:rPr>
            </w:pPr>
            <w:r>
              <w:rPr>
                <w:sz w:val="28"/>
                <w:szCs w:val="28"/>
                <w:lang w:val="uk-UA"/>
              </w:rPr>
              <w:t>1</w:t>
            </w:r>
          </w:p>
        </w:tc>
        <w:tc>
          <w:tcPr>
            <w:tcW w:w="4960" w:type="dxa"/>
          </w:tcPr>
          <w:p w:rsidR="00B76FA9" w:rsidRPr="00BA384D" w:rsidRDefault="00B76FA9" w:rsidP="006C59B4">
            <w:pPr>
              <w:jc w:val="center"/>
              <w:rPr>
                <w:sz w:val="28"/>
                <w:szCs w:val="28"/>
                <w:lang w:val="uk-UA"/>
              </w:rPr>
            </w:pPr>
            <w:r>
              <w:rPr>
                <w:sz w:val="28"/>
                <w:szCs w:val="28"/>
                <w:lang w:val="uk-UA"/>
              </w:rPr>
              <w:t>2</w:t>
            </w:r>
          </w:p>
        </w:tc>
        <w:tc>
          <w:tcPr>
            <w:tcW w:w="1701" w:type="dxa"/>
          </w:tcPr>
          <w:p w:rsidR="00B76FA9" w:rsidRPr="00BA384D" w:rsidRDefault="00B76FA9" w:rsidP="006C59B4">
            <w:pPr>
              <w:jc w:val="center"/>
              <w:rPr>
                <w:sz w:val="28"/>
                <w:szCs w:val="28"/>
                <w:lang w:val="uk-UA"/>
              </w:rPr>
            </w:pPr>
            <w:r>
              <w:rPr>
                <w:sz w:val="28"/>
                <w:szCs w:val="28"/>
                <w:lang w:val="uk-UA"/>
              </w:rPr>
              <w:t>3</w:t>
            </w:r>
          </w:p>
        </w:tc>
        <w:tc>
          <w:tcPr>
            <w:tcW w:w="2553" w:type="dxa"/>
          </w:tcPr>
          <w:p w:rsidR="00B76FA9" w:rsidRPr="00BA384D" w:rsidRDefault="00B76FA9" w:rsidP="006C59B4">
            <w:pPr>
              <w:jc w:val="center"/>
              <w:rPr>
                <w:sz w:val="28"/>
                <w:szCs w:val="28"/>
                <w:lang w:val="uk-UA"/>
              </w:rPr>
            </w:pPr>
            <w:r>
              <w:rPr>
                <w:sz w:val="28"/>
                <w:szCs w:val="28"/>
                <w:lang w:val="uk-UA"/>
              </w:rPr>
              <w:t>4</w:t>
            </w:r>
          </w:p>
        </w:tc>
      </w:tr>
      <w:tr w:rsidR="00B76FA9" w:rsidRPr="00BA384D" w:rsidTr="001C2918">
        <w:tc>
          <w:tcPr>
            <w:tcW w:w="567" w:type="dxa"/>
            <w:gridSpan w:val="2"/>
          </w:tcPr>
          <w:p w:rsidR="00B76FA9" w:rsidRPr="00BA384D" w:rsidRDefault="00B76FA9" w:rsidP="00470A56">
            <w:pPr>
              <w:rPr>
                <w:sz w:val="28"/>
                <w:szCs w:val="28"/>
                <w:lang w:val="uk-UA"/>
              </w:rPr>
            </w:pPr>
          </w:p>
        </w:tc>
        <w:tc>
          <w:tcPr>
            <w:tcW w:w="4960" w:type="dxa"/>
          </w:tcPr>
          <w:p w:rsidR="00B76FA9" w:rsidRPr="00E650B8" w:rsidRDefault="00B76FA9" w:rsidP="00355506">
            <w:pPr>
              <w:jc w:val="both"/>
              <w:rPr>
                <w:sz w:val="28"/>
                <w:szCs w:val="28"/>
                <w:lang w:val="uk-UA"/>
              </w:rPr>
            </w:pPr>
            <w:r w:rsidRPr="00E650B8">
              <w:rPr>
                <w:sz w:val="28"/>
                <w:szCs w:val="28"/>
                <w:lang w:val="uk-UA"/>
              </w:rPr>
              <w:t>спорту районної державної адміні-страції з обдарованими та талано-витими учнями навчальних закладів району та стан результативності участі учнів у всеукраїнських учнівських олі</w:t>
            </w:r>
            <w:r>
              <w:rPr>
                <w:sz w:val="28"/>
                <w:szCs w:val="28"/>
                <w:lang w:val="uk-UA"/>
              </w:rPr>
              <w:t>-</w:t>
            </w:r>
            <w:r w:rsidRPr="00E650B8">
              <w:rPr>
                <w:sz w:val="28"/>
                <w:szCs w:val="28"/>
                <w:lang w:val="uk-UA"/>
              </w:rPr>
              <w:t>мпіадах</w:t>
            </w:r>
          </w:p>
        </w:tc>
        <w:tc>
          <w:tcPr>
            <w:tcW w:w="1701" w:type="dxa"/>
          </w:tcPr>
          <w:p w:rsidR="00B76FA9" w:rsidRPr="00E650B8" w:rsidRDefault="00B76FA9" w:rsidP="000453A2">
            <w:pPr>
              <w:rPr>
                <w:sz w:val="28"/>
                <w:szCs w:val="28"/>
                <w:lang w:val="uk-UA"/>
              </w:rPr>
            </w:pPr>
          </w:p>
        </w:tc>
        <w:tc>
          <w:tcPr>
            <w:tcW w:w="2553" w:type="dxa"/>
          </w:tcPr>
          <w:p w:rsidR="00B76FA9" w:rsidRPr="00E650B8" w:rsidRDefault="00B76FA9" w:rsidP="0088225C">
            <w:pPr>
              <w:rPr>
                <w:sz w:val="28"/>
                <w:szCs w:val="28"/>
                <w:lang w:val="uk-UA"/>
              </w:rPr>
            </w:pPr>
            <w:r w:rsidRPr="00E650B8">
              <w:rPr>
                <w:sz w:val="28"/>
                <w:szCs w:val="28"/>
                <w:lang w:val="uk-UA"/>
              </w:rPr>
              <w:t>Шкурат Л.П.</w:t>
            </w:r>
          </w:p>
          <w:p w:rsidR="00B76FA9" w:rsidRPr="00E650B8" w:rsidRDefault="00B76FA9" w:rsidP="00335BF3">
            <w:pPr>
              <w:rPr>
                <w:sz w:val="28"/>
                <w:szCs w:val="28"/>
                <w:lang w:val="uk-UA"/>
              </w:rPr>
            </w:pPr>
          </w:p>
        </w:tc>
      </w:tr>
      <w:tr w:rsidR="00B76FA9" w:rsidRPr="00BA384D" w:rsidTr="001C2918">
        <w:tc>
          <w:tcPr>
            <w:tcW w:w="567" w:type="dxa"/>
            <w:gridSpan w:val="2"/>
          </w:tcPr>
          <w:p w:rsidR="00B76FA9" w:rsidRPr="00BA384D" w:rsidRDefault="00B76FA9" w:rsidP="00305429">
            <w:pPr>
              <w:rPr>
                <w:sz w:val="28"/>
                <w:szCs w:val="28"/>
                <w:lang w:val="uk-UA"/>
              </w:rPr>
            </w:pPr>
            <w:r w:rsidRPr="00BA384D">
              <w:rPr>
                <w:sz w:val="28"/>
                <w:szCs w:val="28"/>
                <w:lang w:val="uk-UA"/>
              </w:rPr>
              <w:t>1</w:t>
            </w:r>
            <w:r>
              <w:rPr>
                <w:sz w:val="28"/>
                <w:szCs w:val="28"/>
                <w:lang w:val="uk-UA"/>
              </w:rPr>
              <w:t>4</w:t>
            </w:r>
            <w:r w:rsidRPr="00BA384D">
              <w:rPr>
                <w:sz w:val="28"/>
                <w:szCs w:val="28"/>
                <w:lang w:val="uk-UA"/>
              </w:rPr>
              <w:t>.</w:t>
            </w:r>
          </w:p>
        </w:tc>
        <w:tc>
          <w:tcPr>
            <w:tcW w:w="4960" w:type="dxa"/>
          </w:tcPr>
          <w:p w:rsidR="00B76FA9" w:rsidRPr="00BA384D" w:rsidRDefault="00B76FA9" w:rsidP="005A5449">
            <w:pPr>
              <w:jc w:val="both"/>
              <w:rPr>
                <w:sz w:val="28"/>
                <w:szCs w:val="28"/>
                <w:lang w:val="uk-UA"/>
              </w:rPr>
            </w:pPr>
            <w:r w:rsidRPr="00BA384D">
              <w:rPr>
                <w:sz w:val="28"/>
                <w:szCs w:val="28"/>
                <w:lang w:val="uk-UA"/>
              </w:rPr>
              <w:t>Використання традиційних та новітніх технологій при наданні інформаційних послуг користувачам бібліотек Ромен</w:t>
            </w:r>
            <w:r>
              <w:rPr>
                <w:sz w:val="28"/>
                <w:szCs w:val="28"/>
                <w:lang w:val="uk-UA"/>
              </w:rPr>
              <w:t>-</w:t>
            </w:r>
            <w:r w:rsidRPr="00BA384D">
              <w:rPr>
                <w:sz w:val="28"/>
                <w:szCs w:val="28"/>
                <w:lang w:val="uk-UA"/>
              </w:rPr>
              <w:t>ського району</w:t>
            </w:r>
          </w:p>
        </w:tc>
        <w:tc>
          <w:tcPr>
            <w:tcW w:w="1701" w:type="dxa"/>
          </w:tcPr>
          <w:p w:rsidR="00B76FA9" w:rsidRPr="00BA384D" w:rsidRDefault="00B76FA9" w:rsidP="000453A2">
            <w:pPr>
              <w:rPr>
                <w:sz w:val="28"/>
                <w:szCs w:val="28"/>
                <w:lang w:val="uk-UA"/>
              </w:rPr>
            </w:pPr>
            <w:r w:rsidRPr="00BA384D">
              <w:rPr>
                <w:sz w:val="28"/>
                <w:szCs w:val="28"/>
                <w:lang w:val="uk-UA"/>
              </w:rPr>
              <w:t>10.04.2017</w:t>
            </w:r>
          </w:p>
        </w:tc>
        <w:tc>
          <w:tcPr>
            <w:tcW w:w="2553" w:type="dxa"/>
          </w:tcPr>
          <w:p w:rsidR="00B76FA9" w:rsidRPr="00BA384D" w:rsidRDefault="00B76FA9" w:rsidP="00034791">
            <w:pPr>
              <w:tabs>
                <w:tab w:val="left" w:pos="387"/>
                <w:tab w:val="center" w:pos="1168"/>
              </w:tabs>
              <w:rPr>
                <w:sz w:val="28"/>
                <w:szCs w:val="28"/>
                <w:lang w:val="uk-UA"/>
              </w:rPr>
            </w:pPr>
            <w:r w:rsidRPr="00BA384D">
              <w:rPr>
                <w:sz w:val="28"/>
                <w:szCs w:val="28"/>
                <w:lang w:val="uk-UA"/>
              </w:rPr>
              <w:t>Татарінов В.М.</w:t>
            </w:r>
          </w:p>
          <w:p w:rsidR="00B76FA9" w:rsidRPr="00BA384D" w:rsidRDefault="00B76FA9" w:rsidP="00034791">
            <w:pPr>
              <w:rPr>
                <w:sz w:val="28"/>
                <w:szCs w:val="28"/>
                <w:lang w:val="uk-UA"/>
              </w:rPr>
            </w:pPr>
            <w:r w:rsidRPr="00BA384D">
              <w:rPr>
                <w:sz w:val="28"/>
                <w:szCs w:val="28"/>
                <w:lang w:val="uk-UA"/>
              </w:rPr>
              <w:t>Момот С.В.</w:t>
            </w:r>
          </w:p>
          <w:p w:rsidR="00B76FA9" w:rsidRPr="00BA384D" w:rsidRDefault="00B76FA9" w:rsidP="008243B6">
            <w:pPr>
              <w:rPr>
                <w:sz w:val="28"/>
                <w:szCs w:val="28"/>
                <w:lang w:val="uk-UA"/>
              </w:rPr>
            </w:pPr>
          </w:p>
        </w:tc>
      </w:tr>
      <w:tr w:rsidR="00B76FA9" w:rsidRPr="00BA384D" w:rsidTr="001C2918">
        <w:tc>
          <w:tcPr>
            <w:tcW w:w="567" w:type="dxa"/>
            <w:gridSpan w:val="2"/>
          </w:tcPr>
          <w:p w:rsidR="00B76FA9" w:rsidRPr="00BA384D" w:rsidRDefault="00B76FA9" w:rsidP="00305429">
            <w:pPr>
              <w:rPr>
                <w:sz w:val="28"/>
                <w:szCs w:val="28"/>
                <w:lang w:val="uk-UA"/>
              </w:rPr>
            </w:pPr>
            <w:r w:rsidRPr="00BA384D">
              <w:rPr>
                <w:sz w:val="28"/>
                <w:szCs w:val="28"/>
                <w:lang w:val="uk-UA"/>
              </w:rPr>
              <w:t>1</w:t>
            </w:r>
            <w:r>
              <w:rPr>
                <w:sz w:val="28"/>
                <w:szCs w:val="28"/>
                <w:lang w:val="uk-UA"/>
              </w:rPr>
              <w:t>5</w:t>
            </w:r>
            <w:r w:rsidRPr="00BA384D">
              <w:rPr>
                <w:sz w:val="28"/>
                <w:szCs w:val="28"/>
                <w:lang w:val="uk-UA"/>
              </w:rPr>
              <w:t>.</w:t>
            </w:r>
          </w:p>
        </w:tc>
        <w:tc>
          <w:tcPr>
            <w:tcW w:w="4960" w:type="dxa"/>
          </w:tcPr>
          <w:p w:rsidR="00B76FA9" w:rsidRPr="00BA384D" w:rsidRDefault="00B76FA9" w:rsidP="00E24438">
            <w:pPr>
              <w:jc w:val="both"/>
              <w:rPr>
                <w:sz w:val="28"/>
                <w:szCs w:val="28"/>
                <w:lang w:val="uk-UA"/>
              </w:rPr>
            </w:pPr>
            <w:r w:rsidRPr="00BA384D">
              <w:rPr>
                <w:sz w:val="28"/>
                <w:szCs w:val="28"/>
                <w:lang w:val="uk-UA"/>
              </w:rPr>
              <w:t xml:space="preserve">Про роботу відділу організації діяль-ності центру надання адміністративних послуг районної державної адмініс-трації з питань виконання вимог актів і доручень Президента України, Кабі-нету Міністрів України, розпоряджень і доручень голів Сумської обласної і Роменської районної державних адмі-ністрацій та інших нормативно-право-вих актів щодо організації роботи </w:t>
            </w:r>
          </w:p>
        </w:tc>
        <w:tc>
          <w:tcPr>
            <w:tcW w:w="1701" w:type="dxa"/>
          </w:tcPr>
          <w:p w:rsidR="00B76FA9" w:rsidRPr="00BA384D" w:rsidRDefault="00B76FA9" w:rsidP="000453A2">
            <w:pPr>
              <w:rPr>
                <w:sz w:val="28"/>
                <w:szCs w:val="28"/>
                <w:lang w:val="uk-UA"/>
              </w:rPr>
            </w:pPr>
            <w:r w:rsidRPr="00BA384D">
              <w:rPr>
                <w:sz w:val="28"/>
                <w:szCs w:val="28"/>
                <w:lang w:val="uk-UA"/>
              </w:rPr>
              <w:t>10.04.2017</w:t>
            </w:r>
          </w:p>
        </w:tc>
        <w:tc>
          <w:tcPr>
            <w:tcW w:w="2553" w:type="dxa"/>
          </w:tcPr>
          <w:p w:rsidR="00B76FA9" w:rsidRPr="00BA384D" w:rsidRDefault="00B76FA9" w:rsidP="00034791">
            <w:pPr>
              <w:tabs>
                <w:tab w:val="left" w:pos="387"/>
                <w:tab w:val="center" w:pos="1168"/>
              </w:tabs>
              <w:rPr>
                <w:sz w:val="28"/>
                <w:szCs w:val="28"/>
                <w:lang w:val="uk-UA"/>
              </w:rPr>
            </w:pPr>
            <w:r w:rsidRPr="00BA384D">
              <w:rPr>
                <w:sz w:val="28"/>
                <w:szCs w:val="28"/>
                <w:lang w:val="uk-UA"/>
              </w:rPr>
              <w:t>Ломко М.О.</w:t>
            </w:r>
          </w:p>
          <w:p w:rsidR="00B76FA9" w:rsidRPr="00BA384D" w:rsidRDefault="00B76FA9" w:rsidP="00034791">
            <w:pPr>
              <w:tabs>
                <w:tab w:val="left" w:pos="387"/>
                <w:tab w:val="center" w:pos="1168"/>
              </w:tabs>
              <w:rPr>
                <w:sz w:val="28"/>
                <w:szCs w:val="28"/>
                <w:lang w:val="uk-UA"/>
              </w:rPr>
            </w:pPr>
            <w:r w:rsidRPr="00BA384D">
              <w:rPr>
                <w:sz w:val="28"/>
                <w:szCs w:val="28"/>
                <w:lang w:val="uk-UA"/>
              </w:rPr>
              <w:t>Габрелян А.М.</w:t>
            </w:r>
          </w:p>
        </w:tc>
      </w:tr>
      <w:tr w:rsidR="00B76FA9" w:rsidRPr="00BA384D" w:rsidTr="001C2918">
        <w:tc>
          <w:tcPr>
            <w:tcW w:w="567" w:type="dxa"/>
            <w:gridSpan w:val="2"/>
          </w:tcPr>
          <w:p w:rsidR="00B76FA9" w:rsidRPr="00BA384D" w:rsidRDefault="00B76FA9" w:rsidP="00305429">
            <w:pPr>
              <w:rPr>
                <w:sz w:val="28"/>
                <w:szCs w:val="28"/>
                <w:lang w:val="uk-UA"/>
              </w:rPr>
            </w:pPr>
            <w:r w:rsidRPr="00BA384D">
              <w:rPr>
                <w:sz w:val="28"/>
                <w:szCs w:val="28"/>
                <w:lang w:val="uk-UA"/>
              </w:rPr>
              <w:t>1</w:t>
            </w:r>
            <w:r>
              <w:rPr>
                <w:sz w:val="28"/>
                <w:szCs w:val="28"/>
                <w:lang w:val="uk-UA"/>
              </w:rPr>
              <w:t>6</w:t>
            </w:r>
            <w:r w:rsidRPr="00BA384D">
              <w:rPr>
                <w:sz w:val="28"/>
                <w:szCs w:val="28"/>
                <w:lang w:val="uk-UA"/>
              </w:rPr>
              <w:t>.</w:t>
            </w:r>
          </w:p>
        </w:tc>
        <w:tc>
          <w:tcPr>
            <w:tcW w:w="4960" w:type="dxa"/>
          </w:tcPr>
          <w:p w:rsidR="00B76FA9" w:rsidRPr="00BA384D" w:rsidRDefault="00B76FA9" w:rsidP="008A169E">
            <w:pPr>
              <w:jc w:val="both"/>
              <w:rPr>
                <w:sz w:val="28"/>
                <w:szCs w:val="28"/>
                <w:lang w:val="uk-UA"/>
              </w:rPr>
            </w:pPr>
            <w:r w:rsidRPr="00BA384D">
              <w:rPr>
                <w:sz w:val="28"/>
                <w:szCs w:val="28"/>
                <w:lang w:val="uk-UA"/>
              </w:rPr>
              <w:t>Про хід виконання комплексної районної програми «Правопорядок» на</w:t>
            </w:r>
            <w:r>
              <w:rPr>
                <w:sz w:val="28"/>
                <w:szCs w:val="28"/>
                <w:lang w:val="uk-UA"/>
              </w:rPr>
              <w:t xml:space="preserve"> </w:t>
            </w:r>
            <w:r w:rsidRPr="00BA384D">
              <w:rPr>
                <w:sz w:val="28"/>
                <w:szCs w:val="28"/>
                <w:lang w:val="uk-UA"/>
              </w:rPr>
              <w:t>2016-2020 роки за перше півріччя 2017 року</w:t>
            </w:r>
          </w:p>
        </w:tc>
        <w:tc>
          <w:tcPr>
            <w:tcW w:w="1701" w:type="dxa"/>
          </w:tcPr>
          <w:p w:rsidR="00B76FA9" w:rsidRPr="00BA384D" w:rsidRDefault="00B76FA9" w:rsidP="00103F7A">
            <w:pPr>
              <w:rPr>
                <w:sz w:val="28"/>
                <w:szCs w:val="28"/>
                <w:lang w:val="uk-UA"/>
              </w:rPr>
            </w:pPr>
            <w:r w:rsidRPr="00BA384D">
              <w:rPr>
                <w:sz w:val="28"/>
                <w:szCs w:val="28"/>
                <w:lang w:val="uk-UA"/>
              </w:rPr>
              <w:t>24.04.2017</w:t>
            </w:r>
          </w:p>
        </w:tc>
        <w:tc>
          <w:tcPr>
            <w:tcW w:w="2553" w:type="dxa"/>
          </w:tcPr>
          <w:p w:rsidR="00B76FA9" w:rsidRPr="00BA384D" w:rsidRDefault="00B76FA9" w:rsidP="00103F7A">
            <w:pPr>
              <w:rPr>
                <w:sz w:val="28"/>
                <w:szCs w:val="28"/>
                <w:lang w:val="uk-UA"/>
              </w:rPr>
            </w:pPr>
            <w:r w:rsidRPr="00BA384D">
              <w:rPr>
                <w:sz w:val="28"/>
                <w:szCs w:val="28"/>
                <w:lang w:val="uk-UA"/>
              </w:rPr>
              <w:t>Татарінов В.М.</w:t>
            </w:r>
          </w:p>
          <w:p w:rsidR="00B76FA9" w:rsidRPr="00BA384D" w:rsidRDefault="00B76FA9" w:rsidP="00103F7A">
            <w:pPr>
              <w:rPr>
                <w:sz w:val="28"/>
                <w:szCs w:val="28"/>
                <w:lang w:val="uk-UA"/>
              </w:rPr>
            </w:pPr>
            <w:r w:rsidRPr="00BA384D">
              <w:rPr>
                <w:sz w:val="28"/>
                <w:szCs w:val="28"/>
                <w:lang w:val="uk-UA"/>
              </w:rPr>
              <w:t>Жогло П.А.</w:t>
            </w:r>
          </w:p>
        </w:tc>
      </w:tr>
      <w:tr w:rsidR="00B76FA9" w:rsidRPr="00BA384D" w:rsidTr="001C2918">
        <w:tc>
          <w:tcPr>
            <w:tcW w:w="567" w:type="dxa"/>
            <w:gridSpan w:val="2"/>
          </w:tcPr>
          <w:p w:rsidR="00B76FA9" w:rsidRPr="00BA384D" w:rsidRDefault="00B76FA9" w:rsidP="00305429">
            <w:pPr>
              <w:rPr>
                <w:sz w:val="28"/>
                <w:szCs w:val="28"/>
                <w:lang w:val="uk-UA"/>
              </w:rPr>
            </w:pPr>
            <w:r w:rsidRPr="00BA384D">
              <w:rPr>
                <w:sz w:val="28"/>
                <w:szCs w:val="28"/>
                <w:lang w:val="uk-UA"/>
              </w:rPr>
              <w:t>1</w:t>
            </w:r>
            <w:r>
              <w:rPr>
                <w:sz w:val="28"/>
                <w:szCs w:val="28"/>
                <w:lang w:val="uk-UA"/>
              </w:rPr>
              <w:t>7</w:t>
            </w:r>
            <w:r w:rsidRPr="00BA384D">
              <w:rPr>
                <w:sz w:val="28"/>
                <w:szCs w:val="28"/>
                <w:lang w:val="uk-UA"/>
              </w:rPr>
              <w:t>.</w:t>
            </w:r>
          </w:p>
        </w:tc>
        <w:tc>
          <w:tcPr>
            <w:tcW w:w="4960" w:type="dxa"/>
          </w:tcPr>
          <w:p w:rsidR="00B76FA9" w:rsidRPr="00BA384D" w:rsidRDefault="00B76FA9" w:rsidP="007A7C20">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стан роботи консультативних, дорадчих та інших допоміжних органів районної державної адміністрації за І квартал 2017 року</w:t>
            </w:r>
          </w:p>
        </w:tc>
        <w:tc>
          <w:tcPr>
            <w:tcW w:w="1701" w:type="dxa"/>
          </w:tcPr>
          <w:p w:rsidR="00B76FA9" w:rsidRPr="00BA384D" w:rsidRDefault="00B76FA9" w:rsidP="000453A2">
            <w:pPr>
              <w:rPr>
                <w:sz w:val="28"/>
                <w:szCs w:val="28"/>
                <w:lang w:val="uk-UA"/>
              </w:rPr>
            </w:pPr>
            <w:r w:rsidRPr="00BA384D">
              <w:rPr>
                <w:sz w:val="28"/>
                <w:szCs w:val="28"/>
                <w:lang w:val="uk-UA"/>
              </w:rPr>
              <w:t>24.04.2017</w:t>
            </w:r>
          </w:p>
        </w:tc>
        <w:tc>
          <w:tcPr>
            <w:tcW w:w="2553" w:type="dxa"/>
          </w:tcPr>
          <w:p w:rsidR="00B76FA9" w:rsidRPr="00BA384D" w:rsidRDefault="00B76FA9" w:rsidP="00282208">
            <w:pPr>
              <w:rPr>
                <w:sz w:val="28"/>
                <w:szCs w:val="28"/>
                <w:lang w:val="uk-UA"/>
              </w:rPr>
            </w:pPr>
            <w:r w:rsidRPr="00BA384D">
              <w:rPr>
                <w:sz w:val="28"/>
                <w:szCs w:val="28"/>
                <w:lang w:val="uk-UA"/>
              </w:rPr>
              <w:t>Ломко М.О.</w:t>
            </w:r>
          </w:p>
          <w:p w:rsidR="00B76FA9" w:rsidRPr="00BA384D" w:rsidRDefault="00B76FA9" w:rsidP="00282208">
            <w:pPr>
              <w:rPr>
                <w:sz w:val="28"/>
                <w:szCs w:val="28"/>
                <w:lang w:val="uk-UA"/>
              </w:rPr>
            </w:pPr>
            <w:r w:rsidRPr="00BA384D">
              <w:rPr>
                <w:sz w:val="28"/>
                <w:szCs w:val="28"/>
                <w:lang w:val="uk-UA"/>
              </w:rPr>
              <w:t>Бойко К.С.</w:t>
            </w:r>
          </w:p>
        </w:tc>
      </w:tr>
      <w:tr w:rsidR="00B76FA9" w:rsidRPr="00BA384D" w:rsidTr="001C2918">
        <w:tc>
          <w:tcPr>
            <w:tcW w:w="567" w:type="dxa"/>
            <w:gridSpan w:val="2"/>
          </w:tcPr>
          <w:p w:rsidR="00B76FA9" w:rsidRPr="00BA384D" w:rsidRDefault="00B76FA9" w:rsidP="00305429">
            <w:pPr>
              <w:rPr>
                <w:sz w:val="28"/>
                <w:szCs w:val="28"/>
                <w:lang w:val="uk-UA"/>
              </w:rPr>
            </w:pPr>
            <w:r w:rsidRPr="00BA384D">
              <w:rPr>
                <w:sz w:val="28"/>
                <w:szCs w:val="28"/>
                <w:lang w:val="uk-UA"/>
              </w:rPr>
              <w:t>1</w:t>
            </w:r>
            <w:r>
              <w:rPr>
                <w:sz w:val="28"/>
                <w:szCs w:val="28"/>
                <w:lang w:val="uk-UA"/>
              </w:rPr>
              <w:t>8</w:t>
            </w:r>
            <w:r w:rsidRPr="00BA384D">
              <w:rPr>
                <w:sz w:val="28"/>
                <w:szCs w:val="28"/>
                <w:lang w:val="uk-UA"/>
              </w:rPr>
              <w:t>.</w:t>
            </w:r>
          </w:p>
        </w:tc>
        <w:tc>
          <w:tcPr>
            <w:tcW w:w="4960" w:type="dxa"/>
          </w:tcPr>
          <w:p w:rsidR="00B76FA9" w:rsidRPr="00BA384D" w:rsidRDefault="00B76FA9" w:rsidP="009C2AB8">
            <w:pPr>
              <w:jc w:val="both"/>
              <w:rPr>
                <w:sz w:val="28"/>
                <w:szCs w:val="28"/>
                <w:lang w:val="uk-UA"/>
              </w:rPr>
            </w:pPr>
            <w:r w:rsidRPr="00BA384D">
              <w:rPr>
                <w:sz w:val="28"/>
                <w:szCs w:val="28"/>
              </w:rPr>
              <w:t xml:space="preserve">Про підсумки роботи із зверненнями громадян у </w:t>
            </w:r>
            <w:r w:rsidRPr="00BA384D">
              <w:rPr>
                <w:sz w:val="28"/>
                <w:szCs w:val="28"/>
                <w:lang w:val="uk-UA"/>
              </w:rPr>
              <w:t>І</w:t>
            </w:r>
            <w:r w:rsidRPr="00BA384D">
              <w:rPr>
                <w:sz w:val="28"/>
                <w:szCs w:val="28"/>
              </w:rPr>
              <w:t xml:space="preserve"> кварталі 201</w:t>
            </w:r>
            <w:r w:rsidRPr="00BA384D">
              <w:rPr>
                <w:sz w:val="28"/>
                <w:szCs w:val="28"/>
                <w:lang w:val="uk-UA"/>
              </w:rPr>
              <w:t>7</w:t>
            </w:r>
            <w:r w:rsidRPr="00BA384D">
              <w:rPr>
                <w:sz w:val="28"/>
                <w:szCs w:val="28"/>
              </w:rPr>
              <w:t xml:space="preserve"> року</w:t>
            </w:r>
          </w:p>
        </w:tc>
        <w:tc>
          <w:tcPr>
            <w:tcW w:w="1701" w:type="dxa"/>
          </w:tcPr>
          <w:p w:rsidR="00B76FA9" w:rsidRPr="00BA384D" w:rsidRDefault="00B76FA9" w:rsidP="000453A2">
            <w:pPr>
              <w:rPr>
                <w:sz w:val="28"/>
                <w:szCs w:val="28"/>
                <w:lang w:val="uk-UA"/>
              </w:rPr>
            </w:pPr>
            <w:r w:rsidRPr="00BA384D">
              <w:rPr>
                <w:sz w:val="28"/>
                <w:szCs w:val="28"/>
                <w:lang w:val="uk-UA"/>
              </w:rPr>
              <w:t>24.04.2017</w:t>
            </w:r>
          </w:p>
        </w:tc>
        <w:tc>
          <w:tcPr>
            <w:tcW w:w="2553" w:type="dxa"/>
          </w:tcPr>
          <w:p w:rsidR="00B76FA9" w:rsidRPr="00BA384D" w:rsidRDefault="00B76FA9" w:rsidP="003A4DEE">
            <w:pPr>
              <w:rPr>
                <w:sz w:val="28"/>
                <w:szCs w:val="28"/>
                <w:lang w:val="uk-UA"/>
              </w:rPr>
            </w:pPr>
            <w:r w:rsidRPr="00BA384D">
              <w:rPr>
                <w:sz w:val="28"/>
                <w:szCs w:val="28"/>
                <w:lang w:val="uk-UA"/>
              </w:rPr>
              <w:t>Ломко М.О.</w:t>
            </w:r>
          </w:p>
          <w:p w:rsidR="00B76FA9" w:rsidRPr="00BA384D" w:rsidRDefault="00B76FA9" w:rsidP="003A4DEE">
            <w:pPr>
              <w:rPr>
                <w:sz w:val="28"/>
                <w:szCs w:val="28"/>
                <w:lang w:val="uk-UA"/>
              </w:rPr>
            </w:pPr>
            <w:r w:rsidRPr="00BA384D">
              <w:rPr>
                <w:sz w:val="28"/>
                <w:szCs w:val="28"/>
                <w:lang w:val="uk-UA"/>
              </w:rPr>
              <w:t>Щербина Г.О.</w:t>
            </w:r>
          </w:p>
        </w:tc>
      </w:tr>
      <w:tr w:rsidR="00B76FA9" w:rsidRPr="009611DD" w:rsidTr="001C2918">
        <w:tc>
          <w:tcPr>
            <w:tcW w:w="567" w:type="dxa"/>
            <w:gridSpan w:val="2"/>
          </w:tcPr>
          <w:p w:rsidR="00B76FA9" w:rsidRPr="00BA384D" w:rsidRDefault="00B76FA9" w:rsidP="00305429">
            <w:pPr>
              <w:rPr>
                <w:sz w:val="28"/>
                <w:szCs w:val="28"/>
                <w:lang w:val="uk-UA"/>
              </w:rPr>
            </w:pPr>
            <w:r w:rsidRPr="00BA384D">
              <w:rPr>
                <w:sz w:val="28"/>
                <w:szCs w:val="28"/>
                <w:lang w:val="uk-UA"/>
              </w:rPr>
              <w:t>1</w:t>
            </w:r>
            <w:r>
              <w:rPr>
                <w:sz w:val="28"/>
                <w:szCs w:val="28"/>
                <w:lang w:val="uk-UA"/>
              </w:rPr>
              <w:t>9</w:t>
            </w:r>
            <w:r w:rsidRPr="00BA384D">
              <w:rPr>
                <w:sz w:val="28"/>
                <w:szCs w:val="28"/>
                <w:lang w:val="uk-UA"/>
              </w:rPr>
              <w:t>.</w:t>
            </w:r>
          </w:p>
        </w:tc>
        <w:tc>
          <w:tcPr>
            <w:tcW w:w="4960" w:type="dxa"/>
          </w:tcPr>
          <w:p w:rsidR="00B76FA9" w:rsidRPr="00BA384D" w:rsidRDefault="00B76FA9" w:rsidP="00103F7A">
            <w:pPr>
              <w:jc w:val="both"/>
              <w:rPr>
                <w:sz w:val="28"/>
                <w:szCs w:val="28"/>
                <w:lang w:val="uk-UA"/>
              </w:rPr>
            </w:pPr>
            <w:r w:rsidRPr="00BA384D">
              <w:rPr>
                <w:sz w:val="28"/>
                <w:szCs w:val="28"/>
                <w:lang w:val="uk-UA"/>
              </w:rPr>
              <w:t>Про організацію та стан виконання завдань, визначених актами законо</w:t>
            </w:r>
            <w:r>
              <w:rPr>
                <w:sz w:val="28"/>
                <w:szCs w:val="28"/>
                <w:lang w:val="uk-UA"/>
              </w:rPr>
              <w:t>-</w:t>
            </w:r>
            <w:r w:rsidRPr="00BA384D">
              <w:rPr>
                <w:sz w:val="28"/>
                <w:szCs w:val="28"/>
                <w:lang w:val="uk-UA"/>
              </w:rPr>
              <w:t xml:space="preserve"> давства, розпорядженнями і доручен- нями голів Сумської обласної та Ро-менської районної державних адмі-ністрацій у І кварталі 2017 року</w:t>
            </w:r>
          </w:p>
        </w:tc>
        <w:tc>
          <w:tcPr>
            <w:tcW w:w="1701" w:type="dxa"/>
          </w:tcPr>
          <w:p w:rsidR="00B76FA9" w:rsidRPr="00BA384D" w:rsidRDefault="00B76FA9" w:rsidP="00103F7A">
            <w:pPr>
              <w:rPr>
                <w:sz w:val="28"/>
                <w:szCs w:val="28"/>
                <w:lang w:val="uk-UA"/>
              </w:rPr>
            </w:pPr>
            <w:r w:rsidRPr="00BA384D">
              <w:rPr>
                <w:sz w:val="28"/>
                <w:szCs w:val="28"/>
                <w:lang w:val="uk-UA"/>
              </w:rPr>
              <w:t>24.04.2017</w:t>
            </w:r>
          </w:p>
        </w:tc>
        <w:tc>
          <w:tcPr>
            <w:tcW w:w="2553" w:type="dxa"/>
          </w:tcPr>
          <w:p w:rsidR="00B76FA9" w:rsidRPr="00BA384D" w:rsidRDefault="00B76FA9" w:rsidP="00103F7A">
            <w:pPr>
              <w:rPr>
                <w:sz w:val="28"/>
                <w:szCs w:val="28"/>
                <w:lang w:val="uk-UA"/>
              </w:rPr>
            </w:pPr>
            <w:r w:rsidRPr="00BA384D">
              <w:rPr>
                <w:sz w:val="28"/>
                <w:szCs w:val="28"/>
                <w:lang w:val="uk-UA"/>
              </w:rPr>
              <w:t>Ломко М.О.</w:t>
            </w:r>
          </w:p>
          <w:p w:rsidR="00B76FA9" w:rsidRPr="00BA384D" w:rsidRDefault="00B76FA9" w:rsidP="00103F7A">
            <w:pPr>
              <w:rPr>
                <w:sz w:val="28"/>
                <w:szCs w:val="28"/>
                <w:lang w:val="uk-UA"/>
              </w:rPr>
            </w:pPr>
            <w:r w:rsidRPr="00BA384D">
              <w:rPr>
                <w:sz w:val="28"/>
                <w:szCs w:val="28"/>
                <w:lang w:val="uk-UA"/>
              </w:rPr>
              <w:t>Кишун Л.В.</w:t>
            </w:r>
          </w:p>
        </w:tc>
      </w:tr>
      <w:tr w:rsidR="00B76FA9" w:rsidRPr="00BA384D" w:rsidTr="001C2918">
        <w:tc>
          <w:tcPr>
            <w:tcW w:w="567" w:type="dxa"/>
            <w:gridSpan w:val="2"/>
          </w:tcPr>
          <w:p w:rsidR="00B76FA9" w:rsidRPr="00BA384D" w:rsidRDefault="00B76FA9" w:rsidP="00470A56">
            <w:pPr>
              <w:rPr>
                <w:sz w:val="28"/>
                <w:szCs w:val="28"/>
                <w:lang w:val="uk-UA"/>
              </w:rPr>
            </w:pPr>
            <w:r>
              <w:rPr>
                <w:sz w:val="28"/>
                <w:szCs w:val="28"/>
                <w:lang w:val="uk-UA"/>
              </w:rPr>
              <w:t>20</w:t>
            </w:r>
            <w:r w:rsidRPr="00BA384D">
              <w:rPr>
                <w:sz w:val="28"/>
                <w:szCs w:val="28"/>
                <w:lang w:val="uk-UA"/>
              </w:rPr>
              <w:t>.</w:t>
            </w:r>
          </w:p>
        </w:tc>
        <w:tc>
          <w:tcPr>
            <w:tcW w:w="4960" w:type="dxa"/>
          </w:tcPr>
          <w:p w:rsidR="00B76FA9" w:rsidRDefault="00B76FA9" w:rsidP="006C59B4">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результати комплексної перевірки виконавчого комітету Плавинищенсь-кої сільської ради щодо виконання де-</w:t>
            </w:r>
          </w:p>
          <w:p w:rsidR="00B76FA9" w:rsidRPr="00BA384D" w:rsidRDefault="00B76FA9" w:rsidP="006C59B4">
            <w:pPr>
              <w:jc w:val="both"/>
              <w:rPr>
                <w:sz w:val="28"/>
                <w:szCs w:val="28"/>
                <w:lang w:val="uk-UA"/>
              </w:rPr>
            </w:pPr>
            <w:r w:rsidRPr="00BA384D">
              <w:rPr>
                <w:sz w:val="28"/>
                <w:szCs w:val="28"/>
                <w:lang w:val="uk-UA"/>
              </w:rPr>
              <w:t>легованих повноважень органів вико-навчої влади</w:t>
            </w:r>
          </w:p>
        </w:tc>
        <w:tc>
          <w:tcPr>
            <w:tcW w:w="1701" w:type="dxa"/>
          </w:tcPr>
          <w:p w:rsidR="00B76FA9" w:rsidRPr="00BA384D" w:rsidRDefault="00B76FA9" w:rsidP="000453A2">
            <w:pPr>
              <w:rPr>
                <w:sz w:val="28"/>
                <w:szCs w:val="28"/>
                <w:lang w:val="uk-UA"/>
              </w:rPr>
            </w:pPr>
            <w:r w:rsidRPr="00BA384D">
              <w:rPr>
                <w:sz w:val="28"/>
                <w:szCs w:val="28"/>
                <w:lang w:val="uk-UA"/>
              </w:rPr>
              <w:t>24.04.2017</w:t>
            </w:r>
          </w:p>
        </w:tc>
        <w:tc>
          <w:tcPr>
            <w:tcW w:w="2553" w:type="dxa"/>
          </w:tcPr>
          <w:p w:rsidR="00B76FA9" w:rsidRPr="00BA384D" w:rsidRDefault="00B76FA9" w:rsidP="003A4DEE">
            <w:pPr>
              <w:rPr>
                <w:sz w:val="28"/>
                <w:szCs w:val="28"/>
                <w:lang w:val="uk-UA"/>
              </w:rPr>
            </w:pPr>
            <w:r w:rsidRPr="00BA384D">
              <w:rPr>
                <w:sz w:val="28"/>
                <w:szCs w:val="28"/>
                <w:lang w:val="uk-UA"/>
              </w:rPr>
              <w:t>Татарінов В.М.</w:t>
            </w:r>
          </w:p>
          <w:p w:rsidR="00B76FA9" w:rsidRPr="00BA384D" w:rsidRDefault="00B76FA9" w:rsidP="003A4DEE">
            <w:pPr>
              <w:rPr>
                <w:sz w:val="28"/>
                <w:szCs w:val="28"/>
                <w:lang w:val="uk-UA"/>
              </w:rPr>
            </w:pPr>
            <w:r w:rsidRPr="00BA384D">
              <w:rPr>
                <w:sz w:val="28"/>
                <w:szCs w:val="28"/>
                <w:lang w:val="uk-UA"/>
              </w:rPr>
              <w:t>Ярмак І.М.</w:t>
            </w:r>
          </w:p>
        </w:tc>
      </w:tr>
      <w:tr w:rsidR="00B76FA9" w:rsidRPr="00BA384D" w:rsidTr="001C2918">
        <w:tc>
          <w:tcPr>
            <w:tcW w:w="567" w:type="dxa"/>
            <w:gridSpan w:val="2"/>
          </w:tcPr>
          <w:p w:rsidR="00B76FA9" w:rsidRDefault="00B76FA9" w:rsidP="00470A56">
            <w:pPr>
              <w:rPr>
                <w:sz w:val="28"/>
                <w:szCs w:val="28"/>
                <w:lang w:val="uk-UA"/>
              </w:rPr>
            </w:pPr>
            <w:r>
              <w:rPr>
                <w:sz w:val="28"/>
                <w:szCs w:val="28"/>
                <w:lang w:val="uk-UA"/>
              </w:rPr>
              <w:t>21.</w:t>
            </w:r>
          </w:p>
        </w:tc>
        <w:tc>
          <w:tcPr>
            <w:tcW w:w="4960" w:type="dxa"/>
          </w:tcPr>
          <w:p w:rsidR="00B76FA9" w:rsidRPr="00BA384D" w:rsidRDefault="00B76FA9" w:rsidP="006C59B4">
            <w:pPr>
              <w:jc w:val="both"/>
              <w:rPr>
                <w:sz w:val="28"/>
                <w:szCs w:val="28"/>
                <w:lang w:val="uk-UA"/>
              </w:rPr>
            </w:pPr>
            <w:r w:rsidRPr="00BA384D">
              <w:rPr>
                <w:sz w:val="28"/>
                <w:szCs w:val="28"/>
                <w:lang w:val="uk-UA"/>
              </w:rPr>
              <w:t>Про боєздатність місцевих пожежних</w:t>
            </w:r>
          </w:p>
        </w:tc>
        <w:tc>
          <w:tcPr>
            <w:tcW w:w="1701" w:type="dxa"/>
          </w:tcPr>
          <w:p w:rsidR="00B76FA9" w:rsidRPr="00BA384D" w:rsidRDefault="00B76FA9" w:rsidP="000453A2">
            <w:pPr>
              <w:rPr>
                <w:sz w:val="28"/>
                <w:szCs w:val="28"/>
                <w:lang w:val="uk-UA"/>
              </w:rPr>
            </w:pPr>
            <w:r w:rsidRPr="00BA384D">
              <w:rPr>
                <w:sz w:val="28"/>
                <w:szCs w:val="28"/>
                <w:lang w:val="uk-UA"/>
              </w:rPr>
              <w:t>15.05.2017</w:t>
            </w:r>
          </w:p>
        </w:tc>
        <w:tc>
          <w:tcPr>
            <w:tcW w:w="2553" w:type="dxa"/>
          </w:tcPr>
          <w:p w:rsidR="00B76FA9" w:rsidRPr="00BA384D" w:rsidRDefault="00B76FA9" w:rsidP="003A4DEE">
            <w:pPr>
              <w:rPr>
                <w:sz w:val="28"/>
                <w:szCs w:val="28"/>
                <w:lang w:val="uk-UA"/>
              </w:rPr>
            </w:pPr>
            <w:r w:rsidRPr="00BA384D">
              <w:rPr>
                <w:sz w:val="28"/>
                <w:szCs w:val="28"/>
                <w:lang w:val="uk-UA"/>
              </w:rPr>
              <w:t>Татарінов В.М.</w:t>
            </w:r>
          </w:p>
        </w:tc>
      </w:tr>
      <w:tr w:rsidR="00B76FA9" w:rsidRPr="00BA384D" w:rsidTr="004879C8">
        <w:tc>
          <w:tcPr>
            <w:tcW w:w="9781" w:type="dxa"/>
            <w:gridSpan w:val="5"/>
          </w:tcPr>
          <w:p w:rsidR="00B76FA9" w:rsidRPr="00BA384D" w:rsidRDefault="00B76FA9" w:rsidP="004879C8">
            <w:pPr>
              <w:rPr>
                <w:sz w:val="28"/>
                <w:szCs w:val="28"/>
                <w:lang w:val="uk-UA"/>
              </w:rPr>
            </w:pPr>
            <w:r w:rsidRPr="00BA384D">
              <w:rPr>
                <w:sz w:val="28"/>
                <w:szCs w:val="28"/>
                <w:lang w:val="uk-UA"/>
              </w:rPr>
              <w:t xml:space="preserve">                                                                                                 Продовження додатка</w:t>
            </w:r>
          </w:p>
        </w:tc>
      </w:tr>
      <w:tr w:rsidR="00B76FA9" w:rsidRPr="00BA384D" w:rsidTr="001C2918">
        <w:tc>
          <w:tcPr>
            <w:tcW w:w="567" w:type="dxa"/>
            <w:gridSpan w:val="2"/>
          </w:tcPr>
          <w:p w:rsidR="00B76FA9" w:rsidRPr="00BA384D" w:rsidRDefault="00B76FA9" w:rsidP="004879C8">
            <w:pPr>
              <w:rPr>
                <w:sz w:val="28"/>
                <w:szCs w:val="28"/>
                <w:lang w:val="uk-UA"/>
              </w:rPr>
            </w:pPr>
            <w:r w:rsidRPr="00BA384D">
              <w:rPr>
                <w:sz w:val="28"/>
                <w:szCs w:val="28"/>
                <w:lang w:val="uk-UA"/>
              </w:rPr>
              <w:t>1</w:t>
            </w:r>
          </w:p>
        </w:tc>
        <w:tc>
          <w:tcPr>
            <w:tcW w:w="4960" w:type="dxa"/>
          </w:tcPr>
          <w:p w:rsidR="00B76FA9" w:rsidRPr="00BA384D" w:rsidRDefault="00B76FA9" w:rsidP="004879C8">
            <w:pPr>
              <w:jc w:val="center"/>
              <w:rPr>
                <w:sz w:val="28"/>
                <w:szCs w:val="28"/>
                <w:lang w:val="uk-UA"/>
              </w:rPr>
            </w:pPr>
            <w:r w:rsidRPr="00BA384D">
              <w:rPr>
                <w:sz w:val="28"/>
                <w:szCs w:val="28"/>
                <w:lang w:val="uk-UA"/>
              </w:rPr>
              <w:t>2</w:t>
            </w:r>
          </w:p>
        </w:tc>
        <w:tc>
          <w:tcPr>
            <w:tcW w:w="1701" w:type="dxa"/>
          </w:tcPr>
          <w:p w:rsidR="00B76FA9" w:rsidRPr="00BA384D" w:rsidRDefault="00B76FA9" w:rsidP="004879C8">
            <w:pPr>
              <w:jc w:val="center"/>
              <w:rPr>
                <w:sz w:val="28"/>
                <w:szCs w:val="28"/>
                <w:lang w:val="uk-UA"/>
              </w:rPr>
            </w:pPr>
            <w:r w:rsidRPr="00BA384D">
              <w:rPr>
                <w:sz w:val="28"/>
                <w:szCs w:val="28"/>
                <w:lang w:val="uk-UA"/>
              </w:rPr>
              <w:t>3</w:t>
            </w:r>
          </w:p>
        </w:tc>
        <w:tc>
          <w:tcPr>
            <w:tcW w:w="2553" w:type="dxa"/>
          </w:tcPr>
          <w:p w:rsidR="00B76FA9" w:rsidRPr="00BA384D" w:rsidRDefault="00B76FA9" w:rsidP="004879C8">
            <w:pPr>
              <w:jc w:val="center"/>
              <w:rPr>
                <w:sz w:val="28"/>
                <w:szCs w:val="28"/>
                <w:lang w:val="uk-UA"/>
              </w:rPr>
            </w:pPr>
            <w:r w:rsidRPr="00BA384D">
              <w:rPr>
                <w:sz w:val="28"/>
                <w:szCs w:val="28"/>
                <w:lang w:val="uk-UA"/>
              </w:rPr>
              <w:t>4</w:t>
            </w:r>
          </w:p>
        </w:tc>
      </w:tr>
      <w:tr w:rsidR="00B76FA9" w:rsidRPr="00BA384D" w:rsidTr="001C2918">
        <w:tc>
          <w:tcPr>
            <w:tcW w:w="567" w:type="dxa"/>
            <w:gridSpan w:val="2"/>
          </w:tcPr>
          <w:p w:rsidR="00B76FA9" w:rsidRPr="00BA384D" w:rsidRDefault="00B76FA9" w:rsidP="006C7D57">
            <w:pPr>
              <w:rPr>
                <w:sz w:val="28"/>
                <w:szCs w:val="28"/>
                <w:lang w:val="uk-UA"/>
              </w:rPr>
            </w:pPr>
          </w:p>
        </w:tc>
        <w:tc>
          <w:tcPr>
            <w:tcW w:w="4960" w:type="dxa"/>
          </w:tcPr>
          <w:p w:rsidR="00B76FA9" w:rsidRPr="00BA384D" w:rsidRDefault="00B76FA9" w:rsidP="00335BF3">
            <w:pPr>
              <w:jc w:val="both"/>
              <w:rPr>
                <w:sz w:val="28"/>
                <w:szCs w:val="28"/>
                <w:lang w:val="uk-UA"/>
              </w:rPr>
            </w:pPr>
            <w:r w:rsidRPr="00BA384D">
              <w:rPr>
                <w:sz w:val="28"/>
                <w:szCs w:val="28"/>
                <w:lang w:val="uk-UA"/>
              </w:rPr>
              <w:t>команд, їх утримання та фінансування</w:t>
            </w:r>
          </w:p>
        </w:tc>
        <w:tc>
          <w:tcPr>
            <w:tcW w:w="1701" w:type="dxa"/>
          </w:tcPr>
          <w:p w:rsidR="00B76FA9" w:rsidRPr="00BA384D" w:rsidRDefault="00B76FA9" w:rsidP="000453A2">
            <w:pPr>
              <w:rPr>
                <w:sz w:val="28"/>
                <w:szCs w:val="28"/>
                <w:lang w:val="uk-UA"/>
              </w:rPr>
            </w:pPr>
          </w:p>
        </w:tc>
        <w:tc>
          <w:tcPr>
            <w:tcW w:w="2553" w:type="dxa"/>
          </w:tcPr>
          <w:p w:rsidR="00B76FA9" w:rsidRPr="00BA384D" w:rsidRDefault="00B76FA9" w:rsidP="00335BF3">
            <w:pPr>
              <w:rPr>
                <w:sz w:val="28"/>
                <w:szCs w:val="28"/>
                <w:lang w:val="uk-UA"/>
              </w:rPr>
            </w:pPr>
            <w:r w:rsidRPr="00BA384D">
              <w:rPr>
                <w:sz w:val="28"/>
                <w:szCs w:val="28"/>
                <w:lang w:val="uk-UA"/>
              </w:rPr>
              <w:t>Левицький О.В.</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2</w:t>
            </w:r>
            <w:r>
              <w:rPr>
                <w:sz w:val="28"/>
                <w:szCs w:val="28"/>
                <w:lang w:val="uk-UA"/>
              </w:rPr>
              <w:t>2</w:t>
            </w:r>
            <w:r w:rsidRPr="00BA384D">
              <w:rPr>
                <w:sz w:val="28"/>
                <w:szCs w:val="28"/>
                <w:lang w:val="uk-UA"/>
              </w:rPr>
              <w:t>.</w:t>
            </w:r>
          </w:p>
        </w:tc>
        <w:tc>
          <w:tcPr>
            <w:tcW w:w="4960" w:type="dxa"/>
          </w:tcPr>
          <w:p w:rsidR="00B76FA9" w:rsidRPr="00BA384D" w:rsidRDefault="00B76FA9" w:rsidP="00335BF3">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вжиття заходів соціально-правового захисту дітей, які влаш-товані до Сумського обласного спеціалізованого будинку дитини</w:t>
            </w:r>
          </w:p>
        </w:tc>
        <w:tc>
          <w:tcPr>
            <w:tcW w:w="1701" w:type="dxa"/>
          </w:tcPr>
          <w:p w:rsidR="00B76FA9" w:rsidRPr="00BA384D" w:rsidRDefault="00B76FA9" w:rsidP="000453A2">
            <w:pPr>
              <w:rPr>
                <w:sz w:val="28"/>
                <w:szCs w:val="28"/>
                <w:lang w:val="uk-UA"/>
              </w:rPr>
            </w:pPr>
            <w:r w:rsidRPr="00BA384D">
              <w:rPr>
                <w:sz w:val="28"/>
                <w:szCs w:val="28"/>
                <w:lang w:val="uk-UA"/>
              </w:rPr>
              <w:t>15.05.2017</w:t>
            </w:r>
          </w:p>
        </w:tc>
        <w:tc>
          <w:tcPr>
            <w:tcW w:w="2553" w:type="dxa"/>
          </w:tcPr>
          <w:p w:rsidR="00B76FA9" w:rsidRPr="00BA384D" w:rsidRDefault="00B76FA9" w:rsidP="00335BF3">
            <w:pPr>
              <w:rPr>
                <w:sz w:val="28"/>
                <w:szCs w:val="28"/>
                <w:lang w:val="uk-UA"/>
              </w:rPr>
            </w:pPr>
            <w:r w:rsidRPr="00BA384D">
              <w:rPr>
                <w:sz w:val="28"/>
                <w:szCs w:val="28"/>
                <w:lang w:val="uk-UA"/>
              </w:rPr>
              <w:t>Татарінов В.М.</w:t>
            </w:r>
          </w:p>
          <w:p w:rsidR="00B76FA9" w:rsidRPr="00BA384D" w:rsidRDefault="00B76FA9" w:rsidP="00F30E7F">
            <w:pPr>
              <w:rPr>
                <w:sz w:val="28"/>
                <w:szCs w:val="28"/>
                <w:lang w:val="uk-UA"/>
              </w:rPr>
            </w:pPr>
            <w:r w:rsidRPr="00BA384D">
              <w:rPr>
                <w:sz w:val="28"/>
                <w:szCs w:val="28"/>
                <w:lang w:val="uk-UA"/>
              </w:rPr>
              <w:t>Ст</w:t>
            </w:r>
            <w:r>
              <w:rPr>
                <w:sz w:val="28"/>
                <w:szCs w:val="28"/>
                <w:lang w:val="uk-UA"/>
              </w:rPr>
              <w:t>арун Н</w:t>
            </w:r>
            <w:r w:rsidRPr="00BA384D">
              <w:rPr>
                <w:sz w:val="28"/>
                <w:szCs w:val="28"/>
                <w:lang w:val="uk-UA"/>
              </w:rPr>
              <w:t>.В.</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2</w:t>
            </w:r>
            <w:r>
              <w:rPr>
                <w:sz w:val="28"/>
                <w:szCs w:val="28"/>
                <w:lang w:val="uk-UA"/>
              </w:rPr>
              <w:t>3</w:t>
            </w:r>
            <w:r w:rsidRPr="00BA384D">
              <w:rPr>
                <w:sz w:val="28"/>
                <w:szCs w:val="28"/>
                <w:lang w:val="uk-UA"/>
              </w:rPr>
              <w:t>.</w:t>
            </w:r>
          </w:p>
        </w:tc>
        <w:tc>
          <w:tcPr>
            <w:tcW w:w="4960" w:type="dxa"/>
          </w:tcPr>
          <w:p w:rsidR="00B76FA9" w:rsidRPr="00BA384D" w:rsidRDefault="00B76FA9" w:rsidP="008243B6">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хід проведення весняної акції «Благоустрій України»</w:t>
            </w:r>
          </w:p>
        </w:tc>
        <w:tc>
          <w:tcPr>
            <w:tcW w:w="1701" w:type="dxa"/>
          </w:tcPr>
          <w:p w:rsidR="00B76FA9" w:rsidRPr="00BA384D" w:rsidRDefault="00B76FA9" w:rsidP="000453A2">
            <w:pPr>
              <w:rPr>
                <w:sz w:val="28"/>
                <w:szCs w:val="28"/>
                <w:lang w:val="uk-UA"/>
              </w:rPr>
            </w:pPr>
            <w:r w:rsidRPr="00BA384D">
              <w:rPr>
                <w:sz w:val="28"/>
                <w:szCs w:val="28"/>
                <w:lang w:val="uk-UA"/>
              </w:rPr>
              <w:t>15.05.2017</w:t>
            </w:r>
          </w:p>
        </w:tc>
        <w:tc>
          <w:tcPr>
            <w:tcW w:w="2553" w:type="dxa"/>
          </w:tcPr>
          <w:p w:rsidR="00B76FA9" w:rsidRPr="00BA384D" w:rsidRDefault="00B76FA9" w:rsidP="008243B6">
            <w:pPr>
              <w:rPr>
                <w:sz w:val="28"/>
                <w:szCs w:val="28"/>
                <w:lang w:val="uk-UA"/>
              </w:rPr>
            </w:pPr>
            <w:r w:rsidRPr="00BA384D">
              <w:rPr>
                <w:sz w:val="28"/>
                <w:szCs w:val="28"/>
                <w:lang w:val="uk-UA"/>
              </w:rPr>
              <w:t>Ломко М.О.</w:t>
            </w:r>
          </w:p>
          <w:p w:rsidR="00B76FA9" w:rsidRPr="00BA384D" w:rsidRDefault="00B76FA9" w:rsidP="008243B6">
            <w:pPr>
              <w:rPr>
                <w:sz w:val="28"/>
                <w:szCs w:val="28"/>
                <w:lang w:val="uk-UA"/>
              </w:rPr>
            </w:pPr>
            <w:r w:rsidRPr="00BA384D">
              <w:rPr>
                <w:sz w:val="28"/>
                <w:szCs w:val="28"/>
                <w:lang w:val="uk-UA"/>
              </w:rPr>
              <w:t>Ведмідь В.О.</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2</w:t>
            </w:r>
            <w:r>
              <w:rPr>
                <w:sz w:val="28"/>
                <w:szCs w:val="28"/>
                <w:lang w:val="uk-UA"/>
              </w:rPr>
              <w:t>4</w:t>
            </w:r>
            <w:r w:rsidRPr="00BA384D">
              <w:rPr>
                <w:sz w:val="28"/>
                <w:szCs w:val="28"/>
                <w:lang w:val="uk-UA"/>
              </w:rPr>
              <w:t>.</w:t>
            </w:r>
          </w:p>
        </w:tc>
        <w:tc>
          <w:tcPr>
            <w:tcW w:w="4960" w:type="dxa"/>
          </w:tcPr>
          <w:p w:rsidR="00B76FA9" w:rsidRPr="00BA384D" w:rsidRDefault="00B76FA9" w:rsidP="00E35BE5">
            <w:pPr>
              <w:jc w:val="both"/>
              <w:rPr>
                <w:b/>
                <w:sz w:val="28"/>
                <w:szCs w:val="28"/>
                <w:lang w:val="uk-UA"/>
              </w:rPr>
            </w:pPr>
            <w:r w:rsidRPr="00BA384D">
              <w:rPr>
                <w:sz w:val="28"/>
                <w:szCs w:val="28"/>
                <w:lang w:val="uk-UA"/>
              </w:rPr>
              <w:t>Про проведення свята козацької слави «Калнишева рада»</w:t>
            </w:r>
          </w:p>
        </w:tc>
        <w:tc>
          <w:tcPr>
            <w:tcW w:w="1701" w:type="dxa"/>
          </w:tcPr>
          <w:p w:rsidR="00B76FA9" w:rsidRPr="00BA384D" w:rsidRDefault="00B76FA9" w:rsidP="000453A2">
            <w:pPr>
              <w:rPr>
                <w:sz w:val="28"/>
                <w:szCs w:val="28"/>
                <w:lang w:val="uk-UA"/>
              </w:rPr>
            </w:pPr>
            <w:r w:rsidRPr="00BA384D">
              <w:rPr>
                <w:sz w:val="28"/>
                <w:szCs w:val="28"/>
                <w:lang w:val="uk-UA"/>
              </w:rPr>
              <w:t>29.05.2017</w:t>
            </w:r>
          </w:p>
        </w:tc>
        <w:tc>
          <w:tcPr>
            <w:tcW w:w="2553" w:type="dxa"/>
          </w:tcPr>
          <w:p w:rsidR="00B76FA9" w:rsidRPr="00BA384D" w:rsidRDefault="00B76FA9" w:rsidP="008243B6">
            <w:pPr>
              <w:rPr>
                <w:sz w:val="28"/>
                <w:szCs w:val="28"/>
                <w:lang w:val="uk-UA"/>
              </w:rPr>
            </w:pPr>
            <w:r w:rsidRPr="00BA384D">
              <w:rPr>
                <w:sz w:val="28"/>
                <w:szCs w:val="28"/>
                <w:lang w:val="uk-UA"/>
              </w:rPr>
              <w:t>Татарінов В.М.</w:t>
            </w:r>
          </w:p>
          <w:p w:rsidR="00B76FA9" w:rsidRPr="00BA384D" w:rsidRDefault="00B76FA9" w:rsidP="008243B6">
            <w:pPr>
              <w:rPr>
                <w:sz w:val="28"/>
                <w:szCs w:val="28"/>
                <w:lang w:val="uk-UA"/>
              </w:rPr>
            </w:pPr>
            <w:r w:rsidRPr="00BA384D">
              <w:rPr>
                <w:sz w:val="28"/>
                <w:szCs w:val="28"/>
                <w:lang w:val="uk-UA"/>
              </w:rPr>
              <w:t>Момот С.В.</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2</w:t>
            </w:r>
            <w:r>
              <w:rPr>
                <w:sz w:val="28"/>
                <w:szCs w:val="28"/>
                <w:lang w:val="uk-UA"/>
              </w:rPr>
              <w:t>5</w:t>
            </w:r>
            <w:r w:rsidRPr="00BA384D">
              <w:rPr>
                <w:sz w:val="28"/>
                <w:szCs w:val="28"/>
                <w:lang w:val="uk-UA"/>
              </w:rPr>
              <w:t>.</w:t>
            </w:r>
          </w:p>
        </w:tc>
        <w:tc>
          <w:tcPr>
            <w:tcW w:w="4960" w:type="dxa"/>
          </w:tcPr>
          <w:p w:rsidR="00B76FA9" w:rsidRPr="00BA384D" w:rsidRDefault="00B76FA9" w:rsidP="00103F7A">
            <w:pPr>
              <w:jc w:val="both"/>
              <w:rPr>
                <w:sz w:val="28"/>
                <w:szCs w:val="28"/>
                <w:lang w:val="uk-UA"/>
              </w:rPr>
            </w:pPr>
            <w:r w:rsidRPr="00BA384D">
              <w:rPr>
                <w:sz w:val="28"/>
                <w:szCs w:val="28"/>
                <w:lang w:val="uk-UA"/>
              </w:rPr>
              <w:t>Про роботу управління економічного, агропромислового розвитку та торгівлі районної державної адміністрації щодо здійснення державної регуляторної політики на території Роменського району в рамках реалізації Закону України «Про засади державної регуляторної політики у сфері господарської діяльності»</w:t>
            </w:r>
          </w:p>
        </w:tc>
        <w:tc>
          <w:tcPr>
            <w:tcW w:w="1701" w:type="dxa"/>
          </w:tcPr>
          <w:p w:rsidR="00B76FA9" w:rsidRPr="00BA384D" w:rsidRDefault="00B76FA9" w:rsidP="00103F7A">
            <w:pPr>
              <w:rPr>
                <w:sz w:val="28"/>
                <w:szCs w:val="28"/>
                <w:lang w:val="uk-UA"/>
              </w:rPr>
            </w:pPr>
            <w:r w:rsidRPr="00BA384D">
              <w:rPr>
                <w:sz w:val="28"/>
                <w:szCs w:val="28"/>
                <w:lang w:val="uk-UA"/>
              </w:rPr>
              <w:t>29.05.2017</w:t>
            </w:r>
          </w:p>
        </w:tc>
        <w:tc>
          <w:tcPr>
            <w:tcW w:w="2553" w:type="dxa"/>
          </w:tcPr>
          <w:p w:rsidR="00B76FA9" w:rsidRPr="00BA384D" w:rsidRDefault="00B76FA9" w:rsidP="00103F7A">
            <w:pPr>
              <w:rPr>
                <w:sz w:val="28"/>
                <w:szCs w:val="28"/>
                <w:lang w:val="uk-UA"/>
              </w:rPr>
            </w:pPr>
            <w:r w:rsidRPr="00BA384D">
              <w:rPr>
                <w:sz w:val="28"/>
                <w:szCs w:val="28"/>
                <w:lang w:val="uk-UA"/>
              </w:rPr>
              <w:t>Татарінов В..М.</w:t>
            </w:r>
          </w:p>
          <w:p w:rsidR="00B76FA9" w:rsidRPr="00BA384D" w:rsidRDefault="00B76FA9" w:rsidP="00103F7A">
            <w:pPr>
              <w:rPr>
                <w:sz w:val="28"/>
                <w:szCs w:val="28"/>
                <w:lang w:val="uk-UA"/>
              </w:rPr>
            </w:pPr>
            <w:r w:rsidRPr="00BA384D">
              <w:rPr>
                <w:sz w:val="28"/>
                <w:szCs w:val="28"/>
                <w:lang w:val="uk-UA"/>
              </w:rPr>
              <w:t>Гребенюк О.П.</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2</w:t>
            </w:r>
            <w:r>
              <w:rPr>
                <w:sz w:val="28"/>
                <w:szCs w:val="28"/>
                <w:lang w:val="uk-UA"/>
              </w:rPr>
              <w:t>6</w:t>
            </w:r>
            <w:r w:rsidRPr="00BA384D">
              <w:rPr>
                <w:sz w:val="28"/>
                <w:szCs w:val="28"/>
                <w:lang w:val="uk-UA"/>
              </w:rPr>
              <w:t>.</w:t>
            </w:r>
          </w:p>
        </w:tc>
        <w:tc>
          <w:tcPr>
            <w:tcW w:w="4960" w:type="dxa"/>
          </w:tcPr>
          <w:p w:rsidR="00B76FA9" w:rsidRPr="00BA384D" w:rsidRDefault="00B76FA9" w:rsidP="005B7421">
            <w:pPr>
              <w:jc w:val="both"/>
              <w:rPr>
                <w:sz w:val="28"/>
                <w:szCs w:val="28"/>
                <w:lang w:val="uk-UA"/>
              </w:rPr>
            </w:pPr>
            <w:r w:rsidRPr="00BA384D">
              <w:rPr>
                <w:sz w:val="28"/>
                <w:szCs w:val="28"/>
                <w:lang w:val="uk-UA"/>
              </w:rPr>
              <w:t>Про роботу Роменського районного центру соціальних служб для сім’ї, дітей та молоді з питань виконання вимог актів і доручень Президента України, розпоряджень і доручень голів Сумської обласної та Роменської районної державних адміністрацій та інших нормативно-правових актів щодо розвитку та підтримки сімейних форм виховання дітей-сиріт та дітей, позбавлених батьківського піклування</w:t>
            </w:r>
          </w:p>
        </w:tc>
        <w:tc>
          <w:tcPr>
            <w:tcW w:w="1701" w:type="dxa"/>
          </w:tcPr>
          <w:p w:rsidR="00B76FA9" w:rsidRPr="00BA384D" w:rsidRDefault="00B76FA9" w:rsidP="00103F7A">
            <w:pPr>
              <w:rPr>
                <w:sz w:val="28"/>
                <w:szCs w:val="28"/>
                <w:lang w:val="uk-UA"/>
              </w:rPr>
            </w:pPr>
            <w:r w:rsidRPr="00BA384D">
              <w:rPr>
                <w:sz w:val="28"/>
                <w:szCs w:val="28"/>
                <w:lang w:val="uk-UA"/>
              </w:rPr>
              <w:t>29.05.2017</w:t>
            </w:r>
          </w:p>
        </w:tc>
        <w:tc>
          <w:tcPr>
            <w:tcW w:w="2553" w:type="dxa"/>
          </w:tcPr>
          <w:p w:rsidR="00B76FA9" w:rsidRPr="00BA384D" w:rsidRDefault="00B76FA9" w:rsidP="00103F7A">
            <w:pPr>
              <w:rPr>
                <w:sz w:val="28"/>
                <w:szCs w:val="28"/>
                <w:lang w:val="uk-UA"/>
              </w:rPr>
            </w:pPr>
            <w:r w:rsidRPr="00BA384D">
              <w:rPr>
                <w:sz w:val="28"/>
                <w:szCs w:val="28"/>
                <w:lang w:val="uk-UA"/>
              </w:rPr>
              <w:t>Татарінов В.М.</w:t>
            </w:r>
          </w:p>
          <w:p w:rsidR="00B76FA9" w:rsidRPr="00BA384D" w:rsidRDefault="00B76FA9" w:rsidP="00103F7A">
            <w:pPr>
              <w:rPr>
                <w:sz w:val="28"/>
                <w:szCs w:val="28"/>
                <w:lang w:val="uk-UA"/>
              </w:rPr>
            </w:pPr>
            <w:r w:rsidRPr="00BA384D">
              <w:rPr>
                <w:sz w:val="28"/>
                <w:szCs w:val="28"/>
                <w:lang w:val="uk-UA"/>
              </w:rPr>
              <w:t>Сушко М.М.</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2</w:t>
            </w:r>
            <w:r>
              <w:rPr>
                <w:sz w:val="28"/>
                <w:szCs w:val="28"/>
                <w:lang w:val="uk-UA"/>
              </w:rPr>
              <w:t>7</w:t>
            </w:r>
            <w:r w:rsidRPr="00BA384D">
              <w:rPr>
                <w:sz w:val="28"/>
                <w:szCs w:val="28"/>
                <w:lang w:val="uk-UA"/>
              </w:rPr>
              <w:t>.</w:t>
            </w:r>
          </w:p>
        </w:tc>
        <w:tc>
          <w:tcPr>
            <w:tcW w:w="4960" w:type="dxa"/>
          </w:tcPr>
          <w:p w:rsidR="00B76FA9" w:rsidRPr="00BA384D" w:rsidRDefault="00B76FA9" w:rsidP="00E333EB">
            <w:pPr>
              <w:jc w:val="both"/>
              <w:rPr>
                <w:sz w:val="28"/>
                <w:szCs w:val="28"/>
                <w:lang w:val="uk-UA"/>
              </w:rPr>
            </w:pPr>
            <w:r w:rsidRPr="00BA384D">
              <w:rPr>
                <w:sz w:val="28"/>
                <w:szCs w:val="28"/>
                <w:lang w:val="uk-UA"/>
              </w:rPr>
              <w:t>Про стан підготовки питання щодо передачі міжбюджетного трансферту на фінансування закладів охорони здоров’я, які фінансуються з бюджету міста Ромни</w:t>
            </w:r>
          </w:p>
        </w:tc>
        <w:tc>
          <w:tcPr>
            <w:tcW w:w="1701" w:type="dxa"/>
          </w:tcPr>
          <w:p w:rsidR="00B76FA9" w:rsidRPr="00BA384D" w:rsidRDefault="00B76FA9" w:rsidP="007A7C20">
            <w:pPr>
              <w:rPr>
                <w:sz w:val="28"/>
                <w:szCs w:val="28"/>
                <w:lang w:val="uk-UA"/>
              </w:rPr>
            </w:pPr>
            <w:r w:rsidRPr="00BA384D">
              <w:rPr>
                <w:sz w:val="28"/>
                <w:szCs w:val="28"/>
                <w:lang w:val="uk-UA"/>
              </w:rPr>
              <w:t>12.06.2017</w:t>
            </w:r>
          </w:p>
        </w:tc>
        <w:tc>
          <w:tcPr>
            <w:tcW w:w="2553" w:type="dxa"/>
          </w:tcPr>
          <w:p w:rsidR="00B76FA9" w:rsidRPr="00BA384D" w:rsidRDefault="00B76FA9" w:rsidP="00E23EAC">
            <w:pPr>
              <w:rPr>
                <w:sz w:val="28"/>
                <w:szCs w:val="28"/>
                <w:lang w:val="uk-UA"/>
              </w:rPr>
            </w:pPr>
            <w:r w:rsidRPr="00BA384D">
              <w:rPr>
                <w:sz w:val="28"/>
                <w:szCs w:val="28"/>
                <w:lang w:val="uk-UA"/>
              </w:rPr>
              <w:t>Татарінов В.М.</w:t>
            </w:r>
          </w:p>
          <w:p w:rsidR="00B76FA9" w:rsidRPr="00BA384D" w:rsidRDefault="00B76FA9" w:rsidP="00E23EAC">
            <w:pPr>
              <w:rPr>
                <w:sz w:val="28"/>
                <w:szCs w:val="28"/>
                <w:lang w:val="uk-UA"/>
              </w:rPr>
            </w:pPr>
            <w:r w:rsidRPr="00BA384D">
              <w:rPr>
                <w:sz w:val="28"/>
                <w:szCs w:val="28"/>
                <w:lang w:val="uk-UA"/>
              </w:rPr>
              <w:t>Анісімова М.В.</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2</w:t>
            </w:r>
            <w:r>
              <w:rPr>
                <w:sz w:val="28"/>
                <w:szCs w:val="28"/>
                <w:lang w:val="uk-UA"/>
              </w:rPr>
              <w:t>8</w:t>
            </w:r>
            <w:r w:rsidRPr="00BA384D">
              <w:rPr>
                <w:sz w:val="28"/>
                <w:szCs w:val="28"/>
                <w:lang w:val="uk-UA"/>
              </w:rPr>
              <w:t>.</w:t>
            </w:r>
          </w:p>
        </w:tc>
        <w:tc>
          <w:tcPr>
            <w:tcW w:w="4960" w:type="dxa"/>
          </w:tcPr>
          <w:p w:rsidR="00B76FA9" w:rsidRPr="00BA384D" w:rsidRDefault="00B76FA9" w:rsidP="00E333EB">
            <w:pPr>
              <w:jc w:val="both"/>
              <w:rPr>
                <w:sz w:val="28"/>
                <w:szCs w:val="28"/>
                <w:lang w:val="uk-UA"/>
              </w:rPr>
            </w:pPr>
            <w:r w:rsidRPr="00BA384D">
              <w:rPr>
                <w:sz w:val="28"/>
                <w:szCs w:val="28"/>
                <w:lang w:val="uk-UA"/>
              </w:rPr>
              <w:t>Про пільгове перевезення окремих категорій населення</w:t>
            </w:r>
          </w:p>
        </w:tc>
        <w:tc>
          <w:tcPr>
            <w:tcW w:w="1701" w:type="dxa"/>
          </w:tcPr>
          <w:p w:rsidR="00B76FA9" w:rsidRPr="00BA384D" w:rsidRDefault="00B76FA9" w:rsidP="007A7C20">
            <w:pPr>
              <w:rPr>
                <w:sz w:val="28"/>
                <w:szCs w:val="28"/>
                <w:lang w:val="uk-UA"/>
              </w:rPr>
            </w:pPr>
            <w:r w:rsidRPr="00BA384D">
              <w:rPr>
                <w:sz w:val="28"/>
                <w:szCs w:val="28"/>
                <w:lang w:val="uk-UA"/>
              </w:rPr>
              <w:t>12.06.2017</w:t>
            </w:r>
          </w:p>
        </w:tc>
        <w:tc>
          <w:tcPr>
            <w:tcW w:w="2553" w:type="dxa"/>
          </w:tcPr>
          <w:p w:rsidR="00B76FA9" w:rsidRPr="00BA384D" w:rsidRDefault="00B76FA9" w:rsidP="00706E97">
            <w:pPr>
              <w:jc w:val="both"/>
              <w:rPr>
                <w:sz w:val="28"/>
                <w:szCs w:val="28"/>
                <w:lang w:val="uk-UA"/>
              </w:rPr>
            </w:pPr>
            <w:r w:rsidRPr="00BA384D">
              <w:rPr>
                <w:sz w:val="28"/>
                <w:szCs w:val="28"/>
                <w:lang w:val="uk-UA"/>
              </w:rPr>
              <w:t>Татарінов В.М.</w:t>
            </w:r>
          </w:p>
          <w:p w:rsidR="00B76FA9" w:rsidRPr="00BA384D" w:rsidRDefault="00B76FA9" w:rsidP="00706E97">
            <w:pPr>
              <w:rPr>
                <w:sz w:val="28"/>
                <w:szCs w:val="28"/>
                <w:lang w:val="uk-UA"/>
              </w:rPr>
            </w:pPr>
            <w:r w:rsidRPr="00BA384D">
              <w:rPr>
                <w:sz w:val="28"/>
                <w:szCs w:val="28"/>
                <w:lang w:val="uk-UA"/>
              </w:rPr>
              <w:t>Даценко О.М.</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2</w:t>
            </w:r>
            <w:r>
              <w:rPr>
                <w:sz w:val="28"/>
                <w:szCs w:val="28"/>
                <w:lang w:val="uk-UA"/>
              </w:rPr>
              <w:t>9</w:t>
            </w:r>
            <w:r w:rsidRPr="00BA384D">
              <w:rPr>
                <w:sz w:val="28"/>
                <w:szCs w:val="28"/>
                <w:lang w:val="uk-UA"/>
              </w:rPr>
              <w:t>.</w:t>
            </w:r>
          </w:p>
        </w:tc>
        <w:tc>
          <w:tcPr>
            <w:tcW w:w="4960" w:type="dxa"/>
          </w:tcPr>
          <w:p w:rsidR="00B76FA9" w:rsidRPr="00BA384D" w:rsidRDefault="00B76FA9" w:rsidP="006C59B4">
            <w:pPr>
              <w:jc w:val="both"/>
              <w:rPr>
                <w:sz w:val="28"/>
                <w:szCs w:val="28"/>
                <w:lang w:val="uk-UA"/>
              </w:rPr>
            </w:pPr>
            <w:r w:rsidRPr="00BA384D">
              <w:rPr>
                <w:sz w:val="28"/>
                <w:szCs w:val="28"/>
                <w:lang w:val="uk-UA"/>
              </w:rPr>
              <w:t>Про роботу управління економічного, агропромислового розвитку та торгівлі районної державної адміністрації з питань організації державного контролю за додержанням правил</w:t>
            </w:r>
            <w:r>
              <w:rPr>
                <w:sz w:val="28"/>
                <w:szCs w:val="28"/>
                <w:lang w:val="uk-UA"/>
              </w:rPr>
              <w:t xml:space="preserve"> тор-</w:t>
            </w:r>
            <w:r w:rsidRPr="00BA384D">
              <w:rPr>
                <w:sz w:val="28"/>
                <w:szCs w:val="28"/>
                <w:lang w:val="uk-UA"/>
              </w:rPr>
              <w:t xml:space="preserve"> гівлі, побутового обслуговування, за</w:t>
            </w:r>
            <w:r>
              <w:rPr>
                <w:sz w:val="28"/>
                <w:szCs w:val="28"/>
                <w:lang w:val="uk-UA"/>
              </w:rPr>
              <w:t>-</w:t>
            </w:r>
          </w:p>
        </w:tc>
        <w:tc>
          <w:tcPr>
            <w:tcW w:w="1701" w:type="dxa"/>
          </w:tcPr>
          <w:p w:rsidR="00B76FA9" w:rsidRPr="00BA384D" w:rsidRDefault="00B76FA9" w:rsidP="007A7C20">
            <w:pPr>
              <w:rPr>
                <w:sz w:val="28"/>
                <w:szCs w:val="28"/>
                <w:lang w:val="uk-UA"/>
              </w:rPr>
            </w:pPr>
            <w:r w:rsidRPr="00BA384D">
              <w:rPr>
                <w:sz w:val="28"/>
                <w:szCs w:val="28"/>
                <w:lang w:val="uk-UA"/>
              </w:rPr>
              <w:t>12.06.2017</w:t>
            </w:r>
          </w:p>
        </w:tc>
        <w:tc>
          <w:tcPr>
            <w:tcW w:w="2553" w:type="dxa"/>
          </w:tcPr>
          <w:p w:rsidR="00B76FA9" w:rsidRPr="00BA384D" w:rsidRDefault="00B76FA9" w:rsidP="00585251">
            <w:pPr>
              <w:rPr>
                <w:sz w:val="28"/>
                <w:szCs w:val="28"/>
                <w:lang w:val="uk-UA"/>
              </w:rPr>
            </w:pPr>
            <w:r w:rsidRPr="00BA384D">
              <w:rPr>
                <w:sz w:val="28"/>
                <w:szCs w:val="28"/>
                <w:lang w:val="uk-UA"/>
              </w:rPr>
              <w:t>Татарінов В.М.</w:t>
            </w:r>
          </w:p>
          <w:p w:rsidR="00B76FA9" w:rsidRPr="00BA384D" w:rsidRDefault="00B76FA9" w:rsidP="00585251">
            <w:pPr>
              <w:rPr>
                <w:sz w:val="28"/>
                <w:szCs w:val="28"/>
                <w:lang w:val="uk-UA"/>
              </w:rPr>
            </w:pPr>
            <w:r w:rsidRPr="00BA384D">
              <w:rPr>
                <w:sz w:val="28"/>
                <w:szCs w:val="28"/>
                <w:lang w:val="uk-UA"/>
              </w:rPr>
              <w:t>Гребенюк О.П.</w:t>
            </w:r>
          </w:p>
        </w:tc>
      </w:tr>
      <w:tr w:rsidR="00B76FA9" w:rsidRPr="00BA384D" w:rsidTr="002319A2">
        <w:tc>
          <w:tcPr>
            <w:tcW w:w="9781" w:type="dxa"/>
            <w:gridSpan w:val="5"/>
          </w:tcPr>
          <w:p w:rsidR="00B76FA9" w:rsidRPr="00BA384D" w:rsidRDefault="00B76FA9" w:rsidP="002319A2">
            <w:pPr>
              <w:rPr>
                <w:sz w:val="28"/>
                <w:szCs w:val="28"/>
                <w:lang w:val="uk-UA"/>
              </w:rPr>
            </w:pPr>
            <w:r w:rsidRPr="00BA384D">
              <w:rPr>
                <w:sz w:val="28"/>
                <w:szCs w:val="28"/>
                <w:lang w:val="uk-UA"/>
              </w:rPr>
              <w:t xml:space="preserve">                                                                                                 Продовження додатка</w:t>
            </w:r>
          </w:p>
        </w:tc>
      </w:tr>
      <w:tr w:rsidR="00B76FA9" w:rsidRPr="00BA384D" w:rsidTr="001C2918">
        <w:tc>
          <w:tcPr>
            <w:tcW w:w="567" w:type="dxa"/>
            <w:gridSpan w:val="2"/>
          </w:tcPr>
          <w:p w:rsidR="00B76FA9" w:rsidRPr="00BA384D" w:rsidRDefault="00B76FA9" w:rsidP="006C59B4">
            <w:pPr>
              <w:jc w:val="center"/>
              <w:rPr>
                <w:sz w:val="28"/>
                <w:szCs w:val="28"/>
                <w:lang w:val="uk-UA"/>
              </w:rPr>
            </w:pPr>
            <w:r w:rsidRPr="00BA384D">
              <w:rPr>
                <w:sz w:val="28"/>
                <w:szCs w:val="28"/>
                <w:lang w:val="uk-UA"/>
              </w:rPr>
              <w:t>1</w:t>
            </w:r>
          </w:p>
        </w:tc>
        <w:tc>
          <w:tcPr>
            <w:tcW w:w="4960" w:type="dxa"/>
          </w:tcPr>
          <w:p w:rsidR="00B76FA9" w:rsidRPr="00BA384D" w:rsidRDefault="00B76FA9" w:rsidP="006C59B4">
            <w:pPr>
              <w:jc w:val="center"/>
              <w:rPr>
                <w:sz w:val="28"/>
                <w:szCs w:val="28"/>
                <w:lang w:val="uk-UA"/>
              </w:rPr>
            </w:pPr>
            <w:r>
              <w:rPr>
                <w:sz w:val="28"/>
                <w:szCs w:val="28"/>
                <w:lang w:val="uk-UA"/>
              </w:rPr>
              <w:t>2</w:t>
            </w:r>
          </w:p>
        </w:tc>
        <w:tc>
          <w:tcPr>
            <w:tcW w:w="1701" w:type="dxa"/>
          </w:tcPr>
          <w:p w:rsidR="00B76FA9" w:rsidRPr="00BA384D" w:rsidRDefault="00B76FA9" w:rsidP="006C59B4">
            <w:pPr>
              <w:jc w:val="center"/>
              <w:rPr>
                <w:sz w:val="28"/>
                <w:szCs w:val="28"/>
                <w:lang w:val="uk-UA"/>
              </w:rPr>
            </w:pPr>
            <w:r>
              <w:rPr>
                <w:sz w:val="28"/>
                <w:szCs w:val="28"/>
                <w:lang w:val="uk-UA"/>
              </w:rPr>
              <w:t>3</w:t>
            </w:r>
          </w:p>
        </w:tc>
        <w:tc>
          <w:tcPr>
            <w:tcW w:w="2553" w:type="dxa"/>
          </w:tcPr>
          <w:p w:rsidR="00B76FA9" w:rsidRPr="00BA384D" w:rsidRDefault="00B76FA9" w:rsidP="006C59B4">
            <w:pPr>
              <w:jc w:val="center"/>
              <w:rPr>
                <w:sz w:val="28"/>
                <w:szCs w:val="28"/>
                <w:lang w:val="uk-UA"/>
              </w:rPr>
            </w:pPr>
            <w:r>
              <w:rPr>
                <w:sz w:val="28"/>
                <w:szCs w:val="28"/>
                <w:lang w:val="uk-UA"/>
              </w:rPr>
              <w:t>4</w:t>
            </w:r>
          </w:p>
        </w:tc>
      </w:tr>
      <w:tr w:rsidR="00B76FA9" w:rsidRPr="00BA384D" w:rsidTr="001C2918">
        <w:tc>
          <w:tcPr>
            <w:tcW w:w="567" w:type="dxa"/>
            <w:gridSpan w:val="2"/>
          </w:tcPr>
          <w:p w:rsidR="00B76FA9" w:rsidRPr="00BA384D" w:rsidRDefault="00B76FA9" w:rsidP="00470A56">
            <w:pPr>
              <w:rPr>
                <w:sz w:val="28"/>
                <w:szCs w:val="28"/>
                <w:lang w:val="uk-UA"/>
              </w:rPr>
            </w:pPr>
          </w:p>
        </w:tc>
        <w:tc>
          <w:tcPr>
            <w:tcW w:w="4960" w:type="dxa"/>
          </w:tcPr>
          <w:p w:rsidR="00B76FA9" w:rsidRPr="00BA384D" w:rsidRDefault="00B76FA9" w:rsidP="00305429">
            <w:pPr>
              <w:jc w:val="both"/>
              <w:rPr>
                <w:sz w:val="28"/>
                <w:szCs w:val="28"/>
                <w:lang w:val="uk-UA"/>
              </w:rPr>
            </w:pPr>
            <w:r w:rsidRPr="00BA384D">
              <w:rPr>
                <w:sz w:val="28"/>
                <w:szCs w:val="28"/>
                <w:lang w:val="uk-UA"/>
              </w:rPr>
              <w:t>конодавства про захист прав спожи</w:t>
            </w:r>
            <w:r>
              <w:rPr>
                <w:sz w:val="28"/>
                <w:szCs w:val="28"/>
                <w:lang w:val="uk-UA"/>
              </w:rPr>
              <w:t>-</w:t>
            </w:r>
            <w:r w:rsidRPr="00BA384D">
              <w:rPr>
                <w:sz w:val="28"/>
                <w:szCs w:val="28"/>
                <w:lang w:val="uk-UA"/>
              </w:rPr>
              <w:t>вачів</w:t>
            </w:r>
          </w:p>
        </w:tc>
        <w:tc>
          <w:tcPr>
            <w:tcW w:w="1701" w:type="dxa"/>
          </w:tcPr>
          <w:p w:rsidR="00B76FA9" w:rsidRPr="00BA384D" w:rsidRDefault="00B76FA9" w:rsidP="007A7C20">
            <w:pPr>
              <w:rPr>
                <w:sz w:val="28"/>
                <w:szCs w:val="28"/>
                <w:lang w:val="uk-UA"/>
              </w:rPr>
            </w:pPr>
          </w:p>
        </w:tc>
        <w:tc>
          <w:tcPr>
            <w:tcW w:w="2553" w:type="dxa"/>
          </w:tcPr>
          <w:p w:rsidR="00B76FA9" w:rsidRPr="00BA384D" w:rsidRDefault="00B76FA9" w:rsidP="00585251">
            <w:pPr>
              <w:rPr>
                <w:sz w:val="28"/>
                <w:szCs w:val="28"/>
                <w:lang w:val="uk-UA"/>
              </w:rPr>
            </w:pPr>
          </w:p>
        </w:tc>
      </w:tr>
      <w:tr w:rsidR="00B76FA9" w:rsidRPr="00BA384D" w:rsidTr="001C2918">
        <w:tc>
          <w:tcPr>
            <w:tcW w:w="567" w:type="dxa"/>
            <w:gridSpan w:val="2"/>
          </w:tcPr>
          <w:p w:rsidR="00B76FA9" w:rsidRPr="00BA384D" w:rsidRDefault="00B76FA9" w:rsidP="006C7D57">
            <w:pPr>
              <w:rPr>
                <w:sz w:val="28"/>
                <w:szCs w:val="28"/>
                <w:lang w:val="uk-UA"/>
              </w:rPr>
            </w:pPr>
            <w:r>
              <w:rPr>
                <w:sz w:val="28"/>
                <w:szCs w:val="28"/>
                <w:lang w:val="uk-UA"/>
              </w:rPr>
              <w:t>30</w:t>
            </w:r>
            <w:r w:rsidRPr="00BA384D">
              <w:rPr>
                <w:sz w:val="28"/>
                <w:szCs w:val="28"/>
                <w:lang w:val="uk-UA"/>
              </w:rPr>
              <w:t>.</w:t>
            </w:r>
          </w:p>
        </w:tc>
        <w:tc>
          <w:tcPr>
            <w:tcW w:w="4960" w:type="dxa"/>
          </w:tcPr>
          <w:p w:rsidR="00B76FA9" w:rsidRPr="00BA384D" w:rsidRDefault="00B76FA9" w:rsidP="00103F7A">
            <w:pPr>
              <w:jc w:val="both"/>
              <w:rPr>
                <w:sz w:val="28"/>
                <w:szCs w:val="28"/>
                <w:lang w:val="uk-UA"/>
              </w:rPr>
            </w:pPr>
            <w:r w:rsidRPr="00BA384D">
              <w:rPr>
                <w:sz w:val="28"/>
                <w:szCs w:val="28"/>
                <w:lang w:val="uk-UA"/>
              </w:rPr>
              <w:t>Аналіз виконання відділом ведення Державного реєстру виборців районної державної адміністрації Закону Укра-їни «Про державний реєстр виборців»</w:t>
            </w:r>
          </w:p>
        </w:tc>
        <w:tc>
          <w:tcPr>
            <w:tcW w:w="1701" w:type="dxa"/>
          </w:tcPr>
          <w:p w:rsidR="00B76FA9" w:rsidRPr="00BA384D" w:rsidRDefault="00B76FA9" w:rsidP="00103F7A">
            <w:pPr>
              <w:rPr>
                <w:sz w:val="28"/>
                <w:szCs w:val="28"/>
                <w:lang w:val="uk-UA"/>
              </w:rPr>
            </w:pPr>
            <w:r w:rsidRPr="00BA384D">
              <w:rPr>
                <w:sz w:val="28"/>
                <w:szCs w:val="28"/>
                <w:lang w:val="uk-UA"/>
              </w:rPr>
              <w:t>12.06.2017</w:t>
            </w:r>
          </w:p>
        </w:tc>
        <w:tc>
          <w:tcPr>
            <w:tcW w:w="2553" w:type="dxa"/>
          </w:tcPr>
          <w:p w:rsidR="00B76FA9" w:rsidRPr="00BA384D" w:rsidRDefault="00B76FA9" w:rsidP="00103F7A">
            <w:pPr>
              <w:rPr>
                <w:sz w:val="28"/>
                <w:szCs w:val="28"/>
                <w:lang w:val="uk-UA"/>
              </w:rPr>
            </w:pPr>
            <w:r w:rsidRPr="00BA384D">
              <w:rPr>
                <w:sz w:val="28"/>
                <w:szCs w:val="28"/>
                <w:lang w:val="uk-UA"/>
              </w:rPr>
              <w:t>Ломко М.О.</w:t>
            </w:r>
          </w:p>
          <w:p w:rsidR="00B76FA9" w:rsidRPr="00BA384D" w:rsidRDefault="00B76FA9" w:rsidP="00103F7A">
            <w:pPr>
              <w:rPr>
                <w:sz w:val="28"/>
                <w:szCs w:val="28"/>
                <w:lang w:val="uk-UA"/>
              </w:rPr>
            </w:pPr>
            <w:r w:rsidRPr="00BA384D">
              <w:rPr>
                <w:sz w:val="28"/>
                <w:szCs w:val="28"/>
                <w:lang w:val="uk-UA"/>
              </w:rPr>
              <w:t>Куріпко В.В.</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3</w:t>
            </w:r>
            <w:r>
              <w:rPr>
                <w:sz w:val="28"/>
                <w:szCs w:val="28"/>
                <w:lang w:val="uk-UA"/>
              </w:rPr>
              <w:t>1</w:t>
            </w:r>
            <w:r w:rsidRPr="00BA384D">
              <w:rPr>
                <w:sz w:val="28"/>
                <w:szCs w:val="28"/>
                <w:lang w:val="uk-UA"/>
              </w:rPr>
              <w:t>.</w:t>
            </w:r>
          </w:p>
        </w:tc>
        <w:tc>
          <w:tcPr>
            <w:tcW w:w="4960" w:type="dxa"/>
          </w:tcPr>
          <w:p w:rsidR="00B76FA9" w:rsidRPr="00BA384D" w:rsidRDefault="00B76FA9" w:rsidP="00103F7A">
            <w:pPr>
              <w:jc w:val="both"/>
              <w:rPr>
                <w:sz w:val="28"/>
                <w:szCs w:val="28"/>
                <w:lang w:val="uk-UA"/>
              </w:rPr>
            </w:pPr>
            <w:r w:rsidRPr="00BA384D">
              <w:rPr>
                <w:sz w:val="28"/>
                <w:szCs w:val="28"/>
                <w:lang w:val="uk-UA"/>
              </w:rPr>
              <w:t>Про хід виконання районної цільової соціальної програми протидії ВІЛ-інфекції/СНІДу на 2015-2018 роки</w:t>
            </w:r>
          </w:p>
        </w:tc>
        <w:tc>
          <w:tcPr>
            <w:tcW w:w="1701" w:type="dxa"/>
          </w:tcPr>
          <w:p w:rsidR="00B76FA9" w:rsidRPr="00BA384D" w:rsidRDefault="00B76FA9" w:rsidP="00103F7A">
            <w:pPr>
              <w:rPr>
                <w:sz w:val="28"/>
                <w:szCs w:val="28"/>
                <w:lang w:val="uk-UA"/>
              </w:rPr>
            </w:pPr>
            <w:r w:rsidRPr="00BA384D">
              <w:rPr>
                <w:sz w:val="28"/>
                <w:szCs w:val="28"/>
                <w:lang w:val="uk-UA"/>
              </w:rPr>
              <w:t>26.06.2017</w:t>
            </w:r>
          </w:p>
        </w:tc>
        <w:tc>
          <w:tcPr>
            <w:tcW w:w="2553" w:type="dxa"/>
          </w:tcPr>
          <w:p w:rsidR="00B76FA9" w:rsidRPr="00BA384D" w:rsidRDefault="00B76FA9" w:rsidP="00103F7A">
            <w:pPr>
              <w:rPr>
                <w:sz w:val="28"/>
                <w:szCs w:val="28"/>
                <w:lang w:val="uk-UA"/>
              </w:rPr>
            </w:pPr>
            <w:r w:rsidRPr="00BA384D">
              <w:rPr>
                <w:sz w:val="28"/>
                <w:szCs w:val="28"/>
                <w:lang w:val="uk-UA"/>
              </w:rPr>
              <w:t>Татарінов В.М.</w:t>
            </w:r>
          </w:p>
          <w:p w:rsidR="00B76FA9" w:rsidRPr="00BA384D" w:rsidRDefault="00B76FA9" w:rsidP="00103F7A">
            <w:pPr>
              <w:rPr>
                <w:sz w:val="28"/>
                <w:szCs w:val="28"/>
                <w:lang w:val="uk-UA"/>
              </w:rPr>
            </w:pPr>
            <w:r w:rsidRPr="00BA384D">
              <w:rPr>
                <w:sz w:val="28"/>
                <w:szCs w:val="28"/>
                <w:lang w:val="uk-UA"/>
              </w:rPr>
              <w:t>Козаченко М.І.</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3</w:t>
            </w:r>
            <w:r>
              <w:rPr>
                <w:sz w:val="28"/>
                <w:szCs w:val="28"/>
                <w:lang w:val="uk-UA"/>
              </w:rPr>
              <w:t>2</w:t>
            </w:r>
            <w:r w:rsidRPr="00BA384D">
              <w:rPr>
                <w:sz w:val="28"/>
                <w:szCs w:val="28"/>
                <w:lang w:val="uk-UA"/>
              </w:rPr>
              <w:t>.</w:t>
            </w:r>
          </w:p>
        </w:tc>
        <w:tc>
          <w:tcPr>
            <w:tcW w:w="4960" w:type="dxa"/>
          </w:tcPr>
          <w:p w:rsidR="00B76FA9" w:rsidRPr="00BA384D" w:rsidRDefault="00B76FA9" w:rsidP="0074332D">
            <w:pPr>
              <w:jc w:val="both"/>
              <w:rPr>
                <w:sz w:val="28"/>
                <w:szCs w:val="28"/>
                <w:lang w:val="uk-UA"/>
              </w:rPr>
            </w:pPr>
            <w:r w:rsidRPr="00BA384D">
              <w:rPr>
                <w:sz w:val="28"/>
                <w:szCs w:val="28"/>
                <w:lang w:val="uk-UA"/>
              </w:rPr>
              <w:t>Про стан роботи зі зверненнями гро</w:t>
            </w:r>
            <w:r>
              <w:rPr>
                <w:sz w:val="28"/>
                <w:szCs w:val="28"/>
                <w:lang w:val="uk-UA"/>
              </w:rPr>
              <w:t>-</w:t>
            </w:r>
            <w:r w:rsidRPr="00BA384D">
              <w:rPr>
                <w:sz w:val="28"/>
                <w:szCs w:val="28"/>
                <w:lang w:val="uk-UA"/>
              </w:rPr>
              <w:t>мадян у відділі освіти, молоді та спо</w:t>
            </w:r>
            <w:r>
              <w:rPr>
                <w:sz w:val="28"/>
                <w:szCs w:val="28"/>
                <w:lang w:val="uk-UA"/>
              </w:rPr>
              <w:t>р-</w:t>
            </w:r>
            <w:r w:rsidRPr="00BA384D">
              <w:rPr>
                <w:sz w:val="28"/>
                <w:szCs w:val="28"/>
                <w:lang w:val="uk-UA"/>
              </w:rPr>
              <w:t>ту районної державної адміністрації</w:t>
            </w:r>
          </w:p>
        </w:tc>
        <w:tc>
          <w:tcPr>
            <w:tcW w:w="1701" w:type="dxa"/>
          </w:tcPr>
          <w:p w:rsidR="00B76FA9" w:rsidRPr="00BA384D" w:rsidRDefault="00B76FA9" w:rsidP="007A7C20">
            <w:pPr>
              <w:rPr>
                <w:sz w:val="28"/>
                <w:szCs w:val="28"/>
                <w:lang w:val="uk-UA"/>
              </w:rPr>
            </w:pPr>
            <w:r w:rsidRPr="00BA384D">
              <w:rPr>
                <w:sz w:val="28"/>
                <w:szCs w:val="28"/>
                <w:lang w:val="uk-UA"/>
              </w:rPr>
              <w:t>26.06.2017</w:t>
            </w:r>
          </w:p>
        </w:tc>
        <w:tc>
          <w:tcPr>
            <w:tcW w:w="2553" w:type="dxa"/>
          </w:tcPr>
          <w:p w:rsidR="00B76FA9" w:rsidRPr="00BA384D" w:rsidRDefault="00B76FA9" w:rsidP="003A4DEE">
            <w:pPr>
              <w:rPr>
                <w:sz w:val="28"/>
                <w:szCs w:val="28"/>
                <w:lang w:val="uk-UA"/>
              </w:rPr>
            </w:pPr>
            <w:r w:rsidRPr="00BA384D">
              <w:rPr>
                <w:sz w:val="28"/>
                <w:szCs w:val="28"/>
                <w:lang w:val="uk-UA"/>
              </w:rPr>
              <w:t>Татарінов В.М.</w:t>
            </w:r>
          </w:p>
          <w:p w:rsidR="00B76FA9" w:rsidRPr="00BA384D" w:rsidRDefault="00B76FA9" w:rsidP="003A4DEE">
            <w:pPr>
              <w:rPr>
                <w:sz w:val="28"/>
                <w:szCs w:val="28"/>
                <w:lang w:val="uk-UA"/>
              </w:rPr>
            </w:pPr>
            <w:r w:rsidRPr="00BA384D">
              <w:rPr>
                <w:sz w:val="28"/>
                <w:szCs w:val="28"/>
                <w:lang w:val="uk-UA"/>
              </w:rPr>
              <w:t>Шкурат Л.П.</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3</w:t>
            </w:r>
            <w:r>
              <w:rPr>
                <w:sz w:val="28"/>
                <w:szCs w:val="28"/>
                <w:lang w:val="uk-UA"/>
              </w:rPr>
              <w:t>3</w:t>
            </w:r>
            <w:r w:rsidRPr="00BA384D">
              <w:rPr>
                <w:sz w:val="28"/>
                <w:szCs w:val="28"/>
                <w:lang w:val="uk-UA"/>
              </w:rPr>
              <w:t>.</w:t>
            </w:r>
          </w:p>
        </w:tc>
        <w:tc>
          <w:tcPr>
            <w:tcW w:w="4960" w:type="dxa"/>
          </w:tcPr>
          <w:p w:rsidR="00B76FA9" w:rsidRPr="00BA384D" w:rsidRDefault="00B76FA9" w:rsidP="00605768">
            <w:pPr>
              <w:jc w:val="both"/>
              <w:rPr>
                <w:sz w:val="28"/>
                <w:szCs w:val="28"/>
                <w:lang w:val="uk-UA"/>
              </w:rPr>
            </w:pPr>
            <w:r w:rsidRPr="00BA384D">
              <w:rPr>
                <w:sz w:val="28"/>
                <w:szCs w:val="28"/>
                <w:lang w:val="uk-UA"/>
              </w:rPr>
              <w:t>Про стан виконання природоохо-ронних заходів на території Роменсь-кого району</w:t>
            </w:r>
          </w:p>
        </w:tc>
        <w:tc>
          <w:tcPr>
            <w:tcW w:w="1701" w:type="dxa"/>
          </w:tcPr>
          <w:p w:rsidR="00B76FA9" w:rsidRPr="00BA384D" w:rsidRDefault="00B76FA9" w:rsidP="00FE7E20">
            <w:pPr>
              <w:rPr>
                <w:sz w:val="28"/>
                <w:szCs w:val="28"/>
                <w:lang w:val="uk-UA"/>
              </w:rPr>
            </w:pPr>
            <w:r w:rsidRPr="00BA384D">
              <w:rPr>
                <w:sz w:val="28"/>
                <w:szCs w:val="28"/>
                <w:lang w:val="uk-UA"/>
              </w:rPr>
              <w:t>10.07.2017</w:t>
            </w:r>
          </w:p>
          <w:p w:rsidR="00B76FA9" w:rsidRPr="00BA384D" w:rsidRDefault="00B76FA9" w:rsidP="009A6342">
            <w:pPr>
              <w:rPr>
                <w:sz w:val="28"/>
                <w:szCs w:val="28"/>
                <w:lang w:val="uk-UA"/>
              </w:rPr>
            </w:pPr>
          </w:p>
        </w:tc>
        <w:tc>
          <w:tcPr>
            <w:tcW w:w="2553" w:type="dxa"/>
          </w:tcPr>
          <w:p w:rsidR="00B76FA9" w:rsidRPr="00BA384D" w:rsidRDefault="00B76FA9" w:rsidP="009A6342">
            <w:pPr>
              <w:rPr>
                <w:sz w:val="28"/>
                <w:szCs w:val="28"/>
                <w:lang w:val="uk-UA"/>
              </w:rPr>
            </w:pPr>
            <w:r w:rsidRPr="00BA384D">
              <w:rPr>
                <w:sz w:val="28"/>
                <w:szCs w:val="28"/>
                <w:lang w:val="uk-UA"/>
              </w:rPr>
              <w:t>Ломко М.О.</w:t>
            </w:r>
          </w:p>
          <w:p w:rsidR="00B76FA9" w:rsidRPr="00BA384D" w:rsidRDefault="00B76FA9" w:rsidP="009A6342">
            <w:pPr>
              <w:rPr>
                <w:sz w:val="28"/>
                <w:szCs w:val="28"/>
                <w:lang w:val="uk-UA"/>
              </w:rPr>
            </w:pPr>
            <w:r w:rsidRPr="00BA384D">
              <w:rPr>
                <w:sz w:val="28"/>
                <w:szCs w:val="28"/>
                <w:lang w:val="uk-UA"/>
              </w:rPr>
              <w:t>Ведмідь В.О.</w:t>
            </w:r>
          </w:p>
        </w:tc>
      </w:tr>
      <w:tr w:rsidR="00B76FA9" w:rsidRPr="00BA384D" w:rsidTr="001C2918">
        <w:tc>
          <w:tcPr>
            <w:tcW w:w="567" w:type="dxa"/>
            <w:gridSpan w:val="2"/>
          </w:tcPr>
          <w:p w:rsidR="00B76FA9" w:rsidRPr="00BA384D" w:rsidRDefault="00B76FA9" w:rsidP="002319A2">
            <w:pPr>
              <w:rPr>
                <w:sz w:val="28"/>
                <w:szCs w:val="28"/>
                <w:lang w:val="uk-UA"/>
              </w:rPr>
            </w:pPr>
            <w:r w:rsidRPr="00BA384D">
              <w:rPr>
                <w:sz w:val="28"/>
                <w:szCs w:val="28"/>
                <w:lang w:val="uk-UA"/>
              </w:rPr>
              <w:t>3</w:t>
            </w:r>
            <w:r>
              <w:rPr>
                <w:sz w:val="28"/>
                <w:szCs w:val="28"/>
                <w:lang w:val="uk-UA"/>
              </w:rPr>
              <w:t>4</w:t>
            </w:r>
            <w:r w:rsidRPr="00BA384D">
              <w:rPr>
                <w:sz w:val="28"/>
                <w:szCs w:val="28"/>
                <w:lang w:val="uk-UA"/>
              </w:rPr>
              <w:t>.</w:t>
            </w:r>
          </w:p>
        </w:tc>
        <w:tc>
          <w:tcPr>
            <w:tcW w:w="4960" w:type="dxa"/>
          </w:tcPr>
          <w:p w:rsidR="00B76FA9" w:rsidRPr="00BA384D" w:rsidRDefault="00B76FA9" w:rsidP="008A169E">
            <w:pPr>
              <w:jc w:val="both"/>
              <w:rPr>
                <w:sz w:val="28"/>
                <w:szCs w:val="28"/>
                <w:lang w:val="uk-UA"/>
              </w:rPr>
            </w:pPr>
            <w:r w:rsidRPr="00BA384D">
              <w:rPr>
                <w:sz w:val="28"/>
                <w:szCs w:val="28"/>
                <w:lang w:val="uk-UA"/>
              </w:rPr>
              <w:t>Про підсумки призову громадян Роменського району на строкову військову службу до Збройних Сил України навесні 2017 року</w:t>
            </w:r>
          </w:p>
        </w:tc>
        <w:tc>
          <w:tcPr>
            <w:tcW w:w="1701" w:type="dxa"/>
          </w:tcPr>
          <w:p w:rsidR="00B76FA9" w:rsidRPr="00BA384D" w:rsidRDefault="00B76FA9" w:rsidP="00FE7E20">
            <w:pPr>
              <w:rPr>
                <w:sz w:val="28"/>
                <w:szCs w:val="28"/>
                <w:lang w:val="uk-UA"/>
              </w:rPr>
            </w:pPr>
            <w:r w:rsidRPr="00BA384D">
              <w:rPr>
                <w:sz w:val="28"/>
                <w:szCs w:val="28"/>
                <w:lang w:val="uk-UA"/>
              </w:rPr>
              <w:t>10.07.2017</w:t>
            </w:r>
          </w:p>
          <w:p w:rsidR="00B76FA9" w:rsidRPr="00BA384D" w:rsidRDefault="00B76FA9" w:rsidP="001C2918">
            <w:pPr>
              <w:rPr>
                <w:sz w:val="28"/>
                <w:szCs w:val="28"/>
                <w:lang w:val="uk-UA"/>
              </w:rPr>
            </w:pPr>
          </w:p>
        </w:tc>
        <w:tc>
          <w:tcPr>
            <w:tcW w:w="2553" w:type="dxa"/>
          </w:tcPr>
          <w:p w:rsidR="00B76FA9" w:rsidRPr="00BA384D" w:rsidRDefault="00B76FA9" w:rsidP="007C634B">
            <w:pPr>
              <w:rPr>
                <w:sz w:val="28"/>
                <w:szCs w:val="28"/>
                <w:lang w:val="uk-UA"/>
              </w:rPr>
            </w:pPr>
            <w:r w:rsidRPr="00BA384D">
              <w:rPr>
                <w:sz w:val="28"/>
                <w:szCs w:val="28"/>
                <w:lang w:val="uk-UA"/>
              </w:rPr>
              <w:t>Татарінов В.М.</w:t>
            </w:r>
          </w:p>
          <w:p w:rsidR="00B76FA9" w:rsidRPr="00BA384D" w:rsidRDefault="00B76FA9" w:rsidP="001C2918">
            <w:pPr>
              <w:rPr>
                <w:sz w:val="28"/>
                <w:szCs w:val="28"/>
                <w:lang w:val="uk-UA"/>
              </w:rPr>
            </w:pPr>
            <w:r w:rsidRPr="00BA384D">
              <w:rPr>
                <w:sz w:val="28"/>
                <w:szCs w:val="28"/>
                <w:lang w:val="uk-UA"/>
              </w:rPr>
              <w:t>Жогло П.А.</w:t>
            </w:r>
          </w:p>
        </w:tc>
      </w:tr>
      <w:tr w:rsidR="00B76FA9" w:rsidRPr="00BA384D" w:rsidTr="009D55BE">
        <w:trPr>
          <w:trHeight w:val="971"/>
        </w:trPr>
        <w:tc>
          <w:tcPr>
            <w:tcW w:w="567" w:type="dxa"/>
            <w:gridSpan w:val="2"/>
          </w:tcPr>
          <w:p w:rsidR="00B76FA9" w:rsidRPr="00BA384D" w:rsidRDefault="00B76FA9" w:rsidP="002319A2">
            <w:pPr>
              <w:rPr>
                <w:sz w:val="28"/>
                <w:szCs w:val="28"/>
                <w:lang w:val="uk-UA"/>
              </w:rPr>
            </w:pPr>
            <w:r w:rsidRPr="00BA384D">
              <w:rPr>
                <w:sz w:val="28"/>
                <w:szCs w:val="28"/>
                <w:lang w:val="uk-UA"/>
              </w:rPr>
              <w:t>3</w:t>
            </w:r>
            <w:r>
              <w:rPr>
                <w:sz w:val="28"/>
                <w:szCs w:val="28"/>
                <w:lang w:val="uk-UA"/>
              </w:rPr>
              <w:t>5</w:t>
            </w:r>
            <w:r w:rsidRPr="00BA384D">
              <w:rPr>
                <w:sz w:val="28"/>
                <w:szCs w:val="28"/>
                <w:lang w:val="uk-UA"/>
              </w:rPr>
              <w:t>.</w:t>
            </w:r>
          </w:p>
        </w:tc>
        <w:tc>
          <w:tcPr>
            <w:tcW w:w="4960" w:type="dxa"/>
          </w:tcPr>
          <w:p w:rsidR="00B76FA9" w:rsidRPr="00BA384D" w:rsidRDefault="00B76FA9" w:rsidP="00C60B9F">
            <w:pPr>
              <w:jc w:val="both"/>
              <w:rPr>
                <w:sz w:val="28"/>
                <w:szCs w:val="28"/>
                <w:lang w:val="uk-UA"/>
              </w:rPr>
            </w:pPr>
            <w:r w:rsidRPr="00BA384D">
              <w:rPr>
                <w:sz w:val="28"/>
                <w:szCs w:val="28"/>
                <w:lang w:val="uk-UA"/>
              </w:rPr>
              <w:t xml:space="preserve">Про оновлення містобудівної </w:t>
            </w:r>
            <w:r>
              <w:rPr>
                <w:sz w:val="28"/>
                <w:szCs w:val="28"/>
                <w:lang w:val="uk-UA"/>
              </w:rPr>
              <w:t>до</w:t>
            </w:r>
            <w:r w:rsidRPr="00BA384D">
              <w:rPr>
                <w:sz w:val="28"/>
                <w:szCs w:val="28"/>
                <w:lang w:val="uk-UA"/>
              </w:rPr>
              <w:t>куме-нтації населених пунктів Роменського району</w:t>
            </w:r>
          </w:p>
        </w:tc>
        <w:tc>
          <w:tcPr>
            <w:tcW w:w="1701" w:type="dxa"/>
          </w:tcPr>
          <w:p w:rsidR="00B76FA9" w:rsidRPr="00BA384D" w:rsidRDefault="00B76FA9" w:rsidP="007A7C20">
            <w:pPr>
              <w:rPr>
                <w:sz w:val="28"/>
                <w:szCs w:val="28"/>
                <w:lang w:val="uk-UA"/>
              </w:rPr>
            </w:pPr>
            <w:r w:rsidRPr="00BA384D">
              <w:rPr>
                <w:sz w:val="28"/>
                <w:szCs w:val="28"/>
                <w:lang w:val="uk-UA"/>
              </w:rPr>
              <w:t>10.07.2017</w:t>
            </w:r>
          </w:p>
        </w:tc>
        <w:tc>
          <w:tcPr>
            <w:tcW w:w="2553" w:type="dxa"/>
          </w:tcPr>
          <w:p w:rsidR="00B76FA9" w:rsidRPr="00BA384D" w:rsidRDefault="00B76FA9" w:rsidP="0025782D">
            <w:pPr>
              <w:rPr>
                <w:sz w:val="28"/>
                <w:szCs w:val="28"/>
                <w:lang w:val="uk-UA"/>
              </w:rPr>
            </w:pPr>
            <w:r w:rsidRPr="00BA384D">
              <w:rPr>
                <w:sz w:val="28"/>
                <w:szCs w:val="28"/>
                <w:lang w:val="uk-UA"/>
              </w:rPr>
              <w:t>Ломко М.О.</w:t>
            </w:r>
          </w:p>
          <w:p w:rsidR="00B76FA9" w:rsidRPr="00BA384D" w:rsidRDefault="00B76FA9" w:rsidP="0025782D">
            <w:pPr>
              <w:rPr>
                <w:sz w:val="28"/>
                <w:szCs w:val="28"/>
                <w:lang w:val="uk-UA"/>
              </w:rPr>
            </w:pPr>
            <w:r w:rsidRPr="00BA384D">
              <w:rPr>
                <w:sz w:val="28"/>
                <w:szCs w:val="28"/>
                <w:lang w:val="uk-UA"/>
              </w:rPr>
              <w:t>Федько Л.Г.</w:t>
            </w:r>
          </w:p>
        </w:tc>
      </w:tr>
      <w:tr w:rsidR="00B76FA9" w:rsidRPr="00BA384D" w:rsidTr="00CF139B">
        <w:trPr>
          <w:trHeight w:val="997"/>
        </w:trPr>
        <w:tc>
          <w:tcPr>
            <w:tcW w:w="567" w:type="dxa"/>
            <w:gridSpan w:val="2"/>
          </w:tcPr>
          <w:p w:rsidR="00B76FA9" w:rsidRPr="00BA384D" w:rsidRDefault="00B76FA9" w:rsidP="002319A2">
            <w:pPr>
              <w:rPr>
                <w:sz w:val="28"/>
                <w:szCs w:val="28"/>
                <w:lang w:val="uk-UA"/>
              </w:rPr>
            </w:pPr>
            <w:r w:rsidRPr="00BA384D">
              <w:rPr>
                <w:sz w:val="28"/>
                <w:szCs w:val="28"/>
                <w:lang w:val="uk-UA"/>
              </w:rPr>
              <w:t>3</w:t>
            </w:r>
            <w:r>
              <w:rPr>
                <w:sz w:val="28"/>
                <w:szCs w:val="28"/>
                <w:lang w:val="uk-UA"/>
              </w:rPr>
              <w:t>6</w:t>
            </w:r>
            <w:r w:rsidRPr="00BA384D">
              <w:rPr>
                <w:sz w:val="28"/>
                <w:szCs w:val="28"/>
                <w:lang w:val="uk-UA"/>
              </w:rPr>
              <w:t>.</w:t>
            </w:r>
          </w:p>
        </w:tc>
        <w:tc>
          <w:tcPr>
            <w:tcW w:w="4960" w:type="dxa"/>
          </w:tcPr>
          <w:p w:rsidR="00B76FA9" w:rsidRPr="00BA384D" w:rsidRDefault="00B76FA9" w:rsidP="00081D55">
            <w:pPr>
              <w:jc w:val="both"/>
              <w:rPr>
                <w:sz w:val="28"/>
                <w:szCs w:val="28"/>
                <w:lang w:val="uk-UA"/>
              </w:rPr>
            </w:pPr>
            <w:r w:rsidRPr="00BA384D">
              <w:rPr>
                <w:sz w:val="28"/>
                <w:szCs w:val="28"/>
              </w:rPr>
              <w:t>Про хід виконання районної програми співпраці та підтримки засобів масової інформації на 2017 рік</w:t>
            </w:r>
          </w:p>
        </w:tc>
        <w:tc>
          <w:tcPr>
            <w:tcW w:w="1701" w:type="dxa"/>
          </w:tcPr>
          <w:p w:rsidR="00B76FA9" w:rsidRPr="00BA384D" w:rsidRDefault="00B76FA9" w:rsidP="00081D55">
            <w:pPr>
              <w:jc w:val="center"/>
              <w:rPr>
                <w:sz w:val="28"/>
                <w:szCs w:val="28"/>
                <w:lang w:val="uk-UA"/>
              </w:rPr>
            </w:pPr>
            <w:r w:rsidRPr="00BA384D">
              <w:rPr>
                <w:sz w:val="28"/>
                <w:szCs w:val="28"/>
                <w:lang w:val="uk-UA"/>
              </w:rPr>
              <w:t>10.07.2017</w:t>
            </w:r>
          </w:p>
        </w:tc>
        <w:tc>
          <w:tcPr>
            <w:tcW w:w="2553" w:type="dxa"/>
          </w:tcPr>
          <w:p w:rsidR="00B76FA9" w:rsidRPr="00BA384D" w:rsidRDefault="00B76FA9" w:rsidP="00081D55">
            <w:pPr>
              <w:jc w:val="both"/>
              <w:rPr>
                <w:sz w:val="28"/>
                <w:szCs w:val="28"/>
                <w:lang w:val="uk-UA"/>
              </w:rPr>
            </w:pPr>
            <w:r w:rsidRPr="00BA384D">
              <w:rPr>
                <w:sz w:val="28"/>
                <w:szCs w:val="28"/>
                <w:lang w:val="uk-UA"/>
              </w:rPr>
              <w:t>Татарінов В.М.</w:t>
            </w:r>
          </w:p>
          <w:p w:rsidR="00B76FA9" w:rsidRPr="00BA384D" w:rsidRDefault="00B76FA9" w:rsidP="00081D55">
            <w:pPr>
              <w:jc w:val="both"/>
              <w:rPr>
                <w:sz w:val="28"/>
                <w:szCs w:val="28"/>
              </w:rPr>
            </w:pPr>
            <w:r w:rsidRPr="00BA384D">
              <w:rPr>
                <w:sz w:val="28"/>
                <w:szCs w:val="28"/>
              </w:rPr>
              <w:t>Федько Р.М.</w:t>
            </w:r>
          </w:p>
          <w:p w:rsidR="00B76FA9" w:rsidRPr="00BA384D" w:rsidRDefault="00B76FA9" w:rsidP="00081D55">
            <w:pPr>
              <w:jc w:val="both"/>
              <w:rPr>
                <w:sz w:val="28"/>
                <w:szCs w:val="28"/>
              </w:rPr>
            </w:pPr>
          </w:p>
        </w:tc>
      </w:tr>
      <w:tr w:rsidR="00B76FA9" w:rsidRPr="00BA384D" w:rsidTr="00CF139B">
        <w:trPr>
          <w:trHeight w:val="997"/>
        </w:trPr>
        <w:tc>
          <w:tcPr>
            <w:tcW w:w="567" w:type="dxa"/>
            <w:gridSpan w:val="2"/>
          </w:tcPr>
          <w:p w:rsidR="00B76FA9" w:rsidRPr="00BA384D" w:rsidRDefault="00B76FA9" w:rsidP="002319A2">
            <w:pPr>
              <w:rPr>
                <w:sz w:val="28"/>
                <w:szCs w:val="28"/>
                <w:lang w:val="uk-UA"/>
              </w:rPr>
            </w:pPr>
            <w:r w:rsidRPr="00BA384D">
              <w:rPr>
                <w:sz w:val="28"/>
                <w:szCs w:val="28"/>
                <w:lang w:val="uk-UA"/>
              </w:rPr>
              <w:t>3</w:t>
            </w:r>
            <w:r>
              <w:rPr>
                <w:sz w:val="28"/>
                <w:szCs w:val="28"/>
                <w:lang w:val="uk-UA"/>
              </w:rPr>
              <w:t>7</w:t>
            </w:r>
            <w:r w:rsidRPr="00BA384D">
              <w:rPr>
                <w:sz w:val="28"/>
                <w:szCs w:val="28"/>
                <w:lang w:val="uk-UA"/>
              </w:rPr>
              <w:t>.</w:t>
            </w:r>
          </w:p>
        </w:tc>
        <w:tc>
          <w:tcPr>
            <w:tcW w:w="4960" w:type="dxa"/>
          </w:tcPr>
          <w:p w:rsidR="00B76FA9" w:rsidRPr="00BA384D" w:rsidRDefault="00B76FA9" w:rsidP="00E61468">
            <w:pPr>
              <w:jc w:val="both"/>
              <w:rPr>
                <w:sz w:val="28"/>
                <w:szCs w:val="28"/>
                <w:lang w:val="uk-UA"/>
              </w:rPr>
            </w:pPr>
            <w:r w:rsidRPr="00BA384D">
              <w:rPr>
                <w:sz w:val="28"/>
                <w:szCs w:val="28"/>
                <w:lang w:val="uk-UA"/>
              </w:rPr>
              <w:t>Про результати роботи відділу дер</w:t>
            </w:r>
            <w:r>
              <w:rPr>
                <w:sz w:val="28"/>
                <w:szCs w:val="28"/>
                <w:lang w:val="uk-UA"/>
              </w:rPr>
              <w:t>-</w:t>
            </w:r>
            <w:r w:rsidRPr="00BA384D">
              <w:rPr>
                <w:sz w:val="28"/>
                <w:szCs w:val="28"/>
                <w:lang w:val="uk-UA"/>
              </w:rPr>
              <w:t>жавної реєстрації районної державної адміністрації за</w:t>
            </w:r>
            <w:r>
              <w:rPr>
                <w:sz w:val="28"/>
                <w:szCs w:val="28"/>
                <w:lang w:val="uk-UA"/>
              </w:rPr>
              <w:t xml:space="preserve"> </w:t>
            </w:r>
            <w:r w:rsidRPr="00BA384D">
              <w:rPr>
                <w:sz w:val="28"/>
                <w:szCs w:val="28"/>
                <w:lang w:val="uk-UA"/>
              </w:rPr>
              <w:t>перше півріччя 2017 року</w:t>
            </w:r>
          </w:p>
        </w:tc>
        <w:tc>
          <w:tcPr>
            <w:tcW w:w="1701" w:type="dxa"/>
          </w:tcPr>
          <w:p w:rsidR="00B76FA9" w:rsidRPr="00BA384D" w:rsidRDefault="00B76FA9" w:rsidP="00103F7A">
            <w:pPr>
              <w:rPr>
                <w:sz w:val="28"/>
                <w:szCs w:val="28"/>
                <w:lang w:val="uk-UA"/>
              </w:rPr>
            </w:pPr>
            <w:r w:rsidRPr="00BA384D">
              <w:rPr>
                <w:sz w:val="28"/>
                <w:szCs w:val="28"/>
                <w:lang w:val="uk-UA"/>
              </w:rPr>
              <w:t>24.07.2017</w:t>
            </w:r>
          </w:p>
        </w:tc>
        <w:tc>
          <w:tcPr>
            <w:tcW w:w="2553" w:type="dxa"/>
          </w:tcPr>
          <w:p w:rsidR="00B76FA9" w:rsidRPr="00BA384D" w:rsidRDefault="00B76FA9" w:rsidP="00103F7A">
            <w:pPr>
              <w:rPr>
                <w:sz w:val="28"/>
                <w:szCs w:val="28"/>
                <w:lang w:val="uk-UA"/>
              </w:rPr>
            </w:pPr>
            <w:r w:rsidRPr="00BA384D">
              <w:rPr>
                <w:sz w:val="28"/>
                <w:szCs w:val="28"/>
                <w:lang w:val="uk-UA"/>
              </w:rPr>
              <w:t>Ломко М.О.</w:t>
            </w:r>
          </w:p>
          <w:p w:rsidR="00B76FA9" w:rsidRPr="00BA384D" w:rsidRDefault="00B76FA9" w:rsidP="00103F7A">
            <w:pPr>
              <w:rPr>
                <w:sz w:val="28"/>
                <w:szCs w:val="28"/>
                <w:lang w:val="uk-UA"/>
              </w:rPr>
            </w:pPr>
            <w:r w:rsidRPr="00BA384D">
              <w:rPr>
                <w:sz w:val="28"/>
                <w:szCs w:val="28"/>
                <w:lang w:val="uk-UA"/>
              </w:rPr>
              <w:t>Крикун Ю.Є.</w:t>
            </w:r>
          </w:p>
        </w:tc>
      </w:tr>
      <w:tr w:rsidR="00B76FA9" w:rsidRPr="00BA384D" w:rsidTr="00CF139B">
        <w:trPr>
          <w:trHeight w:val="997"/>
        </w:trPr>
        <w:tc>
          <w:tcPr>
            <w:tcW w:w="567" w:type="dxa"/>
            <w:gridSpan w:val="2"/>
          </w:tcPr>
          <w:p w:rsidR="00B76FA9" w:rsidRPr="00BA384D" w:rsidRDefault="00B76FA9" w:rsidP="002319A2">
            <w:pPr>
              <w:rPr>
                <w:sz w:val="28"/>
                <w:szCs w:val="28"/>
                <w:lang w:val="uk-UA"/>
              </w:rPr>
            </w:pPr>
            <w:r w:rsidRPr="00BA384D">
              <w:rPr>
                <w:sz w:val="28"/>
                <w:szCs w:val="28"/>
                <w:lang w:val="uk-UA"/>
              </w:rPr>
              <w:t>3</w:t>
            </w:r>
            <w:r>
              <w:rPr>
                <w:sz w:val="28"/>
                <w:szCs w:val="28"/>
                <w:lang w:val="uk-UA"/>
              </w:rPr>
              <w:t>8</w:t>
            </w:r>
            <w:r w:rsidRPr="00BA384D">
              <w:rPr>
                <w:sz w:val="28"/>
                <w:szCs w:val="28"/>
                <w:lang w:val="uk-UA"/>
              </w:rPr>
              <w:t>.</w:t>
            </w:r>
          </w:p>
        </w:tc>
        <w:tc>
          <w:tcPr>
            <w:tcW w:w="4960" w:type="dxa"/>
          </w:tcPr>
          <w:p w:rsidR="00B76FA9" w:rsidRPr="00BA384D" w:rsidRDefault="00B76FA9" w:rsidP="00103F7A">
            <w:pPr>
              <w:jc w:val="both"/>
              <w:rPr>
                <w:sz w:val="28"/>
                <w:szCs w:val="28"/>
                <w:lang w:val="uk-UA"/>
              </w:rPr>
            </w:pPr>
            <w:r w:rsidRPr="00BA384D">
              <w:rPr>
                <w:sz w:val="28"/>
                <w:szCs w:val="28"/>
              </w:rPr>
              <w:t>Про підсумки роботи із зверненнями громадян у першому півріччі 201</w:t>
            </w:r>
            <w:r w:rsidRPr="00BA384D">
              <w:rPr>
                <w:sz w:val="28"/>
                <w:szCs w:val="28"/>
                <w:lang w:val="uk-UA"/>
              </w:rPr>
              <w:t>7</w:t>
            </w:r>
            <w:r w:rsidRPr="00BA384D">
              <w:rPr>
                <w:sz w:val="28"/>
                <w:szCs w:val="28"/>
              </w:rPr>
              <w:t xml:space="preserve"> року</w:t>
            </w:r>
          </w:p>
        </w:tc>
        <w:tc>
          <w:tcPr>
            <w:tcW w:w="1701" w:type="dxa"/>
          </w:tcPr>
          <w:p w:rsidR="00B76FA9" w:rsidRPr="00BA384D" w:rsidRDefault="00B76FA9" w:rsidP="009C2AB8">
            <w:pPr>
              <w:rPr>
                <w:sz w:val="28"/>
                <w:szCs w:val="28"/>
                <w:lang w:val="uk-UA"/>
              </w:rPr>
            </w:pPr>
            <w:r w:rsidRPr="00BA384D">
              <w:rPr>
                <w:sz w:val="28"/>
                <w:szCs w:val="28"/>
                <w:lang w:val="uk-UA"/>
              </w:rPr>
              <w:t>24.07.2017</w:t>
            </w:r>
          </w:p>
        </w:tc>
        <w:tc>
          <w:tcPr>
            <w:tcW w:w="2553" w:type="dxa"/>
          </w:tcPr>
          <w:p w:rsidR="00B76FA9" w:rsidRPr="00BA384D" w:rsidRDefault="00B76FA9" w:rsidP="00103F7A">
            <w:pPr>
              <w:rPr>
                <w:sz w:val="28"/>
                <w:szCs w:val="28"/>
                <w:lang w:val="uk-UA"/>
              </w:rPr>
            </w:pPr>
            <w:r w:rsidRPr="00BA384D">
              <w:rPr>
                <w:sz w:val="28"/>
                <w:szCs w:val="28"/>
                <w:lang w:val="uk-UA"/>
              </w:rPr>
              <w:t>Ломко М.О.</w:t>
            </w:r>
          </w:p>
          <w:p w:rsidR="00B76FA9" w:rsidRPr="00BA384D" w:rsidRDefault="00B76FA9" w:rsidP="00103F7A">
            <w:pPr>
              <w:rPr>
                <w:sz w:val="28"/>
                <w:szCs w:val="28"/>
                <w:lang w:val="uk-UA"/>
              </w:rPr>
            </w:pPr>
            <w:r w:rsidRPr="00BA384D">
              <w:rPr>
                <w:sz w:val="28"/>
                <w:szCs w:val="28"/>
                <w:lang w:val="uk-UA"/>
              </w:rPr>
              <w:t>Щербина Г.О.</w:t>
            </w:r>
          </w:p>
        </w:tc>
      </w:tr>
      <w:tr w:rsidR="00B76FA9" w:rsidRPr="009611DD" w:rsidTr="006C59B4">
        <w:trPr>
          <w:gridBefore w:val="1"/>
          <w:trHeight w:val="431"/>
        </w:trPr>
        <w:tc>
          <w:tcPr>
            <w:tcW w:w="567" w:type="dxa"/>
          </w:tcPr>
          <w:p w:rsidR="00B76FA9" w:rsidRPr="00BA384D" w:rsidRDefault="00B76FA9" w:rsidP="002319A2">
            <w:pPr>
              <w:rPr>
                <w:sz w:val="28"/>
                <w:szCs w:val="28"/>
                <w:lang w:val="uk-UA"/>
              </w:rPr>
            </w:pPr>
            <w:r w:rsidRPr="00BA384D">
              <w:rPr>
                <w:sz w:val="28"/>
                <w:szCs w:val="28"/>
                <w:lang w:val="uk-UA"/>
              </w:rPr>
              <w:t>3</w:t>
            </w:r>
            <w:r>
              <w:rPr>
                <w:sz w:val="28"/>
                <w:szCs w:val="28"/>
                <w:lang w:val="uk-UA"/>
              </w:rPr>
              <w:t>9</w:t>
            </w:r>
            <w:r w:rsidRPr="00BA384D">
              <w:rPr>
                <w:sz w:val="28"/>
                <w:szCs w:val="28"/>
                <w:lang w:val="uk-UA"/>
              </w:rPr>
              <w:t>.</w:t>
            </w:r>
          </w:p>
        </w:tc>
        <w:tc>
          <w:tcPr>
            <w:tcW w:w="4960" w:type="dxa"/>
          </w:tcPr>
          <w:p w:rsidR="00B76FA9" w:rsidRPr="00BA384D" w:rsidRDefault="00B76FA9" w:rsidP="006C59B4">
            <w:pPr>
              <w:jc w:val="both"/>
              <w:rPr>
                <w:sz w:val="28"/>
                <w:szCs w:val="28"/>
                <w:lang w:val="uk-UA"/>
              </w:rPr>
            </w:pPr>
            <w:r w:rsidRPr="00BA384D">
              <w:rPr>
                <w:sz w:val="28"/>
                <w:szCs w:val="28"/>
                <w:lang w:val="uk-UA"/>
              </w:rPr>
              <w:t>Про організацію та стан виконання завдань, визначених актами законо</w:t>
            </w:r>
            <w:r>
              <w:rPr>
                <w:sz w:val="28"/>
                <w:szCs w:val="28"/>
                <w:lang w:val="uk-UA"/>
              </w:rPr>
              <w:t>-</w:t>
            </w:r>
            <w:r w:rsidRPr="00BA384D">
              <w:rPr>
                <w:sz w:val="28"/>
                <w:szCs w:val="28"/>
                <w:lang w:val="uk-UA"/>
              </w:rPr>
              <w:t xml:space="preserve"> давства, розпорядженнями і доручен- нями голів Сумської обласної та Ро-менської районної державних адмі-ністрацій у першому півріччі 2017 року</w:t>
            </w:r>
          </w:p>
        </w:tc>
        <w:tc>
          <w:tcPr>
            <w:tcW w:w="1701" w:type="dxa"/>
          </w:tcPr>
          <w:p w:rsidR="00B76FA9" w:rsidRPr="00BA384D" w:rsidRDefault="00B76FA9" w:rsidP="00003512">
            <w:pPr>
              <w:rPr>
                <w:sz w:val="28"/>
                <w:szCs w:val="28"/>
                <w:lang w:val="uk-UA"/>
              </w:rPr>
            </w:pPr>
            <w:r w:rsidRPr="00BA384D">
              <w:rPr>
                <w:sz w:val="28"/>
                <w:szCs w:val="28"/>
                <w:lang w:val="uk-UA"/>
              </w:rPr>
              <w:t>24.07.2017</w:t>
            </w:r>
          </w:p>
        </w:tc>
        <w:tc>
          <w:tcPr>
            <w:tcW w:w="2553" w:type="dxa"/>
          </w:tcPr>
          <w:p w:rsidR="00B76FA9" w:rsidRPr="00BA384D" w:rsidRDefault="00B76FA9" w:rsidP="00103F7A">
            <w:pPr>
              <w:rPr>
                <w:sz w:val="28"/>
                <w:szCs w:val="28"/>
                <w:lang w:val="uk-UA"/>
              </w:rPr>
            </w:pPr>
            <w:r w:rsidRPr="00BA384D">
              <w:rPr>
                <w:sz w:val="28"/>
                <w:szCs w:val="28"/>
                <w:lang w:val="uk-UA"/>
              </w:rPr>
              <w:t>Ломко М.О.</w:t>
            </w:r>
          </w:p>
          <w:p w:rsidR="00B76FA9" w:rsidRPr="00BA384D" w:rsidRDefault="00B76FA9" w:rsidP="00103F7A">
            <w:pPr>
              <w:rPr>
                <w:sz w:val="28"/>
                <w:szCs w:val="28"/>
                <w:lang w:val="uk-UA"/>
              </w:rPr>
            </w:pPr>
            <w:r w:rsidRPr="00BA384D">
              <w:rPr>
                <w:sz w:val="28"/>
                <w:szCs w:val="28"/>
                <w:lang w:val="uk-UA"/>
              </w:rPr>
              <w:t>Кишун Л.В.</w:t>
            </w:r>
          </w:p>
        </w:tc>
      </w:tr>
      <w:tr w:rsidR="00B76FA9" w:rsidRPr="0021525C" w:rsidTr="006C59B4">
        <w:trPr>
          <w:gridBefore w:val="1"/>
          <w:trHeight w:val="431"/>
        </w:trPr>
        <w:tc>
          <w:tcPr>
            <w:tcW w:w="567" w:type="dxa"/>
          </w:tcPr>
          <w:p w:rsidR="00B76FA9" w:rsidRPr="00BA384D" w:rsidRDefault="00B76FA9" w:rsidP="002319A2">
            <w:pPr>
              <w:rPr>
                <w:sz w:val="28"/>
                <w:szCs w:val="28"/>
                <w:lang w:val="uk-UA"/>
              </w:rPr>
            </w:pPr>
            <w:r>
              <w:rPr>
                <w:sz w:val="28"/>
                <w:szCs w:val="28"/>
                <w:lang w:val="uk-UA"/>
              </w:rPr>
              <w:t>40</w:t>
            </w:r>
            <w:r w:rsidRPr="00BA384D">
              <w:rPr>
                <w:sz w:val="28"/>
                <w:szCs w:val="28"/>
                <w:lang w:val="uk-UA"/>
              </w:rPr>
              <w:t>.</w:t>
            </w:r>
          </w:p>
        </w:tc>
        <w:tc>
          <w:tcPr>
            <w:tcW w:w="4960" w:type="dxa"/>
          </w:tcPr>
          <w:p w:rsidR="00B76FA9" w:rsidRPr="00BA384D" w:rsidRDefault="00B76FA9" w:rsidP="002319A2">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 xml:space="preserve">стан роботи консультативних, дорадчих та інших допоміжних органів районної державної адміністрації за </w:t>
            </w:r>
          </w:p>
        </w:tc>
        <w:tc>
          <w:tcPr>
            <w:tcW w:w="1701" w:type="dxa"/>
          </w:tcPr>
          <w:p w:rsidR="00B76FA9" w:rsidRPr="00BA384D" w:rsidRDefault="00B76FA9" w:rsidP="002319A2">
            <w:pPr>
              <w:rPr>
                <w:sz w:val="28"/>
                <w:szCs w:val="28"/>
                <w:lang w:val="uk-UA"/>
              </w:rPr>
            </w:pPr>
            <w:r w:rsidRPr="00BA384D">
              <w:rPr>
                <w:sz w:val="28"/>
                <w:szCs w:val="28"/>
                <w:lang w:val="uk-UA"/>
              </w:rPr>
              <w:t>24.07.2017</w:t>
            </w:r>
          </w:p>
        </w:tc>
        <w:tc>
          <w:tcPr>
            <w:tcW w:w="2553" w:type="dxa"/>
          </w:tcPr>
          <w:p w:rsidR="00B76FA9" w:rsidRPr="00BA384D" w:rsidRDefault="00B76FA9" w:rsidP="002319A2">
            <w:pPr>
              <w:rPr>
                <w:sz w:val="28"/>
                <w:szCs w:val="28"/>
                <w:lang w:val="uk-UA"/>
              </w:rPr>
            </w:pPr>
            <w:r w:rsidRPr="00BA384D">
              <w:rPr>
                <w:sz w:val="28"/>
                <w:szCs w:val="28"/>
                <w:lang w:val="uk-UA"/>
              </w:rPr>
              <w:t>Ломко М.О.</w:t>
            </w:r>
          </w:p>
          <w:p w:rsidR="00B76FA9" w:rsidRPr="00BA384D" w:rsidRDefault="00B76FA9" w:rsidP="002319A2">
            <w:pPr>
              <w:rPr>
                <w:sz w:val="28"/>
                <w:szCs w:val="28"/>
                <w:lang w:val="uk-UA"/>
              </w:rPr>
            </w:pPr>
            <w:r w:rsidRPr="00BA384D">
              <w:rPr>
                <w:sz w:val="28"/>
                <w:szCs w:val="28"/>
                <w:lang w:val="uk-UA"/>
              </w:rPr>
              <w:t>Бойко К.С.</w:t>
            </w:r>
          </w:p>
        </w:tc>
      </w:tr>
      <w:tr w:rsidR="00B76FA9" w:rsidRPr="0021525C" w:rsidTr="007D70DA">
        <w:trPr>
          <w:gridBefore w:val="1"/>
          <w:trHeight w:val="289"/>
        </w:trPr>
        <w:tc>
          <w:tcPr>
            <w:tcW w:w="9781" w:type="dxa"/>
            <w:gridSpan w:val="4"/>
          </w:tcPr>
          <w:p w:rsidR="00B76FA9" w:rsidRPr="00BA384D" w:rsidRDefault="00B76FA9" w:rsidP="002319A2">
            <w:pPr>
              <w:rPr>
                <w:sz w:val="28"/>
                <w:szCs w:val="28"/>
                <w:lang w:val="uk-UA"/>
              </w:rPr>
            </w:pPr>
            <w:r w:rsidRPr="00BA384D">
              <w:rPr>
                <w:sz w:val="28"/>
                <w:szCs w:val="28"/>
                <w:lang w:val="uk-UA"/>
              </w:rPr>
              <w:t xml:space="preserve">                                                                                                 Продовження додатка</w:t>
            </w:r>
          </w:p>
        </w:tc>
      </w:tr>
      <w:tr w:rsidR="00B76FA9" w:rsidRPr="0021525C" w:rsidTr="006C59B4">
        <w:trPr>
          <w:gridBefore w:val="1"/>
          <w:trHeight w:val="280"/>
        </w:trPr>
        <w:tc>
          <w:tcPr>
            <w:tcW w:w="567" w:type="dxa"/>
          </w:tcPr>
          <w:p w:rsidR="00B76FA9" w:rsidRPr="00BA384D" w:rsidRDefault="00B76FA9" w:rsidP="006C59B4">
            <w:pPr>
              <w:jc w:val="center"/>
              <w:rPr>
                <w:sz w:val="28"/>
                <w:szCs w:val="28"/>
                <w:lang w:val="uk-UA"/>
              </w:rPr>
            </w:pPr>
            <w:r w:rsidRPr="00BA384D">
              <w:rPr>
                <w:sz w:val="28"/>
                <w:szCs w:val="28"/>
                <w:lang w:val="uk-UA"/>
              </w:rPr>
              <w:t>1</w:t>
            </w:r>
          </w:p>
        </w:tc>
        <w:tc>
          <w:tcPr>
            <w:tcW w:w="4960" w:type="dxa"/>
          </w:tcPr>
          <w:p w:rsidR="00B76FA9" w:rsidRPr="00BA384D" w:rsidRDefault="00B76FA9" w:rsidP="006C59B4">
            <w:pPr>
              <w:jc w:val="center"/>
              <w:rPr>
                <w:sz w:val="28"/>
                <w:szCs w:val="28"/>
                <w:lang w:val="uk-UA"/>
              </w:rPr>
            </w:pPr>
            <w:r>
              <w:rPr>
                <w:sz w:val="28"/>
                <w:szCs w:val="28"/>
                <w:lang w:val="uk-UA"/>
              </w:rPr>
              <w:t>2</w:t>
            </w:r>
          </w:p>
        </w:tc>
        <w:tc>
          <w:tcPr>
            <w:tcW w:w="1701" w:type="dxa"/>
          </w:tcPr>
          <w:p w:rsidR="00B76FA9" w:rsidRPr="00BA384D" w:rsidRDefault="00B76FA9" w:rsidP="006C59B4">
            <w:pPr>
              <w:jc w:val="center"/>
              <w:rPr>
                <w:sz w:val="28"/>
                <w:szCs w:val="28"/>
                <w:lang w:val="uk-UA"/>
              </w:rPr>
            </w:pPr>
            <w:r>
              <w:rPr>
                <w:sz w:val="28"/>
                <w:szCs w:val="28"/>
                <w:lang w:val="uk-UA"/>
              </w:rPr>
              <w:t>3</w:t>
            </w:r>
          </w:p>
        </w:tc>
        <w:tc>
          <w:tcPr>
            <w:tcW w:w="2553" w:type="dxa"/>
          </w:tcPr>
          <w:p w:rsidR="00B76FA9" w:rsidRPr="00BA384D" w:rsidRDefault="00B76FA9" w:rsidP="006C59B4">
            <w:pPr>
              <w:jc w:val="center"/>
              <w:rPr>
                <w:sz w:val="28"/>
                <w:szCs w:val="28"/>
                <w:lang w:val="uk-UA"/>
              </w:rPr>
            </w:pPr>
            <w:r>
              <w:rPr>
                <w:sz w:val="28"/>
                <w:szCs w:val="28"/>
                <w:lang w:val="uk-UA"/>
              </w:rPr>
              <w:t>4</w:t>
            </w:r>
          </w:p>
        </w:tc>
      </w:tr>
      <w:tr w:rsidR="00B76FA9" w:rsidRPr="0021525C" w:rsidTr="006C59B4">
        <w:trPr>
          <w:gridBefore w:val="1"/>
          <w:trHeight w:val="258"/>
        </w:trPr>
        <w:tc>
          <w:tcPr>
            <w:tcW w:w="567" w:type="dxa"/>
          </w:tcPr>
          <w:p w:rsidR="00B76FA9" w:rsidRPr="00BA384D" w:rsidRDefault="00B76FA9" w:rsidP="00097CD8">
            <w:pPr>
              <w:rPr>
                <w:sz w:val="28"/>
                <w:szCs w:val="28"/>
                <w:lang w:val="uk-UA"/>
              </w:rPr>
            </w:pPr>
          </w:p>
        </w:tc>
        <w:tc>
          <w:tcPr>
            <w:tcW w:w="4960" w:type="dxa"/>
          </w:tcPr>
          <w:p w:rsidR="00B76FA9" w:rsidRPr="00BA384D" w:rsidRDefault="00B76FA9" w:rsidP="00003512">
            <w:pPr>
              <w:jc w:val="both"/>
              <w:rPr>
                <w:sz w:val="28"/>
                <w:szCs w:val="28"/>
                <w:lang w:val="uk-UA"/>
              </w:rPr>
            </w:pPr>
            <w:r w:rsidRPr="00BA384D">
              <w:rPr>
                <w:sz w:val="28"/>
                <w:szCs w:val="28"/>
                <w:lang w:val="uk-UA"/>
              </w:rPr>
              <w:t>перше півріччя 2017 року</w:t>
            </w:r>
          </w:p>
        </w:tc>
        <w:tc>
          <w:tcPr>
            <w:tcW w:w="1701" w:type="dxa"/>
          </w:tcPr>
          <w:p w:rsidR="00B76FA9" w:rsidRPr="00BA384D" w:rsidRDefault="00B76FA9" w:rsidP="00003512">
            <w:pPr>
              <w:rPr>
                <w:sz w:val="28"/>
                <w:szCs w:val="28"/>
                <w:lang w:val="uk-UA"/>
              </w:rPr>
            </w:pPr>
          </w:p>
        </w:tc>
        <w:tc>
          <w:tcPr>
            <w:tcW w:w="2553" w:type="dxa"/>
          </w:tcPr>
          <w:p w:rsidR="00B76FA9" w:rsidRPr="00BA384D" w:rsidRDefault="00B76FA9" w:rsidP="00103F7A">
            <w:pPr>
              <w:rPr>
                <w:sz w:val="28"/>
                <w:szCs w:val="28"/>
                <w:lang w:val="uk-UA"/>
              </w:rPr>
            </w:pP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4</w:t>
            </w:r>
            <w:r>
              <w:rPr>
                <w:sz w:val="28"/>
                <w:szCs w:val="28"/>
                <w:lang w:val="uk-UA"/>
              </w:rPr>
              <w:t>1</w:t>
            </w:r>
            <w:r w:rsidRPr="00BA384D">
              <w:rPr>
                <w:sz w:val="28"/>
                <w:szCs w:val="28"/>
                <w:lang w:val="uk-UA"/>
              </w:rPr>
              <w:t>.</w:t>
            </w:r>
          </w:p>
        </w:tc>
        <w:tc>
          <w:tcPr>
            <w:tcW w:w="4960" w:type="dxa"/>
          </w:tcPr>
          <w:p w:rsidR="00B76FA9" w:rsidRPr="00BA384D" w:rsidRDefault="00B76FA9" w:rsidP="00CF139B">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результати комплексної перевірки виконавчого комітету Бобрицької сіль-ської ради щодо виконання делего-ваних повноважень органів виконавчої влади</w:t>
            </w:r>
          </w:p>
        </w:tc>
        <w:tc>
          <w:tcPr>
            <w:tcW w:w="1701" w:type="dxa"/>
          </w:tcPr>
          <w:p w:rsidR="00B76FA9" w:rsidRPr="00BA384D" w:rsidRDefault="00B76FA9" w:rsidP="007A7C20">
            <w:pPr>
              <w:rPr>
                <w:sz w:val="28"/>
                <w:szCs w:val="28"/>
                <w:lang w:val="uk-UA"/>
              </w:rPr>
            </w:pPr>
            <w:r w:rsidRPr="00BA384D">
              <w:rPr>
                <w:sz w:val="28"/>
                <w:szCs w:val="28"/>
                <w:lang w:val="uk-UA"/>
              </w:rPr>
              <w:t>24.07.2017</w:t>
            </w:r>
          </w:p>
        </w:tc>
        <w:tc>
          <w:tcPr>
            <w:tcW w:w="2553" w:type="dxa"/>
          </w:tcPr>
          <w:p w:rsidR="00B76FA9" w:rsidRPr="00BA384D" w:rsidRDefault="00B76FA9" w:rsidP="003A4DEE">
            <w:pPr>
              <w:rPr>
                <w:sz w:val="28"/>
                <w:szCs w:val="28"/>
                <w:lang w:val="uk-UA"/>
              </w:rPr>
            </w:pPr>
            <w:r w:rsidRPr="00BA384D">
              <w:rPr>
                <w:sz w:val="28"/>
                <w:szCs w:val="28"/>
                <w:lang w:val="uk-UA"/>
              </w:rPr>
              <w:t>Ломко М.О.</w:t>
            </w:r>
          </w:p>
          <w:p w:rsidR="00B76FA9" w:rsidRPr="00BA384D" w:rsidRDefault="00B76FA9" w:rsidP="003A4DEE">
            <w:pPr>
              <w:rPr>
                <w:sz w:val="28"/>
                <w:szCs w:val="28"/>
                <w:lang w:val="uk-UA"/>
              </w:rPr>
            </w:pPr>
            <w:r w:rsidRPr="00BA384D">
              <w:rPr>
                <w:sz w:val="28"/>
                <w:szCs w:val="28"/>
                <w:lang w:val="uk-UA"/>
              </w:rPr>
              <w:t>Ярмак І.М.</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4</w:t>
            </w:r>
            <w:r>
              <w:rPr>
                <w:sz w:val="28"/>
                <w:szCs w:val="28"/>
                <w:lang w:val="uk-UA"/>
              </w:rPr>
              <w:t>2</w:t>
            </w:r>
            <w:r w:rsidRPr="00BA384D">
              <w:rPr>
                <w:sz w:val="28"/>
                <w:szCs w:val="28"/>
                <w:lang w:val="uk-UA"/>
              </w:rPr>
              <w:t>.</w:t>
            </w:r>
          </w:p>
        </w:tc>
        <w:tc>
          <w:tcPr>
            <w:tcW w:w="4960" w:type="dxa"/>
          </w:tcPr>
          <w:p w:rsidR="00B76FA9" w:rsidRPr="00BA384D" w:rsidRDefault="00B76FA9" w:rsidP="009111B4">
            <w:pPr>
              <w:jc w:val="both"/>
              <w:rPr>
                <w:sz w:val="28"/>
                <w:szCs w:val="28"/>
                <w:lang w:val="uk-UA"/>
              </w:rPr>
            </w:pPr>
            <w:r w:rsidRPr="00BA384D">
              <w:rPr>
                <w:sz w:val="28"/>
                <w:szCs w:val="28"/>
                <w:lang w:val="uk-UA"/>
              </w:rPr>
              <w:t>Про роботу Роменського районного центру соціальних служб для сім’ї, дітей та молоді з питань виконання вимог актів і доручень Президента України, розпоряджень і доручень голів Сумської обласної та Роменської районної державних адміністрацій та інших нормативно-правових актів щодо соціальної та психологічної підтримки учасників антитерористич-ної операції, організації надання їм допомоги з урахуванням визначених потреб</w:t>
            </w:r>
          </w:p>
        </w:tc>
        <w:tc>
          <w:tcPr>
            <w:tcW w:w="1701" w:type="dxa"/>
          </w:tcPr>
          <w:p w:rsidR="00B76FA9" w:rsidRPr="00BA384D" w:rsidRDefault="00B76FA9" w:rsidP="005B7421">
            <w:pPr>
              <w:rPr>
                <w:sz w:val="28"/>
                <w:szCs w:val="28"/>
                <w:lang w:val="uk-UA"/>
              </w:rPr>
            </w:pPr>
            <w:r w:rsidRPr="00BA384D">
              <w:rPr>
                <w:sz w:val="28"/>
                <w:szCs w:val="28"/>
                <w:lang w:val="uk-UA"/>
              </w:rPr>
              <w:t>07.08.2017</w:t>
            </w:r>
          </w:p>
        </w:tc>
        <w:tc>
          <w:tcPr>
            <w:tcW w:w="2553" w:type="dxa"/>
          </w:tcPr>
          <w:p w:rsidR="00B76FA9" w:rsidRPr="00BA384D" w:rsidRDefault="00B76FA9" w:rsidP="00103F7A">
            <w:pPr>
              <w:rPr>
                <w:sz w:val="28"/>
                <w:szCs w:val="28"/>
                <w:lang w:val="uk-UA"/>
              </w:rPr>
            </w:pPr>
            <w:r w:rsidRPr="00BA384D">
              <w:rPr>
                <w:sz w:val="28"/>
                <w:szCs w:val="28"/>
                <w:lang w:val="uk-UA"/>
              </w:rPr>
              <w:t>Татарінов В.М.</w:t>
            </w:r>
          </w:p>
          <w:p w:rsidR="00B76FA9" w:rsidRPr="00BA384D" w:rsidRDefault="00B76FA9" w:rsidP="00103F7A">
            <w:pPr>
              <w:rPr>
                <w:sz w:val="28"/>
                <w:szCs w:val="28"/>
                <w:lang w:val="uk-UA"/>
              </w:rPr>
            </w:pPr>
            <w:r w:rsidRPr="00BA384D">
              <w:rPr>
                <w:sz w:val="28"/>
                <w:szCs w:val="28"/>
                <w:lang w:val="uk-UA"/>
              </w:rPr>
              <w:t>Сушко М.М.</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4</w:t>
            </w:r>
            <w:r>
              <w:rPr>
                <w:sz w:val="28"/>
                <w:szCs w:val="28"/>
                <w:lang w:val="uk-UA"/>
              </w:rPr>
              <w:t>3</w:t>
            </w:r>
            <w:r w:rsidRPr="00BA384D">
              <w:rPr>
                <w:sz w:val="28"/>
                <w:szCs w:val="28"/>
                <w:lang w:val="uk-UA"/>
              </w:rPr>
              <w:t>.</w:t>
            </w:r>
          </w:p>
        </w:tc>
        <w:tc>
          <w:tcPr>
            <w:tcW w:w="4960" w:type="dxa"/>
          </w:tcPr>
          <w:p w:rsidR="00B76FA9" w:rsidRPr="00BA384D" w:rsidRDefault="00B76FA9" w:rsidP="006E2139">
            <w:pPr>
              <w:pStyle w:val="BodyTextIndent3"/>
              <w:ind w:firstLine="0"/>
              <w:rPr>
                <w:szCs w:val="28"/>
              </w:rPr>
            </w:pPr>
            <w:r w:rsidRPr="00BA384D">
              <w:rPr>
                <w:szCs w:val="28"/>
              </w:rPr>
              <w:t>Про хід виконання районної програми розвитку малого підприємництва в Роменському районі на 2017-2018 роки за перше півріччя 2017 року</w:t>
            </w:r>
          </w:p>
        </w:tc>
        <w:tc>
          <w:tcPr>
            <w:tcW w:w="1701" w:type="dxa"/>
          </w:tcPr>
          <w:p w:rsidR="00B76FA9" w:rsidRPr="00BA384D" w:rsidRDefault="00B76FA9" w:rsidP="007A7C20">
            <w:pPr>
              <w:rPr>
                <w:sz w:val="28"/>
                <w:szCs w:val="28"/>
                <w:lang w:val="uk-UA"/>
              </w:rPr>
            </w:pPr>
            <w:r w:rsidRPr="00BA384D">
              <w:rPr>
                <w:sz w:val="28"/>
                <w:szCs w:val="28"/>
                <w:lang w:val="uk-UA"/>
              </w:rPr>
              <w:t>21.08.2017</w:t>
            </w:r>
          </w:p>
        </w:tc>
        <w:tc>
          <w:tcPr>
            <w:tcW w:w="2553" w:type="dxa"/>
          </w:tcPr>
          <w:p w:rsidR="00B76FA9" w:rsidRPr="00BA384D" w:rsidRDefault="00B76FA9" w:rsidP="00C60B9F">
            <w:pPr>
              <w:rPr>
                <w:sz w:val="28"/>
                <w:szCs w:val="28"/>
                <w:lang w:val="uk-UA"/>
              </w:rPr>
            </w:pPr>
            <w:r w:rsidRPr="00BA384D">
              <w:rPr>
                <w:sz w:val="28"/>
                <w:szCs w:val="28"/>
                <w:lang w:val="uk-UA"/>
              </w:rPr>
              <w:t>Татарінов В.М.</w:t>
            </w:r>
          </w:p>
          <w:p w:rsidR="00B76FA9" w:rsidRPr="00BA384D" w:rsidRDefault="00B76FA9" w:rsidP="00C60B9F">
            <w:pPr>
              <w:rPr>
                <w:sz w:val="28"/>
                <w:szCs w:val="28"/>
                <w:lang w:val="uk-UA"/>
              </w:rPr>
            </w:pPr>
            <w:r w:rsidRPr="00BA384D">
              <w:rPr>
                <w:sz w:val="28"/>
                <w:szCs w:val="28"/>
                <w:lang w:val="uk-UA"/>
              </w:rPr>
              <w:t>Гребенюк О.П.</w:t>
            </w:r>
          </w:p>
          <w:p w:rsidR="00B76FA9" w:rsidRPr="00BA384D" w:rsidRDefault="00B76FA9" w:rsidP="001C2918">
            <w:pPr>
              <w:rPr>
                <w:sz w:val="28"/>
                <w:szCs w:val="28"/>
                <w:lang w:val="uk-UA"/>
              </w:rPr>
            </w:pPr>
          </w:p>
          <w:p w:rsidR="00B76FA9" w:rsidRPr="00BA384D" w:rsidRDefault="00B76FA9" w:rsidP="001C2918">
            <w:pPr>
              <w:rPr>
                <w:sz w:val="28"/>
                <w:szCs w:val="28"/>
                <w:lang w:val="uk-UA"/>
              </w:rPr>
            </w:pP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4</w:t>
            </w:r>
            <w:r>
              <w:rPr>
                <w:sz w:val="28"/>
                <w:szCs w:val="28"/>
                <w:lang w:val="uk-UA"/>
              </w:rPr>
              <w:t>4</w:t>
            </w:r>
            <w:r w:rsidRPr="00BA384D">
              <w:rPr>
                <w:sz w:val="28"/>
                <w:szCs w:val="28"/>
                <w:lang w:val="uk-UA"/>
              </w:rPr>
              <w:t>.</w:t>
            </w:r>
          </w:p>
        </w:tc>
        <w:tc>
          <w:tcPr>
            <w:tcW w:w="4960" w:type="dxa"/>
          </w:tcPr>
          <w:p w:rsidR="00B76FA9" w:rsidRPr="00BA384D" w:rsidRDefault="00B76FA9" w:rsidP="00605768">
            <w:pPr>
              <w:jc w:val="both"/>
              <w:rPr>
                <w:b/>
                <w:sz w:val="28"/>
                <w:szCs w:val="28"/>
                <w:lang w:val="uk-UA"/>
              </w:rPr>
            </w:pPr>
            <w:r w:rsidRPr="00BA384D">
              <w:rPr>
                <w:sz w:val="28"/>
                <w:szCs w:val="28"/>
              </w:rPr>
              <w:t xml:space="preserve">Про </w:t>
            </w:r>
            <w:r w:rsidRPr="00BA384D">
              <w:rPr>
                <w:sz w:val="28"/>
                <w:szCs w:val="28"/>
                <w:lang w:val="uk-UA"/>
              </w:rPr>
              <w:t>розрахунки відповідних розпо-рядників коштів за спожитий приро-дний газ, використаний для потреб об’єктів соціальної сфери Роменського району</w:t>
            </w:r>
          </w:p>
        </w:tc>
        <w:tc>
          <w:tcPr>
            <w:tcW w:w="1701" w:type="dxa"/>
          </w:tcPr>
          <w:p w:rsidR="00B76FA9" w:rsidRPr="00BA384D" w:rsidRDefault="00B76FA9" w:rsidP="00335BF3">
            <w:pPr>
              <w:rPr>
                <w:sz w:val="28"/>
                <w:szCs w:val="28"/>
                <w:lang w:val="uk-UA"/>
              </w:rPr>
            </w:pPr>
            <w:r w:rsidRPr="00BA384D">
              <w:rPr>
                <w:sz w:val="28"/>
                <w:szCs w:val="28"/>
                <w:lang w:val="uk-UA"/>
              </w:rPr>
              <w:t>11.09.2017</w:t>
            </w:r>
          </w:p>
          <w:p w:rsidR="00B76FA9" w:rsidRPr="00BA384D" w:rsidRDefault="00B76FA9" w:rsidP="00335BF3">
            <w:pPr>
              <w:rPr>
                <w:sz w:val="28"/>
                <w:szCs w:val="28"/>
                <w:lang w:val="uk-UA"/>
              </w:rPr>
            </w:pPr>
          </w:p>
        </w:tc>
        <w:tc>
          <w:tcPr>
            <w:tcW w:w="2553" w:type="dxa"/>
          </w:tcPr>
          <w:p w:rsidR="00B76FA9" w:rsidRPr="00BA384D" w:rsidRDefault="00B76FA9" w:rsidP="00AD2C1D">
            <w:pPr>
              <w:rPr>
                <w:sz w:val="28"/>
                <w:szCs w:val="28"/>
                <w:lang w:val="uk-UA"/>
              </w:rPr>
            </w:pPr>
            <w:r w:rsidRPr="00BA384D">
              <w:rPr>
                <w:sz w:val="28"/>
                <w:szCs w:val="28"/>
                <w:lang w:val="uk-UA"/>
              </w:rPr>
              <w:t>Ломко М.О.</w:t>
            </w:r>
          </w:p>
          <w:p w:rsidR="00B76FA9" w:rsidRPr="00BA384D" w:rsidRDefault="00B76FA9" w:rsidP="00AD2C1D">
            <w:pPr>
              <w:rPr>
                <w:sz w:val="28"/>
                <w:szCs w:val="28"/>
                <w:lang w:val="uk-UA"/>
              </w:rPr>
            </w:pPr>
            <w:r w:rsidRPr="00BA384D">
              <w:rPr>
                <w:sz w:val="28"/>
                <w:szCs w:val="28"/>
                <w:lang w:val="uk-UA"/>
              </w:rPr>
              <w:t>Ведмідь В.О.</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4</w:t>
            </w:r>
            <w:r>
              <w:rPr>
                <w:sz w:val="28"/>
                <w:szCs w:val="28"/>
                <w:lang w:val="uk-UA"/>
              </w:rPr>
              <w:t>5</w:t>
            </w:r>
            <w:r w:rsidRPr="00BA384D">
              <w:rPr>
                <w:sz w:val="28"/>
                <w:szCs w:val="28"/>
                <w:lang w:val="uk-UA"/>
              </w:rPr>
              <w:t>.</w:t>
            </w:r>
          </w:p>
        </w:tc>
        <w:tc>
          <w:tcPr>
            <w:tcW w:w="4960" w:type="dxa"/>
          </w:tcPr>
          <w:p w:rsidR="00B76FA9" w:rsidRPr="00BA384D" w:rsidRDefault="00B76FA9" w:rsidP="006C59B4">
            <w:pPr>
              <w:jc w:val="both"/>
              <w:rPr>
                <w:sz w:val="28"/>
                <w:szCs w:val="28"/>
                <w:lang w:val="uk-UA"/>
              </w:rPr>
            </w:pPr>
            <w:r w:rsidRPr="00BA384D">
              <w:rPr>
                <w:sz w:val="28"/>
                <w:szCs w:val="28"/>
                <w:lang w:val="uk-UA"/>
              </w:rPr>
              <w:t>Про роботу Роменського районного центру соціальних служб для сім’ї, дітей та молоді з питань виконання вимог актів і доручень Президента України, розпоряджень і доручень голів Сумської обласної та Роменської районної державних адміністрацій та інших нормативно-правових актів щодо дотримання законодавства в роботі із зверненнями громадян працівниками центру</w:t>
            </w:r>
          </w:p>
        </w:tc>
        <w:tc>
          <w:tcPr>
            <w:tcW w:w="1701" w:type="dxa"/>
          </w:tcPr>
          <w:p w:rsidR="00B76FA9" w:rsidRPr="00BA384D" w:rsidRDefault="00B76FA9" w:rsidP="007A7C20">
            <w:pPr>
              <w:rPr>
                <w:sz w:val="28"/>
                <w:szCs w:val="28"/>
                <w:lang w:val="uk-UA"/>
              </w:rPr>
            </w:pPr>
            <w:r w:rsidRPr="00BA384D">
              <w:rPr>
                <w:sz w:val="28"/>
                <w:szCs w:val="28"/>
                <w:lang w:val="uk-UA"/>
              </w:rPr>
              <w:t>25.09.2017</w:t>
            </w:r>
          </w:p>
        </w:tc>
        <w:tc>
          <w:tcPr>
            <w:tcW w:w="2553" w:type="dxa"/>
          </w:tcPr>
          <w:p w:rsidR="00B76FA9" w:rsidRPr="00BA384D" w:rsidRDefault="00B76FA9" w:rsidP="009111B4">
            <w:pPr>
              <w:rPr>
                <w:sz w:val="28"/>
                <w:szCs w:val="28"/>
                <w:lang w:val="uk-UA"/>
              </w:rPr>
            </w:pPr>
            <w:r w:rsidRPr="00BA384D">
              <w:rPr>
                <w:sz w:val="28"/>
                <w:szCs w:val="28"/>
                <w:lang w:val="uk-UA"/>
              </w:rPr>
              <w:t>Татарінов В.М.</w:t>
            </w:r>
          </w:p>
          <w:p w:rsidR="00B76FA9" w:rsidRPr="00BA384D" w:rsidRDefault="00B76FA9" w:rsidP="009111B4">
            <w:pPr>
              <w:rPr>
                <w:sz w:val="28"/>
                <w:szCs w:val="28"/>
                <w:lang w:val="uk-UA"/>
              </w:rPr>
            </w:pPr>
            <w:r w:rsidRPr="00BA384D">
              <w:rPr>
                <w:sz w:val="28"/>
                <w:szCs w:val="28"/>
                <w:lang w:val="uk-UA"/>
              </w:rPr>
              <w:t>Сушко М.М.</w:t>
            </w:r>
          </w:p>
        </w:tc>
      </w:tr>
      <w:tr w:rsidR="00B76FA9" w:rsidRPr="00BA384D" w:rsidTr="001C2918">
        <w:trPr>
          <w:gridBefore w:val="1"/>
        </w:trPr>
        <w:tc>
          <w:tcPr>
            <w:tcW w:w="567" w:type="dxa"/>
          </w:tcPr>
          <w:p w:rsidR="00B76FA9" w:rsidRPr="002319A2" w:rsidRDefault="00B76FA9" w:rsidP="002319A2">
            <w:pPr>
              <w:rPr>
                <w:sz w:val="28"/>
                <w:szCs w:val="28"/>
                <w:lang w:val="uk-UA"/>
              </w:rPr>
            </w:pPr>
            <w:r w:rsidRPr="002319A2">
              <w:rPr>
                <w:sz w:val="28"/>
                <w:szCs w:val="28"/>
                <w:lang w:val="uk-UA"/>
              </w:rPr>
              <w:t>46.</w:t>
            </w:r>
          </w:p>
        </w:tc>
        <w:tc>
          <w:tcPr>
            <w:tcW w:w="4960" w:type="dxa"/>
          </w:tcPr>
          <w:p w:rsidR="00B76FA9" w:rsidRPr="002319A2" w:rsidRDefault="00B76FA9" w:rsidP="002319A2">
            <w:pPr>
              <w:jc w:val="both"/>
              <w:rPr>
                <w:sz w:val="28"/>
                <w:szCs w:val="28"/>
                <w:lang w:val="uk-UA"/>
              </w:rPr>
            </w:pPr>
            <w:r w:rsidRPr="002319A2">
              <w:rPr>
                <w:sz w:val="28"/>
                <w:szCs w:val="28"/>
                <w:lang w:val="uk-UA"/>
              </w:rPr>
              <w:t>Про стан охоплення учнів загаль-ноосвітніх навчальних закладів та ви-хованців дошкільних навчальних зак-</w:t>
            </w:r>
          </w:p>
        </w:tc>
        <w:tc>
          <w:tcPr>
            <w:tcW w:w="1701" w:type="dxa"/>
          </w:tcPr>
          <w:p w:rsidR="00B76FA9" w:rsidRPr="002319A2" w:rsidRDefault="00B76FA9" w:rsidP="002319A2">
            <w:pPr>
              <w:rPr>
                <w:sz w:val="28"/>
                <w:szCs w:val="28"/>
                <w:lang w:val="uk-UA"/>
              </w:rPr>
            </w:pPr>
            <w:r w:rsidRPr="002319A2">
              <w:rPr>
                <w:sz w:val="28"/>
                <w:szCs w:val="28"/>
                <w:lang w:val="uk-UA"/>
              </w:rPr>
              <w:t>25.09.2017</w:t>
            </w:r>
          </w:p>
        </w:tc>
        <w:tc>
          <w:tcPr>
            <w:tcW w:w="2553" w:type="dxa"/>
          </w:tcPr>
          <w:p w:rsidR="00B76FA9" w:rsidRPr="002319A2" w:rsidRDefault="00B76FA9" w:rsidP="002319A2">
            <w:pPr>
              <w:rPr>
                <w:sz w:val="28"/>
                <w:szCs w:val="28"/>
                <w:lang w:val="uk-UA"/>
              </w:rPr>
            </w:pPr>
            <w:r w:rsidRPr="002319A2">
              <w:rPr>
                <w:sz w:val="28"/>
                <w:szCs w:val="28"/>
                <w:lang w:val="uk-UA"/>
              </w:rPr>
              <w:t>Татарінов В.М.</w:t>
            </w:r>
          </w:p>
          <w:p w:rsidR="00B76FA9" w:rsidRPr="002319A2" w:rsidRDefault="00B76FA9" w:rsidP="002319A2">
            <w:pPr>
              <w:rPr>
                <w:sz w:val="28"/>
                <w:szCs w:val="28"/>
                <w:lang w:val="uk-UA"/>
              </w:rPr>
            </w:pPr>
            <w:r w:rsidRPr="002319A2">
              <w:rPr>
                <w:sz w:val="28"/>
                <w:szCs w:val="28"/>
                <w:lang w:val="uk-UA"/>
              </w:rPr>
              <w:t>Шкурат Л.П.</w:t>
            </w:r>
          </w:p>
        </w:tc>
      </w:tr>
      <w:tr w:rsidR="00B76FA9" w:rsidRPr="00BA384D" w:rsidTr="002319A2">
        <w:trPr>
          <w:gridBefore w:val="1"/>
        </w:trPr>
        <w:tc>
          <w:tcPr>
            <w:tcW w:w="9781" w:type="dxa"/>
            <w:gridSpan w:val="4"/>
          </w:tcPr>
          <w:p w:rsidR="00B76FA9" w:rsidRPr="00BA384D" w:rsidRDefault="00B76FA9" w:rsidP="002319A2">
            <w:pPr>
              <w:rPr>
                <w:sz w:val="28"/>
                <w:szCs w:val="28"/>
                <w:lang w:val="uk-UA"/>
              </w:rPr>
            </w:pPr>
            <w:r w:rsidRPr="00BA384D">
              <w:rPr>
                <w:sz w:val="28"/>
                <w:szCs w:val="28"/>
                <w:lang w:val="uk-UA"/>
              </w:rPr>
              <w:t xml:space="preserve">                                                                                                 Продовження додатка</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1</w:t>
            </w:r>
          </w:p>
        </w:tc>
        <w:tc>
          <w:tcPr>
            <w:tcW w:w="4960" w:type="dxa"/>
          </w:tcPr>
          <w:p w:rsidR="00B76FA9" w:rsidRPr="00BA384D" w:rsidRDefault="00B76FA9" w:rsidP="002319A2">
            <w:pPr>
              <w:jc w:val="center"/>
              <w:rPr>
                <w:sz w:val="28"/>
                <w:szCs w:val="28"/>
                <w:lang w:val="uk-UA"/>
              </w:rPr>
            </w:pPr>
            <w:r>
              <w:rPr>
                <w:sz w:val="28"/>
                <w:szCs w:val="28"/>
                <w:lang w:val="uk-UA"/>
              </w:rPr>
              <w:t>2</w:t>
            </w:r>
          </w:p>
        </w:tc>
        <w:tc>
          <w:tcPr>
            <w:tcW w:w="1701" w:type="dxa"/>
          </w:tcPr>
          <w:p w:rsidR="00B76FA9" w:rsidRPr="00BA384D" w:rsidRDefault="00B76FA9" w:rsidP="002319A2">
            <w:pPr>
              <w:jc w:val="center"/>
              <w:rPr>
                <w:sz w:val="28"/>
                <w:szCs w:val="28"/>
                <w:lang w:val="uk-UA"/>
              </w:rPr>
            </w:pPr>
            <w:r>
              <w:rPr>
                <w:sz w:val="28"/>
                <w:szCs w:val="28"/>
                <w:lang w:val="uk-UA"/>
              </w:rPr>
              <w:t>3</w:t>
            </w:r>
          </w:p>
        </w:tc>
        <w:tc>
          <w:tcPr>
            <w:tcW w:w="2553" w:type="dxa"/>
          </w:tcPr>
          <w:p w:rsidR="00B76FA9" w:rsidRPr="00BA384D" w:rsidRDefault="00B76FA9" w:rsidP="002319A2">
            <w:pPr>
              <w:jc w:val="center"/>
              <w:rPr>
                <w:sz w:val="28"/>
                <w:szCs w:val="28"/>
                <w:lang w:val="uk-UA"/>
              </w:rPr>
            </w:pPr>
            <w:r>
              <w:rPr>
                <w:sz w:val="28"/>
                <w:szCs w:val="28"/>
                <w:lang w:val="uk-UA"/>
              </w:rPr>
              <w:t>4</w:t>
            </w:r>
          </w:p>
        </w:tc>
      </w:tr>
      <w:tr w:rsidR="00B76FA9" w:rsidRPr="00BA384D" w:rsidTr="001C2918">
        <w:trPr>
          <w:gridBefore w:val="1"/>
        </w:trPr>
        <w:tc>
          <w:tcPr>
            <w:tcW w:w="567" w:type="dxa"/>
          </w:tcPr>
          <w:p w:rsidR="00B76FA9" w:rsidRPr="00BA384D" w:rsidRDefault="00B76FA9" w:rsidP="006C7D57">
            <w:pPr>
              <w:rPr>
                <w:sz w:val="28"/>
                <w:szCs w:val="28"/>
                <w:lang w:val="uk-UA"/>
              </w:rPr>
            </w:pPr>
          </w:p>
        </w:tc>
        <w:tc>
          <w:tcPr>
            <w:tcW w:w="4960" w:type="dxa"/>
          </w:tcPr>
          <w:p w:rsidR="00B76FA9" w:rsidRPr="00BA384D" w:rsidRDefault="00B76FA9" w:rsidP="00E35BE5">
            <w:pPr>
              <w:jc w:val="both"/>
              <w:rPr>
                <w:sz w:val="28"/>
                <w:szCs w:val="28"/>
                <w:lang w:val="uk-UA"/>
              </w:rPr>
            </w:pPr>
            <w:r w:rsidRPr="002319A2">
              <w:rPr>
                <w:sz w:val="28"/>
                <w:szCs w:val="28"/>
                <w:lang w:val="uk-UA"/>
              </w:rPr>
              <w:t>ладів району гарячим харчуванням</w:t>
            </w:r>
          </w:p>
        </w:tc>
        <w:tc>
          <w:tcPr>
            <w:tcW w:w="1701" w:type="dxa"/>
          </w:tcPr>
          <w:p w:rsidR="00B76FA9" w:rsidRPr="00BA384D" w:rsidRDefault="00B76FA9" w:rsidP="007A7C20">
            <w:pPr>
              <w:rPr>
                <w:sz w:val="28"/>
                <w:szCs w:val="28"/>
                <w:lang w:val="uk-UA"/>
              </w:rPr>
            </w:pPr>
          </w:p>
        </w:tc>
        <w:tc>
          <w:tcPr>
            <w:tcW w:w="2553" w:type="dxa"/>
          </w:tcPr>
          <w:p w:rsidR="00B76FA9" w:rsidRPr="00BA384D" w:rsidRDefault="00B76FA9" w:rsidP="009111B4">
            <w:pPr>
              <w:rPr>
                <w:sz w:val="28"/>
                <w:szCs w:val="28"/>
                <w:lang w:val="uk-UA"/>
              </w:rPr>
            </w:pP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4</w:t>
            </w:r>
            <w:r>
              <w:rPr>
                <w:sz w:val="28"/>
                <w:szCs w:val="28"/>
                <w:lang w:val="uk-UA"/>
              </w:rPr>
              <w:t>7</w:t>
            </w:r>
            <w:r w:rsidRPr="00BA384D">
              <w:rPr>
                <w:sz w:val="28"/>
                <w:szCs w:val="28"/>
                <w:lang w:val="uk-UA"/>
              </w:rPr>
              <w:t>.</w:t>
            </w:r>
          </w:p>
        </w:tc>
        <w:tc>
          <w:tcPr>
            <w:tcW w:w="4960" w:type="dxa"/>
          </w:tcPr>
          <w:p w:rsidR="00B76FA9" w:rsidRPr="00BA384D" w:rsidRDefault="00B76FA9" w:rsidP="002319A2">
            <w:pPr>
              <w:jc w:val="both"/>
              <w:rPr>
                <w:sz w:val="28"/>
                <w:szCs w:val="28"/>
                <w:lang w:val="uk-UA"/>
              </w:rPr>
            </w:pPr>
            <w:r w:rsidRPr="00BA384D">
              <w:rPr>
                <w:sz w:val="28"/>
                <w:szCs w:val="28"/>
                <w:lang w:val="uk-UA"/>
              </w:rPr>
              <w:t>Про хід виконання заходів щодо медичного, соціального забезпечення, адаптації, психологічної реабілітації, професійної підготовки (перепідгото</w:t>
            </w:r>
            <w:r>
              <w:rPr>
                <w:sz w:val="28"/>
                <w:szCs w:val="28"/>
                <w:lang w:val="uk-UA"/>
              </w:rPr>
              <w:t>-</w:t>
            </w:r>
            <w:r w:rsidRPr="00BA384D">
              <w:rPr>
                <w:sz w:val="28"/>
                <w:szCs w:val="28"/>
                <w:lang w:val="uk-UA"/>
              </w:rPr>
              <w:t>вки) учасників антитерористичної опе</w:t>
            </w:r>
            <w:r>
              <w:rPr>
                <w:sz w:val="28"/>
                <w:szCs w:val="28"/>
                <w:lang w:val="uk-UA"/>
              </w:rPr>
              <w:t>-</w:t>
            </w:r>
            <w:r w:rsidRPr="00BA384D">
              <w:rPr>
                <w:sz w:val="28"/>
                <w:szCs w:val="28"/>
                <w:lang w:val="uk-UA"/>
              </w:rPr>
              <w:t>рації та членів їх сімей, затверджених розпорядженням голови Роменської районної державної адміністрації від 26.02.2016 № 48-ОД</w:t>
            </w:r>
          </w:p>
        </w:tc>
        <w:tc>
          <w:tcPr>
            <w:tcW w:w="1701" w:type="dxa"/>
          </w:tcPr>
          <w:p w:rsidR="00B76FA9" w:rsidRPr="00BA384D" w:rsidRDefault="00B76FA9" w:rsidP="007A7C20">
            <w:pPr>
              <w:rPr>
                <w:sz w:val="28"/>
                <w:szCs w:val="28"/>
                <w:lang w:val="uk-UA"/>
              </w:rPr>
            </w:pPr>
            <w:r w:rsidRPr="00BA384D">
              <w:rPr>
                <w:sz w:val="28"/>
                <w:szCs w:val="28"/>
                <w:lang w:val="uk-UA"/>
              </w:rPr>
              <w:t>09.10.2017</w:t>
            </w:r>
          </w:p>
        </w:tc>
        <w:tc>
          <w:tcPr>
            <w:tcW w:w="2553" w:type="dxa"/>
          </w:tcPr>
          <w:p w:rsidR="00B76FA9" w:rsidRPr="00BA384D" w:rsidRDefault="00B76FA9" w:rsidP="00034791">
            <w:pPr>
              <w:rPr>
                <w:sz w:val="28"/>
                <w:szCs w:val="28"/>
                <w:lang w:val="uk-UA"/>
              </w:rPr>
            </w:pPr>
            <w:r w:rsidRPr="00BA384D">
              <w:rPr>
                <w:sz w:val="28"/>
                <w:szCs w:val="28"/>
                <w:lang w:val="uk-UA"/>
              </w:rPr>
              <w:t>Татарінов В.М. Даценко О.М.</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4</w:t>
            </w:r>
            <w:r>
              <w:rPr>
                <w:sz w:val="28"/>
                <w:szCs w:val="28"/>
                <w:lang w:val="uk-UA"/>
              </w:rPr>
              <w:t>8</w:t>
            </w:r>
            <w:r w:rsidRPr="00BA384D">
              <w:rPr>
                <w:sz w:val="28"/>
                <w:szCs w:val="28"/>
                <w:lang w:val="uk-UA"/>
              </w:rPr>
              <w:t>.</w:t>
            </w:r>
          </w:p>
        </w:tc>
        <w:tc>
          <w:tcPr>
            <w:tcW w:w="4960" w:type="dxa"/>
          </w:tcPr>
          <w:p w:rsidR="00B76FA9" w:rsidRPr="00BA384D" w:rsidRDefault="00B76FA9" w:rsidP="006E2139">
            <w:pPr>
              <w:pStyle w:val="BodyTextIndent3"/>
              <w:ind w:firstLine="0"/>
              <w:rPr>
                <w:szCs w:val="28"/>
              </w:rPr>
            </w:pPr>
            <w:r w:rsidRPr="00BA384D">
              <w:rPr>
                <w:szCs w:val="28"/>
              </w:rPr>
              <w:t>Про розроблення проекту Програми економічного і соціального розвитку Роменського району на 2018 рік у рамках реалізації Закону України «Про державне прогнозування та роз-роблення програми економічного і соціального розвитку України»</w:t>
            </w:r>
          </w:p>
        </w:tc>
        <w:tc>
          <w:tcPr>
            <w:tcW w:w="1701" w:type="dxa"/>
          </w:tcPr>
          <w:p w:rsidR="00B76FA9" w:rsidRPr="00BA384D" w:rsidRDefault="00B76FA9" w:rsidP="00A42A26">
            <w:pPr>
              <w:rPr>
                <w:sz w:val="28"/>
                <w:szCs w:val="28"/>
                <w:lang w:val="uk-UA"/>
              </w:rPr>
            </w:pPr>
            <w:r w:rsidRPr="00BA384D">
              <w:rPr>
                <w:sz w:val="28"/>
                <w:szCs w:val="28"/>
                <w:lang w:val="uk-UA"/>
              </w:rPr>
              <w:t>09.10.2017</w:t>
            </w:r>
          </w:p>
        </w:tc>
        <w:tc>
          <w:tcPr>
            <w:tcW w:w="2553" w:type="dxa"/>
          </w:tcPr>
          <w:p w:rsidR="00B76FA9" w:rsidRPr="00BA384D" w:rsidRDefault="00B76FA9" w:rsidP="00A42A26">
            <w:pPr>
              <w:rPr>
                <w:sz w:val="28"/>
                <w:szCs w:val="28"/>
                <w:lang w:val="uk-UA"/>
              </w:rPr>
            </w:pPr>
            <w:r w:rsidRPr="00BA384D">
              <w:rPr>
                <w:sz w:val="28"/>
                <w:szCs w:val="28"/>
                <w:lang w:val="uk-UA"/>
              </w:rPr>
              <w:t>Татарінов В.М.</w:t>
            </w:r>
          </w:p>
          <w:p w:rsidR="00B76FA9" w:rsidRPr="00BA384D" w:rsidRDefault="00B76FA9" w:rsidP="00A42A26">
            <w:pPr>
              <w:rPr>
                <w:sz w:val="28"/>
                <w:szCs w:val="28"/>
                <w:lang w:val="uk-UA"/>
              </w:rPr>
            </w:pPr>
            <w:r w:rsidRPr="00BA384D">
              <w:rPr>
                <w:sz w:val="28"/>
                <w:szCs w:val="28"/>
                <w:lang w:val="uk-UA"/>
              </w:rPr>
              <w:t>Гребенюк О.П.</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4</w:t>
            </w:r>
            <w:r>
              <w:rPr>
                <w:sz w:val="28"/>
                <w:szCs w:val="28"/>
                <w:lang w:val="uk-UA"/>
              </w:rPr>
              <w:t>9</w:t>
            </w:r>
            <w:r w:rsidRPr="00BA384D">
              <w:rPr>
                <w:sz w:val="28"/>
                <w:szCs w:val="28"/>
                <w:lang w:val="uk-UA"/>
              </w:rPr>
              <w:t>.</w:t>
            </w:r>
          </w:p>
        </w:tc>
        <w:tc>
          <w:tcPr>
            <w:tcW w:w="4960" w:type="dxa"/>
          </w:tcPr>
          <w:p w:rsidR="00B76FA9" w:rsidRPr="00BA384D" w:rsidRDefault="00B76FA9" w:rsidP="00950DB2">
            <w:pPr>
              <w:pStyle w:val="BodyTextIndent3"/>
              <w:ind w:firstLine="0"/>
              <w:rPr>
                <w:szCs w:val="28"/>
              </w:rPr>
            </w:pPr>
            <w:r w:rsidRPr="00BA384D">
              <w:rPr>
                <w:szCs w:val="28"/>
              </w:rPr>
              <w:t>Про стан надання медичної допомоги хворим з онкологічними захворю-ваннями по комунальному закладу «Центр первинної медико-санітарної допомоги Роменського району Сумсь</w:t>
            </w:r>
            <w:r>
              <w:rPr>
                <w:szCs w:val="28"/>
              </w:rPr>
              <w:t>-</w:t>
            </w:r>
            <w:r w:rsidRPr="00BA384D">
              <w:rPr>
                <w:szCs w:val="28"/>
              </w:rPr>
              <w:t>кої області»</w:t>
            </w:r>
          </w:p>
        </w:tc>
        <w:tc>
          <w:tcPr>
            <w:tcW w:w="1701" w:type="dxa"/>
          </w:tcPr>
          <w:p w:rsidR="00B76FA9" w:rsidRPr="00BA384D" w:rsidRDefault="00B76FA9" w:rsidP="00A42A26">
            <w:pPr>
              <w:rPr>
                <w:sz w:val="28"/>
                <w:szCs w:val="28"/>
                <w:lang w:val="uk-UA"/>
              </w:rPr>
            </w:pPr>
            <w:r w:rsidRPr="00BA384D">
              <w:rPr>
                <w:sz w:val="28"/>
                <w:szCs w:val="28"/>
                <w:lang w:val="uk-UA"/>
              </w:rPr>
              <w:t>09.10.2017</w:t>
            </w:r>
          </w:p>
        </w:tc>
        <w:tc>
          <w:tcPr>
            <w:tcW w:w="2553" w:type="dxa"/>
          </w:tcPr>
          <w:p w:rsidR="00B76FA9" w:rsidRPr="00BA384D" w:rsidRDefault="00B76FA9" w:rsidP="00C66482">
            <w:pPr>
              <w:rPr>
                <w:sz w:val="28"/>
                <w:szCs w:val="28"/>
                <w:lang w:val="uk-UA"/>
              </w:rPr>
            </w:pPr>
            <w:r w:rsidRPr="00BA384D">
              <w:rPr>
                <w:sz w:val="28"/>
                <w:szCs w:val="28"/>
                <w:lang w:val="uk-UA"/>
              </w:rPr>
              <w:t>Татарінов В.М.</w:t>
            </w:r>
          </w:p>
          <w:p w:rsidR="00B76FA9" w:rsidRPr="00BA384D" w:rsidRDefault="00B76FA9" w:rsidP="00C66482">
            <w:pPr>
              <w:rPr>
                <w:sz w:val="28"/>
                <w:szCs w:val="28"/>
                <w:lang w:val="uk-UA"/>
              </w:rPr>
            </w:pPr>
            <w:r w:rsidRPr="00BA384D">
              <w:rPr>
                <w:sz w:val="28"/>
                <w:szCs w:val="28"/>
                <w:lang w:val="uk-UA"/>
              </w:rPr>
              <w:t>Козаченко М.І.</w:t>
            </w:r>
          </w:p>
        </w:tc>
      </w:tr>
      <w:tr w:rsidR="00B76FA9" w:rsidRPr="00BA384D" w:rsidTr="001C2918">
        <w:trPr>
          <w:gridBefore w:val="1"/>
        </w:trPr>
        <w:tc>
          <w:tcPr>
            <w:tcW w:w="567" w:type="dxa"/>
          </w:tcPr>
          <w:p w:rsidR="00B76FA9" w:rsidRPr="00BA384D" w:rsidRDefault="00B76FA9" w:rsidP="00A42A26">
            <w:pPr>
              <w:rPr>
                <w:sz w:val="28"/>
                <w:szCs w:val="28"/>
                <w:lang w:val="uk-UA"/>
              </w:rPr>
            </w:pPr>
            <w:r>
              <w:rPr>
                <w:sz w:val="28"/>
                <w:szCs w:val="28"/>
                <w:lang w:val="uk-UA"/>
              </w:rPr>
              <w:t>50</w:t>
            </w:r>
            <w:r w:rsidRPr="00BA384D">
              <w:rPr>
                <w:sz w:val="28"/>
                <w:szCs w:val="28"/>
                <w:lang w:val="uk-UA"/>
              </w:rPr>
              <w:t>.</w:t>
            </w:r>
          </w:p>
        </w:tc>
        <w:tc>
          <w:tcPr>
            <w:tcW w:w="4960" w:type="dxa"/>
          </w:tcPr>
          <w:p w:rsidR="00B76FA9" w:rsidRPr="00BA384D" w:rsidRDefault="00B76FA9" w:rsidP="00CF139B">
            <w:pPr>
              <w:tabs>
                <w:tab w:val="left" w:pos="4140"/>
              </w:tabs>
              <w:adjustRightInd w:val="0"/>
              <w:jc w:val="both"/>
              <w:rPr>
                <w:bCs/>
                <w:spacing w:val="-1"/>
                <w:sz w:val="28"/>
                <w:szCs w:val="28"/>
              </w:rPr>
            </w:pPr>
            <w:r w:rsidRPr="00BA384D">
              <w:rPr>
                <w:bCs/>
                <w:spacing w:val="-1"/>
                <w:sz w:val="28"/>
                <w:szCs w:val="28"/>
              </w:rPr>
              <w:t>Про реалізацію Закону України «Про доступ до публічної інформації</w:t>
            </w:r>
            <w:r>
              <w:rPr>
                <w:bCs/>
                <w:spacing w:val="-1"/>
                <w:sz w:val="28"/>
                <w:szCs w:val="28"/>
                <w:lang w:val="uk-UA"/>
              </w:rPr>
              <w:t>»</w:t>
            </w:r>
            <w:r w:rsidRPr="00BA384D">
              <w:rPr>
                <w:bCs/>
                <w:spacing w:val="-1"/>
                <w:sz w:val="28"/>
                <w:szCs w:val="28"/>
                <w:lang w:val="uk-UA"/>
              </w:rPr>
              <w:t xml:space="preserve"> </w:t>
            </w:r>
            <w:r w:rsidRPr="00BA384D">
              <w:rPr>
                <w:bCs/>
                <w:spacing w:val="-1"/>
                <w:sz w:val="28"/>
                <w:szCs w:val="28"/>
              </w:rPr>
              <w:t>в районній державній адміністрації</w:t>
            </w:r>
          </w:p>
        </w:tc>
        <w:tc>
          <w:tcPr>
            <w:tcW w:w="1701" w:type="dxa"/>
          </w:tcPr>
          <w:p w:rsidR="00B76FA9" w:rsidRPr="00BA384D" w:rsidRDefault="00B76FA9" w:rsidP="00081D55">
            <w:pPr>
              <w:jc w:val="center"/>
              <w:rPr>
                <w:sz w:val="28"/>
                <w:szCs w:val="28"/>
                <w:lang w:val="uk-UA"/>
              </w:rPr>
            </w:pPr>
            <w:r w:rsidRPr="00BA384D">
              <w:rPr>
                <w:sz w:val="28"/>
                <w:szCs w:val="28"/>
                <w:lang w:val="uk-UA"/>
              </w:rPr>
              <w:t>09.10.2017</w:t>
            </w:r>
          </w:p>
        </w:tc>
        <w:tc>
          <w:tcPr>
            <w:tcW w:w="2553" w:type="dxa"/>
          </w:tcPr>
          <w:p w:rsidR="00B76FA9" w:rsidRPr="00BA384D" w:rsidRDefault="00B76FA9" w:rsidP="00081D55">
            <w:pPr>
              <w:jc w:val="both"/>
              <w:rPr>
                <w:sz w:val="28"/>
                <w:szCs w:val="28"/>
                <w:lang w:val="uk-UA"/>
              </w:rPr>
            </w:pPr>
            <w:r w:rsidRPr="00BA384D">
              <w:rPr>
                <w:sz w:val="28"/>
                <w:szCs w:val="28"/>
                <w:lang w:val="uk-UA"/>
              </w:rPr>
              <w:t>Ломко М.О.</w:t>
            </w:r>
          </w:p>
          <w:p w:rsidR="00B76FA9" w:rsidRPr="00BA384D" w:rsidRDefault="00B76FA9" w:rsidP="00081D55">
            <w:pPr>
              <w:jc w:val="both"/>
              <w:rPr>
                <w:sz w:val="28"/>
                <w:szCs w:val="28"/>
              </w:rPr>
            </w:pPr>
            <w:r w:rsidRPr="00BA384D">
              <w:rPr>
                <w:sz w:val="28"/>
                <w:szCs w:val="28"/>
              </w:rPr>
              <w:t>Руденко Л.М.</w:t>
            </w:r>
          </w:p>
          <w:p w:rsidR="00B76FA9" w:rsidRPr="00BA384D" w:rsidRDefault="00B76FA9" w:rsidP="00081D55">
            <w:pPr>
              <w:jc w:val="both"/>
              <w:rPr>
                <w:sz w:val="28"/>
                <w:szCs w:val="28"/>
              </w:rPr>
            </w:pPr>
          </w:p>
        </w:tc>
      </w:tr>
      <w:tr w:rsidR="00B76FA9" w:rsidRPr="00BA384D" w:rsidTr="001C2918">
        <w:trPr>
          <w:gridBefore w:val="1"/>
        </w:trPr>
        <w:tc>
          <w:tcPr>
            <w:tcW w:w="567" w:type="dxa"/>
          </w:tcPr>
          <w:p w:rsidR="00B76FA9" w:rsidRPr="00BA384D" w:rsidRDefault="00B76FA9" w:rsidP="00470A56">
            <w:pPr>
              <w:rPr>
                <w:sz w:val="28"/>
                <w:szCs w:val="28"/>
                <w:lang w:val="uk-UA"/>
              </w:rPr>
            </w:pPr>
            <w:r>
              <w:rPr>
                <w:sz w:val="28"/>
                <w:szCs w:val="28"/>
                <w:lang w:val="uk-UA"/>
              </w:rPr>
              <w:t>51</w:t>
            </w:r>
            <w:r w:rsidRPr="00BA384D">
              <w:rPr>
                <w:sz w:val="28"/>
                <w:szCs w:val="28"/>
                <w:lang w:val="uk-UA"/>
              </w:rPr>
              <w:t>.</w:t>
            </w:r>
          </w:p>
        </w:tc>
        <w:tc>
          <w:tcPr>
            <w:tcW w:w="4960" w:type="dxa"/>
          </w:tcPr>
          <w:p w:rsidR="00B76FA9" w:rsidRPr="00BA384D" w:rsidRDefault="00B76FA9" w:rsidP="007A7C20">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стан роботи консультативних, дорадчих та інших допоміжних органів районної державної адміністрації за 9 місяців 2017 року</w:t>
            </w:r>
          </w:p>
        </w:tc>
        <w:tc>
          <w:tcPr>
            <w:tcW w:w="1701" w:type="dxa"/>
          </w:tcPr>
          <w:p w:rsidR="00B76FA9" w:rsidRPr="00BA384D" w:rsidRDefault="00B76FA9" w:rsidP="003A4DEE">
            <w:pPr>
              <w:rPr>
                <w:sz w:val="28"/>
                <w:szCs w:val="28"/>
                <w:lang w:val="uk-UA"/>
              </w:rPr>
            </w:pPr>
            <w:r w:rsidRPr="00BA384D">
              <w:rPr>
                <w:sz w:val="28"/>
                <w:szCs w:val="28"/>
                <w:lang w:val="uk-UA"/>
              </w:rPr>
              <w:t>23.10.2017</w:t>
            </w:r>
          </w:p>
        </w:tc>
        <w:tc>
          <w:tcPr>
            <w:tcW w:w="2553" w:type="dxa"/>
          </w:tcPr>
          <w:p w:rsidR="00B76FA9" w:rsidRPr="00BA384D" w:rsidRDefault="00B76FA9" w:rsidP="003A4DEE">
            <w:pPr>
              <w:rPr>
                <w:sz w:val="28"/>
                <w:szCs w:val="28"/>
                <w:lang w:val="uk-UA"/>
              </w:rPr>
            </w:pPr>
            <w:r w:rsidRPr="00BA384D">
              <w:rPr>
                <w:sz w:val="28"/>
                <w:szCs w:val="28"/>
                <w:lang w:val="uk-UA"/>
              </w:rPr>
              <w:t>Ломко М.О.</w:t>
            </w:r>
          </w:p>
          <w:p w:rsidR="00B76FA9" w:rsidRPr="00BA384D" w:rsidRDefault="00B76FA9" w:rsidP="003A4DEE">
            <w:pPr>
              <w:rPr>
                <w:sz w:val="28"/>
                <w:szCs w:val="28"/>
                <w:lang w:val="uk-UA"/>
              </w:rPr>
            </w:pPr>
            <w:r w:rsidRPr="00BA384D">
              <w:rPr>
                <w:sz w:val="28"/>
                <w:szCs w:val="28"/>
                <w:lang w:val="uk-UA"/>
              </w:rPr>
              <w:t>Бойко К.С.</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5</w:t>
            </w:r>
            <w:r>
              <w:rPr>
                <w:sz w:val="28"/>
                <w:szCs w:val="28"/>
                <w:lang w:val="uk-UA"/>
              </w:rPr>
              <w:t>2</w:t>
            </w:r>
            <w:r w:rsidRPr="00BA384D">
              <w:rPr>
                <w:sz w:val="28"/>
                <w:szCs w:val="28"/>
                <w:lang w:val="uk-UA"/>
              </w:rPr>
              <w:t>.</w:t>
            </w:r>
          </w:p>
        </w:tc>
        <w:tc>
          <w:tcPr>
            <w:tcW w:w="4960" w:type="dxa"/>
          </w:tcPr>
          <w:p w:rsidR="00B76FA9" w:rsidRPr="00BA384D" w:rsidRDefault="00B76FA9" w:rsidP="00164C47">
            <w:pPr>
              <w:jc w:val="both"/>
              <w:rPr>
                <w:sz w:val="28"/>
                <w:szCs w:val="28"/>
                <w:lang w:val="uk-UA"/>
              </w:rPr>
            </w:pPr>
            <w:r w:rsidRPr="00BA384D">
              <w:rPr>
                <w:sz w:val="28"/>
                <w:szCs w:val="28"/>
              </w:rPr>
              <w:t>Про підсумки роботи із зверненнями громадян за 9 місяців 201</w:t>
            </w:r>
            <w:r w:rsidRPr="00BA384D">
              <w:rPr>
                <w:sz w:val="28"/>
                <w:szCs w:val="28"/>
                <w:lang w:val="uk-UA"/>
              </w:rPr>
              <w:t>7</w:t>
            </w:r>
            <w:r w:rsidRPr="00BA384D">
              <w:rPr>
                <w:sz w:val="28"/>
                <w:szCs w:val="28"/>
              </w:rPr>
              <w:t xml:space="preserve"> року</w:t>
            </w:r>
          </w:p>
        </w:tc>
        <w:tc>
          <w:tcPr>
            <w:tcW w:w="1701" w:type="dxa"/>
          </w:tcPr>
          <w:p w:rsidR="00B76FA9" w:rsidRPr="00BA384D" w:rsidRDefault="00B76FA9" w:rsidP="00335BF3">
            <w:pPr>
              <w:rPr>
                <w:sz w:val="28"/>
                <w:szCs w:val="28"/>
                <w:lang w:val="uk-UA"/>
              </w:rPr>
            </w:pPr>
            <w:r w:rsidRPr="00BA384D">
              <w:rPr>
                <w:sz w:val="28"/>
                <w:szCs w:val="28"/>
                <w:lang w:val="uk-UA"/>
              </w:rPr>
              <w:t>23.10.2017</w:t>
            </w:r>
          </w:p>
        </w:tc>
        <w:tc>
          <w:tcPr>
            <w:tcW w:w="2553" w:type="dxa"/>
          </w:tcPr>
          <w:p w:rsidR="00B76FA9" w:rsidRPr="00BA384D" w:rsidRDefault="00B76FA9" w:rsidP="00335BF3">
            <w:pPr>
              <w:rPr>
                <w:sz w:val="28"/>
                <w:szCs w:val="28"/>
                <w:lang w:val="uk-UA"/>
              </w:rPr>
            </w:pPr>
            <w:r w:rsidRPr="00BA384D">
              <w:rPr>
                <w:sz w:val="28"/>
                <w:szCs w:val="28"/>
                <w:lang w:val="uk-UA"/>
              </w:rPr>
              <w:t>Ломко М.О.</w:t>
            </w:r>
          </w:p>
          <w:p w:rsidR="00B76FA9" w:rsidRPr="00BA384D" w:rsidRDefault="00B76FA9" w:rsidP="00335BF3">
            <w:pPr>
              <w:rPr>
                <w:sz w:val="28"/>
                <w:szCs w:val="28"/>
                <w:lang w:val="uk-UA"/>
              </w:rPr>
            </w:pPr>
            <w:r w:rsidRPr="00BA384D">
              <w:rPr>
                <w:sz w:val="28"/>
                <w:szCs w:val="28"/>
                <w:lang w:val="uk-UA"/>
              </w:rPr>
              <w:t>Щербина Г.О.</w:t>
            </w:r>
          </w:p>
        </w:tc>
      </w:tr>
      <w:tr w:rsidR="00B76FA9" w:rsidRPr="009611D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5</w:t>
            </w:r>
            <w:r>
              <w:rPr>
                <w:sz w:val="28"/>
                <w:szCs w:val="28"/>
                <w:lang w:val="uk-UA"/>
              </w:rPr>
              <w:t>3</w:t>
            </w:r>
            <w:r w:rsidRPr="00BA384D">
              <w:rPr>
                <w:sz w:val="28"/>
                <w:szCs w:val="28"/>
                <w:lang w:val="uk-UA"/>
              </w:rPr>
              <w:t>.</w:t>
            </w:r>
          </w:p>
        </w:tc>
        <w:tc>
          <w:tcPr>
            <w:tcW w:w="4960" w:type="dxa"/>
          </w:tcPr>
          <w:p w:rsidR="00B76FA9" w:rsidRPr="00BA384D" w:rsidRDefault="00B76FA9" w:rsidP="00103F7A">
            <w:pPr>
              <w:jc w:val="both"/>
              <w:rPr>
                <w:sz w:val="28"/>
                <w:szCs w:val="28"/>
                <w:lang w:val="uk-UA"/>
              </w:rPr>
            </w:pPr>
            <w:r w:rsidRPr="00BA384D">
              <w:rPr>
                <w:sz w:val="28"/>
                <w:szCs w:val="28"/>
                <w:lang w:val="uk-UA"/>
              </w:rPr>
              <w:t>Про організацію та стан виконання завдань, визначених актами законо-давства, розпорядженнями і дору-ченнями голів Сумської обласної та Роменської районної державних адмі-ністрацій за 9 місяців 2017 року</w:t>
            </w:r>
          </w:p>
        </w:tc>
        <w:tc>
          <w:tcPr>
            <w:tcW w:w="1701" w:type="dxa"/>
          </w:tcPr>
          <w:p w:rsidR="00B76FA9" w:rsidRPr="00BA384D" w:rsidRDefault="00B76FA9" w:rsidP="00103F7A">
            <w:pPr>
              <w:rPr>
                <w:sz w:val="28"/>
                <w:szCs w:val="28"/>
                <w:lang w:val="uk-UA"/>
              </w:rPr>
            </w:pPr>
            <w:r w:rsidRPr="00BA384D">
              <w:rPr>
                <w:sz w:val="28"/>
                <w:szCs w:val="28"/>
                <w:lang w:val="uk-UA"/>
              </w:rPr>
              <w:t>23.10.2017</w:t>
            </w:r>
          </w:p>
        </w:tc>
        <w:tc>
          <w:tcPr>
            <w:tcW w:w="2553" w:type="dxa"/>
          </w:tcPr>
          <w:p w:rsidR="00B76FA9" w:rsidRPr="00BA384D" w:rsidRDefault="00B76FA9" w:rsidP="00103F7A">
            <w:pPr>
              <w:rPr>
                <w:sz w:val="28"/>
                <w:szCs w:val="28"/>
                <w:lang w:val="uk-UA"/>
              </w:rPr>
            </w:pPr>
            <w:r w:rsidRPr="00BA384D">
              <w:rPr>
                <w:sz w:val="28"/>
                <w:szCs w:val="28"/>
                <w:lang w:val="uk-UA"/>
              </w:rPr>
              <w:t>Ломко М.О.</w:t>
            </w:r>
          </w:p>
          <w:p w:rsidR="00B76FA9" w:rsidRPr="00BA384D" w:rsidRDefault="00B76FA9" w:rsidP="00103F7A">
            <w:pPr>
              <w:rPr>
                <w:sz w:val="28"/>
                <w:szCs w:val="28"/>
                <w:lang w:val="uk-UA"/>
              </w:rPr>
            </w:pPr>
            <w:r w:rsidRPr="00BA384D">
              <w:rPr>
                <w:sz w:val="28"/>
                <w:szCs w:val="28"/>
                <w:lang w:val="uk-UA"/>
              </w:rPr>
              <w:t>Кишун Л.В.</w:t>
            </w:r>
          </w:p>
        </w:tc>
      </w:tr>
      <w:tr w:rsidR="00B76FA9" w:rsidRPr="0021525C"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5</w:t>
            </w:r>
            <w:r>
              <w:rPr>
                <w:sz w:val="28"/>
                <w:szCs w:val="28"/>
                <w:lang w:val="uk-UA"/>
              </w:rPr>
              <w:t>4</w:t>
            </w:r>
            <w:r w:rsidRPr="00BA384D">
              <w:rPr>
                <w:sz w:val="28"/>
                <w:szCs w:val="28"/>
                <w:lang w:val="uk-UA"/>
              </w:rPr>
              <w:t>.</w:t>
            </w:r>
          </w:p>
        </w:tc>
        <w:tc>
          <w:tcPr>
            <w:tcW w:w="4960" w:type="dxa"/>
          </w:tcPr>
          <w:p w:rsidR="00B76FA9" w:rsidRPr="00BA384D" w:rsidRDefault="00B76FA9" w:rsidP="002319A2">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результати комплексної перевірки виконавчого комітету Миколаївської сільської ради щодо виконання деле-гованих повноважень органів викона-</w:t>
            </w:r>
          </w:p>
        </w:tc>
        <w:tc>
          <w:tcPr>
            <w:tcW w:w="1701" w:type="dxa"/>
          </w:tcPr>
          <w:p w:rsidR="00B76FA9" w:rsidRPr="00BA384D" w:rsidRDefault="00B76FA9" w:rsidP="002319A2">
            <w:pPr>
              <w:rPr>
                <w:sz w:val="28"/>
                <w:szCs w:val="28"/>
                <w:lang w:val="uk-UA"/>
              </w:rPr>
            </w:pPr>
            <w:r w:rsidRPr="00BA384D">
              <w:rPr>
                <w:sz w:val="28"/>
                <w:szCs w:val="28"/>
                <w:lang w:val="uk-UA"/>
              </w:rPr>
              <w:t>23.10.2017</w:t>
            </w:r>
          </w:p>
        </w:tc>
        <w:tc>
          <w:tcPr>
            <w:tcW w:w="2553" w:type="dxa"/>
          </w:tcPr>
          <w:p w:rsidR="00B76FA9" w:rsidRPr="00BA384D" w:rsidRDefault="00B76FA9" w:rsidP="002319A2">
            <w:pPr>
              <w:rPr>
                <w:sz w:val="28"/>
                <w:szCs w:val="28"/>
                <w:lang w:val="uk-UA"/>
              </w:rPr>
            </w:pPr>
            <w:r w:rsidRPr="00BA384D">
              <w:rPr>
                <w:sz w:val="28"/>
                <w:szCs w:val="28"/>
                <w:lang w:val="uk-UA"/>
              </w:rPr>
              <w:t>Татарінов В.М.</w:t>
            </w:r>
          </w:p>
          <w:p w:rsidR="00B76FA9" w:rsidRPr="00BA384D" w:rsidRDefault="00B76FA9" w:rsidP="002319A2">
            <w:pPr>
              <w:rPr>
                <w:sz w:val="28"/>
                <w:szCs w:val="28"/>
                <w:lang w:val="uk-UA"/>
              </w:rPr>
            </w:pPr>
            <w:r w:rsidRPr="00BA384D">
              <w:rPr>
                <w:sz w:val="28"/>
                <w:szCs w:val="28"/>
                <w:lang w:val="uk-UA"/>
              </w:rPr>
              <w:t>Ярмак І.М.</w:t>
            </w:r>
          </w:p>
        </w:tc>
      </w:tr>
      <w:tr w:rsidR="00B76FA9" w:rsidRPr="0021525C" w:rsidTr="002319A2">
        <w:trPr>
          <w:gridBefore w:val="1"/>
        </w:trPr>
        <w:tc>
          <w:tcPr>
            <w:tcW w:w="9781" w:type="dxa"/>
            <w:gridSpan w:val="4"/>
          </w:tcPr>
          <w:p w:rsidR="00B76FA9" w:rsidRPr="00BA384D" w:rsidRDefault="00B76FA9" w:rsidP="002319A2">
            <w:pPr>
              <w:rPr>
                <w:sz w:val="28"/>
                <w:szCs w:val="28"/>
                <w:lang w:val="uk-UA"/>
              </w:rPr>
            </w:pPr>
            <w:r w:rsidRPr="00BA384D">
              <w:rPr>
                <w:sz w:val="28"/>
                <w:szCs w:val="28"/>
                <w:lang w:val="uk-UA"/>
              </w:rPr>
              <w:t xml:space="preserve">                                                                                                 Продовження додатка</w:t>
            </w:r>
          </w:p>
        </w:tc>
      </w:tr>
      <w:tr w:rsidR="00B76FA9" w:rsidRPr="0021525C"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1</w:t>
            </w:r>
          </w:p>
        </w:tc>
        <w:tc>
          <w:tcPr>
            <w:tcW w:w="4960" w:type="dxa"/>
          </w:tcPr>
          <w:p w:rsidR="00B76FA9" w:rsidRPr="00BA384D" w:rsidRDefault="00B76FA9" w:rsidP="006C59B4">
            <w:pPr>
              <w:jc w:val="center"/>
              <w:rPr>
                <w:sz w:val="28"/>
                <w:szCs w:val="28"/>
                <w:lang w:val="uk-UA"/>
              </w:rPr>
            </w:pPr>
            <w:r>
              <w:rPr>
                <w:sz w:val="28"/>
                <w:szCs w:val="28"/>
                <w:lang w:val="uk-UA"/>
              </w:rPr>
              <w:t>2</w:t>
            </w:r>
          </w:p>
        </w:tc>
        <w:tc>
          <w:tcPr>
            <w:tcW w:w="1701" w:type="dxa"/>
          </w:tcPr>
          <w:p w:rsidR="00B76FA9" w:rsidRPr="00BA384D" w:rsidRDefault="00B76FA9" w:rsidP="006C59B4">
            <w:pPr>
              <w:jc w:val="center"/>
              <w:rPr>
                <w:sz w:val="28"/>
                <w:szCs w:val="28"/>
                <w:lang w:val="uk-UA"/>
              </w:rPr>
            </w:pPr>
            <w:r>
              <w:rPr>
                <w:sz w:val="28"/>
                <w:szCs w:val="28"/>
                <w:lang w:val="uk-UA"/>
              </w:rPr>
              <w:t>3</w:t>
            </w:r>
          </w:p>
        </w:tc>
        <w:tc>
          <w:tcPr>
            <w:tcW w:w="2553" w:type="dxa"/>
          </w:tcPr>
          <w:p w:rsidR="00B76FA9" w:rsidRPr="00BA384D" w:rsidRDefault="00B76FA9" w:rsidP="006C59B4">
            <w:pPr>
              <w:jc w:val="center"/>
              <w:rPr>
                <w:sz w:val="28"/>
                <w:szCs w:val="28"/>
                <w:lang w:val="uk-UA"/>
              </w:rPr>
            </w:pPr>
            <w:r>
              <w:rPr>
                <w:sz w:val="28"/>
                <w:szCs w:val="28"/>
                <w:lang w:val="uk-UA"/>
              </w:rPr>
              <w:t>4</w:t>
            </w:r>
          </w:p>
        </w:tc>
      </w:tr>
      <w:tr w:rsidR="00B76FA9" w:rsidRPr="00BA384D" w:rsidTr="001C2918">
        <w:trPr>
          <w:gridBefore w:val="1"/>
        </w:trPr>
        <w:tc>
          <w:tcPr>
            <w:tcW w:w="567" w:type="dxa"/>
          </w:tcPr>
          <w:p w:rsidR="00B76FA9" w:rsidRPr="00BA384D" w:rsidRDefault="00B76FA9" w:rsidP="002319A2">
            <w:pPr>
              <w:rPr>
                <w:sz w:val="28"/>
                <w:szCs w:val="28"/>
                <w:lang w:val="uk-UA"/>
              </w:rPr>
            </w:pPr>
          </w:p>
        </w:tc>
        <w:tc>
          <w:tcPr>
            <w:tcW w:w="4960" w:type="dxa"/>
          </w:tcPr>
          <w:p w:rsidR="00B76FA9" w:rsidRPr="00BA384D" w:rsidRDefault="00B76FA9" w:rsidP="009646B2">
            <w:pPr>
              <w:jc w:val="both"/>
              <w:rPr>
                <w:sz w:val="28"/>
                <w:szCs w:val="28"/>
                <w:lang w:val="uk-UA"/>
              </w:rPr>
            </w:pPr>
            <w:r w:rsidRPr="00BA384D">
              <w:rPr>
                <w:sz w:val="28"/>
                <w:szCs w:val="28"/>
                <w:lang w:val="uk-UA"/>
              </w:rPr>
              <w:t>вчої влади</w:t>
            </w:r>
          </w:p>
        </w:tc>
        <w:tc>
          <w:tcPr>
            <w:tcW w:w="1701" w:type="dxa"/>
          </w:tcPr>
          <w:p w:rsidR="00B76FA9" w:rsidRPr="00BA384D" w:rsidRDefault="00B76FA9" w:rsidP="00282208">
            <w:pPr>
              <w:rPr>
                <w:sz w:val="28"/>
                <w:szCs w:val="28"/>
                <w:lang w:val="uk-UA"/>
              </w:rPr>
            </w:pPr>
          </w:p>
        </w:tc>
        <w:tc>
          <w:tcPr>
            <w:tcW w:w="2553" w:type="dxa"/>
          </w:tcPr>
          <w:p w:rsidR="00B76FA9" w:rsidRPr="00BA384D" w:rsidRDefault="00B76FA9" w:rsidP="00282208">
            <w:pPr>
              <w:rPr>
                <w:sz w:val="28"/>
                <w:szCs w:val="28"/>
                <w:lang w:val="uk-UA"/>
              </w:rPr>
            </w:pP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5</w:t>
            </w:r>
            <w:r>
              <w:rPr>
                <w:sz w:val="28"/>
                <w:szCs w:val="28"/>
                <w:lang w:val="uk-UA"/>
              </w:rPr>
              <w:t>5</w:t>
            </w:r>
            <w:r w:rsidRPr="00BA384D">
              <w:rPr>
                <w:sz w:val="28"/>
                <w:szCs w:val="28"/>
                <w:lang w:val="uk-UA"/>
              </w:rPr>
              <w:t>.</w:t>
            </w:r>
          </w:p>
        </w:tc>
        <w:tc>
          <w:tcPr>
            <w:tcW w:w="4960" w:type="dxa"/>
          </w:tcPr>
          <w:p w:rsidR="00B76FA9" w:rsidRPr="00BA384D" w:rsidRDefault="00B76FA9" w:rsidP="00761F0A">
            <w:pPr>
              <w:jc w:val="both"/>
              <w:rPr>
                <w:sz w:val="28"/>
                <w:szCs w:val="28"/>
                <w:lang w:val="uk-UA"/>
              </w:rPr>
            </w:pPr>
            <w:r w:rsidRPr="00BA384D">
              <w:rPr>
                <w:sz w:val="28"/>
                <w:szCs w:val="28"/>
                <w:lang w:val="uk-UA"/>
              </w:rPr>
              <w:t>Про стан виконання розпорядження голови районної державної адміні-страції щодо формування районного бюджету на 2018 рік</w:t>
            </w:r>
          </w:p>
        </w:tc>
        <w:tc>
          <w:tcPr>
            <w:tcW w:w="1701" w:type="dxa"/>
          </w:tcPr>
          <w:p w:rsidR="00B76FA9" w:rsidRPr="00BA384D" w:rsidRDefault="00B76FA9" w:rsidP="007A7C20">
            <w:pPr>
              <w:jc w:val="center"/>
              <w:rPr>
                <w:sz w:val="28"/>
                <w:szCs w:val="28"/>
                <w:lang w:val="uk-UA"/>
              </w:rPr>
            </w:pPr>
            <w:r w:rsidRPr="00BA384D">
              <w:rPr>
                <w:sz w:val="28"/>
                <w:szCs w:val="28"/>
                <w:lang w:val="uk-UA"/>
              </w:rPr>
              <w:t>06.11.2017</w:t>
            </w:r>
          </w:p>
        </w:tc>
        <w:tc>
          <w:tcPr>
            <w:tcW w:w="2553" w:type="dxa"/>
          </w:tcPr>
          <w:p w:rsidR="00B76FA9" w:rsidRPr="00BA384D" w:rsidRDefault="00B76FA9" w:rsidP="008C1943">
            <w:pPr>
              <w:rPr>
                <w:sz w:val="28"/>
                <w:szCs w:val="28"/>
                <w:lang w:val="uk-UA"/>
              </w:rPr>
            </w:pPr>
            <w:r w:rsidRPr="00BA384D">
              <w:rPr>
                <w:sz w:val="28"/>
                <w:szCs w:val="28"/>
                <w:lang w:val="uk-UA"/>
              </w:rPr>
              <w:t>Татарінов В.М. Анісімова М.В.</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5</w:t>
            </w:r>
            <w:r>
              <w:rPr>
                <w:sz w:val="28"/>
                <w:szCs w:val="28"/>
                <w:lang w:val="uk-UA"/>
              </w:rPr>
              <w:t>6</w:t>
            </w:r>
            <w:r w:rsidRPr="00BA384D">
              <w:rPr>
                <w:sz w:val="28"/>
                <w:szCs w:val="28"/>
                <w:lang w:val="uk-UA"/>
              </w:rPr>
              <w:t>.</w:t>
            </w:r>
          </w:p>
        </w:tc>
        <w:tc>
          <w:tcPr>
            <w:tcW w:w="4960" w:type="dxa"/>
          </w:tcPr>
          <w:p w:rsidR="00B76FA9" w:rsidRPr="00BA384D" w:rsidRDefault="00B76FA9" w:rsidP="005D526C">
            <w:pPr>
              <w:jc w:val="both"/>
              <w:rPr>
                <w:sz w:val="28"/>
                <w:szCs w:val="28"/>
                <w:lang w:val="uk-UA"/>
              </w:rPr>
            </w:pPr>
            <w:r w:rsidRPr="00BA384D">
              <w:rPr>
                <w:sz w:val="28"/>
                <w:szCs w:val="28"/>
                <w:lang w:val="uk-UA"/>
              </w:rPr>
              <w:t>Про хід виконання районної програми зайнятості населення на період до 2017 року в частині створення нових робочих місць</w:t>
            </w:r>
          </w:p>
        </w:tc>
        <w:tc>
          <w:tcPr>
            <w:tcW w:w="1701" w:type="dxa"/>
          </w:tcPr>
          <w:p w:rsidR="00B76FA9" w:rsidRPr="00BA384D" w:rsidRDefault="00B76FA9" w:rsidP="007A7C20">
            <w:pPr>
              <w:rPr>
                <w:sz w:val="28"/>
                <w:szCs w:val="28"/>
                <w:lang w:val="uk-UA"/>
              </w:rPr>
            </w:pPr>
            <w:r w:rsidRPr="00BA384D">
              <w:rPr>
                <w:sz w:val="28"/>
                <w:szCs w:val="28"/>
                <w:lang w:val="uk-UA"/>
              </w:rPr>
              <w:t>06.11.2017</w:t>
            </w:r>
          </w:p>
        </w:tc>
        <w:tc>
          <w:tcPr>
            <w:tcW w:w="2553" w:type="dxa"/>
          </w:tcPr>
          <w:p w:rsidR="00B76FA9" w:rsidRPr="00BA384D" w:rsidRDefault="00B76FA9" w:rsidP="008243B6">
            <w:pPr>
              <w:rPr>
                <w:sz w:val="28"/>
                <w:szCs w:val="28"/>
                <w:lang w:val="uk-UA"/>
              </w:rPr>
            </w:pPr>
            <w:r w:rsidRPr="00BA384D">
              <w:rPr>
                <w:sz w:val="28"/>
                <w:szCs w:val="28"/>
                <w:lang w:val="uk-UA"/>
              </w:rPr>
              <w:t>Татарінов В.М. Даценко О.М.</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5</w:t>
            </w:r>
            <w:r>
              <w:rPr>
                <w:sz w:val="28"/>
                <w:szCs w:val="28"/>
                <w:lang w:val="uk-UA"/>
              </w:rPr>
              <w:t>7</w:t>
            </w:r>
            <w:r w:rsidRPr="00BA384D">
              <w:rPr>
                <w:sz w:val="28"/>
                <w:szCs w:val="28"/>
                <w:lang w:val="uk-UA"/>
              </w:rPr>
              <w:t>.</w:t>
            </w:r>
          </w:p>
        </w:tc>
        <w:tc>
          <w:tcPr>
            <w:tcW w:w="4960" w:type="dxa"/>
          </w:tcPr>
          <w:p w:rsidR="00B76FA9" w:rsidRPr="00BA384D" w:rsidRDefault="00B76FA9" w:rsidP="005D526C">
            <w:pPr>
              <w:jc w:val="both"/>
              <w:rPr>
                <w:sz w:val="28"/>
                <w:szCs w:val="28"/>
                <w:lang w:val="uk-UA"/>
              </w:rPr>
            </w:pPr>
            <w:r w:rsidRPr="00BA384D">
              <w:rPr>
                <w:sz w:val="28"/>
                <w:szCs w:val="28"/>
                <w:lang w:val="uk-UA"/>
              </w:rPr>
              <w:t>Про стан виконання районної цільової програми «Соціальна підтримка осіб з обмеженими фізичними можливостями та інших мало захищених верств населення на 2017 рік» в частині надання реабілітаційних послуг дітям-інвалідам району</w:t>
            </w:r>
          </w:p>
        </w:tc>
        <w:tc>
          <w:tcPr>
            <w:tcW w:w="1701" w:type="dxa"/>
          </w:tcPr>
          <w:p w:rsidR="00B76FA9" w:rsidRPr="00BA384D" w:rsidRDefault="00B76FA9" w:rsidP="00103F7A">
            <w:pPr>
              <w:rPr>
                <w:sz w:val="28"/>
                <w:szCs w:val="28"/>
                <w:lang w:val="uk-UA"/>
              </w:rPr>
            </w:pPr>
            <w:r w:rsidRPr="00BA384D">
              <w:rPr>
                <w:sz w:val="28"/>
                <w:szCs w:val="28"/>
                <w:lang w:val="uk-UA"/>
              </w:rPr>
              <w:t>20.11.2017</w:t>
            </w:r>
          </w:p>
        </w:tc>
        <w:tc>
          <w:tcPr>
            <w:tcW w:w="2553" w:type="dxa"/>
          </w:tcPr>
          <w:p w:rsidR="00B76FA9" w:rsidRPr="00BA384D" w:rsidRDefault="00B76FA9" w:rsidP="00103F7A">
            <w:pPr>
              <w:rPr>
                <w:sz w:val="28"/>
                <w:szCs w:val="28"/>
                <w:lang w:val="uk-UA"/>
              </w:rPr>
            </w:pPr>
            <w:r w:rsidRPr="00BA384D">
              <w:rPr>
                <w:sz w:val="28"/>
                <w:szCs w:val="28"/>
                <w:lang w:val="uk-UA"/>
              </w:rPr>
              <w:t>Татарінов В.М. Даценко О.М.</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5</w:t>
            </w:r>
            <w:r>
              <w:rPr>
                <w:sz w:val="28"/>
                <w:szCs w:val="28"/>
                <w:lang w:val="uk-UA"/>
              </w:rPr>
              <w:t>8</w:t>
            </w:r>
            <w:r w:rsidRPr="00BA384D">
              <w:rPr>
                <w:sz w:val="28"/>
                <w:szCs w:val="28"/>
                <w:lang w:val="uk-UA"/>
              </w:rPr>
              <w:t>.</w:t>
            </w:r>
          </w:p>
        </w:tc>
        <w:tc>
          <w:tcPr>
            <w:tcW w:w="4960" w:type="dxa"/>
          </w:tcPr>
          <w:p w:rsidR="00B76FA9" w:rsidRPr="00BA384D" w:rsidRDefault="00B76FA9" w:rsidP="006C7D57">
            <w:pPr>
              <w:jc w:val="both"/>
              <w:rPr>
                <w:sz w:val="28"/>
                <w:szCs w:val="28"/>
                <w:lang w:val="uk-UA"/>
              </w:rPr>
            </w:pPr>
            <w:r w:rsidRPr="00BA384D">
              <w:rPr>
                <w:sz w:val="28"/>
                <w:szCs w:val="28"/>
                <w:lang w:val="uk-UA"/>
              </w:rPr>
              <w:t>Про стан роботи районної міжвідомчої координаційно-методичної ради по правовій освіті населення та виконання повноважень в галузі забезпечення законності, прав і свобод громадян в частині організації та забезпечення надання безоплатної первинної право- вої допомоги та організації правового інформування і  виховання населення</w:t>
            </w:r>
          </w:p>
        </w:tc>
        <w:tc>
          <w:tcPr>
            <w:tcW w:w="1701" w:type="dxa"/>
          </w:tcPr>
          <w:p w:rsidR="00B76FA9" w:rsidRPr="00BA384D" w:rsidRDefault="00B76FA9" w:rsidP="007A7C20">
            <w:pPr>
              <w:rPr>
                <w:sz w:val="28"/>
                <w:szCs w:val="28"/>
                <w:lang w:val="uk-UA"/>
              </w:rPr>
            </w:pPr>
            <w:r w:rsidRPr="00BA384D">
              <w:rPr>
                <w:sz w:val="28"/>
                <w:szCs w:val="28"/>
                <w:lang w:val="uk-UA"/>
              </w:rPr>
              <w:t>20.11.2017</w:t>
            </w:r>
          </w:p>
        </w:tc>
        <w:tc>
          <w:tcPr>
            <w:tcW w:w="2553" w:type="dxa"/>
          </w:tcPr>
          <w:p w:rsidR="00B76FA9" w:rsidRPr="00BA384D" w:rsidRDefault="00B76FA9" w:rsidP="000308FC">
            <w:pPr>
              <w:rPr>
                <w:sz w:val="28"/>
                <w:szCs w:val="28"/>
                <w:lang w:val="uk-UA"/>
              </w:rPr>
            </w:pPr>
            <w:r w:rsidRPr="00BA384D">
              <w:rPr>
                <w:sz w:val="28"/>
                <w:szCs w:val="28"/>
                <w:lang w:val="uk-UA"/>
              </w:rPr>
              <w:t>Ломко М.О.</w:t>
            </w:r>
          </w:p>
          <w:p w:rsidR="00B76FA9" w:rsidRPr="009611DD" w:rsidRDefault="00B76FA9" w:rsidP="004D13D0">
            <w:pPr>
              <w:rPr>
                <w:sz w:val="28"/>
                <w:szCs w:val="28"/>
                <w:lang w:val="uk-UA"/>
              </w:rPr>
            </w:pPr>
            <w:r w:rsidRPr="009611DD">
              <w:rPr>
                <w:sz w:val="28"/>
                <w:szCs w:val="28"/>
                <w:lang w:val="uk-UA"/>
              </w:rPr>
              <w:t>Дяченко О.А.</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5</w:t>
            </w:r>
            <w:r>
              <w:rPr>
                <w:sz w:val="28"/>
                <w:szCs w:val="28"/>
                <w:lang w:val="uk-UA"/>
              </w:rPr>
              <w:t>9</w:t>
            </w:r>
            <w:r w:rsidRPr="00BA384D">
              <w:rPr>
                <w:sz w:val="28"/>
                <w:szCs w:val="28"/>
                <w:lang w:val="uk-UA"/>
              </w:rPr>
              <w:t>.</w:t>
            </w:r>
          </w:p>
        </w:tc>
        <w:tc>
          <w:tcPr>
            <w:tcW w:w="4960" w:type="dxa"/>
          </w:tcPr>
          <w:p w:rsidR="00B76FA9" w:rsidRPr="00BA384D" w:rsidRDefault="00B76FA9" w:rsidP="00585251">
            <w:pPr>
              <w:jc w:val="both"/>
              <w:rPr>
                <w:sz w:val="28"/>
                <w:szCs w:val="28"/>
                <w:lang w:val="uk-UA"/>
              </w:rPr>
            </w:pPr>
            <w:r w:rsidRPr="00BA384D">
              <w:rPr>
                <w:sz w:val="28"/>
                <w:szCs w:val="28"/>
                <w:lang w:val="uk-UA"/>
              </w:rPr>
              <w:t>Про організацію контролю архівним відділом районної державної адмі-ністрації з питань додержання зако-нодавства про Національний архівний фонд та архівні установи в Ро-менському районі</w:t>
            </w:r>
          </w:p>
        </w:tc>
        <w:tc>
          <w:tcPr>
            <w:tcW w:w="1701" w:type="dxa"/>
          </w:tcPr>
          <w:p w:rsidR="00B76FA9" w:rsidRPr="00BA384D" w:rsidRDefault="00B76FA9" w:rsidP="00585251">
            <w:pPr>
              <w:rPr>
                <w:sz w:val="28"/>
                <w:szCs w:val="28"/>
                <w:lang w:val="uk-UA"/>
              </w:rPr>
            </w:pPr>
            <w:r w:rsidRPr="00BA384D">
              <w:rPr>
                <w:sz w:val="28"/>
                <w:szCs w:val="28"/>
                <w:lang w:val="uk-UA"/>
              </w:rPr>
              <w:t>04.12.2017</w:t>
            </w:r>
          </w:p>
          <w:p w:rsidR="00B76FA9" w:rsidRPr="00BA384D" w:rsidRDefault="00B76FA9" w:rsidP="00585251">
            <w:pPr>
              <w:rPr>
                <w:sz w:val="28"/>
                <w:szCs w:val="28"/>
                <w:lang w:val="uk-UA"/>
              </w:rPr>
            </w:pPr>
          </w:p>
        </w:tc>
        <w:tc>
          <w:tcPr>
            <w:tcW w:w="2553" w:type="dxa"/>
          </w:tcPr>
          <w:p w:rsidR="00B76FA9" w:rsidRPr="00BA384D" w:rsidRDefault="00B76FA9" w:rsidP="00585251">
            <w:pPr>
              <w:rPr>
                <w:sz w:val="28"/>
                <w:szCs w:val="28"/>
                <w:lang w:val="uk-UA"/>
              </w:rPr>
            </w:pPr>
            <w:r w:rsidRPr="00BA384D">
              <w:rPr>
                <w:sz w:val="28"/>
                <w:szCs w:val="28"/>
                <w:lang w:val="uk-UA"/>
              </w:rPr>
              <w:t>Ломко М.О.</w:t>
            </w:r>
          </w:p>
          <w:p w:rsidR="00B76FA9" w:rsidRPr="00BA384D" w:rsidRDefault="00B76FA9" w:rsidP="00585251">
            <w:pPr>
              <w:rPr>
                <w:sz w:val="28"/>
                <w:szCs w:val="28"/>
                <w:lang w:val="uk-UA"/>
              </w:rPr>
            </w:pPr>
            <w:r w:rsidRPr="00BA384D">
              <w:rPr>
                <w:sz w:val="28"/>
                <w:szCs w:val="28"/>
                <w:lang w:val="uk-UA"/>
              </w:rPr>
              <w:t>Суборова О.А.</w:t>
            </w:r>
          </w:p>
        </w:tc>
      </w:tr>
      <w:tr w:rsidR="00B76FA9" w:rsidRPr="00BA384D" w:rsidTr="001C2918">
        <w:trPr>
          <w:gridBefore w:val="1"/>
        </w:trPr>
        <w:tc>
          <w:tcPr>
            <w:tcW w:w="567" w:type="dxa"/>
          </w:tcPr>
          <w:p w:rsidR="00B76FA9" w:rsidRPr="00BA384D" w:rsidRDefault="00B76FA9" w:rsidP="00585251">
            <w:pPr>
              <w:rPr>
                <w:sz w:val="28"/>
                <w:szCs w:val="28"/>
                <w:lang w:val="uk-UA"/>
              </w:rPr>
            </w:pPr>
            <w:r>
              <w:rPr>
                <w:sz w:val="28"/>
                <w:szCs w:val="28"/>
                <w:lang w:val="uk-UA"/>
              </w:rPr>
              <w:t>60.</w:t>
            </w:r>
          </w:p>
        </w:tc>
        <w:tc>
          <w:tcPr>
            <w:tcW w:w="4960" w:type="dxa"/>
          </w:tcPr>
          <w:p w:rsidR="00B76FA9" w:rsidRPr="00BA384D" w:rsidRDefault="00B76FA9" w:rsidP="008A169E">
            <w:pPr>
              <w:jc w:val="both"/>
              <w:rPr>
                <w:sz w:val="28"/>
                <w:szCs w:val="28"/>
                <w:lang w:val="uk-UA"/>
              </w:rPr>
            </w:pPr>
            <w:r w:rsidRPr="00BA384D">
              <w:rPr>
                <w:sz w:val="28"/>
                <w:szCs w:val="28"/>
                <w:lang w:val="uk-UA"/>
              </w:rPr>
              <w:t>Про підсумки призову громадян Роменського району на строкову військову службу до Збройних Сил України восени 2017 року</w:t>
            </w:r>
          </w:p>
        </w:tc>
        <w:tc>
          <w:tcPr>
            <w:tcW w:w="1701" w:type="dxa"/>
          </w:tcPr>
          <w:p w:rsidR="00B76FA9" w:rsidRPr="00BA384D" w:rsidRDefault="00B76FA9" w:rsidP="008A169E">
            <w:pPr>
              <w:rPr>
                <w:sz w:val="28"/>
                <w:szCs w:val="28"/>
                <w:lang w:val="uk-UA"/>
              </w:rPr>
            </w:pPr>
            <w:r w:rsidRPr="00BA384D">
              <w:rPr>
                <w:sz w:val="28"/>
                <w:szCs w:val="28"/>
                <w:lang w:val="uk-UA"/>
              </w:rPr>
              <w:t>04.12.2017</w:t>
            </w:r>
          </w:p>
          <w:p w:rsidR="00B76FA9" w:rsidRPr="00BA384D" w:rsidRDefault="00B76FA9" w:rsidP="00585251">
            <w:pPr>
              <w:rPr>
                <w:sz w:val="28"/>
                <w:szCs w:val="28"/>
                <w:lang w:val="uk-UA"/>
              </w:rPr>
            </w:pPr>
          </w:p>
        </w:tc>
        <w:tc>
          <w:tcPr>
            <w:tcW w:w="2553" w:type="dxa"/>
          </w:tcPr>
          <w:p w:rsidR="00B76FA9" w:rsidRPr="00BA384D" w:rsidRDefault="00B76FA9" w:rsidP="008A169E">
            <w:pPr>
              <w:rPr>
                <w:sz w:val="28"/>
                <w:szCs w:val="28"/>
                <w:lang w:val="uk-UA"/>
              </w:rPr>
            </w:pPr>
            <w:r w:rsidRPr="00BA384D">
              <w:rPr>
                <w:sz w:val="28"/>
                <w:szCs w:val="28"/>
                <w:lang w:val="uk-UA"/>
              </w:rPr>
              <w:t>Татарінов В.М.</w:t>
            </w:r>
          </w:p>
          <w:p w:rsidR="00B76FA9" w:rsidRPr="00BA384D" w:rsidRDefault="00B76FA9" w:rsidP="008A169E">
            <w:pPr>
              <w:rPr>
                <w:sz w:val="28"/>
                <w:szCs w:val="28"/>
                <w:lang w:val="uk-UA"/>
              </w:rPr>
            </w:pPr>
            <w:r w:rsidRPr="00BA384D">
              <w:rPr>
                <w:sz w:val="28"/>
                <w:szCs w:val="28"/>
                <w:lang w:val="uk-UA"/>
              </w:rPr>
              <w:t>Жогло П.А.</w:t>
            </w:r>
          </w:p>
        </w:tc>
      </w:tr>
      <w:tr w:rsidR="00B76FA9" w:rsidRPr="006C59B4" w:rsidTr="001C2918">
        <w:trPr>
          <w:gridBefore w:val="1"/>
        </w:trPr>
        <w:tc>
          <w:tcPr>
            <w:tcW w:w="567" w:type="dxa"/>
          </w:tcPr>
          <w:p w:rsidR="00B76FA9" w:rsidRPr="00BA384D" w:rsidRDefault="00B76FA9" w:rsidP="00585251">
            <w:pPr>
              <w:rPr>
                <w:sz w:val="28"/>
                <w:szCs w:val="28"/>
                <w:lang w:val="uk-UA"/>
              </w:rPr>
            </w:pPr>
            <w:r>
              <w:rPr>
                <w:sz w:val="28"/>
                <w:szCs w:val="28"/>
                <w:lang w:val="uk-UA"/>
              </w:rPr>
              <w:t>61.</w:t>
            </w:r>
          </w:p>
        </w:tc>
        <w:tc>
          <w:tcPr>
            <w:tcW w:w="4960" w:type="dxa"/>
          </w:tcPr>
          <w:p w:rsidR="00B76FA9" w:rsidRPr="00BA384D" w:rsidRDefault="00B76FA9" w:rsidP="008A169E">
            <w:pPr>
              <w:jc w:val="both"/>
              <w:rPr>
                <w:sz w:val="28"/>
                <w:szCs w:val="28"/>
                <w:lang w:val="uk-UA"/>
              </w:rPr>
            </w:pPr>
            <w:r w:rsidRPr="00BA384D">
              <w:rPr>
                <w:sz w:val="28"/>
                <w:szCs w:val="28"/>
                <w:lang w:val="uk-UA"/>
              </w:rPr>
              <w:t>Аналіз виконання відділом ведення Державного реєстру виборців районної державної адміністрації Закону</w:t>
            </w:r>
            <w:r>
              <w:rPr>
                <w:sz w:val="28"/>
                <w:szCs w:val="28"/>
                <w:lang w:val="uk-UA"/>
              </w:rPr>
              <w:t xml:space="preserve"> </w:t>
            </w:r>
            <w:r w:rsidRPr="00BA384D">
              <w:rPr>
                <w:sz w:val="28"/>
                <w:szCs w:val="28"/>
                <w:lang w:val="uk-UA"/>
              </w:rPr>
              <w:t>Украї</w:t>
            </w:r>
            <w:r>
              <w:rPr>
                <w:sz w:val="28"/>
                <w:szCs w:val="28"/>
                <w:lang w:val="uk-UA"/>
              </w:rPr>
              <w:t>-</w:t>
            </w:r>
            <w:r w:rsidRPr="00BA384D">
              <w:rPr>
                <w:sz w:val="28"/>
                <w:szCs w:val="28"/>
                <w:lang w:val="uk-UA"/>
              </w:rPr>
              <w:t xml:space="preserve"> ни «Про державний реєстр виборців»</w:t>
            </w:r>
          </w:p>
        </w:tc>
        <w:tc>
          <w:tcPr>
            <w:tcW w:w="1701" w:type="dxa"/>
          </w:tcPr>
          <w:p w:rsidR="00B76FA9" w:rsidRPr="00BA384D" w:rsidRDefault="00B76FA9" w:rsidP="008A169E">
            <w:pPr>
              <w:rPr>
                <w:sz w:val="28"/>
                <w:szCs w:val="28"/>
                <w:lang w:val="uk-UA"/>
              </w:rPr>
            </w:pPr>
            <w:r w:rsidRPr="00BA384D">
              <w:rPr>
                <w:sz w:val="28"/>
                <w:szCs w:val="28"/>
                <w:lang w:val="uk-UA"/>
              </w:rPr>
              <w:t>18.12.2017</w:t>
            </w:r>
          </w:p>
        </w:tc>
        <w:tc>
          <w:tcPr>
            <w:tcW w:w="2553" w:type="dxa"/>
          </w:tcPr>
          <w:p w:rsidR="00B76FA9" w:rsidRPr="00BA384D" w:rsidRDefault="00B76FA9" w:rsidP="006C59B4">
            <w:pPr>
              <w:rPr>
                <w:sz w:val="28"/>
                <w:szCs w:val="28"/>
                <w:lang w:val="uk-UA"/>
              </w:rPr>
            </w:pPr>
            <w:r w:rsidRPr="00BA384D">
              <w:rPr>
                <w:sz w:val="28"/>
                <w:szCs w:val="28"/>
                <w:lang w:val="uk-UA"/>
              </w:rPr>
              <w:t>Ломко М.О.</w:t>
            </w:r>
          </w:p>
          <w:p w:rsidR="00B76FA9" w:rsidRPr="00BA384D" w:rsidRDefault="00B76FA9" w:rsidP="006C59B4">
            <w:pPr>
              <w:rPr>
                <w:sz w:val="28"/>
                <w:szCs w:val="28"/>
                <w:lang w:val="uk-UA"/>
              </w:rPr>
            </w:pPr>
            <w:r w:rsidRPr="00BA384D">
              <w:rPr>
                <w:sz w:val="28"/>
                <w:szCs w:val="28"/>
                <w:lang w:val="uk-UA"/>
              </w:rPr>
              <w:t>Куріпко В.В.</w:t>
            </w:r>
          </w:p>
        </w:tc>
      </w:tr>
      <w:tr w:rsidR="00B76FA9" w:rsidRPr="006C59B4" w:rsidTr="001C2918">
        <w:trPr>
          <w:gridBefore w:val="1"/>
        </w:trPr>
        <w:tc>
          <w:tcPr>
            <w:tcW w:w="567" w:type="dxa"/>
          </w:tcPr>
          <w:p w:rsidR="00B76FA9" w:rsidRPr="00BA384D" w:rsidRDefault="00B76FA9" w:rsidP="007D70DA">
            <w:pPr>
              <w:rPr>
                <w:sz w:val="28"/>
                <w:szCs w:val="28"/>
                <w:lang w:val="uk-UA"/>
              </w:rPr>
            </w:pPr>
            <w:r>
              <w:rPr>
                <w:sz w:val="28"/>
                <w:szCs w:val="28"/>
                <w:lang w:val="uk-UA"/>
              </w:rPr>
              <w:t>62.</w:t>
            </w:r>
          </w:p>
        </w:tc>
        <w:tc>
          <w:tcPr>
            <w:tcW w:w="4960" w:type="dxa"/>
          </w:tcPr>
          <w:p w:rsidR="00B76FA9" w:rsidRPr="00BA384D" w:rsidRDefault="00B76FA9" w:rsidP="007D70DA">
            <w:pPr>
              <w:jc w:val="both"/>
              <w:rPr>
                <w:sz w:val="28"/>
                <w:szCs w:val="28"/>
                <w:lang w:val="uk-UA"/>
              </w:rPr>
            </w:pPr>
            <w:r w:rsidRPr="00BA384D">
              <w:rPr>
                <w:sz w:val="28"/>
                <w:szCs w:val="28"/>
                <w:lang w:val="uk-UA"/>
              </w:rPr>
              <w:t>Про хід виконання комплексної районної програми «Правопорядок» на</w:t>
            </w:r>
            <w:r>
              <w:rPr>
                <w:sz w:val="28"/>
                <w:szCs w:val="28"/>
                <w:lang w:val="uk-UA"/>
              </w:rPr>
              <w:t xml:space="preserve"> </w:t>
            </w:r>
            <w:r w:rsidRPr="00BA384D">
              <w:rPr>
                <w:sz w:val="28"/>
                <w:szCs w:val="28"/>
                <w:lang w:val="uk-UA"/>
              </w:rPr>
              <w:t>2016-2020 роки</w:t>
            </w:r>
          </w:p>
        </w:tc>
        <w:tc>
          <w:tcPr>
            <w:tcW w:w="1701" w:type="dxa"/>
          </w:tcPr>
          <w:p w:rsidR="00B76FA9" w:rsidRPr="00BA384D" w:rsidRDefault="00B76FA9" w:rsidP="007D70DA">
            <w:pPr>
              <w:rPr>
                <w:sz w:val="28"/>
                <w:szCs w:val="28"/>
                <w:lang w:val="uk-UA"/>
              </w:rPr>
            </w:pPr>
            <w:r>
              <w:rPr>
                <w:sz w:val="28"/>
                <w:szCs w:val="28"/>
                <w:lang w:val="uk-UA"/>
              </w:rPr>
              <w:t>18</w:t>
            </w:r>
            <w:r w:rsidRPr="00BA384D">
              <w:rPr>
                <w:sz w:val="28"/>
                <w:szCs w:val="28"/>
                <w:lang w:val="uk-UA"/>
              </w:rPr>
              <w:t>.12.2017</w:t>
            </w:r>
          </w:p>
        </w:tc>
        <w:tc>
          <w:tcPr>
            <w:tcW w:w="2553" w:type="dxa"/>
          </w:tcPr>
          <w:p w:rsidR="00B76FA9" w:rsidRPr="00BA384D" w:rsidRDefault="00B76FA9" w:rsidP="007D70DA">
            <w:pPr>
              <w:rPr>
                <w:sz w:val="28"/>
                <w:szCs w:val="28"/>
                <w:lang w:val="uk-UA"/>
              </w:rPr>
            </w:pPr>
            <w:r w:rsidRPr="00BA384D">
              <w:rPr>
                <w:sz w:val="28"/>
                <w:szCs w:val="28"/>
                <w:lang w:val="uk-UA"/>
              </w:rPr>
              <w:t>Татарінов В.М.</w:t>
            </w:r>
          </w:p>
          <w:p w:rsidR="00B76FA9" w:rsidRPr="00BA384D" w:rsidRDefault="00B76FA9" w:rsidP="007D70DA">
            <w:pPr>
              <w:rPr>
                <w:sz w:val="28"/>
                <w:szCs w:val="28"/>
                <w:lang w:val="uk-UA"/>
              </w:rPr>
            </w:pPr>
            <w:r w:rsidRPr="00BA384D">
              <w:rPr>
                <w:sz w:val="28"/>
                <w:szCs w:val="28"/>
                <w:lang w:val="uk-UA"/>
              </w:rPr>
              <w:t>Жогло П.А.</w:t>
            </w:r>
          </w:p>
        </w:tc>
      </w:tr>
      <w:tr w:rsidR="00B76FA9" w:rsidRPr="00BA384D" w:rsidTr="002319A2">
        <w:trPr>
          <w:gridBefore w:val="1"/>
        </w:trPr>
        <w:tc>
          <w:tcPr>
            <w:tcW w:w="9781" w:type="dxa"/>
            <w:gridSpan w:val="4"/>
          </w:tcPr>
          <w:p w:rsidR="00B76FA9" w:rsidRPr="00BA384D" w:rsidRDefault="00B76FA9" w:rsidP="002319A2">
            <w:pPr>
              <w:rPr>
                <w:sz w:val="28"/>
                <w:szCs w:val="28"/>
                <w:lang w:val="uk-UA"/>
              </w:rPr>
            </w:pPr>
            <w:r w:rsidRPr="00BA384D">
              <w:rPr>
                <w:sz w:val="28"/>
                <w:szCs w:val="28"/>
                <w:lang w:val="uk-UA"/>
              </w:rPr>
              <w:t xml:space="preserve">                                                                                                 Продовження додатка</w:t>
            </w:r>
          </w:p>
        </w:tc>
      </w:tr>
      <w:tr w:rsidR="00B76FA9" w:rsidRPr="00BA384D" w:rsidTr="001C2918">
        <w:trPr>
          <w:gridBefore w:val="1"/>
        </w:trPr>
        <w:tc>
          <w:tcPr>
            <w:tcW w:w="567" w:type="dxa"/>
          </w:tcPr>
          <w:p w:rsidR="00B76FA9" w:rsidRPr="00BA384D" w:rsidRDefault="00B76FA9" w:rsidP="002319A2">
            <w:pPr>
              <w:rPr>
                <w:sz w:val="28"/>
                <w:szCs w:val="28"/>
                <w:lang w:val="uk-UA"/>
              </w:rPr>
            </w:pPr>
            <w:r w:rsidRPr="00BA384D">
              <w:rPr>
                <w:sz w:val="28"/>
                <w:szCs w:val="28"/>
                <w:lang w:val="uk-UA"/>
              </w:rPr>
              <w:t>1</w:t>
            </w:r>
          </w:p>
        </w:tc>
        <w:tc>
          <w:tcPr>
            <w:tcW w:w="4960" w:type="dxa"/>
          </w:tcPr>
          <w:p w:rsidR="00B76FA9" w:rsidRPr="00BA384D" w:rsidRDefault="00B76FA9" w:rsidP="006C59B4">
            <w:pPr>
              <w:jc w:val="center"/>
              <w:rPr>
                <w:sz w:val="28"/>
                <w:szCs w:val="28"/>
                <w:lang w:val="uk-UA"/>
              </w:rPr>
            </w:pPr>
            <w:r>
              <w:rPr>
                <w:sz w:val="28"/>
                <w:szCs w:val="28"/>
                <w:lang w:val="uk-UA"/>
              </w:rPr>
              <w:t>2</w:t>
            </w:r>
          </w:p>
        </w:tc>
        <w:tc>
          <w:tcPr>
            <w:tcW w:w="1701" w:type="dxa"/>
          </w:tcPr>
          <w:p w:rsidR="00B76FA9" w:rsidRPr="00BA384D" w:rsidRDefault="00B76FA9" w:rsidP="006C59B4">
            <w:pPr>
              <w:jc w:val="center"/>
              <w:rPr>
                <w:sz w:val="28"/>
                <w:szCs w:val="28"/>
                <w:lang w:val="uk-UA"/>
              </w:rPr>
            </w:pPr>
            <w:r>
              <w:rPr>
                <w:sz w:val="28"/>
                <w:szCs w:val="28"/>
                <w:lang w:val="uk-UA"/>
              </w:rPr>
              <w:t>3</w:t>
            </w:r>
          </w:p>
        </w:tc>
        <w:tc>
          <w:tcPr>
            <w:tcW w:w="2553" w:type="dxa"/>
          </w:tcPr>
          <w:p w:rsidR="00B76FA9" w:rsidRPr="00BA384D" w:rsidRDefault="00B76FA9" w:rsidP="006C59B4">
            <w:pPr>
              <w:jc w:val="center"/>
              <w:rPr>
                <w:sz w:val="28"/>
                <w:szCs w:val="28"/>
                <w:lang w:val="uk-UA"/>
              </w:rPr>
            </w:pPr>
            <w:r>
              <w:rPr>
                <w:sz w:val="28"/>
                <w:szCs w:val="28"/>
                <w:lang w:val="uk-UA"/>
              </w:rPr>
              <w:t>4</w:t>
            </w:r>
          </w:p>
        </w:tc>
      </w:tr>
      <w:tr w:rsidR="00B76FA9" w:rsidRPr="00BA384D" w:rsidTr="001C2918">
        <w:trPr>
          <w:gridBefore w:val="1"/>
        </w:trPr>
        <w:tc>
          <w:tcPr>
            <w:tcW w:w="567" w:type="dxa"/>
          </w:tcPr>
          <w:p w:rsidR="00B76FA9" w:rsidRPr="00BA384D" w:rsidRDefault="00B76FA9" w:rsidP="00FF369A">
            <w:pPr>
              <w:rPr>
                <w:sz w:val="28"/>
                <w:szCs w:val="28"/>
                <w:lang w:val="uk-UA"/>
              </w:rPr>
            </w:pPr>
            <w:r w:rsidRPr="00BA384D">
              <w:rPr>
                <w:sz w:val="28"/>
                <w:szCs w:val="28"/>
                <w:lang w:val="uk-UA"/>
              </w:rPr>
              <w:t>6</w:t>
            </w:r>
            <w:r>
              <w:rPr>
                <w:sz w:val="28"/>
                <w:szCs w:val="28"/>
                <w:lang w:val="uk-UA"/>
              </w:rPr>
              <w:t>3</w:t>
            </w:r>
            <w:r w:rsidRPr="00BA384D">
              <w:rPr>
                <w:sz w:val="28"/>
                <w:szCs w:val="28"/>
                <w:lang w:val="uk-UA"/>
              </w:rPr>
              <w:t>.</w:t>
            </w:r>
          </w:p>
        </w:tc>
        <w:tc>
          <w:tcPr>
            <w:tcW w:w="4960" w:type="dxa"/>
          </w:tcPr>
          <w:p w:rsidR="00B76FA9" w:rsidRPr="00BA384D" w:rsidRDefault="00B76FA9" w:rsidP="009646B2">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результати комплексної перевірки виконавчого комітету Довгополівської сільської ради щодо виконання деле-гованих повноважень органів викона-вчої влади</w:t>
            </w:r>
          </w:p>
        </w:tc>
        <w:tc>
          <w:tcPr>
            <w:tcW w:w="1701" w:type="dxa"/>
          </w:tcPr>
          <w:p w:rsidR="00B76FA9" w:rsidRPr="00BA384D" w:rsidRDefault="00B76FA9" w:rsidP="007A7C20">
            <w:pPr>
              <w:rPr>
                <w:sz w:val="28"/>
                <w:szCs w:val="28"/>
                <w:lang w:val="uk-UA"/>
              </w:rPr>
            </w:pPr>
            <w:r w:rsidRPr="00BA384D">
              <w:rPr>
                <w:sz w:val="28"/>
                <w:szCs w:val="28"/>
                <w:lang w:val="uk-UA"/>
              </w:rPr>
              <w:t>18.12.2017</w:t>
            </w:r>
          </w:p>
        </w:tc>
        <w:tc>
          <w:tcPr>
            <w:tcW w:w="2553" w:type="dxa"/>
          </w:tcPr>
          <w:p w:rsidR="00B76FA9" w:rsidRPr="00BA384D" w:rsidRDefault="00B76FA9" w:rsidP="00282208">
            <w:pPr>
              <w:rPr>
                <w:sz w:val="28"/>
                <w:szCs w:val="28"/>
                <w:lang w:val="uk-UA"/>
              </w:rPr>
            </w:pPr>
            <w:r w:rsidRPr="00BA384D">
              <w:rPr>
                <w:sz w:val="28"/>
                <w:szCs w:val="28"/>
                <w:lang w:val="uk-UA"/>
              </w:rPr>
              <w:t>Татарінов В.М.</w:t>
            </w:r>
          </w:p>
          <w:p w:rsidR="00B76FA9" w:rsidRPr="00BA384D" w:rsidRDefault="00B76FA9" w:rsidP="00282208">
            <w:pPr>
              <w:rPr>
                <w:sz w:val="28"/>
                <w:szCs w:val="28"/>
                <w:lang w:val="uk-UA"/>
              </w:rPr>
            </w:pPr>
            <w:r w:rsidRPr="00BA384D">
              <w:rPr>
                <w:sz w:val="28"/>
                <w:szCs w:val="28"/>
                <w:lang w:val="uk-UA"/>
              </w:rPr>
              <w:t>Ярмак І.М.</w:t>
            </w:r>
          </w:p>
        </w:tc>
      </w:tr>
    </w:tbl>
    <w:p w:rsidR="00B76FA9" w:rsidRPr="00BA384D" w:rsidRDefault="00B76FA9" w:rsidP="00B17B94">
      <w:pPr>
        <w:rPr>
          <w:sz w:val="28"/>
          <w:szCs w:val="28"/>
          <w:lang w:val="uk-UA"/>
        </w:rPr>
      </w:pPr>
    </w:p>
    <w:p w:rsidR="00B76FA9" w:rsidRPr="00BA384D" w:rsidRDefault="00B76FA9" w:rsidP="00CD2977">
      <w:pPr>
        <w:jc w:val="center"/>
        <w:rPr>
          <w:bCs/>
          <w:sz w:val="28"/>
          <w:szCs w:val="28"/>
          <w:lang w:val="uk-UA"/>
        </w:rPr>
      </w:pPr>
      <w:r w:rsidRPr="00BA384D">
        <w:rPr>
          <w:bCs/>
          <w:sz w:val="28"/>
          <w:szCs w:val="28"/>
          <w:lang w:val="uk-UA"/>
        </w:rPr>
        <w:t>ІІІ. Підготовка питань для внесення на розгляд Роменської районної ради</w:t>
      </w:r>
    </w:p>
    <w:p w:rsidR="00B76FA9" w:rsidRPr="00BA384D" w:rsidRDefault="00B76FA9" w:rsidP="00CD2977">
      <w:pPr>
        <w:jc w:val="center"/>
        <w:rPr>
          <w:b/>
          <w:bCs/>
          <w:sz w:val="28"/>
          <w:szCs w:val="28"/>
          <w:lang w:val="uk-UA"/>
        </w:rPr>
      </w:pPr>
      <w:r w:rsidRPr="00BA384D">
        <w:rPr>
          <w:bCs/>
          <w:sz w:val="28"/>
          <w:szCs w:val="28"/>
          <w:lang w:val="uk-UA"/>
        </w:rPr>
        <w:t>І квартал</w:t>
      </w:r>
    </w:p>
    <w:p w:rsidR="00B76FA9" w:rsidRPr="00BA384D" w:rsidRDefault="00B76FA9" w:rsidP="00CD2977">
      <w:pPr>
        <w:ind w:firstLine="708"/>
        <w:jc w:val="both"/>
        <w:rPr>
          <w:bCs/>
          <w:sz w:val="28"/>
          <w:szCs w:val="28"/>
          <w:lang w:val="uk-UA"/>
        </w:rPr>
      </w:pPr>
      <w:r w:rsidRPr="00BA384D">
        <w:rPr>
          <w:sz w:val="28"/>
          <w:szCs w:val="28"/>
          <w:lang w:val="uk-UA"/>
        </w:rPr>
        <w:t xml:space="preserve">1. Про затвердження звіту про виконання районного бюджету за 2016 рік </w:t>
      </w:r>
    </w:p>
    <w:p w:rsidR="00B76FA9" w:rsidRPr="00BA384D" w:rsidRDefault="00B76FA9" w:rsidP="00CD2977">
      <w:pPr>
        <w:ind w:left="3540"/>
        <w:jc w:val="both"/>
        <w:rPr>
          <w:sz w:val="28"/>
          <w:szCs w:val="28"/>
          <w:lang w:val="uk-UA"/>
        </w:rPr>
      </w:pPr>
      <w:r w:rsidRPr="00BA384D">
        <w:rPr>
          <w:sz w:val="28"/>
          <w:szCs w:val="28"/>
          <w:lang w:val="uk-UA"/>
        </w:rPr>
        <w:t>відповідальні: Татарінов В.М., Анісімова М.В.</w:t>
      </w:r>
    </w:p>
    <w:p w:rsidR="00B76FA9" w:rsidRPr="00BA384D" w:rsidRDefault="00B76FA9" w:rsidP="00CD2977">
      <w:pPr>
        <w:ind w:firstLine="708"/>
        <w:jc w:val="both"/>
        <w:rPr>
          <w:sz w:val="28"/>
          <w:szCs w:val="28"/>
          <w:lang w:val="uk-UA"/>
        </w:rPr>
      </w:pPr>
      <w:r w:rsidRPr="00BA384D">
        <w:rPr>
          <w:sz w:val="28"/>
          <w:szCs w:val="28"/>
          <w:lang w:val="uk-UA"/>
        </w:rPr>
        <w:t xml:space="preserve">2. Про внесення змін до рішення районної ради «Про районний бюджет на 2017 рік» </w:t>
      </w:r>
    </w:p>
    <w:p w:rsidR="00B76FA9" w:rsidRPr="00BA384D" w:rsidRDefault="00B76FA9" w:rsidP="00CD2977">
      <w:pPr>
        <w:ind w:left="3544"/>
        <w:jc w:val="both"/>
        <w:rPr>
          <w:sz w:val="28"/>
          <w:szCs w:val="28"/>
          <w:lang w:val="uk-UA"/>
        </w:rPr>
      </w:pPr>
      <w:r w:rsidRPr="00BA384D">
        <w:rPr>
          <w:sz w:val="28"/>
          <w:szCs w:val="28"/>
          <w:lang w:val="uk-UA"/>
        </w:rPr>
        <w:t xml:space="preserve">при наявності потреби згідно плану роботи районної ради </w:t>
      </w:r>
    </w:p>
    <w:p w:rsidR="00B76FA9" w:rsidRPr="00BA384D" w:rsidRDefault="00B76FA9" w:rsidP="00CD2977">
      <w:pPr>
        <w:ind w:left="3544"/>
        <w:jc w:val="both"/>
        <w:rPr>
          <w:sz w:val="28"/>
          <w:szCs w:val="28"/>
          <w:lang w:val="uk-UA"/>
        </w:rPr>
      </w:pPr>
      <w:r w:rsidRPr="00BA384D">
        <w:rPr>
          <w:sz w:val="28"/>
          <w:szCs w:val="28"/>
          <w:lang w:val="uk-UA"/>
        </w:rPr>
        <w:t>відповідальні: Татарінов В.М., Анісімова М.В.</w:t>
      </w:r>
    </w:p>
    <w:p w:rsidR="00B76FA9" w:rsidRPr="00BA384D" w:rsidRDefault="00B76FA9" w:rsidP="00FC34DB">
      <w:pPr>
        <w:ind w:firstLine="708"/>
        <w:jc w:val="both"/>
        <w:rPr>
          <w:sz w:val="28"/>
          <w:szCs w:val="28"/>
          <w:lang w:val="uk-UA"/>
        </w:rPr>
      </w:pPr>
      <w:r w:rsidRPr="00BA384D">
        <w:rPr>
          <w:sz w:val="28"/>
          <w:szCs w:val="28"/>
          <w:lang w:val="uk-UA"/>
        </w:rPr>
        <w:t>3. Про внесення змін та доповнень до Програми економічного і соціального розвитку Роменського району на 2017 рік</w:t>
      </w:r>
    </w:p>
    <w:p w:rsidR="00B76FA9" w:rsidRPr="00BA384D" w:rsidRDefault="00B76FA9" w:rsidP="00FC34DB">
      <w:pPr>
        <w:ind w:left="5387" w:hanging="1847"/>
        <w:jc w:val="both"/>
        <w:rPr>
          <w:sz w:val="28"/>
          <w:szCs w:val="28"/>
          <w:lang w:val="uk-UA"/>
        </w:rPr>
      </w:pPr>
      <w:r w:rsidRPr="00BA384D">
        <w:rPr>
          <w:sz w:val="28"/>
          <w:szCs w:val="28"/>
          <w:lang w:val="uk-UA"/>
        </w:rPr>
        <w:t>відповідальні: Татарінов В.М., Гребенюк О.П.</w:t>
      </w:r>
    </w:p>
    <w:p w:rsidR="00B76FA9" w:rsidRPr="00BA384D" w:rsidRDefault="00B76FA9" w:rsidP="00CD2977">
      <w:pPr>
        <w:pStyle w:val="Heading2"/>
        <w:ind w:firstLine="708"/>
        <w:jc w:val="both"/>
        <w:rPr>
          <w:b w:val="0"/>
          <w:szCs w:val="28"/>
        </w:rPr>
      </w:pPr>
      <w:r w:rsidRPr="00BA384D">
        <w:rPr>
          <w:b w:val="0"/>
          <w:szCs w:val="28"/>
        </w:rPr>
        <w:t>4. Про хід виконання програми забезпечення населення якісною питною водою на 2006-2020 роки у Роменському районі</w:t>
      </w:r>
    </w:p>
    <w:p w:rsidR="00B76FA9" w:rsidRPr="00BA384D" w:rsidRDefault="00B76FA9" w:rsidP="00CD2977">
      <w:pPr>
        <w:ind w:left="3540"/>
        <w:jc w:val="both"/>
        <w:rPr>
          <w:sz w:val="28"/>
          <w:szCs w:val="28"/>
          <w:lang w:val="uk-UA"/>
        </w:rPr>
      </w:pPr>
      <w:r w:rsidRPr="00BA384D">
        <w:rPr>
          <w:sz w:val="28"/>
          <w:szCs w:val="28"/>
          <w:lang w:val="uk-UA"/>
        </w:rPr>
        <w:t>відповідальні: Ломко М.О., Ведмідь В.О.</w:t>
      </w:r>
    </w:p>
    <w:p w:rsidR="00B76FA9" w:rsidRPr="00BA384D" w:rsidRDefault="00B76FA9" w:rsidP="0065603A">
      <w:pPr>
        <w:pStyle w:val="Heading2"/>
        <w:ind w:firstLine="708"/>
        <w:jc w:val="both"/>
        <w:rPr>
          <w:b w:val="0"/>
          <w:szCs w:val="28"/>
        </w:rPr>
      </w:pPr>
      <w:r w:rsidRPr="00BA384D">
        <w:rPr>
          <w:b w:val="0"/>
          <w:szCs w:val="28"/>
        </w:rPr>
        <w:t>5. Звіт про виконання програми «Поводження з твердими побутовими відходами на території Роменського району» на 2014-2016 роки</w:t>
      </w:r>
    </w:p>
    <w:p w:rsidR="00B76FA9" w:rsidRPr="00BA384D" w:rsidRDefault="00B76FA9" w:rsidP="0065603A">
      <w:pPr>
        <w:ind w:left="3540"/>
        <w:jc w:val="both"/>
        <w:rPr>
          <w:sz w:val="28"/>
          <w:szCs w:val="28"/>
          <w:lang w:val="uk-UA"/>
        </w:rPr>
      </w:pPr>
      <w:r w:rsidRPr="00BA384D">
        <w:rPr>
          <w:sz w:val="28"/>
          <w:szCs w:val="28"/>
          <w:lang w:val="uk-UA"/>
        </w:rPr>
        <w:t>відповідальні: Ломко М.О., Ведмідь В.О.</w:t>
      </w:r>
    </w:p>
    <w:p w:rsidR="00B76FA9" w:rsidRPr="00BA384D" w:rsidRDefault="00B76FA9" w:rsidP="00C444B2">
      <w:pPr>
        <w:ind w:firstLine="708"/>
        <w:jc w:val="both"/>
        <w:rPr>
          <w:sz w:val="28"/>
          <w:szCs w:val="28"/>
          <w:lang w:val="uk-UA"/>
        </w:rPr>
      </w:pPr>
      <w:r>
        <w:rPr>
          <w:sz w:val="28"/>
          <w:szCs w:val="28"/>
          <w:lang w:val="uk-UA"/>
        </w:rPr>
        <w:t>6</w:t>
      </w:r>
      <w:r w:rsidRPr="00BA384D">
        <w:rPr>
          <w:sz w:val="28"/>
          <w:szCs w:val="28"/>
          <w:lang w:val="uk-UA"/>
        </w:rPr>
        <w:t>. Про виконання районної цільової програми «Соціальна підтримка осіб з обмеженими фізичними можливостями та інших малозахищених верств населення на 2014-2016 роки» за 2016 рік</w:t>
      </w:r>
    </w:p>
    <w:p w:rsidR="00B76FA9" w:rsidRPr="00BA384D" w:rsidRDefault="00B76FA9" w:rsidP="00C444B2">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Даценко О.М.</w:t>
      </w:r>
    </w:p>
    <w:p w:rsidR="00B76FA9" w:rsidRPr="00BA384D" w:rsidRDefault="00B76FA9" w:rsidP="00211C96">
      <w:pPr>
        <w:ind w:firstLine="708"/>
        <w:jc w:val="both"/>
        <w:rPr>
          <w:sz w:val="28"/>
          <w:szCs w:val="28"/>
          <w:lang w:val="uk-UA"/>
        </w:rPr>
      </w:pPr>
      <w:r>
        <w:rPr>
          <w:sz w:val="28"/>
          <w:szCs w:val="28"/>
          <w:lang w:val="uk-UA"/>
        </w:rPr>
        <w:t>7</w:t>
      </w:r>
      <w:r w:rsidRPr="00BA384D">
        <w:rPr>
          <w:sz w:val="28"/>
          <w:szCs w:val="28"/>
          <w:lang w:val="uk-UA"/>
        </w:rPr>
        <w:t>. Про стан здоров’я сільського населення та діяльність комунального закладу «Центр первинної медико-санітарної допомоги Роменського району Сумської області» по наданню медичної допомоги населенню Роменського району за 2016 рік. Проблемні питання, шляхи поліпшення якості медичної допомоги (на засідання постійної комісії районної ради)</w:t>
      </w:r>
    </w:p>
    <w:p w:rsidR="00B76FA9" w:rsidRPr="00BA384D" w:rsidRDefault="00B76FA9" w:rsidP="00211C96">
      <w:pPr>
        <w:ind w:left="3540"/>
        <w:jc w:val="both"/>
        <w:rPr>
          <w:sz w:val="28"/>
          <w:szCs w:val="28"/>
          <w:lang w:val="uk-UA"/>
        </w:rPr>
      </w:pPr>
      <w:r w:rsidRPr="00BA384D">
        <w:rPr>
          <w:sz w:val="28"/>
          <w:szCs w:val="28"/>
          <w:lang w:val="uk-UA"/>
        </w:rPr>
        <w:t>відповідальні: Татарінов В.М., Козаченко М.І.</w:t>
      </w:r>
    </w:p>
    <w:p w:rsidR="00B76FA9" w:rsidRPr="00F02ED0" w:rsidRDefault="00B76FA9" w:rsidP="00CD2977">
      <w:pPr>
        <w:jc w:val="both"/>
        <w:rPr>
          <w:sz w:val="16"/>
          <w:szCs w:val="16"/>
          <w:lang w:val="uk-UA"/>
        </w:rPr>
      </w:pPr>
    </w:p>
    <w:p w:rsidR="00B76FA9" w:rsidRPr="00BA384D" w:rsidRDefault="00B76FA9" w:rsidP="00CD2977">
      <w:pPr>
        <w:pStyle w:val="Heading2"/>
        <w:ind w:left="3540" w:firstLine="708"/>
        <w:jc w:val="both"/>
        <w:rPr>
          <w:b w:val="0"/>
          <w:szCs w:val="28"/>
        </w:rPr>
      </w:pPr>
      <w:r w:rsidRPr="00BA384D">
        <w:rPr>
          <w:b w:val="0"/>
          <w:szCs w:val="28"/>
        </w:rPr>
        <w:t>ІІ квартал</w:t>
      </w:r>
    </w:p>
    <w:p w:rsidR="00B76FA9" w:rsidRPr="00BA384D" w:rsidRDefault="00B76FA9" w:rsidP="00CD2977">
      <w:pPr>
        <w:ind w:firstLine="708"/>
        <w:jc w:val="both"/>
        <w:rPr>
          <w:sz w:val="28"/>
          <w:szCs w:val="28"/>
          <w:lang w:val="uk-UA"/>
        </w:rPr>
      </w:pPr>
      <w:r w:rsidRPr="00BA384D">
        <w:rPr>
          <w:sz w:val="28"/>
          <w:szCs w:val="28"/>
          <w:lang w:val="uk-UA"/>
        </w:rPr>
        <w:t>1. Про затвердження звіту про виконання районного бюджету за І квартал 2017 року</w:t>
      </w:r>
    </w:p>
    <w:p w:rsidR="00B76FA9" w:rsidRPr="00BA384D" w:rsidRDefault="00B76FA9"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 xml:space="preserve">відповідальні: Татарінов В.М., Анісімова М.В. </w:t>
      </w:r>
    </w:p>
    <w:p w:rsidR="00B76FA9" w:rsidRPr="00BA384D" w:rsidRDefault="00B76FA9" w:rsidP="005B47A7">
      <w:pPr>
        <w:ind w:firstLine="708"/>
        <w:jc w:val="both"/>
        <w:rPr>
          <w:sz w:val="28"/>
          <w:szCs w:val="28"/>
          <w:lang w:val="uk-UA"/>
        </w:rPr>
      </w:pPr>
      <w:r w:rsidRPr="00BA384D">
        <w:rPr>
          <w:sz w:val="28"/>
          <w:szCs w:val="28"/>
          <w:lang w:val="uk-UA"/>
        </w:rPr>
        <w:t xml:space="preserve">2. Про внесення змін до рішення районної ради «Про районний бюджет на 2017 рік» </w:t>
      </w:r>
    </w:p>
    <w:p w:rsidR="00B76FA9" w:rsidRPr="00BA384D" w:rsidRDefault="00B76FA9" w:rsidP="005B47A7">
      <w:pPr>
        <w:ind w:left="3544"/>
        <w:jc w:val="both"/>
        <w:rPr>
          <w:sz w:val="28"/>
          <w:szCs w:val="28"/>
          <w:lang w:val="uk-UA"/>
        </w:rPr>
      </w:pPr>
      <w:r w:rsidRPr="00BA384D">
        <w:rPr>
          <w:sz w:val="28"/>
          <w:szCs w:val="28"/>
          <w:lang w:val="uk-UA"/>
        </w:rPr>
        <w:t xml:space="preserve">при наявності потреби згідно плану роботи районної ради </w:t>
      </w:r>
    </w:p>
    <w:p w:rsidR="00B76FA9" w:rsidRPr="00BA384D" w:rsidRDefault="00B76FA9" w:rsidP="005B47A7">
      <w:pPr>
        <w:ind w:left="3544"/>
        <w:jc w:val="both"/>
        <w:rPr>
          <w:sz w:val="28"/>
          <w:szCs w:val="28"/>
          <w:lang w:val="uk-UA"/>
        </w:rPr>
      </w:pPr>
      <w:r w:rsidRPr="00BA384D">
        <w:rPr>
          <w:sz w:val="28"/>
          <w:szCs w:val="28"/>
          <w:lang w:val="uk-UA"/>
        </w:rPr>
        <w:t>відповідальні: Татарінов В.М., Анісімова М.В.</w:t>
      </w:r>
    </w:p>
    <w:p w:rsidR="00B76FA9" w:rsidRPr="00BA384D" w:rsidRDefault="00B76FA9" w:rsidP="00FC34DB">
      <w:pPr>
        <w:ind w:firstLine="708"/>
        <w:jc w:val="both"/>
        <w:rPr>
          <w:sz w:val="28"/>
          <w:szCs w:val="28"/>
          <w:lang w:val="uk-UA"/>
        </w:rPr>
      </w:pPr>
      <w:r w:rsidRPr="00BA384D">
        <w:rPr>
          <w:sz w:val="28"/>
          <w:szCs w:val="28"/>
          <w:lang w:val="uk-UA"/>
        </w:rPr>
        <w:t>3. Про внесення змін до Програми економічного і соціального розвитку Роменського району на 2017 рік</w:t>
      </w:r>
    </w:p>
    <w:p w:rsidR="00B76FA9" w:rsidRPr="00BA384D" w:rsidRDefault="00B76FA9" w:rsidP="00FC34DB">
      <w:pPr>
        <w:ind w:left="5387" w:hanging="1847"/>
        <w:jc w:val="both"/>
        <w:rPr>
          <w:sz w:val="28"/>
          <w:szCs w:val="28"/>
          <w:lang w:val="uk-UA"/>
        </w:rPr>
      </w:pPr>
      <w:r w:rsidRPr="00BA384D">
        <w:rPr>
          <w:sz w:val="28"/>
          <w:szCs w:val="28"/>
          <w:lang w:val="uk-UA"/>
        </w:rPr>
        <w:t>відповідальні: Татарінов В.М., Гребенюк О.П.</w:t>
      </w:r>
    </w:p>
    <w:p w:rsidR="00B76FA9" w:rsidRPr="00BA384D" w:rsidRDefault="00B76FA9" w:rsidP="00CD2977">
      <w:pPr>
        <w:ind w:firstLine="708"/>
        <w:jc w:val="both"/>
        <w:rPr>
          <w:sz w:val="28"/>
          <w:szCs w:val="28"/>
          <w:lang w:val="uk-UA"/>
        </w:rPr>
      </w:pPr>
      <w:r w:rsidRPr="00BA384D">
        <w:rPr>
          <w:sz w:val="28"/>
          <w:szCs w:val="28"/>
          <w:lang w:val="uk-UA"/>
        </w:rPr>
        <w:t>4. Про хід виконання районної програми «Освіта Роменщини» на 2017 рік за підсумками першого півріччя</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B76FA9" w:rsidRPr="00BA384D" w:rsidRDefault="00B76FA9" w:rsidP="001D2278">
      <w:pPr>
        <w:ind w:left="2832" w:firstLine="708"/>
        <w:jc w:val="both"/>
        <w:rPr>
          <w:sz w:val="28"/>
          <w:szCs w:val="28"/>
          <w:lang w:val="uk-UA"/>
        </w:rPr>
      </w:pPr>
      <w:r w:rsidRPr="00BA384D">
        <w:rPr>
          <w:sz w:val="28"/>
          <w:szCs w:val="28"/>
          <w:lang w:val="uk-UA"/>
        </w:rPr>
        <w:t>відповідальні: Татарінов В.М., Шкурат Л.П.</w:t>
      </w:r>
    </w:p>
    <w:p w:rsidR="00B76FA9" w:rsidRPr="00BA384D" w:rsidRDefault="00B76FA9" w:rsidP="001D2278">
      <w:pPr>
        <w:ind w:firstLine="708"/>
        <w:jc w:val="both"/>
        <w:rPr>
          <w:sz w:val="28"/>
          <w:szCs w:val="28"/>
          <w:lang w:val="uk-UA"/>
        </w:rPr>
      </w:pPr>
      <w:r w:rsidRPr="00BA384D">
        <w:rPr>
          <w:sz w:val="28"/>
          <w:szCs w:val="28"/>
          <w:lang w:val="uk-UA"/>
        </w:rPr>
        <w:t>5. Про хід виконання Програми розвитку фізичної культури і спорту на 2017 рік за підсумками першого півріччя</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B76FA9" w:rsidRPr="00BA384D" w:rsidRDefault="00B76FA9" w:rsidP="001D2278">
      <w:pPr>
        <w:ind w:left="2832" w:firstLine="708"/>
        <w:jc w:val="both"/>
        <w:rPr>
          <w:sz w:val="28"/>
          <w:szCs w:val="28"/>
          <w:lang w:val="uk-UA"/>
        </w:rPr>
      </w:pPr>
      <w:r w:rsidRPr="00BA384D">
        <w:rPr>
          <w:sz w:val="28"/>
          <w:szCs w:val="28"/>
          <w:lang w:val="uk-UA"/>
        </w:rPr>
        <w:t>відповідальні: Татарінов В.М., Шкурат Л.П.</w:t>
      </w:r>
    </w:p>
    <w:p w:rsidR="00B76FA9" w:rsidRPr="00BA384D" w:rsidRDefault="00B76FA9" w:rsidP="00925E20">
      <w:pPr>
        <w:ind w:firstLine="708"/>
        <w:jc w:val="both"/>
        <w:rPr>
          <w:sz w:val="28"/>
          <w:szCs w:val="28"/>
          <w:lang w:val="uk-UA"/>
        </w:rPr>
      </w:pPr>
      <w:r w:rsidRPr="00BA384D">
        <w:rPr>
          <w:sz w:val="28"/>
          <w:szCs w:val="28"/>
          <w:lang w:val="uk-UA"/>
        </w:rPr>
        <w:t>6. Про хід виконання районної програми з розроблення схеми планування території Роменського району</w:t>
      </w:r>
    </w:p>
    <w:p w:rsidR="00B76FA9" w:rsidRPr="00BA384D" w:rsidRDefault="00B76FA9" w:rsidP="00925E20">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Федько Л.Г.</w:t>
      </w:r>
    </w:p>
    <w:p w:rsidR="00B76FA9" w:rsidRPr="00F02ED0" w:rsidRDefault="00B76FA9" w:rsidP="00CD2977">
      <w:pPr>
        <w:pStyle w:val="Heading2"/>
        <w:ind w:left="3540" w:firstLine="708"/>
        <w:jc w:val="both"/>
        <w:rPr>
          <w:b w:val="0"/>
          <w:sz w:val="16"/>
          <w:szCs w:val="16"/>
        </w:rPr>
      </w:pPr>
    </w:p>
    <w:p w:rsidR="00B76FA9" w:rsidRPr="00BA384D" w:rsidRDefault="00B76FA9" w:rsidP="00CD2977">
      <w:pPr>
        <w:pStyle w:val="Heading2"/>
        <w:ind w:left="3540" w:firstLine="708"/>
        <w:jc w:val="both"/>
        <w:rPr>
          <w:b w:val="0"/>
          <w:szCs w:val="28"/>
        </w:rPr>
      </w:pPr>
      <w:r w:rsidRPr="00BA384D">
        <w:rPr>
          <w:b w:val="0"/>
          <w:szCs w:val="28"/>
        </w:rPr>
        <w:t>ІІІ квартал</w:t>
      </w:r>
    </w:p>
    <w:p w:rsidR="00B76FA9" w:rsidRPr="00BA384D" w:rsidRDefault="00B76FA9" w:rsidP="00CD2977">
      <w:pPr>
        <w:ind w:firstLine="708"/>
        <w:jc w:val="both"/>
        <w:rPr>
          <w:sz w:val="28"/>
          <w:szCs w:val="28"/>
          <w:lang w:val="uk-UA"/>
        </w:rPr>
      </w:pPr>
      <w:r w:rsidRPr="00BA384D">
        <w:rPr>
          <w:sz w:val="28"/>
          <w:szCs w:val="28"/>
          <w:lang w:val="uk-UA"/>
        </w:rPr>
        <w:t>1. Про затвердження звіту про виконання районного бюджету за перше півріччя 2017 року</w:t>
      </w:r>
    </w:p>
    <w:p w:rsidR="00B76FA9" w:rsidRPr="00BA384D" w:rsidRDefault="00B76FA9"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Анісімова М.В.</w:t>
      </w:r>
    </w:p>
    <w:p w:rsidR="00B76FA9" w:rsidRPr="00BA384D" w:rsidRDefault="00B76FA9" w:rsidP="005B47A7">
      <w:pPr>
        <w:ind w:firstLine="708"/>
        <w:jc w:val="both"/>
        <w:rPr>
          <w:sz w:val="28"/>
          <w:szCs w:val="28"/>
          <w:lang w:val="uk-UA"/>
        </w:rPr>
      </w:pPr>
      <w:r w:rsidRPr="00BA384D">
        <w:rPr>
          <w:sz w:val="28"/>
          <w:szCs w:val="28"/>
          <w:lang w:val="uk-UA"/>
        </w:rPr>
        <w:t xml:space="preserve">2. Про внесення змін до рішення районної ради «Про районний бюджет на 2017 рік» </w:t>
      </w:r>
    </w:p>
    <w:p w:rsidR="00B76FA9" w:rsidRPr="00BA384D" w:rsidRDefault="00B76FA9" w:rsidP="005B47A7">
      <w:pPr>
        <w:ind w:left="3544"/>
        <w:jc w:val="both"/>
        <w:rPr>
          <w:sz w:val="28"/>
          <w:szCs w:val="28"/>
          <w:lang w:val="uk-UA"/>
        </w:rPr>
      </w:pPr>
      <w:r w:rsidRPr="00BA384D">
        <w:rPr>
          <w:sz w:val="28"/>
          <w:szCs w:val="28"/>
          <w:lang w:val="uk-UA"/>
        </w:rPr>
        <w:t xml:space="preserve">при наявності потреби згідно плану роботи районної ради </w:t>
      </w:r>
    </w:p>
    <w:p w:rsidR="00B76FA9" w:rsidRPr="00BA384D" w:rsidRDefault="00B76FA9" w:rsidP="005B47A7">
      <w:pPr>
        <w:ind w:left="3544"/>
        <w:jc w:val="both"/>
        <w:rPr>
          <w:sz w:val="28"/>
          <w:szCs w:val="28"/>
          <w:lang w:val="uk-UA"/>
        </w:rPr>
      </w:pPr>
      <w:r w:rsidRPr="00BA384D">
        <w:rPr>
          <w:sz w:val="28"/>
          <w:szCs w:val="28"/>
          <w:lang w:val="uk-UA"/>
        </w:rPr>
        <w:t>відповідальні: Татарінов В.М., Анісімова М.В.</w:t>
      </w:r>
    </w:p>
    <w:p w:rsidR="00B76FA9" w:rsidRPr="00BA384D" w:rsidRDefault="00B76FA9" w:rsidP="00CD2977">
      <w:pPr>
        <w:ind w:firstLine="708"/>
        <w:jc w:val="both"/>
        <w:rPr>
          <w:sz w:val="28"/>
          <w:szCs w:val="28"/>
          <w:lang w:val="uk-UA"/>
        </w:rPr>
      </w:pPr>
      <w:r w:rsidRPr="00BA384D">
        <w:rPr>
          <w:sz w:val="28"/>
          <w:szCs w:val="28"/>
          <w:lang w:val="uk-UA"/>
        </w:rPr>
        <w:t>3. Про внесення змін до Програми економічного і соціального розвитку Роменського району на 2017 рік</w:t>
      </w:r>
    </w:p>
    <w:p w:rsidR="00B76FA9" w:rsidRPr="00BA384D" w:rsidRDefault="00B76FA9" w:rsidP="00FC34DB">
      <w:pPr>
        <w:ind w:left="5387" w:hanging="1847"/>
        <w:jc w:val="both"/>
        <w:rPr>
          <w:sz w:val="28"/>
          <w:szCs w:val="28"/>
          <w:lang w:val="uk-UA"/>
        </w:rPr>
      </w:pPr>
      <w:r w:rsidRPr="00BA384D">
        <w:rPr>
          <w:sz w:val="28"/>
          <w:szCs w:val="28"/>
          <w:lang w:val="uk-UA"/>
        </w:rPr>
        <w:t>відповідальні: Татарінов В.М., Гребенюк О.П.</w:t>
      </w:r>
    </w:p>
    <w:p w:rsidR="00B76FA9" w:rsidRPr="00BA384D" w:rsidRDefault="00B76FA9" w:rsidP="00CD2977">
      <w:pPr>
        <w:ind w:firstLine="708"/>
        <w:jc w:val="both"/>
        <w:rPr>
          <w:sz w:val="28"/>
          <w:szCs w:val="28"/>
          <w:lang w:val="uk-UA"/>
        </w:rPr>
      </w:pPr>
      <w:r w:rsidRPr="00BA384D">
        <w:rPr>
          <w:sz w:val="28"/>
          <w:szCs w:val="28"/>
          <w:lang w:val="uk-UA"/>
        </w:rPr>
        <w:t>4. Про хід виконання районної програми оздоровлення та відпочинку дітей на 2017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B76FA9" w:rsidRPr="00BA384D" w:rsidRDefault="00B76FA9" w:rsidP="001D2278">
      <w:pPr>
        <w:ind w:left="2832" w:firstLine="708"/>
        <w:jc w:val="both"/>
        <w:rPr>
          <w:sz w:val="28"/>
          <w:szCs w:val="28"/>
          <w:lang w:val="uk-UA"/>
        </w:rPr>
      </w:pPr>
      <w:r w:rsidRPr="00BA384D">
        <w:rPr>
          <w:sz w:val="28"/>
          <w:szCs w:val="28"/>
          <w:lang w:val="uk-UA"/>
        </w:rPr>
        <w:t>відповідальні: Татарінов В.М., Шкурат Л.П.</w:t>
      </w:r>
    </w:p>
    <w:p w:rsidR="00B76FA9" w:rsidRPr="00BA384D" w:rsidRDefault="00B76FA9" w:rsidP="00CD2977">
      <w:pPr>
        <w:pStyle w:val="Heading2"/>
        <w:ind w:firstLine="708"/>
        <w:jc w:val="both"/>
        <w:rPr>
          <w:b w:val="0"/>
          <w:szCs w:val="28"/>
        </w:rPr>
      </w:pPr>
      <w:r w:rsidRPr="00BA384D">
        <w:rPr>
          <w:b w:val="0"/>
          <w:szCs w:val="28"/>
        </w:rPr>
        <w:t>5. Про роботу комунального закладу «Центр первинної медико-санітарної допомоги» щодо виконання Загальнодержавної програми протидії захворюванню на туберкульоз на 2012-2016 роки (на засідання постійної комісії районної ради)</w:t>
      </w:r>
    </w:p>
    <w:p w:rsidR="00B76FA9" w:rsidRPr="00BA384D" w:rsidRDefault="00B76FA9" w:rsidP="00CD2977">
      <w:pPr>
        <w:ind w:left="3540"/>
        <w:jc w:val="both"/>
        <w:rPr>
          <w:sz w:val="28"/>
          <w:szCs w:val="28"/>
          <w:lang w:val="uk-UA"/>
        </w:rPr>
      </w:pPr>
      <w:r w:rsidRPr="00BA384D">
        <w:rPr>
          <w:sz w:val="28"/>
          <w:szCs w:val="28"/>
          <w:lang w:val="uk-UA"/>
        </w:rPr>
        <w:t>відповідальні: Татарінов В.М., Козаченко М.І.</w:t>
      </w:r>
    </w:p>
    <w:p w:rsidR="00B76FA9" w:rsidRPr="00BA384D" w:rsidRDefault="00B76FA9" w:rsidP="004D54D6">
      <w:pPr>
        <w:ind w:firstLine="708"/>
        <w:jc w:val="both"/>
        <w:rPr>
          <w:sz w:val="28"/>
          <w:szCs w:val="28"/>
          <w:lang w:val="uk-UA"/>
        </w:rPr>
      </w:pPr>
      <w:r w:rsidRPr="00BA384D">
        <w:rPr>
          <w:sz w:val="28"/>
          <w:szCs w:val="28"/>
          <w:lang w:val="uk-UA"/>
        </w:rPr>
        <w:t>6. Про удосконалення мережі сільських дитячих музичних шкіл</w:t>
      </w:r>
    </w:p>
    <w:p w:rsidR="00B76FA9" w:rsidRPr="00BA384D" w:rsidRDefault="00B76FA9" w:rsidP="004D54D6">
      <w:pPr>
        <w:ind w:left="3540"/>
        <w:jc w:val="both"/>
        <w:rPr>
          <w:sz w:val="28"/>
          <w:szCs w:val="28"/>
          <w:lang w:val="uk-UA"/>
        </w:rPr>
      </w:pPr>
      <w:r w:rsidRPr="00BA384D">
        <w:rPr>
          <w:sz w:val="28"/>
          <w:szCs w:val="28"/>
          <w:lang w:val="uk-UA"/>
        </w:rPr>
        <w:t>відповідальні: Татарінов В.М., Момот С.В.</w:t>
      </w:r>
    </w:p>
    <w:p w:rsidR="00B76FA9" w:rsidRPr="00F02ED0" w:rsidRDefault="00B76FA9" w:rsidP="00FE6FDA">
      <w:pPr>
        <w:jc w:val="both"/>
        <w:rPr>
          <w:bCs/>
          <w:sz w:val="16"/>
          <w:szCs w:val="16"/>
          <w:lang w:val="uk-UA"/>
        </w:rPr>
      </w:pPr>
    </w:p>
    <w:p w:rsidR="00B76FA9" w:rsidRPr="00BA384D" w:rsidRDefault="00B76FA9" w:rsidP="00CD2977">
      <w:pPr>
        <w:ind w:left="3540" w:firstLine="708"/>
        <w:jc w:val="both"/>
        <w:rPr>
          <w:bCs/>
          <w:sz w:val="28"/>
          <w:szCs w:val="28"/>
          <w:lang w:val="uk-UA"/>
        </w:rPr>
      </w:pPr>
      <w:r w:rsidRPr="00BA384D">
        <w:rPr>
          <w:bCs/>
          <w:sz w:val="28"/>
          <w:szCs w:val="28"/>
          <w:lang w:val="uk-UA"/>
        </w:rPr>
        <w:t>І</w:t>
      </w:r>
      <w:r w:rsidRPr="00BA384D">
        <w:rPr>
          <w:bCs/>
          <w:sz w:val="28"/>
          <w:szCs w:val="28"/>
          <w:lang w:val="en-US"/>
        </w:rPr>
        <w:t>V</w:t>
      </w:r>
      <w:r w:rsidRPr="00BA384D">
        <w:rPr>
          <w:bCs/>
          <w:sz w:val="28"/>
          <w:szCs w:val="28"/>
          <w:lang w:val="uk-UA"/>
        </w:rPr>
        <w:t xml:space="preserve"> квартал</w:t>
      </w:r>
    </w:p>
    <w:p w:rsidR="00B76FA9" w:rsidRPr="00BA384D" w:rsidRDefault="00B76FA9" w:rsidP="00CD2977">
      <w:pPr>
        <w:ind w:firstLine="708"/>
        <w:jc w:val="both"/>
        <w:rPr>
          <w:sz w:val="28"/>
          <w:szCs w:val="28"/>
          <w:lang w:val="uk-UA"/>
        </w:rPr>
      </w:pPr>
      <w:r w:rsidRPr="00BA384D">
        <w:rPr>
          <w:sz w:val="28"/>
          <w:szCs w:val="28"/>
          <w:lang w:val="uk-UA"/>
        </w:rPr>
        <w:t xml:space="preserve">1. Про затвердження районної програми оздоровлення та відпочинку дітей на 2018 рік  </w:t>
      </w:r>
    </w:p>
    <w:p w:rsidR="00B76FA9" w:rsidRPr="00BA384D" w:rsidRDefault="00B76FA9" w:rsidP="00CD2977">
      <w:pPr>
        <w:ind w:left="3540"/>
        <w:jc w:val="both"/>
        <w:rPr>
          <w:sz w:val="28"/>
          <w:szCs w:val="28"/>
          <w:lang w:val="uk-UA"/>
        </w:rPr>
      </w:pPr>
      <w:r w:rsidRPr="00BA384D">
        <w:rPr>
          <w:sz w:val="28"/>
          <w:szCs w:val="28"/>
          <w:lang w:val="uk-UA"/>
        </w:rPr>
        <w:t>відповідальні: Татарінов В.М., Шкурат Л.П., Тунік Т.О.</w:t>
      </w:r>
    </w:p>
    <w:p w:rsidR="00B76FA9" w:rsidRPr="00BA384D" w:rsidRDefault="00B76FA9" w:rsidP="00CD2977">
      <w:pPr>
        <w:ind w:firstLine="708"/>
        <w:jc w:val="both"/>
        <w:rPr>
          <w:sz w:val="28"/>
          <w:szCs w:val="28"/>
          <w:lang w:val="uk-UA"/>
        </w:rPr>
      </w:pPr>
      <w:r w:rsidRPr="00BA384D">
        <w:rPr>
          <w:sz w:val="28"/>
          <w:szCs w:val="28"/>
          <w:lang w:val="uk-UA"/>
        </w:rPr>
        <w:t>2. Про затвердження районної програми «Освіта Роменщини» на 2018 рік</w:t>
      </w:r>
    </w:p>
    <w:p w:rsidR="00B76FA9" w:rsidRPr="00BA384D" w:rsidRDefault="00B76FA9" w:rsidP="00CD2977">
      <w:pPr>
        <w:ind w:firstLine="708"/>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Шкурат Л.П.</w:t>
      </w:r>
    </w:p>
    <w:p w:rsidR="00B76FA9" w:rsidRPr="00BA384D" w:rsidRDefault="00B76FA9" w:rsidP="00CD2977">
      <w:pPr>
        <w:ind w:firstLine="708"/>
        <w:jc w:val="both"/>
        <w:rPr>
          <w:sz w:val="28"/>
          <w:szCs w:val="28"/>
          <w:lang w:val="uk-UA"/>
        </w:rPr>
      </w:pPr>
      <w:r w:rsidRPr="00BA384D">
        <w:rPr>
          <w:sz w:val="28"/>
          <w:szCs w:val="28"/>
          <w:lang w:val="uk-UA"/>
        </w:rPr>
        <w:t>3. Про затвердження звіту про виконання районного бюджету за 9 місяців 2017 року</w:t>
      </w:r>
    </w:p>
    <w:p w:rsidR="00B76FA9" w:rsidRPr="00BA384D" w:rsidRDefault="00B76FA9"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Анісімова М.В.</w:t>
      </w:r>
    </w:p>
    <w:p w:rsidR="00B76FA9" w:rsidRPr="00BA384D" w:rsidRDefault="00B76FA9" w:rsidP="00FC34DB">
      <w:pPr>
        <w:ind w:firstLine="708"/>
        <w:jc w:val="both"/>
        <w:rPr>
          <w:sz w:val="28"/>
          <w:szCs w:val="28"/>
          <w:lang w:val="uk-UA"/>
        </w:rPr>
      </w:pPr>
      <w:r w:rsidRPr="00BA384D">
        <w:rPr>
          <w:sz w:val="28"/>
          <w:szCs w:val="28"/>
          <w:lang w:val="uk-UA"/>
        </w:rPr>
        <w:t>4. Про внесення змін до Програми економічного і соціального розвитку Роменського району на 2017 рік</w:t>
      </w:r>
    </w:p>
    <w:p w:rsidR="00B76FA9" w:rsidRPr="00BA384D" w:rsidRDefault="00B76FA9" w:rsidP="00FC34DB">
      <w:pPr>
        <w:ind w:left="5387" w:hanging="1847"/>
        <w:jc w:val="both"/>
        <w:rPr>
          <w:sz w:val="28"/>
          <w:szCs w:val="28"/>
          <w:lang w:val="uk-UA"/>
        </w:rPr>
      </w:pPr>
      <w:r w:rsidRPr="00BA384D">
        <w:rPr>
          <w:sz w:val="28"/>
          <w:szCs w:val="28"/>
          <w:lang w:val="uk-UA"/>
        </w:rPr>
        <w:t>відповідальні: Татарінов В.М., Гребенюк О.П.</w:t>
      </w:r>
    </w:p>
    <w:p w:rsidR="00B76FA9" w:rsidRPr="00BA384D" w:rsidRDefault="00B76FA9" w:rsidP="00CD2977">
      <w:pPr>
        <w:ind w:firstLine="708"/>
        <w:jc w:val="both"/>
        <w:rPr>
          <w:sz w:val="28"/>
          <w:szCs w:val="28"/>
          <w:lang w:val="uk-UA"/>
        </w:rPr>
      </w:pPr>
      <w:r w:rsidRPr="00BA384D">
        <w:rPr>
          <w:sz w:val="28"/>
          <w:szCs w:val="28"/>
          <w:lang w:val="uk-UA"/>
        </w:rPr>
        <w:t xml:space="preserve">5. Про затвердження Програми розвитку культури та мистецтв на 2018 рік </w:t>
      </w:r>
    </w:p>
    <w:p w:rsidR="00B76FA9" w:rsidRPr="00BA384D" w:rsidRDefault="00B76FA9" w:rsidP="00CD2977">
      <w:pPr>
        <w:ind w:left="2832" w:firstLine="708"/>
        <w:jc w:val="both"/>
        <w:rPr>
          <w:sz w:val="28"/>
          <w:szCs w:val="28"/>
          <w:lang w:val="uk-UA"/>
        </w:rPr>
      </w:pPr>
      <w:r w:rsidRPr="00BA384D">
        <w:rPr>
          <w:sz w:val="28"/>
          <w:szCs w:val="28"/>
          <w:lang w:val="uk-UA"/>
        </w:rPr>
        <w:t>відповідальні: Татарінов В.М., Момот С.В.</w:t>
      </w:r>
    </w:p>
    <w:p w:rsidR="00B76FA9" w:rsidRPr="00BA384D" w:rsidRDefault="00B76FA9" w:rsidP="00CD2977">
      <w:pPr>
        <w:ind w:firstLine="708"/>
        <w:jc w:val="both"/>
        <w:rPr>
          <w:sz w:val="28"/>
          <w:szCs w:val="28"/>
          <w:lang w:val="uk-UA"/>
        </w:rPr>
      </w:pPr>
      <w:r w:rsidRPr="00BA384D">
        <w:rPr>
          <w:sz w:val="28"/>
          <w:szCs w:val="28"/>
          <w:lang w:val="uk-UA"/>
        </w:rPr>
        <w:t xml:space="preserve">6. Про хід виконання районної програми забезпечення містобудівною документацією населених пунктів на території Роменського району </w:t>
      </w:r>
    </w:p>
    <w:p w:rsidR="00B76FA9" w:rsidRPr="00BA384D" w:rsidRDefault="00B76FA9"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Федько Л.Г.</w:t>
      </w:r>
    </w:p>
    <w:p w:rsidR="00B76FA9" w:rsidRPr="00BA384D" w:rsidRDefault="00B76FA9" w:rsidP="00CD2977">
      <w:pPr>
        <w:ind w:firstLine="708"/>
        <w:jc w:val="both"/>
        <w:rPr>
          <w:sz w:val="28"/>
          <w:szCs w:val="28"/>
          <w:lang w:val="uk-UA"/>
        </w:rPr>
      </w:pPr>
      <w:r w:rsidRPr="00BA384D">
        <w:rPr>
          <w:sz w:val="28"/>
          <w:szCs w:val="28"/>
          <w:lang w:val="uk-UA"/>
        </w:rPr>
        <w:t>7. Про хід виконання районної програми містобудівної діяльності та створенн</w:t>
      </w:r>
      <w:r>
        <w:rPr>
          <w:sz w:val="28"/>
          <w:szCs w:val="28"/>
          <w:lang w:val="uk-UA"/>
        </w:rPr>
        <w:t xml:space="preserve">я служби містобудівного кадастру </w:t>
      </w:r>
    </w:p>
    <w:p w:rsidR="00B76FA9" w:rsidRPr="00BA384D" w:rsidRDefault="00B76FA9" w:rsidP="00D4436D">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Федько Л.Г.</w:t>
      </w:r>
    </w:p>
    <w:p w:rsidR="00B76FA9" w:rsidRPr="00BA384D" w:rsidRDefault="00B76FA9" w:rsidP="00D4436D">
      <w:pPr>
        <w:ind w:firstLine="708"/>
        <w:jc w:val="both"/>
        <w:rPr>
          <w:bCs/>
          <w:sz w:val="28"/>
          <w:szCs w:val="28"/>
          <w:lang w:val="uk-UA"/>
        </w:rPr>
      </w:pPr>
      <w:r w:rsidRPr="00BA384D">
        <w:rPr>
          <w:bCs/>
          <w:sz w:val="28"/>
          <w:szCs w:val="28"/>
          <w:lang w:val="uk-UA"/>
        </w:rPr>
        <w:t>8. Про хід виконання районної Програми з реалізації Конвенції ООН про права дитини на 2017-2019 роки</w:t>
      </w:r>
    </w:p>
    <w:p w:rsidR="00B76FA9" w:rsidRPr="00BA384D" w:rsidRDefault="00B76FA9"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Ст</w:t>
      </w:r>
      <w:r>
        <w:rPr>
          <w:sz w:val="28"/>
          <w:szCs w:val="28"/>
          <w:lang w:val="uk-UA"/>
        </w:rPr>
        <w:t>арун</w:t>
      </w:r>
      <w:r w:rsidRPr="00BA384D">
        <w:rPr>
          <w:sz w:val="28"/>
          <w:szCs w:val="28"/>
          <w:lang w:val="uk-UA"/>
        </w:rPr>
        <w:t xml:space="preserve"> </w:t>
      </w:r>
      <w:r>
        <w:rPr>
          <w:sz w:val="28"/>
          <w:szCs w:val="28"/>
          <w:lang w:val="uk-UA"/>
        </w:rPr>
        <w:t>Н</w:t>
      </w:r>
      <w:r w:rsidRPr="00BA384D">
        <w:rPr>
          <w:sz w:val="28"/>
          <w:szCs w:val="28"/>
          <w:lang w:val="uk-UA"/>
        </w:rPr>
        <w:t>.В.</w:t>
      </w:r>
    </w:p>
    <w:p w:rsidR="00B76FA9" w:rsidRPr="00BA384D" w:rsidRDefault="00B76FA9" w:rsidP="00CD2977">
      <w:pPr>
        <w:ind w:firstLine="708"/>
        <w:jc w:val="both"/>
        <w:rPr>
          <w:sz w:val="28"/>
          <w:szCs w:val="28"/>
          <w:lang w:val="uk-UA"/>
        </w:rPr>
      </w:pPr>
      <w:r w:rsidRPr="00BA384D">
        <w:rPr>
          <w:sz w:val="28"/>
          <w:szCs w:val="28"/>
          <w:lang w:val="uk-UA"/>
        </w:rPr>
        <w:t>9. Про затвердження районної Програми «Ветеран» на 2018 рік</w:t>
      </w:r>
    </w:p>
    <w:p w:rsidR="00B76FA9" w:rsidRPr="00BA384D" w:rsidRDefault="00B76FA9" w:rsidP="00CD2977">
      <w:pPr>
        <w:ind w:left="3540"/>
        <w:jc w:val="both"/>
        <w:rPr>
          <w:sz w:val="28"/>
          <w:szCs w:val="28"/>
          <w:lang w:val="uk-UA"/>
        </w:rPr>
      </w:pPr>
      <w:r w:rsidRPr="00BA384D">
        <w:rPr>
          <w:sz w:val="28"/>
          <w:szCs w:val="28"/>
          <w:lang w:val="uk-UA"/>
        </w:rPr>
        <w:t>відповідальні: Татарінов В.М., Федько Р.М.</w:t>
      </w:r>
    </w:p>
    <w:p w:rsidR="00B76FA9" w:rsidRPr="00BA384D" w:rsidRDefault="00B76FA9" w:rsidP="00CD2977">
      <w:pPr>
        <w:ind w:firstLine="708"/>
        <w:jc w:val="both"/>
        <w:rPr>
          <w:sz w:val="28"/>
          <w:szCs w:val="28"/>
          <w:lang w:val="uk-UA"/>
        </w:rPr>
      </w:pPr>
      <w:r w:rsidRPr="00BA384D">
        <w:rPr>
          <w:sz w:val="28"/>
          <w:szCs w:val="28"/>
          <w:lang w:val="uk-UA"/>
        </w:rPr>
        <w:t>10. Про затвердження районної програми співпраці та підтримки засобів масової інформації на 2018 рік</w:t>
      </w:r>
    </w:p>
    <w:p w:rsidR="00B76FA9" w:rsidRPr="00BA384D" w:rsidRDefault="00B76FA9" w:rsidP="00CD2977">
      <w:pPr>
        <w:ind w:left="3540"/>
        <w:jc w:val="both"/>
        <w:rPr>
          <w:sz w:val="28"/>
          <w:szCs w:val="28"/>
          <w:lang w:val="uk-UA"/>
        </w:rPr>
      </w:pPr>
      <w:r w:rsidRPr="00BA384D">
        <w:rPr>
          <w:sz w:val="28"/>
          <w:szCs w:val="28"/>
          <w:lang w:val="uk-UA"/>
        </w:rPr>
        <w:t>відповідальні: Татарінов В.М., Федько Р.М.</w:t>
      </w:r>
    </w:p>
    <w:p w:rsidR="00B76FA9" w:rsidRPr="00BA384D" w:rsidRDefault="00B76FA9" w:rsidP="00CD2977">
      <w:pPr>
        <w:ind w:firstLine="708"/>
        <w:jc w:val="both"/>
        <w:rPr>
          <w:sz w:val="28"/>
          <w:szCs w:val="28"/>
          <w:lang w:val="uk-UA"/>
        </w:rPr>
      </w:pPr>
      <w:r w:rsidRPr="00BA384D">
        <w:rPr>
          <w:sz w:val="28"/>
          <w:szCs w:val="28"/>
          <w:lang w:val="uk-UA"/>
        </w:rPr>
        <w:t>11. Про затвердження Програми «Відзначення державних свят та знаменних подій у 2018 році»</w:t>
      </w:r>
    </w:p>
    <w:p w:rsidR="00B76FA9" w:rsidRPr="00BA384D" w:rsidRDefault="00B76FA9" w:rsidP="00CD2977">
      <w:pPr>
        <w:ind w:left="3540"/>
        <w:jc w:val="both"/>
        <w:rPr>
          <w:sz w:val="28"/>
          <w:szCs w:val="28"/>
          <w:lang w:val="uk-UA"/>
        </w:rPr>
      </w:pPr>
      <w:r w:rsidRPr="00BA384D">
        <w:rPr>
          <w:sz w:val="28"/>
          <w:szCs w:val="28"/>
          <w:lang w:val="uk-UA"/>
        </w:rPr>
        <w:t>відповідальні: Татарінов В.М., Федько Р.М.</w:t>
      </w:r>
    </w:p>
    <w:p w:rsidR="00B76FA9" w:rsidRPr="00BA384D" w:rsidRDefault="00B76FA9" w:rsidP="00CD2977">
      <w:pPr>
        <w:ind w:firstLine="708"/>
        <w:jc w:val="both"/>
        <w:rPr>
          <w:sz w:val="28"/>
          <w:szCs w:val="28"/>
          <w:lang w:val="uk-UA"/>
        </w:rPr>
      </w:pPr>
      <w:r w:rsidRPr="00BA384D">
        <w:rPr>
          <w:sz w:val="28"/>
          <w:szCs w:val="28"/>
          <w:lang w:val="uk-UA"/>
        </w:rPr>
        <w:t>12. Про затвердження Програми економічного і соціального розвитку Роменського району на 2018 рік</w:t>
      </w:r>
    </w:p>
    <w:p w:rsidR="00B76FA9" w:rsidRPr="00BA384D" w:rsidRDefault="00B76FA9" w:rsidP="00CD2977">
      <w:pPr>
        <w:ind w:left="3540"/>
        <w:jc w:val="both"/>
        <w:rPr>
          <w:sz w:val="28"/>
          <w:szCs w:val="28"/>
          <w:lang w:val="uk-UA"/>
        </w:rPr>
      </w:pPr>
      <w:r w:rsidRPr="00BA384D">
        <w:rPr>
          <w:sz w:val="28"/>
          <w:szCs w:val="28"/>
          <w:lang w:val="uk-UA"/>
        </w:rPr>
        <w:t>відповідальні: Татарінов В.М., Гребенюк О.П.</w:t>
      </w:r>
    </w:p>
    <w:p w:rsidR="00B76FA9" w:rsidRPr="00BA384D" w:rsidRDefault="00B76FA9" w:rsidP="00761F0A">
      <w:pPr>
        <w:ind w:firstLine="708"/>
        <w:jc w:val="both"/>
        <w:rPr>
          <w:sz w:val="28"/>
          <w:szCs w:val="28"/>
          <w:lang w:val="uk-UA"/>
        </w:rPr>
      </w:pPr>
      <w:r w:rsidRPr="00BA384D">
        <w:rPr>
          <w:sz w:val="28"/>
          <w:szCs w:val="28"/>
          <w:lang w:val="uk-UA"/>
        </w:rPr>
        <w:t xml:space="preserve">13. Про внесення змін до рішення районної ради «Про районний бюджет на 2017 рік» </w:t>
      </w:r>
    </w:p>
    <w:p w:rsidR="00B76FA9" w:rsidRPr="00BA384D" w:rsidRDefault="00B76FA9" w:rsidP="00761F0A">
      <w:pPr>
        <w:ind w:left="3544"/>
        <w:jc w:val="both"/>
        <w:rPr>
          <w:sz w:val="28"/>
          <w:szCs w:val="28"/>
          <w:lang w:val="uk-UA"/>
        </w:rPr>
      </w:pPr>
      <w:r w:rsidRPr="00BA384D">
        <w:rPr>
          <w:sz w:val="28"/>
          <w:szCs w:val="28"/>
          <w:lang w:val="uk-UA"/>
        </w:rPr>
        <w:t xml:space="preserve">при наявності потреби згідно плану роботи районної ради </w:t>
      </w:r>
    </w:p>
    <w:p w:rsidR="00B76FA9" w:rsidRPr="00BA384D" w:rsidRDefault="00B76FA9" w:rsidP="00761F0A">
      <w:pPr>
        <w:ind w:left="3544"/>
        <w:jc w:val="both"/>
        <w:rPr>
          <w:sz w:val="28"/>
          <w:szCs w:val="28"/>
          <w:lang w:val="uk-UA"/>
        </w:rPr>
      </w:pPr>
      <w:r w:rsidRPr="00BA384D">
        <w:rPr>
          <w:sz w:val="28"/>
          <w:szCs w:val="28"/>
          <w:lang w:val="uk-UA"/>
        </w:rPr>
        <w:t>відповідальні: Татарінов В.М., Анісімова М.В.</w:t>
      </w:r>
    </w:p>
    <w:p w:rsidR="00B76FA9" w:rsidRPr="00BA384D" w:rsidRDefault="00B76FA9" w:rsidP="00CD2977">
      <w:pPr>
        <w:ind w:firstLine="708"/>
        <w:jc w:val="both"/>
        <w:rPr>
          <w:sz w:val="28"/>
          <w:szCs w:val="28"/>
          <w:lang w:val="uk-UA"/>
        </w:rPr>
      </w:pPr>
      <w:r w:rsidRPr="00BA384D">
        <w:rPr>
          <w:sz w:val="28"/>
          <w:szCs w:val="28"/>
          <w:lang w:val="uk-UA"/>
        </w:rPr>
        <w:t xml:space="preserve">14. Про районний бюджет на 2018 рік </w:t>
      </w:r>
    </w:p>
    <w:p w:rsidR="00B76FA9" w:rsidRPr="00BA384D" w:rsidRDefault="00B76FA9"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Анісімова М.В.</w:t>
      </w:r>
    </w:p>
    <w:p w:rsidR="00B76FA9" w:rsidRPr="00BA384D" w:rsidRDefault="00B76FA9" w:rsidP="00E333EB">
      <w:pPr>
        <w:ind w:firstLine="708"/>
        <w:jc w:val="both"/>
        <w:rPr>
          <w:sz w:val="28"/>
          <w:szCs w:val="28"/>
          <w:lang w:val="uk-UA"/>
        </w:rPr>
      </w:pPr>
      <w:r w:rsidRPr="00BA384D">
        <w:rPr>
          <w:sz w:val="28"/>
          <w:szCs w:val="28"/>
          <w:lang w:val="uk-UA"/>
        </w:rPr>
        <w:t>15. Про хід виконання комплексної районної програми «Правопорядок» на 20</w:t>
      </w:r>
      <w:r>
        <w:rPr>
          <w:sz w:val="28"/>
          <w:szCs w:val="28"/>
          <w:lang w:val="uk-UA"/>
        </w:rPr>
        <w:t>1</w:t>
      </w:r>
      <w:r w:rsidRPr="00BA384D">
        <w:rPr>
          <w:sz w:val="28"/>
          <w:szCs w:val="28"/>
          <w:lang w:val="uk-UA"/>
        </w:rPr>
        <w:t>6-2020 роки в 2017 році</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B76FA9" w:rsidRPr="00BA384D" w:rsidRDefault="00B76FA9" w:rsidP="00413AF0">
      <w:pPr>
        <w:ind w:left="5664" w:hanging="2120"/>
        <w:jc w:val="both"/>
        <w:rPr>
          <w:sz w:val="28"/>
          <w:szCs w:val="28"/>
          <w:lang w:val="uk-UA"/>
        </w:rPr>
      </w:pPr>
      <w:r w:rsidRPr="00BA384D">
        <w:rPr>
          <w:sz w:val="28"/>
          <w:szCs w:val="28"/>
          <w:lang w:val="uk-UA"/>
        </w:rPr>
        <w:t>відповідальні: Татарінов В.М., Жогло П.А.</w:t>
      </w:r>
    </w:p>
    <w:p w:rsidR="00B76FA9" w:rsidRPr="00BA384D" w:rsidRDefault="00B76FA9" w:rsidP="00CD2977">
      <w:pPr>
        <w:ind w:firstLine="708"/>
        <w:jc w:val="both"/>
        <w:rPr>
          <w:sz w:val="28"/>
          <w:szCs w:val="28"/>
          <w:lang w:val="uk-UA"/>
        </w:rPr>
      </w:pPr>
      <w:r w:rsidRPr="00BA384D">
        <w:rPr>
          <w:sz w:val="28"/>
          <w:szCs w:val="28"/>
          <w:lang w:val="uk-UA"/>
        </w:rPr>
        <w:t>16. Про виконання районної програми «Молодь Роменщини» на 2017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Шкурат Л.П.</w:t>
      </w:r>
    </w:p>
    <w:p w:rsidR="00B76FA9" w:rsidRPr="00BA384D" w:rsidRDefault="00B76FA9" w:rsidP="001D2278">
      <w:pPr>
        <w:ind w:firstLine="708"/>
        <w:jc w:val="both"/>
        <w:rPr>
          <w:sz w:val="28"/>
          <w:szCs w:val="28"/>
          <w:lang w:val="uk-UA"/>
        </w:rPr>
      </w:pPr>
      <w:r w:rsidRPr="00BA384D">
        <w:rPr>
          <w:sz w:val="28"/>
          <w:szCs w:val="28"/>
          <w:lang w:val="uk-UA"/>
        </w:rPr>
        <w:t>17. Про затвердження районної програми «Молодь Роменщини» на 2018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B76FA9" w:rsidRPr="00BA384D" w:rsidRDefault="00B76FA9" w:rsidP="001D2278">
      <w:pPr>
        <w:ind w:left="2832" w:firstLine="708"/>
        <w:jc w:val="both"/>
        <w:rPr>
          <w:sz w:val="28"/>
          <w:szCs w:val="28"/>
          <w:lang w:val="uk-UA"/>
        </w:rPr>
      </w:pPr>
      <w:r w:rsidRPr="00BA384D">
        <w:rPr>
          <w:sz w:val="28"/>
          <w:szCs w:val="28"/>
          <w:lang w:val="uk-UA"/>
        </w:rPr>
        <w:t>відповідальні: Татарінов В.М., Шкурат Л.П.</w:t>
      </w:r>
    </w:p>
    <w:p w:rsidR="00B76FA9" w:rsidRPr="00BA384D" w:rsidRDefault="00B76FA9" w:rsidP="001D2278">
      <w:pPr>
        <w:ind w:firstLine="708"/>
        <w:jc w:val="both"/>
        <w:rPr>
          <w:sz w:val="28"/>
          <w:szCs w:val="28"/>
          <w:lang w:val="uk-UA"/>
        </w:rPr>
      </w:pPr>
      <w:r w:rsidRPr="00BA384D">
        <w:rPr>
          <w:sz w:val="28"/>
          <w:szCs w:val="28"/>
          <w:lang w:val="uk-UA"/>
        </w:rPr>
        <w:t>18. Про хід виконання районної програми «Освіта Роменщини» на 2017 рік за підсумками другого півріччя</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B76FA9" w:rsidRPr="00BA384D" w:rsidRDefault="00B76FA9" w:rsidP="001D2278">
      <w:pPr>
        <w:ind w:left="2124" w:firstLine="708"/>
        <w:jc w:val="both"/>
        <w:rPr>
          <w:sz w:val="28"/>
          <w:szCs w:val="28"/>
          <w:lang w:val="uk-UA"/>
        </w:rPr>
      </w:pPr>
      <w:r w:rsidRPr="00BA384D">
        <w:rPr>
          <w:sz w:val="28"/>
          <w:szCs w:val="28"/>
          <w:lang w:val="uk-UA"/>
        </w:rPr>
        <w:t>відповідальні: Татарінов В.М., Шкурат Л.П.</w:t>
      </w:r>
    </w:p>
    <w:p w:rsidR="00B76FA9" w:rsidRPr="00BA384D" w:rsidRDefault="00B76FA9" w:rsidP="001D2278">
      <w:pPr>
        <w:ind w:firstLine="708"/>
        <w:jc w:val="both"/>
        <w:rPr>
          <w:sz w:val="28"/>
          <w:szCs w:val="28"/>
          <w:lang w:val="uk-UA"/>
        </w:rPr>
      </w:pPr>
      <w:r w:rsidRPr="00BA384D">
        <w:rPr>
          <w:sz w:val="28"/>
          <w:szCs w:val="28"/>
          <w:lang w:val="uk-UA"/>
        </w:rPr>
        <w:t>19. Про затвердження Програми розвитку фізичної культури і спорту в Роменському районі  на 2018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B76FA9" w:rsidRPr="00BA384D" w:rsidRDefault="00B76FA9" w:rsidP="0065603A">
      <w:pPr>
        <w:ind w:left="3540"/>
        <w:jc w:val="both"/>
        <w:rPr>
          <w:sz w:val="28"/>
          <w:szCs w:val="28"/>
          <w:lang w:val="uk-UA"/>
        </w:rPr>
      </w:pPr>
      <w:r w:rsidRPr="00BA384D">
        <w:rPr>
          <w:sz w:val="28"/>
          <w:szCs w:val="28"/>
          <w:lang w:val="uk-UA"/>
        </w:rPr>
        <w:t>відповідальн</w:t>
      </w:r>
      <w:r>
        <w:rPr>
          <w:sz w:val="28"/>
          <w:szCs w:val="28"/>
          <w:lang w:val="uk-UA"/>
        </w:rPr>
        <w:t>і: Татарінов В.М., Шкурат Л.П.</w:t>
      </w:r>
    </w:p>
    <w:p w:rsidR="00B76FA9" w:rsidRPr="00BA384D" w:rsidRDefault="00B76FA9" w:rsidP="0065603A">
      <w:pPr>
        <w:ind w:firstLine="708"/>
        <w:jc w:val="both"/>
        <w:rPr>
          <w:sz w:val="28"/>
          <w:szCs w:val="28"/>
          <w:lang w:val="uk-UA"/>
        </w:rPr>
      </w:pPr>
      <w:r w:rsidRPr="00BA384D">
        <w:rPr>
          <w:sz w:val="28"/>
          <w:szCs w:val="28"/>
          <w:lang w:val="uk-UA"/>
        </w:rPr>
        <w:t>20. Про затвердження районної програми розвитку дошкільної освіти на 2018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B76FA9" w:rsidRPr="00BA384D" w:rsidRDefault="00B76FA9" w:rsidP="0065603A">
      <w:pPr>
        <w:ind w:left="2832" w:firstLine="708"/>
        <w:jc w:val="both"/>
        <w:rPr>
          <w:sz w:val="28"/>
          <w:szCs w:val="28"/>
          <w:lang w:val="uk-UA"/>
        </w:rPr>
      </w:pPr>
      <w:r w:rsidRPr="00BA384D">
        <w:rPr>
          <w:sz w:val="28"/>
          <w:szCs w:val="28"/>
          <w:lang w:val="uk-UA"/>
        </w:rPr>
        <w:t>відповідальні: Татарінов В.М., Шкурат Л.П.</w:t>
      </w:r>
    </w:p>
    <w:p w:rsidR="00B76FA9" w:rsidRPr="00BA384D" w:rsidRDefault="00B76FA9" w:rsidP="0065603A">
      <w:pPr>
        <w:pStyle w:val="Heading2"/>
        <w:ind w:firstLine="708"/>
        <w:jc w:val="both"/>
        <w:rPr>
          <w:b w:val="0"/>
          <w:szCs w:val="28"/>
        </w:rPr>
      </w:pPr>
      <w:r w:rsidRPr="00BA384D">
        <w:rPr>
          <w:b w:val="0"/>
          <w:szCs w:val="28"/>
        </w:rPr>
        <w:t>21. Про хід виконання програми відновлення зовнішнього освітлення населених пунктів Роменського району на 2017-2020 роки</w:t>
      </w:r>
    </w:p>
    <w:p w:rsidR="00B76FA9" w:rsidRPr="00BA384D" w:rsidRDefault="00B76FA9" w:rsidP="0065603A">
      <w:pPr>
        <w:ind w:left="3540"/>
        <w:jc w:val="both"/>
        <w:rPr>
          <w:sz w:val="28"/>
          <w:szCs w:val="28"/>
          <w:lang w:val="uk-UA"/>
        </w:rPr>
      </w:pPr>
      <w:r w:rsidRPr="00BA384D">
        <w:rPr>
          <w:sz w:val="28"/>
          <w:szCs w:val="28"/>
          <w:lang w:val="uk-UA"/>
        </w:rPr>
        <w:t>відповідальні: Ломко М.О., Ведмідь В.О.</w:t>
      </w:r>
    </w:p>
    <w:p w:rsidR="00B76FA9" w:rsidRPr="00BA384D" w:rsidRDefault="00B76FA9" w:rsidP="0065603A">
      <w:pPr>
        <w:pStyle w:val="Heading2"/>
        <w:ind w:firstLine="708"/>
        <w:jc w:val="both"/>
        <w:rPr>
          <w:b w:val="0"/>
          <w:szCs w:val="28"/>
        </w:rPr>
      </w:pPr>
      <w:r w:rsidRPr="00BA384D">
        <w:rPr>
          <w:b w:val="0"/>
          <w:szCs w:val="28"/>
        </w:rPr>
        <w:t>22. Про хід виконання комплексної програми охорони навколишнього природного середовища Роменського району на період до 2021 року</w:t>
      </w:r>
    </w:p>
    <w:p w:rsidR="00B76FA9" w:rsidRPr="00BA384D" w:rsidRDefault="00B76FA9" w:rsidP="0065603A">
      <w:pPr>
        <w:ind w:left="3540"/>
        <w:jc w:val="both"/>
        <w:rPr>
          <w:sz w:val="28"/>
          <w:szCs w:val="28"/>
          <w:lang w:val="uk-UA"/>
        </w:rPr>
      </w:pPr>
      <w:r w:rsidRPr="00BA384D">
        <w:rPr>
          <w:sz w:val="28"/>
          <w:szCs w:val="28"/>
          <w:lang w:val="uk-UA"/>
        </w:rPr>
        <w:t>відповідальні: Ломко М.О., Ведмідь В.О.</w:t>
      </w:r>
    </w:p>
    <w:p w:rsidR="00B76FA9" w:rsidRPr="00BA384D" w:rsidRDefault="00B76FA9" w:rsidP="001773C8">
      <w:pPr>
        <w:ind w:firstLine="708"/>
        <w:jc w:val="both"/>
        <w:rPr>
          <w:sz w:val="28"/>
          <w:szCs w:val="28"/>
          <w:lang w:val="uk-UA"/>
        </w:rPr>
      </w:pPr>
      <w:r w:rsidRPr="00BA384D">
        <w:rPr>
          <w:sz w:val="28"/>
          <w:szCs w:val="28"/>
          <w:lang w:val="uk-UA"/>
        </w:rPr>
        <w:t>23. Про хід виконання районної програми з реалізації Конвенції ООН про права дитини на 2017-2019 роки</w:t>
      </w:r>
    </w:p>
    <w:p w:rsidR="00B76FA9" w:rsidRPr="009611DD" w:rsidRDefault="00B76FA9" w:rsidP="001773C8">
      <w:pPr>
        <w:ind w:left="2832" w:firstLine="708"/>
        <w:jc w:val="both"/>
        <w:rPr>
          <w:sz w:val="28"/>
          <w:szCs w:val="28"/>
          <w:lang w:val="uk-UA"/>
        </w:rPr>
      </w:pPr>
      <w:r w:rsidRPr="00BA384D">
        <w:rPr>
          <w:sz w:val="28"/>
          <w:szCs w:val="28"/>
          <w:lang w:val="uk-UA"/>
        </w:rPr>
        <w:t xml:space="preserve">відповідальні: Татарінов В.М., </w:t>
      </w:r>
      <w:r w:rsidRPr="009611DD">
        <w:rPr>
          <w:sz w:val="28"/>
          <w:szCs w:val="28"/>
          <w:lang w:val="uk-UA"/>
        </w:rPr>
        <w:t>Старун Н.В.</w:t>
      </w:r>
    </w:p>
    <w:p w:rsidR="00B76FA9" w:rsidRPr="00F02ED0" w:rsidRDefault="00B76FA9" w:rsidP="00CD2977">
      <w:pPr>
        <w:jc w:val="both"/>
        <w:rPr>
          <w:sz w:val="16"/>
          <w:szCs w:val="16"/>
          <w:lang w:val="uk-UA"/>
        </w:rPr>
      </w:pPr>
    </w:p>
    <w:p w:rsidR="00B76FA9" w:rsidRPr="00BA384D" w:rsidRDefault="00B76FA9" w:rsidP="00CD2977">
      <w:pPr>
        <w:pStyle w:val="Heading5"/>
        <w:jc w:val="both"/>
        <w:rPr>
          <w:b w:val="0"/>
          <w:szCs w:val="28"/>
        </w:rPr>
      </w:pPr>
      <w:r w:rsidRPr="00BA384D">
        <w:rPr>
          <w:b w:val="0"/>
          <w:szCs w:val="28"/>
        </w:rPr>
        <w:t>І</w:t>
      </w:r>
      <w:r w:rsidRPr="00BA384D">
        <w:rPr>
          <w:b w:val="0"/>
          <w:szCs w:val="28"/>
          <w:lang w:val="en-US"/>
        </w:rPr>
        <w:t>V</w:t>
      </w:r>
      <w:r w:rsidRPr="00BA384D">
        <w:rPr>
          <w:b w:val="0"/>
          <w:bCs w:val="0"/>
          <w:szCs w:val="28"/>
        </w:rPr>
        <w:t xml:space="preserve">. </w:t>
      </w:r>
      <w:r w:rsidRPr="00BA384D">
        <w:rPr>
          <w:b w:val="0"/>
          <w:szCs w:val="28"/>
        </w:rPr>
        <w:t xml:space="preserve">Перелік програм, над реалізацією яких працюватиме </w:t>
      </w:r>
      <w:r w:rsidRPr="00BA384D">
        <w:rPr>
          <w:b w:val="0"/>
          <w:bCs w:val="0"/>
          <w:szCs w:val="28"/>
        </w:rPr>
        <w:t>Роменська районна державна адміністрація</w:t>
      </w:r>
    </w:p>
    <w:p w:rsidR="00B76FA9" w:rsidRPr="00BA384D" w:rsidRDefault="00B76FA9" w:rsidP="00CD2977">
      <w:pPr>
        <w:ind w:firstLine="708"/>
        <w:jc w:val="both"/>
        <w:rPr>
          <w:sz w:val="28"/>
          <w:szCs w:val="28"/>
          <w:lang w:val="uk-UA"/>
        </w:rPr>
      </w:pPr>
      <w:r w:rsidRPr="00BA384D">
        <w:rPr>
          <w:sz w:val="28"/>
          <w:szCs w:val="28"/>
          <w:lang w:val="uk-UA"/>
        </w:rPr>
        <w:t>Програма економічного і соціального розвитку Роменського району на 2017 рік</w:t>
      </w:r>
    </w:p>
    <w:p w:rsidR="00B76FA9" w:rsidRPr="00BA384D" w:rsidRDefault="00B76FA9" w:rsidP="00474D6D">
      <w:pPr>
        <w:ind w:left="4248" w:hanging="704"/>
        <w:jc w:val="both"/>
        <w:rPr>
          <w:sz w:val="28"/>
          <w:szCs w:val="28"/>
          <w:lang w:val="uk-UA"/>
        </w:rPr>
      </w:pPr>
      <w:r w:rsidRPr="00BA384D">
        <w:rPr>
          <w:sz w:val="28"/>
          <w:szCs w:val="28"/>
          <w:lang w:val="uk-UA"/>
        </w:rPr>
        <w:t>відповідальні: Татарінов В.М., Гребенюк О.П.</w:t>
      </w:r>
    </w:p>
    <w:p w:rsidR="00B76FA9" w:rsidRPr="00BA384D" w:rsidRDefault="00B76FA9" w:rsidP="00CD2977">
      <w:pPr>
        <w:ind w:firstLine="708"/>
        <w:jc w:val="both"/>
        <w:rPr>
          <w:sz w:val="28"/>
          <w:szCs w:val="28"/>
          <w:lang w:val="uk-UA"/>
        </w:rPr>
      </w:pPr>
      <w:r w:rsidRPr="00BA384D">
        <w:rPr>
          <w:bCs/>
          <w:sz w:val="28"/>
          <w:szCs w:val="28"/>
          <w:lang w:val="uk-UA"/>
        </w:rPr>
        <w:t>Районна програма розвитку малого та середнього підприємництва на 2017-2018 роки</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B76FA9" w:rsidRPr="00BA384D" w:rsidRDefault="00B76FA9" w:rsidP="00CD2977">
      <w:pPr>
        <w:ind w:left="2832" w:firstLine="708"/>
        <w:jc w:val="both"/>
        <w:rPr>
          <w:sz w:val="28"/>
          <w:szCs w:val="28"/>
          <w:lang w:val="uk-UA"/>
        </w:rPr>
      </w:pPr>
      <w:r w:rsidRPr="00BA384D">
        <w:rPr>
          <w:sz w:val="28"/>
          <w:szCs w:val="28"/>
          <w:lang w:val="uk-UA"/>
        </w:rPr>
        <w:t>відповідальні: Татарінов В.М., Гребенюк О.П.</w:t>
      </w:r>
    </w:p>
    <w:p w:rsidR="00B76FA9" w:rsidRPr="00BA384D" w:rsidRDefault="00B76FA9" w:rsidP="00CF4740">
      <w:pPr>
        <w:ind w:firstLine="708"/>
        <w:jc w:val="both"/>
        <w:rPr>
          <w:sz w:val="28"/>
          <w:szCs w:val="28"/>
          <w:lang w:val="uk-UA"/>
        </w:rPr>
      </w:pPr>
      <w:r w:rsidRPr="00BA384D">
        <w:rPr>
          <w:bCs/>
          <w:sz w:val="28"/>
          <w:szCs w:val="28"/>
          <w:lang w:val="uk-UA"/>
        </w:rPr>
        <w:t>Програма по виявленню, локалізації та ліквідації амброзії полинолистої в Роменському районі</w:t>
      </w:r>
      <w:r w:rsidRPr="00BA384D">
        <w:rPr>
          <w:sz w:val="28"/>
          <w:szCs w:val="28"/>
          <w:lang w:val="uk-UA"/>
        </w:rPr>
        <w:tab/>
      </w:r>
      <w:r w:rsidRPr="00BA384D">
        <w:rPr>
          <w:sz w:val="28"/>
          <w:szCs w:val="28"/>
          <w:lang w:val="uk-UA"/>
        </w:rPr>
        <w:tab/>
      </w:r>
    </w:p>
    <w:p w:rsidR="00B76FA9" w:rsidRPr="00BA384D" w:rsidRDefault="00B76FA9" w:rsidP="00CF4740">
      <w:pPr>
        <w:ind w:left="2832" w:firstLine="708"/>
        <w:jc w:val="both"/>
        <w:rPr>
          <w:sz w:val="28"/>
          <w:szCs w:val="28"/>
          <w:lang w:val="uk-UA"/>
        </w:rPr>
      </w:pPr>
      <w:r w:rsidRPr="00BA384D">
        <w:rPr>
          <w:sz w:val="28"/>
          <w:szCs w:val="28"/>
          <w:lang w:val="uk-UA"/>
        </w:rPr>
        <w:t>відповідальні: Татарінов В.М., Гребенюк О.П.</w:t>
      </w:r>
    </w:p>
    <w:p w:rsidR="00B76FA9" w:rsidRPr="00BA384D" w:rsidRDefault="00B76FA9" w:rsidP="00AF6610">
      <w:pPr>
        <w:pStyle w:val="ListParagraph"/>
        <w:spacing w:after="0" w:line="240" w:lineRule="auto"/>
        <w:ind w:left="0" w:firstLine="720"/>
        <w:jc w:val="both"/>
        <w:rPr>
          <w:rFonts w:ascii="Times New Roman" w:hAnsi="Times New Roman"/>
          <w:bCs/>
          <w:sz w:val="28"/>
          <w:szCs w:val="28"/>
          <w:lang w:val="uk-UA" w:eastAsia="ru-RU"/>
        </w:rPr>
      </w:pPr>
      <w:r w:rsidRPr="00BA384D">
        <w:rPr>
          <w:rFonts w:ascii="Times New Roman" w:hAnsi="Times New Roman"/>
          <w:bCs/>
          <w:sz w:val="28"/>
          <w:szCs w:val="28"/>
          <w:lang w:val="uk-UA" w:eastAsia="ru-RU"/>
        </w:rPr>
        <w:t>Програма забезпечення діяльності центру надання адміністративних послуг при Роменській районній державній адміністрації на 2017-2018 роки</w:t>
      </w:r>
    </w:p>
    <w:p w:rsidR="00B76FA9" w:rsidRPr="00BA384D" w:rsidRDefault="00B76FA9"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Гребенюк О.П.</w:t>
      </w:r>
    </w:p>
    <w:p w:rsidR="00B76FA9" w:rsidRPr="00BA384D" w:rsidRDefault="00B76FA9" w:rsidP="008C1943">
      <w:pPr>
        <w:ind w:firstLine="708"/>
        <w:jc w:val="both"/>
        <w:rPr>
          <w:sz w:val="28"/>
          <w:szCs w:val="28"/>
          <w:lang w:val="uk-UA"/>
        </w:rPr>
      </w:pPr>
      <w:r w:rsidRPr="00BA384D">
        <w:rPr>
          <w:sz w:val="28"/>
          <w:szCs w:val="28"/>
          <w:lang w:val="uk-UA"/>
        </w:rPr>
        <w:t>Районна програма «Молодь Роменщини» на 2017 рік</w:t>
      </w:r>
    </w:p>
    <w:p w:rsidR="00B76FA9" w:rsidRPr="00BA384D" w:rsidRDefault="00B76FA9" w:rsidP="00CD2977">
      <w:pPr>
        <w:ind w:left="3540" w:firstLine="60"/>
        <w:jc w:val="both"/>
        <w:rPr>
          <w:sz w:val="28"/>
          <w:szCs w:val="28"/>
          <w:lang w:val="uk-UA"/>
        </w:rPr>
      </w:pPr>
      <w:r w:rsidRPr="00BA384D">
        <w:rPr>
          <w:sz w:val="28"/>
          <w:szCs w:val="28"/>
          <w:lang w:val="uk-UA"/>
        </w:rPr>
        <w:t>відповідальні: Татарінов В.М., Тунік Т.О.</w:t>
      </w:r>
    </w:p>
    <w:p w:rsidR="00B76FA9" w:rsidRPr="00BA384D" w:rsidRDefault="00B76FA9" w:rsidP="00CD2977">
      <w:pPr>
        <w:ind w:firstLine="708"/>
        <w:jc w:val="both"/>
        <w:rPr>
          <w:sz w:val="28"/>
          <w:szCs w:val="28"/>
          <w:lang w:val="uk-UA"/>
        </w:rPr>
      </w:pPr>
      <w:r w:rsidRPr="00BA384D">
        <w:rPr>
          <w:sz w:val="28"/>
          <w:szCs w:val="28"/>
          <w:lang w:val="uk-UA"/>
        </w:rPr>
        <w:t>Програма розвитку фізичної культури і спорту в Роменському районі на 2017 рік</w:t>
      </w:r>
    </w:p>
    <w:p w:rsidR="00B76FA9" w:rsidRPr="00BA384D" w:rsidRDefault="00B76FA9" w:rsidP="00CD2977">
      <w:pPr>
        <w:ind w:left="3540" w:firstLine="60"/>
        <w:jc w:val="both"/>
        <w:rPr>
          <w:sz w:val="28"/>
          <w:szCs w:val="28"/>
          <w:lang w:val="uk-UA"/>
        </w:rPr>
      </w:pPr>
      <w:r w:rsidRPr="00BA384D">
        <w:rPr>
          <w:sz w:val="28"/>
          <w:szCs w:val="28"/>
          <w:lang w:val="uk-UA"/>
        </w:rPr>
        <w:t>відповідальні: Татарінов В.М., Матвієнко С.Г.</w:t>
      </w:r>
    </w:p>
    <w:p w:rsidR="00B76FA9" w:rsidRPr="00BA384D" w:rsidRDefault="00B76FA9" w:rsidP="00CD2977">
      <w:pPr>
        <w:ind w:left="708"/>
        <w:jc w:val="both"/>
        <w:rPr>
          <w:sz w:val="28"/>
          <w:szCs w:val="28"/>
          <w:lang w:val="uk-UA"/>
        </w:rPr>
      </w:pPr>
      <w:r w:rsidRPr="00BA384D">
        <w:rPr>
          <w:sz w:val="28"/>
          <w:szCs w:val="28"/>
          <w:lang w:val="uk-UA"/>
        </w:rPr>
        <w:t>Районна програма «Освіта Роменщини» на 2017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Шкурат Л.П.</w:t>
      </w:r>
    </w:p>
    <w:p w:rsidR="00B76FA9" w:rsidRPr="00BA384D" w:rsidRDefault="00B76FA9" w:rsidP="00CD2977">
      <w:pPr>
        <w:ind w:firstLine="708"/>
        <w:jc w:val="both"/>
        <w:rPr>
          <w:sz w:val="28"/>
          <w:szCs w:val="28"/>
          <w:lang w:val="uk-UA"/>
        </w:rPr>
      </w:pPr>
      <w:r w:rsidRPr="00BA384D">
        <w:rPr>
          <w:sz w:val="28"/>
          <w:szCs w:val="28"/>
          <w:lang w:val="uk-UA"/>
        </w:rPr>
        <w:t>Районна програма оздоровлення та відпочинку дітей на 2017 рік</w:t>
      </w:r>
    </w:p>
    <w:p w:rsidR="00B76FA9" w:rsidRPr="00BA384D" w:rsidRDefault="00B76FA9" w:rsidP="00CD2977">
      <w:pPr>
        <w:ind w:left="3544" w:firstLine="56"/>
        <w:jc w:val="both"/>
        <w:rPr>
          <w:sz w:val="28"/>
          <w:szCs w:val="28"/>
          <w:lang w:val="uk-UA"/>
        </w:rPr>
      </w:pPr>
      <w:r w:rsidRPr="00BA384D">
        <w:rPr>
          <w:sz w:val="28"/>
          <w:szCs w:val="28"/>
          <w:lang w:val="uk-UA"/>
        </w:rPr>
        <w:t>відповідальні: Татарінов В.М., Тунік Т.О.</w:t>
      </w:r>
    </w:p>
    <w:p w:rsidR="00B76FA9" w:rsidRPr="00BA384D" w:rsidRDefault="00B76FA9" w:rsidP="00865464">
      <w:pPr>
        <w:ind w:left="708"/>
        <w:jc w:val="both"/>
        <w:rPr>
          <w:sz w:val="28"/>
          <w:szCs w:val="28"/>
          <w:lang w:val="uk-UA"/>
        </w:rPr>
      </w:pPr>
      <w:r w:rsidRPr="00BA384D">
        <w:rPr>
          <w:sz w:val="28"/>
          <w:szCs w:val="28"/>
          <w:lang w:val="uk-UA"/>
        </w:rPr>
        <w:t>Районна програма розвитку дошкільної освіти на 2017 рік</w:t>
      </w:r>
    </w:p>
    <w:p w:rsidR="00B76FA9" w:rsidRPr="00BA384D" w:rsidRDefault="00B76FA9" w:rsidP="00865464">
      <w:pPr>
        <w:ind w:left="3544" w:firstLine="56"/>
        <w:jc w:val="both"/>
        <w:rPr>
          <w:sz w:val="28"/>
          <w:szCs w:val="28"/>
          <w:lang w:val="uk-UA"/>
        </w:rPr>
      </w:pPr>
      <w:r w:rsidRPr="00BA384D">
        <w:rPr>
          <w:sz w:val="28"/>
          <w:szCs w:val="28"/>
          <w:lang w:val="uk-UA"/>
        </w:rPr>
        <w:t>відповідальні: Татарінов В.М., Завадько В.І.</w:t>
      </w:r>
    </w:p>
    <w:p w:rsidR="00B76FA9" w:rsidRPr="00BA384D" w:rsidRDefault="00B76FA9" w:rsidP="00865464">
      <w:pPr>
        <w:ind w:firstLine="708"/>
        <w:jc w:val="both"/>
        <w:rPr>
          <w:sz w:val="28"/>
          <w:szCs w:val="28"/>
          <w:lang w:val="uk-UA"/>
        </w:rPr>
      </w:pPr>
      <w:r w:rsidRPr="00BA384D">
        <w:rPr>
          <w:sz w:val="28"/>
          <w:szCs w:val="28"/>
          <w:lang w:val="uk-UA"/>
        </w:rPr>
        <w:t>Програма розвитку культури і мистецтв на 2017 рік</w:t>
      </w:r>
    </w:p>
    <w:p w:rsidR="00B76FA9" w:rsidRPr="00BA384D" w:rsidRDefault="00B76FA9" w:rsidP="00D328FD">
      <w:pPr>
        <w:ind w:left="3544" w:firstLine="56"/>
        <w:jc w:val="both"/>
        <w:rPr>
          <w:sz w:val="28"/>
          <w:szCs w:val="28"/>
          <w:lang w:val="uk-UA"/>
        </w:rPr>
      </w:pPr>
      <w:r w:rsidRPr="00BA384D">
        <w:rPr>
          <w:sz w:val="28"/>
          <w:szCs w:val="28"/>
          <w:lang w:val="uk-UA"/>
        </w:rPr>
        <w:t>відповідальні: Татарінов В.М., Момот С.І.</w:t>
      </w:r>
    </w:p>
    <w:p w:rsidR="00B76FA9" w:rsidRPr="00BA384D" w:rsidRDefault="00B76FA9" w:rsidP="00CD2977">
      <w:pPr>
        <w:ind w:firstLine="708"/>
        <w:jc w:val="both"/>
        <w:rPr>
          <w:sz w:val="28"/>
          <w:szCs w:val="28"/>
          <w:lang w:val="uk-UA"/>
        </w:rPr>
      </w:pPr>
      <w:r w:rsidRPr="00BA384D">
        <w:rPr>
          <w:sz w:val="28"/>
          <w:szCs w:val="28"/>
          <w:lang w:val="uk-UA"/>
        </w:rPr>
        <w:t>Районна цільова програма «Соціальна підтримка осіб з обмеженими фізичними можливостями та інших малозахищених верств населення на 2017 рік»</w:t>
      </w:r>
    </w:p>
    <w:p w:rsidR="00B76FA9" w:rsidRPr="00BA384D" w:rsidRDefault="00B76FA9"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Даценко О.М.</w:t>
      </w:r>
    </w:p>
    <w:p w:rsidR="00B76FA9" w:rsidRPr="00BA384D" w:rsidRDefault="00B76FA9" w:rsidP="00CD2977">
      <w:pPr>
        <w:ind w:firstLine="708"/>
        <w:jc w:val="both"/>
        <w:rPr>
          <w:sz w:val="28"/>
          <w:szCs w:val="28"/>
          <w:lang w:val="uk-UA"/>
        </w:rPr>
      </w:pPr>
      <w:r w:rsidRPr="00BA384D">
        <w:rPr>
          <w:sz w:val="28"/>
          <w:szCs w:val="28"/>
          <w:lang w:val="uk-UA"/>
        </w:rPr>
        <w:t>Районна програма «Ветеран» на 2017 рік</w:t>
      </w:r>
    </w:p>
    <w:p w:rsidR="00B76FA9" w:rsidRPr="00BA384D" w:rsidRDefault="00B76FA9" w:rsidP="00CD2E60">
      <w:pPr>
        <w:ind w:left="5664" w:hanging="2120"/>
        <w:jc w:val="both"/>
        <w:rPr>
          <w:sz w:val="28"/>
          <w:szCs w:val="28"/>
          <w:lang w:val="uk-UA"/>
        </w:rPr>
      </w:pPr>
      <w:r w:rsidRPr="00BA384D">
        <w:rPr>
          <w:sz w:val="28"/>
          <w:szCs w:val="28"/>
          <w:lang w:val="uk-UA"/>
        </w:rPr>
        <w:t>відповідальні: Татарінов В.М., Федько Р.М.</w:t>
      </w:r>
    </w:p>
    <w:p w:rsidR="00B76FA9" w:rsidRPr="00BA384D" w:rsidRDefault="00B76FA9" w:rsidP="00D56401">
      <w:pPr>
        <w:ind w:firstLine="708"/>
        <w:jc w:val="both"/>
        <w:rPr>
          <w:sz w:val="28"/>
          <w:szCs w:val="28"/>
          <w:lang w:val="uk-UA"/>
        </w:rPr>
      </w:pPr>
      <w:r w:rsidRPr="00BA384D">
        <w:rPr>
          <w:sz w:val="28"/>
          <w:szCs w:val="28"/>
          <w:lang w:val="uk-UA"/>
        </w:rPr>
        <w:t>Районна програма зайнятості населення на період до 2017 року</w:t>
      </w:r>
    </w:p>
    <w:p w:rsidR="00B76FA9" w:rsidRPr="00BA384D" w:rsidRDefault="00B76FA9" w:rsidP="00D56401">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Даценко О.М.</w:t>
      </w:r>
    </w:p>
    <w:p w:rsidR="00B76FA9" w:rsidRPr="00BA384D" w:rsidRDefault="00B76FA9" w:rsidP="00D56401">
      <w:pPr>
        <w:ind w:firstLine="708"/>
        <w:jc w:val="both"/>
        <w:rPr>
          <w:sz w:val="28"/>
          <w:szCs w:val="28"/>
          <w:lang w:val="uk-UA"/>
        </w:rPr>
      </w:pPr>
      <w:r w:rsidRPr="00BA384D">
        <w:rPr>
          <w:sz w:val="28"/>
          <w:szCs w:val="28"/>
          <w:lang w:val="uk-UA"/>
        </w:rPr>
        <w:t>Програма «Відзначення державних свят та знаменних подій у 2017 році»</w:t>
      </w:r>
    </w:p>
    <w:p w:rsidR="00B76FA9" w:rsidRPr="00BA384D" w:rsidRDefault="00B76FA9" w:rsidP="00D56401">
      <w:pPr>
        <w:ind w:left="5664" w:hanging="2120"/>
        <w:jc w:val="both"/>
        <w:rPr>
          <w:sz w:val="28"/>
          <w:szCs w:val="28"/>
          <w:lang w:val="uk-UA"/>
        </w:rPr>
      </w:pPr>
      <w:r w:rsidRPr="00BA384D">
        <w:rPr>
          <w:sz w:val="28"/>
          <w:szCs w:val="28"/>
          <w:lang w:val="uk-UA"/>
        </w:rPr>
        <w:t>відповідальні: Татарінов В.М., Федько Р.М.</w:t>
      </w:r>
    </w:p>
    <w:p w:rsidR="00B76FA9" w:rsidRPr="00BA384D" w:rsidRDefault="00B76FA9" w:rsidP="00D56401">
      <w:pPr>
        <w:ind w:firstLine="708"/>
        <w:jc w:val="both"/>
        <w:rPr>
          <w:sz w:val="28"/>
          <w:szCs w:val="28"/>
          <w:lang w:val="uk-UA"/>
        </w:rPr>
      </w:pPr>
      <w:r w:rsidRPr="00BA384D">
        <w:rPr>
          <w:sz w:val="28"/>
          <w:szCs w:val="28"/>
          <w:lang w:val="uk-UA"/>
        </w:rPr>
        <w:t>Районна Програма співпраці та підтримки засобів масової інформації на 2017 рік</w:t>
      </w:r>
    </w:p>
    <w:p w:rsidR="00B76FA9" w:rsidRPr="00BA384D" w:rsidRDefault="00B76FA9" w:rsidP="00D56401">
      <w:pPr>
        <w:ind w:left="5664" w:hanging="2120"/>
        <w:jc w:val="both"/>
        <w:rPr>
          <w:sz w:val="28"/>
          <w:szCs w:val="28"/>
          <w:lang w:val="uk-UA"/>
        </w:rPr>
      </w:pPr>
      <w:r w:rsidRPr="00BA384D">
        <w:rPr>
          <w:sz w:val="28"/>
          <w:szCs w:val="28"/>
          <w:lang w:val="uk-UA"/>
        </w:rPr>
        <w:t>відповідальні: Татарінов В.М., Федько Р.М.</w:t>
      </w:r>
    </w:p>
    <w:p w:rsidR="00B76FA9" w:rsidRPr="00BA384D" w:rsidRDefault="00B76FA9" w:rsidP="00D56401">
      <w:pPr>
        <w:ind w:firstLine="708"/>
        <w:jc w:val="both"/>
        <w:rPr>
          <w:sz w:val="28"/>
          <w:szCs w:val="28"/>
          <w:lang w:val="uk-UA"/>
        </w:rPr>
      </w:pPr>
      <w:r w:rsidRPr="00BA384D">
        <w:rPr>
          <w:sz w:val="28"/>
          <w:szCs w:val="28"/>
          <w:lang w:val="uk-UA"/>
        </w:rPr>
        <w:t>Програма забезпечення населення якісною питною водою на 2006-2020 роки у Роменському районі</w:t>
      </w:r>
    </w:p>
    <w:p w:rsidR="00B76FA9" w:rsidRPr="00BA384D" w:rsidRDefault="00B76FA9" w:rsidP="008C1943">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Ведмідь В.О.</w:t>
      </w:r>
    </w:p>
    <w:p w:rsidR="00B76FA9" w:rsidRPr="00BA384D" w:rsidRDefault="00B76FA9" w:rsidP="00360F30">
      <w:pPr>
        <w:ind w:firstLine="708"/>
        <w:jc w:val="both"/>
        <w:rPr>
          <w:sz w:val="28"/>
          <w:szCs w:val="28"/>
          <w:lang w:val="uk-UA"/>
        </w:rPr>
      </w:pPr>
      <w:r w:rsidRPr="00BA384D">
        <w:rPr>
          <w:sz w:val="28"/>
          <w:szCs w:val="28"/>
          <w:lang w:val="uk-UA"/>
        </w:rPr>
        <w:t>Комплексна програма охорони навколишнього природного середовища Роменського району на період до 2021 року</w:t>
      </w:r>
    </w:p>
    <w:p w:rsidR="00B76FA9" w:rsidRPr="00BA384D" w:rsidRDefault="00B76FA9" w:rsidP="00360F30">
      <w:pPr>
        <w:ind w:left="2832" w:firstLine="708"/>
        <w:jc w:val="both"/>
        <w:rPr>
          <w:sz w:val="28"/>
          <w:szCs w:val="28"/>
          <w:lang w:val="uk-UA"/>
        </w:rPr>
      </w:pPr>
      <w:r w:rsidRPr="00BA384D">
        <w:rPr>
          <w:sz w:val="28"/>
          <w:szCs w:val="28"/>
          <w:lang w:val="uk-UA"/>
        </w:rPr>
        <w:t>відповідальні: Ломко М.О., Псарьова А.М.</w:t>
      </w:r>
    </w:p>
    <w:p w:rsidR="00B76FA9" w:rsidRPr="00BA384D" w:rsidRDefault="00B76FA9" w:rsidP="00360F30">
      <w:pPr>
        <w:ind w:firstLine="708"/>
        <w:jc w:val="both"/>
        <w:rPr>
          <w:sz w:val="28"/>
          <w:szCs w:val="28"/>
          <w:lang w:val="uk-UA"/>
        </w:rPr>
      </w:pPr>
      <w:r w:rsidRPr="00BA384D">
        <w:rPr>
          <w:sz w:val="28"/>
          <w:szCs w:val="28"/>
          <w:lang w:val="uk-UA"/>
        </w:rPr>
        <w:t>Районна програма розвитку водного господарства та екологічного оздоровлення басейну річки Дніпро на період до 2021 року</w:t>
      </w:r>
    </w:p>
    <w:p w:rsidR="00B76FA9" w:rsidRPr="00BA384D" w:rsidRDefault="00B76FA9" w:rsidP="00360F30">
      <w:pPr>
        <w:ind w:left="2832" w:firstLine="708"/>
        <w:jc w:val="both"/>
        <w:rPr>
          <w:sz w:val="28"/>
          <w:szCs w:val="28"/>
          <w:lang w:val="uk-UA"/>
        </w:rPr>
      </w:pPr>
      <w:r w:rsidRPr="00BA384D">
        <w:rPr>
          <w:sz w:val="28"/>
          <w:szCs w:val="28"/>
          <w:lang w:val="uk-UA"/>
        </w:rPr>
        <w:t>відповідальні: Ломко М.О., Псарьова А.М.</w:t>
      </w:r>
    </w:p>
    <w:p w:rsidR="00B76FA9" w:rsidRPr="00BA384D" w:rsidRDefault="00B76FA9" w:rsidP="008C1943">
      <w:pPr>
        <w:ind w:firstLine="708"/>
        <w:jc w:val="both"/>
        <w:rPr>
          <w:sz w:val="28"/>
          <w:szCs w:val="28"/>
          <w:lang w:val="uk-UA"/>
        </w:rPr>
      </w:pPr>
      <w:r w:rsidRPr="00BA384D">
        <w:rPr>
          <w:sz w:val="28"/>
          <w:szCs w:val="28"/>
          <w:lang w:val="uk-UA"/>
        </w:rPr>
        <w:t xml:space="preserve">Районна програма містобудівної діяльності та створення служби містобудівного кадастру </w:t>
      </w:r>
    </w:p>
    <w:p w:rsidR="00B76FA9" w:rsidRPr="00BA384D" w:rsidRDefault="00B76FA9" w:rsidP="00263111">
      <w:pPr>
        <w:ind w:left="3540"/>
        <w:jc w:val="both"/>
        <w:rPr>
          <w:sz w:val="28"/>
          <w:szCs w:val="28"/>
          <w:lang w:val="uk-UA"/>
        </w:rPr>
      </w:pPr>
      <w:r w:rsidRPr="00BA384D">
        <w:rPr>
          <w:sz w:val="28"/>
          <w:szCs w:val="28"/>
          <w:lang w:val="uk-UA"/>
        </w:rPr>
        <w:t>відповідальні: Ломко М.О., Федько Л.Г.</w:t>
      </w:r>
    </w:p>
    <w:p w:rsidR="00B76FA9" w:rsidRPr="00BA384D" w:rsidRDefault="00B76FA9" w:rsidP="00263111">
      <w:pPr>
        <w:ind w:firstLine="708"/>
        <w:jc w:val="both"/>
        <w:rPr>
          <w:sz w:val="28"/>
          <w:szCs w:val="28"/>
          <w:lang w:val="uk-UA"/>
        </w:rPr>
      </w:pPr>
      <w:r w:rsidRPr="00BA384D">
        <w:rPr>
          <w:sz w:val="28"/>
          <w:szCs w:val="28"/>
          <w:lang w:val="uk-UA"/>
        </w:rPr>
        <w:t>Районна програма з розроблення схеми планування території Роменського району</w:t>
      </w:r>
    </w:p>
    <w:p w:rsidR="00B76FA9" w:rsidRPr="00BA384D" w:rsidRDefault="00B76FA9" w:rsidP="00800F54">
      <w:pPr>
        <w:ind w:left="3540"/>
        <w:jc w:val="both"/>
        <w:rPr>
          <w:sz w:val="28"/>
          <w:szCs w:val="28"/>
          <w:lang w:val="uk-UA"/>
        </w:rPr>
      </w:pPr>
      <w:r w:rsidRPr="00BA384D">
        <w:rPr>
          <w:sz w:val="28"/>
          <w:szCs w:val="28"/>
          <w:lang w:val="uk-UA"/>
        </w:rPr>
        <w:t>відповідальні: Ломко М.О., Федько Л.Г.</w:t>
      </w:r>
    </w:p>
    <w:p w:rsidR="00B76FA9" w:rsidRPr="00BA384D" w:rsidRDefault="00B76FA9" w:rsidP="00D56401">
      <w:pPr>
        <w:ind w:firstLine="708"/>
        <w:jc w:val="both"/>
        <w:rPr>
          <w:sz w:val="28"/>
          <w:szCs w:val="28"/>
          <w:lang w:val="uk-UA"/>
        </w:rPr>
      </w:pPr>
      <w:r w:rsidRPr="00BA384D">
        <w:rPr>
          <w:sz w:val="28"/>
          <w:szCs w:val="28"/>
          <w:lang w:val="uk-UA"/>
        </w:rPr>
        <w:t>Районна програма забезпечення містобудівною документацією населених пунктів на території Роменського району</w:t>
      </w:r>
    </w:p>
    <w:p w:rsidR="00B76FA9" w:rsidRPr="00BA384D" w:rsidRDefault="00B76FA9" w:rsidP="00800F54">
      <w:pPr>
        <w:ind w:left="3540"/>
        <w:jc w:val="both"/>
        <w:rPr>
          <w:sz w:val="28"/>
          <w:szCs w:val="28"/>
          <w:lang w:val="uk-UA"/>
        </w:rPr>
      </w:pPr>
      <w:r w:rsidRPr="00BA384D">
        <w:rPr>
          <w:sz w:val="28"/>
          <w:szCs w:val="28"/>
          <w:lang w:val="uk-UA"/>
        </w:rPr>
        <w:t>відповідальні: Ломко М.О., Федько Л.Г.</w:t>
      </w:r>
    </w:p>
    <w:p w:rsidR="00B76FA9" w:rsidRPr="00BA384D" w:rsidRDefault="00B76FA9" w:rsidP="00D56401">
      <w:pPr>
        <w:pStyle w:val="ListParagraph"/>
        <w:spacing w:after="0" w:line="240" w:lineRule="auto"/>
        <w:ind w:left="0" w:firstLine="708"/>
        <w:jc w:val="both"/>
        <w:rPr>
          <w:rFonts w:ascii="Times New Roman" w:hAnsi="Times New Roman"/>
          <w:sz w:val="28"/>
          <w:szCs w:val="28"/>
          <w:lang w:val="uk-UA"/>
        </w:rPr>
      </w:pPr>
      <w:r w:rsidRPr="00BA384D">
        <w:rPr>
          <w:rFonts w:ascii="Times New Roman" w:hAnsi="Times New Roman"/>
          <w:sz w:val="28"/>
          <w:szCs w:val="28"/>
          <w:lang w:val="uk-UA"/>
        </w:rPr>
        <w:t>П</w:t>
      </w:r>
      <w:r w:rsidRPr="00BA384D">
        <w:rPr>
          <w:rFonts w:ascii="Times New Roman" w:hAnsi="Times New Roman"/>
          <w:sz w:val="28"/>
          <w:szCs w:val="28"/>
        </w:rPr>
        <w:t xml:space="preserve">рограма </w:t>
      </w:r>
      <w:r w:rsidRPr="00BA384D">
        <w:rPr>
          <w:rFonts w:ascii="Times New Roman" w:hAnsi="Times New Roman"/>
          <w:sz w:val="28"/>
          <w:szCs w:val="28"/>
          <w:lang w:val="uk-UA"/>
        </w:rPr>
        <w:t>поводження з твердими побутовими відходами</w:t>
      </w:r>
      <w:r w:rsidRPr="00BA384D">
        <w:rPr>
          <w:rFonts w:ascii="Times New Roman" w:hAnsi="Times New Roman"/>
          <w:sz w:val="28"/>
          <w:szCs w:val="28"/>
        </w:rPr>
        <w:t xml:space="preserve"> </w:t>
      </w:r>
      <w:r w:rsidRPr="00BA384D">
        <w:rPr>
          <w:rFonts w:ascii="Times New Roman" w:hAnsi="Times New Roman"/>
          <w:sz w:val="28"/>
          <w:szCs w:val="28"/>
          <w:lang w:val="uk-UA"/>
        </w:rPr>
        <w:t>н</w:t>
      </w:r>
      <w:r w:rsidRPr="00BA384D">
        <w:rPr>
          <w:rFonts w:ascii="Times New Roman" w:hAnsi="Times New Roman"/>
          <w:sz w:val="28"/>
          <w:szCs w:val="28"/>
        </w:rPr>
        <w:t>а території Роменського району на 201</w:t>
      </w:r>
      <w:r w:rsidRPr="00BA384D">
        <w:rPr>
          <w:rFonts w:ascii="Times New Roman" w:hAnsi="Times New Roman"/>
          <w:sz w:val="28"/>
          <w:szCs w:val="28"/>
          <w:lang w:val="uk-UA"/>
        </w:rPr>
        <w:t>7</w:t>
      </w:r>
      <w:r w:rsidRPr="00BA384D">
        <w:rPr>
          <w:rFonts w:ascii="Times New Roman" w:hAnsi="Times New Roman"/>
          <w:sz w:val="28"/>
          <w:szCs w:val="28"/>
        </w:rPr>
        <w:t>-20</w:t>
      </w:r>
      <w:r w:rsidRPr="00BA384D">
        <w:rPr>
          <w:rFonts w:ascii="Times New Roman" w:hAnsi="Times New Roman"/>
          <w:sz w:val="28"/>
          <w:szCs w:val="28"/>
          <w:lang w:val="uk-UA"/>
        </w:rPr>
        <w:t>20</w:t>
      </w:r>
      <w:r w:rsidRPr="00BA384D">
        <w:rPr>
          <w:rFonts w:ascii="Times New Roman" w:hAnsi="Times New Roman"/>
          <w:sz w:val="28"/>
          <w:szCs w:val="28"/>
        </w:rPr>
        <w:t xml:space="preserve"> роки</w:t>
      </w:r>
    </w:p>
    <w:p w:rsidR="00B76FA9" w:rsidRPr="00BA384D" w:rsidRDefault="00B76FA9" w:rsidP="009C7C1C">
      <w:pPr>
        <w:ind w:left="2832" w:firstLine="708"/>
        <w:jc w:val="both"/>
        <w:rPr>
          <w:sz w:val="28"/>
          <w:szCs w:val="28"/>
          <w:lang w:val="uk-UA"/>
        </w:rPr>
      </w:pPr>
      <w:r w:rsidRPr="00BA384D">
        <w:rPr>
          <w:sz w:val="28"/>
          <w:szCs w:val="28"/>
          <w:lang w:val="uk-UA"/>
        </w:rPr>
        <w:t>відповідальні: Ломко М.О., Ведмідь В.О.</w:t>
      </w:r>
    </w:p>
    <w:p w:rsidR="00B76FA9" w:rsidRPr="00BA384D" w:rsidRDefault="00B76FA9" w:rsidP="00D56401">
      <w:pPr>
        <w:ind w:firstLine="708"/>
        <w:jc w:val="both"/>
        <w:rPr>
          <w:sz w:val="28"/>
          <w:szCs w:val="28"/>
          <w:lang w:val="uk-UA"/>
        </w:rPr>
      </w:pPr>
      <w:r w:rsidRPr="00BA384D">
        <w:rPr>
          <w:sz w:val="28"/>
          <w:szCs w:val="28"/>
          <w:lang w:val="uk-UA"/>
        </w:rPr>
        <w:t>Комплексна районна програма «Правопорядок» на 2016-2020 роки</w:t>
      </w:r>
    </w:p>
    <w:p w:rsidR="00B76FA9" w:rsidRPr="00BA384D" w:rsidRDefault="00B76FA9" w:rsidP="009529D5">
      <w:pPr>
        <w:ind w:left="5664" w:hanging="2120"/>
        <w:jc w:val="both"/>
        <w:rPr>
          <w:sz w:val="28"/>
          <w:szCs w:val="28"/>
          <w:lang w:val="uk-UA"/>
        </w:rPr>
      </w:pPr>
      <w:r w:rsidRPr="00BA384D">
        <w:rPr>
          <w:sz w:val="28"/>
          <w:szCs w:val="28"/>
          <w:lang w:val="uk-UA"/>
        </w:rPr>
        <w:t>відповідальні: Татарінов В.М., Жогло П.А.</w:t>
      </w:r>
    </w:p>
    <w:p w:rsidR="00B76FA9" w:rsidRPr="00BA384D" w:rsidRDefault="00B76FA9" w:rsidP="009529D5">
      <w:pPr>
        <w:ind w:firstLine="708"/>
        <w:jc w:val="both"/>
        <w:rPr>
          <w:sz w:val="28"/>
          <w:szCs w:val="28"/>
          <w:lang w:val="uk-UA"/>
        </w:rPr>
      </w:pPr>
      <w:r w:rsidRPr="00BA384D">
        <w:rPr>
          <w:sz w:val="28"/>
          <w:szCs w:val="28"/>
          <w:lang w:val="uk-UA"/>
        </w:rPr>
        <w:t>Районна цільова програма мобілізаційної підготовки  місцевого значення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2016-2017 роки</w:t>
      </w:r>
    </w:p>
    <w:p w:rsidR="00B76FA9" w:rsidRPr="00BA384D" w:rsidRDefault="00B76FA9" w:rsidP="0032525B">
      <w:pPr>
        <w:ind w:left="5664" w:hanging="2120"/>
        <w:jc w:val="both"/>
        <w:rPr>
          <w:sz w:val="28"/>
          <w:szCs w:val="28"/>
          <w:lang w:val="uk-UA"/>
        </w:rPr>
      </w:pPr>
      <w:r w:rsidRPr="00BA384D">
        <w:rPr>
          <w:sz w:val="28"/>
          <w:szCs w:val="28"/>
          <w:lang w:val="uk-UA"/>
        </w:rPr>
        <w:t>відповідальні: Татарінов В.М., Жогло П.А.</w:t>
      </w:r>
    </w:p>
    <w:p w:rsidR="00B76FA9" w:rsidRPr="00BA384D" w:rsidRDefault="00B76FA9" w:rsidP="002B36A9">
      <w:pPr>
        <w:ind w:firstLine="708"/>
        <w:jc w:val="both"/>
        <w:rPr>
          <w:sz w:val="28"/>
          <w:szCs w:val="28"/>
          <w:lang w:val="uk-UA"/>
        </w:rPr>
      </w:pPr>
      <w:r w:rsidRPr="00BA384D">
        <w:rPr>
          <w:sz w:val="28"/>
          <w:szCs w:val="28"/>
          <w:lang w:val="uk-UA"/>
        </w:rPr>
        <w:t>Програма надання шефської допомоги військовим частинам А 1476 та А 1376 на 2016-2018 роки</w:t>
      </w:r>
    </w:p>
    <w:p w:rsidR="00B76FA9" w:rsidRPr="00BA384D" w:rsidRDefault="00B76FA9" w:rsidP="002B36A9">
      <w:pPr>
        <w:ind w:left="5664" w:hanging="2120"/>
        <w:jc w:val="both"/>
        <w:rPr>
          <w:sz w:val="28"/>
          <w:szCs w:val="28"/>
          <w:lang w:val="uk-UA"/>
        </w:rPr>
      </w:pPr>
      <w:r w:rsidRPr="00BA384D">
        <w:rPr>
          <w:sz w:val="28"/>
          <w:szCs w:val="28"/>
          <w:lang w:val="uk-UA"/>
        </w:rPr>
        <w:t>відповідальні: Татарінов В.М., Жогло П.А.</w:t>
      </w:r>
    </w:p>
    <w:p w:rsidR="00B76FA9" w:rsidRPr="00BA384D" w:rsidRDefault="00B76FA9" w:rsidP="00D56401">
      <w:pPr>
        <w:ind w:firstLine="708"/>
        <w:jc w:val="both"/>
        <w:rPr>
          <w:sz w:val="28"/>
          <w:szCs w:val="28"/>
          <w:lang w:val="uk-UA"/>
        </w:rPr>
      </w:pPr>
      <w:r w:rsidRPr="00BA384D">
        <w:rPr>
          <w:sz w:val="28"/>
          <w:szCs w:val="28"/>
          <w:lang w:val="uk-UA"/>
        </w:rPr>
        <w:t>Районна програма правової освіти населення Роменського району на 2016-2020 роки</w:t>
      </w:r>
    </w:p>
    <w:p w:rsidR="00B76FA9" w:rsidRPr="00BA384D" w:rsidRDefault="00B76FA9" w:rsidP="00D56401">
      <w:pPr>
        <w:ind w:left="2832" w:firstLine="708"/>
        <w:jc w:val="both"/>
        <w:rPr>
          <w:sz w:val="28"/>
          <w:szCs w:val="28"/>
          <w:lang w:val="uk-UA"/>
        </w:rPr>
      </w:pPr>
      <w:r w:rsidRPr="00BA384D">
        <w:rPr>
          <w:sz w:val="28"/>
          <w:szCs w:val="28"/>
          <w:lang w:val="uk-UA"/>
        </w:rPr>
        <w:t xml:space="preserve">відповідальні: Ломко М.О., </w:t>
      </w:r>
      <w:r w:rsidRPr="009611DD">
        <w:rPr>
          <w:sz w:val="28"/>
          <w:szCs w:val="28"/>
          <w:lang w:val="uk-UA"/>
        </w:rPr>
        <w:t>Дяченко О.А.</w:t>
      </w:r>
    </w:p>
    <w:p w:rsidR="00B76FA9" w:rsidRPr="009A3FEA" w:rsidRDefault="00B76FA9" w:rsidP="00BA4FCD">
      <w:pPr>
        <w:ind w:firstLine="708"/>
        <w:jc w:val="both"/>
        <w:rPr>
          <w:sz w:val="28"/>
          <w:lang w:val="uk-UA"/>
        </w:rPr>
      </w:pPr>
      <w:r w:rsidRPr="009A3FEA">
        <w:rPr>
          <w:sz w:val="28"/>
          <w:lang w:val="uk-UA"/>
        </w:rPr>
        <w:t>Обласна програма реформування системи закладів для дітей-сиріт та дітей, позбавлених батьківського піклування до 2017 року</w:t>
      </w:r>
    </w:p>
    <w:p w:rsidR="00B76FA9" w:rsidRPr="009A3FEA" w:rsidRDefault="00B76FA9" w:rsidP="0097268C">
      <w:pPr>
        <w:ind w:left="5664" w:hanging="2120"/>
        <w:jc w:val="both"/>
        <w:rPr>
          <w:sz w:val="28"/>
          <w:lang w:val="uk-UA"/>
        </w:rPr>
      </w:pPr>
      <w:r w:rsidRPr="009A3FEA">
        <w:rPr>
          <w:sz w:val="28"/>
          <w:lang w:val="uk-UA"/>
        </w:rPr>
        <w:t>відповідальні: Татарінов В.М., Сушко М.М.</w:t>
      </w:r>
    </w:p>
    <w:p w:rsidR="00B76FA9" w:rsidRPr="009A3FEA" w:rsidRDefault="00B76FA9" w:rsidP="00BA4FCD">
      <w:pPr>
        <w:jc w:val="both"/>
        <w:rPr>
          <w:sz w:val="28"/>
          <w:lang w:val="uk-UA"/>
        </w:rPr>
      </w:pPr>
      <w:r w:rsidRPr="009A3FEA">
        <w:rPr>
          <w:sz w:val="28"/>
          <w:lang w:val="uk-UA"/>
        </w:rPr>
        <w:tab/>
        <w:t>Районна програма з реалізації Конвенції ООН про права дитини на 2017-2019 роки</w:t>
      </w:r>
    </w:p>
    <w:p w:rsidR="00B76FA9" w:rsidRPr="009A3FEA" w:rsidRDefault="00B76FA9" w:rsidP="00BA4FCD">
      <w:pPr>
        <w:ind w:left="5664" w:hanging="2120"/>
        <w:jc w:val="both"/>
        <w:rPr>
          <w:sz w:val="28"/>
          <w:lang w:val="uk-UA"/>
        </w:rPr>
      </w:pPr>
      <w:r w:rsidRPr="009A3FEA">
        <w:rPr>
          <w:sz w:val="28"/>
          <w:lang w:val="uk-UA"/>
        </w:rPr>
        <w:t>відповідальні: Татарінов В.М., Ст</w:t>
      </w:r>
      <w:r>
        <w:rPr>
          <w:sz w:val="28"/>
          <w:lang w:val="uk-UA"/>
        </w:rPr>
        <w:t>арун Н</w:t>
      </w:r>
      <w:r w:rsidRPr="009A3FEA">
        <w:rPr>
          <w:sz w:val="28"/>
          <w:lang w:val="uk-UA"/>
        </w:rPr>
        <w:t>.В.,</w:t>
      </w:r>
    </w:p>
    <w:p w:rsidR="00B76FA9" w:rsidRPr="009A3FEA" w:rsidRDefault="00B76FA9" w:rsidP="00BA4FCD">
      <w:pPr>
        <w:ind w:left="5664" w:hanging="2120"/>
        <w:jc w:val="both"/>
        <w:rPr>
          <w:sz w:val="28"/>
          <w:lang w:val="uk-UA"/>
        </w:rPr>
      </w:pPr>
      <w:r w:rsidRPr="009A3FEA">
        <w:rPr>
          <w:sz w:val="28"/>
          <w:lang w:val="uk-UA"/>
        </w:rPr>
        <w:t>Сушко М.М.</w:t>
      </w:r>
    </w:p>
    <w:p w:rsidR="00B76FA9" w:rsidRPr="009A3FEA" w:rsidRDefault="00B76FA9" w:rsidP="004345A2">
      <w:pPr>
        <w:jc w:val="both"/>
        <w:rPr>
          <w:sz w:val="28"/>
          <w:szCs w:val="28"/>
          <w:lang w:val="uk-UA"/>
        </w:rPr>
      </w:pPr>
      <w:r w:rsidRPr="009A3FEA">
        <w:rPr>
          <w:lang w:val="uk-UA"/>
        </w:rPr>
        <w:tab/>
      </w:r>
      <w:r w:rsidRPr="009A3FEA">
        <w:rPr>
          <w:sz w:val="28"/>
          <w:szCs w:val="28"/>
          <w:lang w:val="uk-UA"/>
        </w:rPr>
        <w:t>Районна програма «Здоров’я Роменщини на 2016-2018 роки»</w:t>
      </w:r>
    </w:p>
    <w:p w:rsidR="00B76FA9" w:rsidRPr="009A3FEA" w:rsidRDefault="00B76FA9" w:rsidP="004345A2">
      <w:pPr>
        <w:ind w:left="2832" w:firstLine="708"/>
        <w:jc w:val="both"/>
        <w:rPr>
          <w:sz w:val="28"/>
          <w:lang w:val="uk-UA"/>
        </w:rPr>
      </w:pPr>
      <w:r w:rsidRPr="009A3FEA">
        <w:rPr>
          <w:sz w:val="28"/>
          <w:lang w:val="uk-UA"/>
        </w:rPr>
        <w:t>відповідальні: Татарінов В.М., Козаченко М.І.</w:t>
      </w:r>
    </w:p>
    <w:p w:rsidR="00B76FA9" w:rsidRPr="009A3FEA" w:rsidRDefault="00B76FA9" w:rsidP="004345A2">
      <w:pPr>
        <w:ind w:firstLine="708"/>
        <w:jc w:val="both"/>
        <w:rPr>
          <w:sz w:val="28"/>
          <w:szCs w:val="28"/>
          <w:lang w:val="uk-UA"/>
        </w:rPr>
      </w:pPr>
      <w:r w:rsidRPr="009A3FEA">
        <w:rPr>
          <w:sz w:val="28"/>
          <w:szCs w:val="28"/>
          <w:lang w:val="uk-UA"/>
        </w:rPr>
        <w:t>Районна цільова соціальна програма протидії ВІЛ-інфекції/СНІДу на 2015-2018 роки</w:t>
      </w:r>
    </w:p>
    <w:p w:rsidR="00B76FA9" w:rsidRPr="009A3FEA" w:rsidRDefault="00B76FA9" w:rsidP="00D56401">
      <w:pPr>
        <w:ind w:left="2832" w:firstLine="708"/>
        <w:jc w:val="both"/>
        <w:rPr>
          <w:sz w:val="28"/>
          <w:lang w:val="uk-UA"/>
        </w:rPr>
      </w:pPr>
      <w:r w:rsidRPr="009A3FEA">
        <w:rPr>
          <w:sz w:val="28"/>
          <w:lang w:val="uk-UA"/>
        </w:rPr>
        <w:t>відповідальні: Татарінов В.М., Козаченко М.І.</w:t>
      </w:r>
    </w:p>
    <w:p w:rsidR="00B76FA9" w:rsidRPr="009A3FEA" w:rsidRDefault="00B76FA9" w:rsidP="00105E49">
      <w:pPr>
        <w:ind w:firstLine="708"/>
        <w:jc w:val="both"/>
        <w:rPr>
          <w:sz w:val="28"/>
          <w:lang w:val="uk-UA"/>
        </w:rPr>
      </w:pPr>
      <w:r w:rsidRPr="009A3FEA">
        <w:rPr>
          <w:sz w:val="28"/>
          <w:lang w:val="uk-UA"/>
        </w:rPr>
        <w:t>Програма здійснення контролю за наявністю, станом і рухом документів Національного архівного фонду та таких, що підлягають включенню до нього на 2009-2019 роки</w:t>
      </w:r>
    </w:p>
    <w:p w:rsidR="00B76FA9" w:rsidRPr="009A3FEA" w:rsidRDefault="00B76FA9" w:rsidP="006B5DC6">
      <w:pPr>
        <w:ind w:left="2832" w:firstLine="708"/>
        <w:jc w:val="both"/>
        <w:rPr>
          <w:sz w:val="28"/>
          <w:lang w:val="uk-UA"/>
        </w:rPr>
      </w:pPr>
      <w:r w:rsidRPr="009A3FEA">
        <w:rPr>
          <w:sz w:val="28"/>
          <w:lang w:val="uk-UA"/>
        </w:rPr>
        <w:t>відповідальні: Ломко М.О., Суборова О.А.</w:t>
      </w:r>
    </w:p>
    <w:p w:rsidR="00B76FA9" w:rsidRPr="009A3FEA" w:rsidRDefault="00B76FA9" w:rsidP="00D56401">
      <w:pPr>
        <w:jc w:val="both"/>
        <w:rPr>
          <w:sz w:val="16"/>
          <w:szCs w:val="16"/>
          <w:lang w:val="uk-UA"/>
        </w:rPr>
      </w:pPr>
    </w:p>
    <w:p w:rsidR="00B76FA9" w:rsidRPr="00BA384D" w:rsidRDefault="00B76FA9" w:rsidP="00D56401">
      <w:pPr>
        <w:ind w:firstLine="708"/>
        <w:jc w:val="both"/>
        <w:rPr>
          <w:sz w:val="28"/>
          <w:szCs w:val="28"/>
          <w:lang w:val="uk-UA"/>
        </w:rPr>
      </w:pPr>
      <w:r w:rsidRPr="005D3A17">
        <w:rPr>
          <w:bCs/>
          <w:sz w:val="28"/>
          <w:lang w:val="en-US"/>
        </w:rPr>
        <w:t>V</w:t>
      </w:r>
      <w:r w:rsidRPr="005D3A17">
        <w:rPr>
          <w:bCs/>
          <w:sz w:val="28"/>
          <w:lang w:val="uk-UA"/>
        </w:rPr>
        <w:t xml:space="preserve">. Перевірки з питань виконання Конституції України та інших законів, </w:t>
      </w:r>
      <w:r w:rsidRPr="00BA384D">
        <w:rPr>
          <w:bCs/>
          <w:sz w:val="28"/>
          <w:lang w:val="uk-UA"/>
        </w:rPr>
        <w:t xml:space="preserve">нормативно-правових актів Президента України, Кабінету Міністрів України, розпоряджень голів Сумської обласної та Роменської районної державних адміністрацій, у тому числі перевірки </w:t>
      </w:r>
      <w:r w:rsidRPr="00BA384D">
        <w:rPr>
          <w:sz w:val="28"/>
          <w:szCs w:val="28"/>
          <w:lang w:val="uk-UA"/>
        </w:rPr>
        <w:t>виконавчих органів місцевого самоврядування щодо здійснення делегованих їм повноважень органів виконавчої влади</w:t>
      </w:r>
    </w:p>
    <w:p w:rsidR="00B76FA9" w:rsidRPr="00BA384D" w:rsidRDefault="00B76FA9" w:rsidP="008C1943">
      <w:pPr>
        <w:ind w:left="3540" w:firstLine="708"/>
        <w:jc w:val="both"/>
        <w:rPr>
          <w:bCs/>
          <w:sz w:val="28"/>
          <w:lang w:val="uk-UA"/>
        </w:rPr>
      </w:pPr>
      <w:r w:rsidRPr="00BA384D">
        <w:rPr>
          <w:bCs/>
          <w:sz w:val="28"/>
          <w:lang w:val="uk-UA"/>
        </w:rPr>
        <w:t>Січень</w:t>
      </w:r>
    </w:p>
    <w:p w:rsidR="00B76FA9" w:rsidRPr="00BA384D" w:rsidRDefault="00B76FA9" w:rsidP="008C1943">
      <w:pPr>
        <w:jc w:val="both"/>
        <w:rPr>
          <w:sz w:val="28"/>
          <w:lang w:val="uk-UA"/>
        </w:rPr>
      </w:pPr>
      <w:r w:rsidRPr="00BA384D">
        <w:rPr>
          <w:sz w:val="28"/>
          <w:lang w:val="uk-UA"/>
        </w:rPr>
        <w:tab/>
        <w:t xml:space="preserve">Перевірка виконавчого </w:t>
      </w:r>
      <w:r w:rsidRPr="00BA384D">
        <w:rPr>
          <w:sz w:val="28"/>
          <w:szCs w:val="28"/>
          <w:lang w:val="uk-UA"/>
        </w:rPr>
        <w:t xml:space="preserve">комітету Біловодської </w:t>
      </w:r>
      <w:r w:rsidRPr="00BA384D">
        <w:rPr>
          <w:sz w:val="28"/>
          <w:lang w:val="uk-UA"/>
        </w:rPr>
        <w:t>сільської ради та управління економічного, агропромислового розвитку та торгівлі районної державної адміністрації стану дотримання вимог законодавства щодо розгляду звернень громадян та надання методичної допомоги.</w:t>
      </w:r>
    </w:p>
    <w:p w:rsidR="00B76FA9" w:rsidRPr="00F02ED0" w:rsidRDefault="00B76FA9" w:rsidP="00F02ED0">
      <w:pPr>
        <w:ind w:firstLine="708"/>
        <w:jc w:val="both"/>
        <w:rPr>
          <w:sz w:val="28"/>
          <w:szCs w:val="28"/>
          <w:lang w:val="uk-UA"/>
        </w:rPr>
      </w:pPr>
      <w:r w:rsidRPr="00BA384D">
        <w:rPr>
          <w:sz w:val="28"/>
          <w:lang w:val="uk-UA"/>
        </w:rPr>
        <w:t xml:space="preserve">Перевірка та надання методичної допомоги виконавчому комітету </w:t>
      </w:r>
      <w:r w:rsidRPr="00BA384D">
        <w:rPr>
          <w:sz w:val="28"/>
          <w:szCs w:val="28"/>
          <w:lang w:val="uk-UA"/>
        </w:rPr>
        <w:t>Біловодської</w:t>
      </w:r>
      <w:r w:rsidRPr="00BA384D">
        <w:rPr>
          <w:sz w:val="28"/>
          <w:lang w:val="uk-UA"/>
        </w:rPr>
        <w:t xml:space="preserve"> сільської ради</w:t>
      </w:r>
      <w:r>
        <w:rPr>
          <w:sz w:val="28"/>
          <w:lang w:val="uk-UA"/>
        </w:rPr>
        <w:t xml:space="preserve"> </w:t>
      </w:r>
      <w:r w:rsidRPr="00BA384D">
        <w:rPr>
          <w:sz w:val="28"/>
          <w:lang w:val="uk-UA"/>
        </w:rPr>
        <w:t>та управління економічного, агропромислового розвитку та торгівлі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B76FA9" w:rsidRPr="00BA384D" w:rsidRDefault="00B76FA9" w:rsidP="008C1943">
      <w:pPr>
        <w:ind w:left="3540" w:firstLine="708"/>
        <w:jc w:val="both"/>
        <w:rPr>
          <w:bCs/>
          <w:sz w:val="28"/>
          <w:lang w:val="uk-UA"/>
        </w:rPr>
      </w:pPr>
      <w:r w:rsidRPr="00BA384D">
        <w:rPr>
          <w:bCs/>
          <w:sz w:val="28"/>
          <w:lang w:val="uk-UA"/>
        </w:rPr>
        <w:t>Лютий</w:t>
      </w:r>
    </w:p>
    <w:p w:rsidR="00B76FA9" w:rsidRPr="00BA384D" w:rsidRDefault="00B76FA9" w:rsidP="00F47FD2">
      <w:pPr>
        <w:jc w:val="both"/>
        <w:rPr>
          <w:sz w:val="28"/>
          <w:lang w:val="uk-UA"/>
        </w:rPr>
      </w:pPr>
      <w:r w:rsidRPr="00BA384D">
        <w:rPr>
          <w:lang w:val="uk-UA"/>
        </w:rPr>
        <w:tab/>
      </w:r>
      <w:r w:rsidRPr="00BA384D">
        <w:rPr>
          <w:sz w:val="28"/>
          <w:lang w:val="uk-UA"/>
        </w:rPr>
        <w:t xml:space="preserve">Перевірка виконавчих </w:t>
      </w:r>
      <w:r w:rsidRPr="00BA384D">
        <w:rPr>
          <w:sz w:val="28"/>
          <w:szCs w:val="28"/>
          <w:lang w:val="uk-UA"/>
        </w:rPr>
        <w:t>комітетів Артюхівської, Великобубнівської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szCs w:val="28"/>
          <w:lang w:val="uk-UA"/>
        </w:rPr>
      </w:pPr>
      <w:r w:rsidRPr="00BA384D">
        <w:rPr>
          <w:sz w:val="28"/>
          <w:lang w:val="uk-UA"/>
        </w:rPr>
        <w:t xml:space="preserve">Перевірка виконавчих </w:t>
      </w:r>
      <w:r w:rsidRPr="00BA384D">
        <w:rPr>
          <w:sz w:val="28"/>
          <w:szCs w:val="28"/>
          <w:lang w:val="uk-UA"/>
        </w:rPr>
        <w:t>комітетів Артюхівської, Великобубнівської</w:t>
      </w:r>
      <w:r w:rsidRPr="00BA384D">
        <w:rPr>
          <w:szCs w:val="28"/>
          <w:lang w:val="uk-UA"/>
        </w:rPr>
        <w:t xml:space="preserve"> </w:t>
      </w:r>
      <w:r w:rsidRPr="00BA384D">
        <w:rPr>
          <w:sz w:val="28"/>
          <w:lang w:val="uk-UA"/>
        </w:rPr>
        <w:t>сільських рад</w:t>
      </w:r>
      <w:r>
        <w:rPr>
          <w:sz w:val="28"/>
          <w:lang w:val="uk-UA"/>
        </w:rPr>
        <w:t>,</w:t>
      </w:r>
      <w:r w:rsidRPr="004D13D0">
        <w:rPr>
          <w:sz w:val="28"/>
          <w:szCs w:val="28"/>
          <w:lang w:val="uk-UA"/>
        </w:rPr>
        <w:t xml:space="preserve"> Роменськ</w:t>
      </w:r>
      <w:r>
        <w:rPr>
          <w:sz w:val="28"/>
          <w:szCs w:val="28"/>
          <w:lang w:val="uk-UA"/>
        </w:rPr>
        <w:t>ого</w:t>
      </w:r>
      <w:r w:rsidRPr="004D13D0">
        <w:rPr>
          <w:sz w:val="28"/>
          <w:szCs w:val="28"/>
          <w:lang w:val="uk-UA"/>
        </w:rPr>
        <w:t xml:space="preserve"> районн</w:t>
      </w:r>
      <w:r>
        <w:rPr>
          <w:sz w:val="28"/>
          <w:szCs w:val="28"/>
          <w:lang w:val="uk-UA"/>
        </w:rPr>
        <w:t>ого</w:t>
      </w:r>
      <w:r w:rsidRPr="004D13D0">
        <w:rPr>
          <w:sz w:val="28"/>
          <w:szCs w:val="28"/>
          <w:lang w:val="uk-UA"/>
        </w:rPr>
        <w:t xml:space="preserve"> центр</w:t>
      </w:r>
      <w:r>
        <w:rPr>
          <w:sz w:val="28"/>
          <w:szCs w:val="28"/>
          <w:lang w:val="uk-UA"/>
        </w:rPr>
        <w:t>у</w:t>
      </w:r>
      <w:r w:rsidRPr="004D13D0">
        <w:rPr>
          <w:sz w:val="28"/>
          <w:szCs w:val="28"/>
          <w:lang w:val="uk-UA"/>
        </w:rPr>
        <w:t xml:space="preserve"> соціальних служб для сім’ї, дітей та молоді</w:t>
      </w:r>
      <w:r w:rsidRPr="00BA384D">
        <w:rPr>
          <w:sz w:val="28"/>
          <w:lang w:val="uk-UA"/>
        </w:rPr>
        <w:t xml:space="preserve">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B76FA9" w:rsidRPr="00BA384D" w:rsidRDefault="00B76FA9" w:rsidP="00F47FD2">
      <w:pPr>
        <w:jc w:val="both"/>
        <w:rPr>
          <w:sz w:val="28"/>
          <w:lang w:val="uk-UA"/>
        </w:rPr>
      </w:pPr>
      <w:r w:rsidRPr="00BA384D">
        <w:rPr>
          <w:sz w:val="28"/>
          <w:lang w:val="uk-UA"/>
        </w:rPr>
        <w:tab/>
        <w:t>Перевірка виконавчого комітету Андріївської сільської ради щодо здійснення повноважень у сфері надання житлово-комунальних послуг.</w:t>
      </w:r>
    </w:p>
    <w:p w:rsidR="00B76FA9" w:rsidRPr="00BA384D" w:rsidRDefault="00B76FA9" w:rsidP="00996FEF">
      <w:pPr>
        <w:ind w:firstLine="708"/>
        <w:jc w:val="both"/>
        <w:rPr>
          <w:sz w:val="28"/>
          <w:lang w:val="uk-UA"/>
        </w:rPr>
      </w:pPr>
      <w:r w:rsidRPr="00BA384D">
        <w:rPr>
          <w:sz w:val="28"/>
          <w:lang w:val="uk-UA"/>
        </w:rPr>
        <w:t>Перевірка виконавчого комітету Хоминцівської сільської ради щодо військово-патріотичного виховання населення.</w:t>
      </w:r>
    </w:p>
    <w:p w:rsidR="00B76FA9" w:rsidRPr="00BA384D" w:rsidRDefault="00B76FA9" w:rsidP="008C1943">
      <w:pPr>
        <w:jc w:val="center"/>
        <w:rPr>
          <w:sz w:val="28"/>
          <w:lang w:val="uk-UA"/>
        </w:rPr>
      </w:pPr>
      <w:r w:rsidRPr="00BA384D">
        <w:rPr>
          <w:bCs/>
          <w:sz w:val="28"/>
          <w:lang w:val="uk-UA"/>
        </w:rPr>
        <w:t>Березень</w:t>
      </w:r>
    </w:p>
    <w:p w:rsidR="00B76FA9" w:rsidRPr="00BA384D" w:rsidRDefault="00B76FA9" w:rsidP="008C1943">
      <w:pPr>
        <w:jc w:val="both"/>
        <w:rPr>
          <w:sz w:val="28"/>
          <w:lang w:val="uk-UA"/>
        </w:rPr>
      </w:pPr>
      <w:r w:rsidRPr="00BA384D">
        <w:rPr>
          <w:lang w:val="uk-UA"/>
        </w:rPr>
        <w:tab/>
      </w:r>
      <w:r w:rsidRPr="00BA384D">
        <w:rPr>
          <w:sz w:val="28"/>
          <w:lang w:val="uk-UA"/>
        </w:rPr>
        <w:t xml:space="preserve">Перевірка виконавчих </w:t>
      </w:r>
      <w:r w:rsidRPr="00BA384D">
        <w:rPr>
          <w:sz w:val="28"/>
          <w:szCs w:val="28"/>
          <w:lang w:val="uk-UA"/>
        </w:rPr>
        <w:t>комітетів Смілівської, Плавинищенської</w:t>
      </w:r>
      <w:r w:rsidRPr="00BA384D">
        <w:rPr>
          <w:szCs w:val="28"/>
          <w:lang w:val="uk-UA"/>
        </w:rPr>
        <w:t xml:space="preserve"> </w:t>
      </w:r>
      <w:r w:rsidRPr="00BA384D">
        <w:rPr>
          <w:sz w:val="28"/>
          <w:lang w:val="uk-UA"/>
        </w:rPr>
        <w:t xml:space="preserve">сільських </w:t>
      </w:r>
    </w:p>
    <w:p w:rsidR="00B76FA9" w:rsidRPr="00BA384D" w:rsidRDefault="00B76FA9" w:rsidP="008C1943">
      <w:pPr>
        <w:jc w:val="both"/>
        <w:rPr>
          <w:sz w:val="28"/>
          <w:lang w:val="uk-UA"/>
        </w:rPr>
      </w:pPr>
      <w:r w:rsidRPr="00BA384D">
        <w:rPr>
          <w:sz w:val="28"/>
          <w:lang w:val="uk-UA"/>
        </w:rPr>
        <w:t>рад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lang w:val="uk-UA"/>
        </w:rPr>
      </w:pPr>
      <w:r w:rsidRPr="00BA384D">
        <w:rPr>
          <w:sz w:val="28"/>
          <w:lang w:val="uk-UA"/>
        </w:rPr>
        <w:t xml:space="preserve">Перевірка виконавчих </w:t>
      </w:r>
      <w:r w:rsidRPr="00BA384D">
        <w:rPr>
          <w:sz w:val="28"/>
          <w:szCs w:val="28"/>
          <w:lang w:val="uk-UA"/>
        </w:rPr>
        <w:t>комітетів Смілівської, Плавинищенської</w:t>
      </w:r>
      <w:r w:rsidRPr="00BA384D">
        <w:rPr>
          <w:szCs w:val="28"/>
          <w:lang w:val="uk-UA"/>
        </w:rPr>
        <w:t xml:space="preserve"> </w:t>
      </w:r>
      <w:r w:rsidRPr="00BA384D">
        <w:rPr>
          <w:sz w:val="28"/>
          <w:lang w:val="uk-UA"/>
        </w:rPr>
        <w:t xml:space="preserve">сільських </w:t>
      </w:r>
    </w:p>
    <w:p w:rsidR="00B76FA9" w:rsidRPr="00BA384D" w:rsidRDefault="00B76FA9" w:rsidP="008C1943">
      <w:pPr>
        <w:jc w:val="both"/>
        <w:rPr>
          <w:sz w:val="28"/>
          <w:szCs w:val="28"/>
          <w:lang w:val="uk-UA"/>
        </w:rPr>
      </w:pPr>
      <w:r w:rsidRPr="00BA384D">
        <w:rPr>
          <w:sz w:val="28"/>
          <w:lang w:val="uk-UA"/>
        </w:rPr>
        <w:t xml:space="preserve">рад </w:t>
      </w:r>
      <w:r w:rsidRPr="00BA384D">
        <w:rPr>
          <w:sz w:val="28"/>
          <w:szCs w:val="28"/>
          <w:lang w:val="uk-UA"/>
        </w:rPr>
        <w:t xml:space="preserve">щодо обліку та контролю за виконанням розпорядчих документів органів вищої влади та розпоряджень і доручень голови </w:t>
      </w:r>
      <w:r w:rsidRPr="00BA384D">
        <w:rPr>
          <w:sz w:val="28"/>
          <w:lang w:val="uk-UA"/>
        </w:rPr>
        <w:t>районної державної адміністрації</w:t>
      </w:r>
      <w:r w:rsidRPr="00BA384D">
        <w:rPr>
          <w:sz w:val="28"/>
          <w:szCs w:val="28"/>
          <w:lang w:val="uk-UA"/>
        </w:rPr>
        <w:t>.</w:t>
      </w:r>
    </w:p>
    <w:p w:rsidR="00B76FA9" w:rsidRPr="00BA384D" w:rsidRDefault="00B76FA9" w:rsidP="008C1943">
      <w:pPr>
        <w:ind w:firstLine="708"/>
        <w:jc w:val="both"/>
        <w:rPr>
          <w:sz w:val="28"/>
          <w:szCs w:val="28"/>
          <w:lang w:val="uk-UA"/>
        </w:rPr>
      </w:pPr>
      <w:r w:rsidRPr="00BA384D">
        <w:rPr>
          <w:sz w:val="28"/>
          <w:lang w:val="uk-UA"/>
        </w:rPr>
        <w:t>Перевірка виконавчих комітетів Глинської, Гришинської, Ріпчанської сільських рад з питання організації дозвілля сільського населення в закладах</w:t>
      </w:r>
      <w:r w:rsidRPr="00BA384D">
        <w:rPr>
          <w:sz w:val="28"/>
          <w:szCs w:val="28"/>
          <w:lang w:val="uk-UA"/>
        </w:rPr>
        <w:t xml:space="preserve"> </w:t>
      </w:r>
      <w:r w:rsidRPr="00BA384D">
        <w:rPr>
          <w:sz w:val="28"/>
          <w:lang w:val="uk-UA"/>
        </w:rPr>
        <w:t>культури.</w:t>
      </w:r>
    </w:p>
    <w:p w:rsidR="00B76FA9" w:rsidRPr="00BA384D" w:rsidRDefault="00B76FA9" w:rsidP="008C1943">
      <w:pPr>
        <w:ind w:firstLine="708"/>
        <w:jc w:val="both"/>
        <w:rPr>
          <w:sz w:val="28"/>
          <w:lang w:val="uk-UA"/>
        </w:rPr>
      </w:pPr>
      <w:r w:rsidRPr="00BA384D">
        <w:rPr>
          <w:sz w:val="28"/>
          <w:lang w:val="uk-UA"/>
        </w:rPr>
        <w:t>Перевірка виконавчого комітету Смілівської сільської ради щодо роботи відомчих архівів.</w:t>
      </w:r>
    </w:p>
    <w:p w:rsidR="00B76FA9" w:rsidRPr="00BA384D" w:rsidRDefault="00B76FA9" w:rsidP="008C1943">
      <w:pPr>
        <w:ind w:left="3540" w:firstLine="708"/>
        <w:jc w:val="both"/>
        <w:rPr>
          <w:bCs/>
          <w:sz w:val="28"/>
          <w:lang w:val="uk-UA"/>
        </w:rPr>
      </w:pPr>
      <w:r w:rsidRPr="00BA384D">
        <w:rPr>
          <w:bCs/>
          <w:sz w:val="28"/>
          <w:lang w:val="uk-UA"/>
        </w:rPr>
        <w:t>Квітень</w:t>
      </w:r>
    </w:p>
    <w:p w:rsidR="00B76FA9" w:rsidRPr="00BA384D" w:rsidRDefault="00B76FA9" w:rsidP="008C1943">
      <w:pPr>
        <w:jc w:val="both"/>
        <w:rPr>
          <w:sz w:val="28"/>
          <w:lang w:val="uk-UA"/>
        </w:rPr>
      </w:pPr>
      <w:r w:rsidRPr="00BA384D">
        <w:rPr>
          <w:sz w:val="28"/>
          <w:lang w:val="uk-UA"/>
        </w:rPr>
        <w:tab/>
        <w:t xml:space="preserve">Перевірка виконавчих </w:t>
      </w:r>
      <w:r w:rsidRPr="00BA384D">
        <w:rPr>
          <w:sz w:val="28"/>
          <w:szCs w:val="28"/>
          <w:lang w:val="uk-UA"/>
        </w:rPr>
        <w:t xml:space="preserve">комітетів Галківської, Глинської </w:t>
      </w:r>
      <w:r w:rsidRPr="00BA384D">
        <w:rPr>
          <w:sz w:val="28"/>
          <w:lang w:val="uk-UA"/>
        </w:rPr>
        <w:t>сільських рад та відділу житлово-комунального господарства, будівництва та інфраструктури районної державної адміністрації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 xml:space="preserve">комітетів Галківської, Глинської </w:t>
      </w:r>
      <w:r w:rsidRPr="00BA384D">
        <w:rPr>
          <w:sz w:val="28"/>
          <w:lang w:val="uk-UA"/>
        </w:rPr>
        <w:t>сільських рад та відділу житлово-комунального господарства, будівництва та інфраструктури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B76FA9" w:rsidRPr="00BA384D" w:rsidRDefault="00B76FA9" w:rsidP="00BA384D">
      <w:pPr>
        <w:ind w:firstLine="708"/>
        <w:jc w:val="both"/>
        <w:rPr>
          <w:sz w:val="28"/>
          <w:lang w:val="uk-UA"/>
        </w:rPr>
      </w:pPr>
      <w:r w:rsidRPr="00BA384D">
        <w:rPr>
          <w:sz w:val="28"/>
          <w:lang w:val="uk-UA"/>
        </w:rPr>
        <w:t>Перевірка виконавчого комітету Бобрицької сільської ради щодо здійснення повноважень у сфері надання житлово-комунальних послуг.</w:t>
      </w:r>
    </w:p>
    <w:p w:rsidR="00B76FA9" w:rsidRPr="00BA384D" w:rsidRDefault="00B76FA9" w:rsidP="008C1943">
      <w:pPr>
        <w:ind w:left="3540" w:firstLine="708"/>
        <w:jc w:val="both"/>
        <w:rPr>
          <w:sz w:val="28"/>
          <w:lang w:val="uk-UA"/>
        </w:rPr>
      </w:pPr>
      <w:r w:rsidRPr="00BA384D">
        <w:rPr>
          <w:bCs/>
          <w:sz w:val="28"/>
          <w:lang w:val="uk-UA"/>
        </w:rPr>
        <w:t>Травень</w:t>
      </w:r>
    </w:p>
    <w:p w:rsidR="00B76FA9" w:rsidRPr="00BA384D" w:rsidRDefault="00B76FA9" w:rsidP="008C1943">
      <w:pPr>
        <w:jc w:val="both"/>
        <w:rPr>
          <w:sz w:val="28"/>
          <w:lang w:val="uk-UA"/>
        </w:rPr>
      </w:pPr>
      <w:r w:rsidRPr="00BA384D">
        <w:rPr>
          <w:lang w:val="uk-UA"/>
        </w:rPr>
        <w:tab/>
      </w:r>
      <w:r w:rsidRPr="00BA384D">
        <w:rPr>
          <w:sz w:val="28"/>
          <w:lang w:val="uk-UA"/>
        </w:rPr>
        <w:t xml:space="preserve">Перевірка виконавчих </w:t>
      </w:r>
      <w:r w:rsidRPr="00BA384D">
        <w:rPr>
          <w:sz w:val="28"/>
          <w:szCs w:val="28"/>
          <w:lang w:val="uk-UA"/>
        </w:rPr>
        <w:t>комітетів Сулимівської, Дібрівської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szCs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комітетів Сулимівської, Дібрівської</w:t>
      </w:r>
      <w:r w:rsidRPr="00BA384D">
        <w:rPr>
          <w:szCs w:val="28"/>
          <w:lang w:val="uk-UA"/>
        </w:rPr>
        <w:t xml:space="preserve"> </w:t>
      </w:r>
      <w:r w:rsidRPr="00BA384D">
        <w:rPr>
          <w:sz w:val="28"/>
          <w:lang w:val="uk-UA"/>
        </w:rPr>
        <w:t>сільських рад</w:t>
      </w:r>
      <w:r>
        <w:rPr>
          <w:sz w:val="28"/>
          <w:lang w:val="uk-UA"/>
        </w:rPr>
        <w:t>, служби у справах дітей</w:t>
      </w:r>
      <w:r w:rsidRPr="00BA384D">
        <w:rPr>
          <w:sz w:val="28"/>
          <w:lang w:val="uk-UA"/>
        </w:rPr>
        <w:t xml:space="preserve"> </w:t>
      </w:r>
      <w:r>
        <w:rPr>
          <w:sz w:val="28"/>
          <w:lang w:val="uk-UA"/>
        </w:rPr>
        <w:t xml:space="preserve">районної державної адміністрації </w:t>
      </w:r>
      <w:r w:rsidRPr="00BA384D">
        <w:rPr>
          <w:sz w:val="28"/>
          <w:lang w:val="uk-UA"/>
        </w:rPr>
        <w:t>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B76FA9" w:rsidRPr="00BA384D" w:rsidRDefault="00B76FA9" w:rsidP="00C46BF3">
      <w:pPr>
        <w:ind w:firstLine="708"/>
        <w:jc w:val="both"/>
        <w:rPr>
          <w:sz w:val="28"/>
          <w:szCs w:val="28"/>
          <w:lang w:val="uk-UA"/>
        </w:rPr>
      </w:pPr>
      <w:r w:rsidRPr="00BA384D">
        <w:rPr>
          <w:sz w:val="28"/>
          <w:lang w:val="uk-UA"/>
        </w:rPr>
        <w:t>Перевірка виконавчих комітетів Бобрицької, Волошнівської, Довгополівської сільських рад з питання організації дозвілля сільського населення в закладах</w:t>
      </w:r>
      <w:r w:rsidRPr="00BA384D">
        <w:rPr>
          <w:sz w:val="28"/>
          <w:szCs w:val="28"/>
          <w:lang w:val="uk-UA"/>
        </w:rPr>
        <w:t xml:space="preserve"> </w:t>
      </w:r>
      <w:r w:rsidRPr="00BA384D">
        <w:rPr>
          <w:sz w:val="28"/>
          <w:lang w:val="uk-UA"/>
        </w:rPr>
        <w:t>культури.</w:t>
      </w:r>
    </w:p>
    <w:p w:rsidR="00B76FA9" w:rsidRPr="00BA384D" w:rsidRDefault="00B76FA9" w:rsidP="00F02ED0">
      <w:pPr>
        <w:ind w:firstLine="709"/>
        <w:jc w:val="both"/>
        <w:rPr>
          <w:sz w:val="28"/>
          <w:lang w:val="uk-UA"/>
        </w:rPr>
      </w:pPr>
      <w:r w:rsidRPr="00BA384D">
        <w:rPr>
          <w:sz w:val="28"/>
          <w:lang w:val="uk-UA"/>
        </w:rPr>
        <w:t>Перевірка виконавчого комітету Хмелівської сільської ради щодо роботи відомчих архівів.</w:t>
      </w:r>
    </w:p>
    <w:p w:rsidR="00B76FA9" w:rsidRPr="00BA384D" w:rsidRDefault="00B76FA9" w:rsidP="00F02ED0">
      <w:pPr>
        <w:ind w:left="3540" w:firstLine="709"/>
        <w:jc w:val="both"/>
        <w:rPr>
          <w:bCs/>
          <w:sz w:val="28"/>
          <w:lang w:val="uk-UA"/>
        </w:rPr>
      </w:pPr>
      <w:r w:rsidRPr="00BA384D">
        <w:rPr>
          <w:bCs/>
          <w:sz w:val="28"/>
          <w:lang w:val="uk-UA"/>
        </w:rPr>
        <w:t>Червень</w:t>
      </w:r>
    </w:p>
    <w:p w:rsidR="00B76FA9" w:rsidRPr="00BA384D" w:rsidRDefault="00B76FA9" w:rsidP="008C1943">
      <w:pPr>
        <w:ind w:firstLine="708"/>
        <w:jc w:val="both"/>
        <w:rPr>
          <w:sz w:val="28"/>
          <w:lang w:val="uk-UA"/>
        </w:rPr>
      </w:pPr>
      <w:r w:rsidRPr="00BA384D">
        <w:rPr>
          <w:sz w:val="28"/>
          <w:lang w:val="uk-UA"/>
        </w:rPr>
        <w:t xml:space="preserve">Перевірка виконавчих </w:t>
      </w:r>
      <w:r w:rsidRPr="00BA384D">
        <w:rPr>
          <w:sz w:val="28"/>
          <w:szCs w:val="28"/>
          <w:lang w:val="uk-UA"/>
        </w:rPr>
        <w:t>комітетів Бобрицької, Коржівської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szCs w:val="28"/>
          <w:lang w:val="uk-UA"/>
        </w:rPr>
      </w:pPr>
      <w:r w:rsidRPr="00BA384D">
        <w:rPr>
          <w:sz w:val="28"/>
          <w:szCs w:val="28"/>
          <w:lang w:val="uk-UA"/>
        </w:rPr>
        <w:t xml:space="preserve">Перевірка та надання методичної допомоги </w:t>
      </w:r>
      <w:r w:rsidRPr="00BA384D">
        <w:rPr>
          <w:sz w:val="28"/>
          <w:lang w:val="uk-UA"/>
        </w:rPr>
        <w:t xml:space="preserve">виконавчих </w:t>
      </w:r>
      <w:r w:rsidRPr="00BA384D">
        <w:rPr>
          <w:sz w:val="28"/>
          <w:szCs w:val="28"/>
          <w:lang w:val="uk-UA"/>
        </w:rPr>
        <w:t>комітетів Бобрицької, Коржівської</w:t>
      </w:r>
      <w:r w:rsidRPr="00BA384D">
        <w:rPr>
          <w:szCs w:val="28"/>
          <w:lang w:val="uk-UA"/>
        </w:rPr>
        <w:t xml:space="preserve"> </w:t>
      </w:r>
      <w:r w:rsidRPr="00BA384D">
        <w:rPr>
          <w:sz w:val="28"/>
          <w:lang w:val="uk-UA"/>
        </w:rPr>
        <w:t>сільських рад</w:t>
      </w:r>
      <w:r w:rsidRPr="00BA384D">
        <w:rPr>
          <w:sz w:val="28"/>
          <w:szCs w:val="28"/>
          <w:lang w:val="uk-UA"/>
        </w:rPr>
        <w:t xml:space="preserve"> щодо обліку та контролю за виконанням розпорядчих документів органів вищої влади та розпоряджень і доручень голови </w:t>
      </w:r>
      <w:r w:rsidRPr="00BA384D">
        <w:rPr>
          <w:sz w:val="28"/>
          <w:lang w:val="uk-UA"/>
        </w:rPr>
        <w:t>районної державної адміністрації</w:t>
      </w:r>
      <w:r w:rsidRPr="00BA384D">
        <w:rPr>
          <w:sz w:val="28"/>
          <w:szCs w:val="28"/>
          <w:lang w:val="uk-UA"/>
        </w:rPr>
        <w:t>.</w:t>
      </w:r>
    </w:p>
    <w:p w:rsidR="00B76FA9" w:rsidRPr="00BA384D" w:rsidRDefault="00B76FA9" w:rsidP="00996FEF">
      <w:pPr>
        <w:ind w:firstLine="708"/>
        <w:jc w:val="both"/>
        <w:rPr>
          <w:sz w:val="28"/>
          <w:lang w:val="uk-UA"/>
        </w:rPr>
      </w:pPr>
      <w:r w:rsidRPr="00BA384D">
        <w:rPr>
          <w:sz w:val="28"/>
          <w:lang w:val="uk-UA"/>
        </w:rPr>
        <w:t>Перевірка виконавчого комітету Дібрівської сільської ради щодо здійснення делегованих повноважень у сфері фізичної культури і спорту.</w:t>
      </w:r>
    </w:p>
    <w:p w:rsidR="00B76FA9" w:rsidRPr="00F02ED0" w:rsidRDefault="00B76FA9" w:rsidP="00F02ED0">
      <w:pPr>
        <w:ind w:firstLine="708"/>
        <w:jc w:val="both"/>
        <w:rPr>
          <w:sz w:val="28"/>
          <w:lang w:val="uk-UA"/>
        </w:rPr>
      </w:pPr>
      <w:r w:rsidRPr="00BA384D">
        <w:rPr>
          <w:sz w:val="28"/>
          <w:lang w:val="uk-UA"/>
        </w:rPr>
        <w:t>Перевірка виконавчого комітету Волошнівської сільської ради щодо здійснення повноважень у сфері надання житлово-комунальних послуг.</w:t>
      </w:r>
    </w:p>
    <w:p w:rsidR="00B76FA9" w:rsidRPr="00BA384D" w:rsidRDefault="00B76FA9" w:rsidP="008C1943">
      <w:pPr>
        <w:ind w:left="3540" w:firstLine="708"/>
        <w:jc w:val="both"/>
        <w:rPr>
          <w:sz w:val="28"/>
          <w:lang w:val="uk-UA"/>
        </w:rPr>
      </w:pPr>
      <w:r w:rsidRPr="00BA384D">
        <w:rPr>
          <w:bCs/>
          <w:sz w:val="28"/>
          <w:lang w:val="uk-UA"/>
        </w:rPr>
        <w:t>Липень</w:t>
      </w:r>
    </w:p>
    <w:p w:rsidR="00B76FA9" w:rsidRPr="00BA384D" w:rsidRDefault="00B76FA9" w:rsidP="008C1943">
      <w:pPr>
        <w:ind w:firstLine="708"/>
        <w:jc w:val="both"/>
        <w:rPr>
          <w:sz w:val="28"/>
          <w:lang w:val="uk-UA"/>
        </w:rPr>
      </w:pPr>
      <w:r w:rsidRPr="00BA384D">
        <w:rPr>
          <w:sz w:val="28"/>
          <w:lang w:val="uk-UA"/>
        </w:rPr>
        <w:t xml:space="preserve">Перевірка виконавчих </w:t>
      </w:r>
      <w:r w:rsidRPr="00BA384D">
        <w:rPr>
          <w:sz w:val="28"/>
          <w:szCs w:val="28"/>
          <w:lang w:val="uk-UA"/>
        </w:rPr>
        <w:t>комітетів Погожокриницької, Ярошівської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szCs w:val="28"/>
          <w:lang w:val="uk-UA"/>
        </w:rPr>
      </w:pPr>
      <w:r w:rsidRPr="00BA384D">
        <w:rPr>
          <w:sz w:val="28"/>
          <w:szCs w:val="28"/>
          <w:lang w:val="uk-UA"/>
        </w:rPr>
        <w:t xml:space="preserve">Перевірка та надання методичної допомоги </w:t>
      </w:r>
      <w:r w:rsidRPr="00BA384D">
        <w:rPr>
          <w:sz w:val="28"/>
          <w:lang w:val="uk-UA"/>
        </w:rPr>
        <w:t xml:space="preserve">виконавчих </w:t>
      </w:r>
      <w:r w:rsidRPr="00BA384D">
        <w:rPr>
          <w:sz w:val="28"/>
          <w:szCs w:val="28"/>
          <w:lang w:val="uk-UA"/>
        </w:rPr>
        <w:t>комітетів Погожокриницької, Ярошівської</w:t>
      </w:r>
      <w:r w:rsidRPr="00BA384D">
        <w:rPr>
          <w:szCs w:val="28"/>
          <w:lang w:val="uk-UA"/>
        </w:rPr>
        <w:t xml:space="preserve"> </w:t>
      </w:r>
      <w:r w:rsidRPr="00BA384D">
        <w:rPr>
          <w:sz w:val="28"/>
          <w:lang w:val="uk-UA"/>
        </w:rPr>
        <w:t>сільських рад</w:t>
      </w:r>
      <w:r w:rsidRPr="00BA384D">
        <w:rPr>
          <w:sz w:val="28"/>
          <w:szCs w:val="28"/>
          <w:lang w:val="uk-UA"/>
        </w:rPr>
        <w:t xml:space="preserve"> щодо обліку та контролю за виконанням розпорядчих документів органів вищої влади та розпоряджень і доручень голови </w:t>
      </w:r>
      <w:r w:rsidRPr="00BA384D">
        <w:rPr>
          <w:sz w:val="28"/>
          <w:lang w:val="uk-UA"/>
        </w:rPr>
        <w:t>районної державної адміністрації</w:t>
      </w:r>
      <w:r w:rsidRPr="00BA384D">
        <w:rPr>
          <w:sz w:val="28"/>
          <w:szCs w:val="28"/>
          <w:lang w:val="uk-UA"/>
        </w:rPr>
        <w:t>.</w:t>
      </w:r>
    </w:p>
    <w:p w:rsidR="00B76FA9" w:rsidRPr="00BA384D" w:rsidRDefault="00B76FA9" w:rsidP="008C1943">
      <w:pPr>
        <w:ind w:firstLine="708"/>
        <w:jc w:val="both"/>
        <w:rPr>
          <w:sz w:val="28"/>
          <w:lang w:val="uk-UA"/>
        </w:rPr>
      </w:pPr>
      <w:r w:rsidRPr="00BA384D">
        <w:rPr>
          <w:sz w:val="28"/>
          <w:lang w:val="uk-UA"/>
        </w:rPr>
        <w:t>Перевірка виконавчого комітету Ярошівської сільської ради щодо роботи відомчих архівів.</w:t>
      </w:r>
    </w:p>
    <w:p w:rsidR="00B76FA9" w:rsidRPr="005D3A17" w:rsidRDefault="00B76FA9" w:rsidP="008C1943">
      <w:pPr>
        <w:ind w:left="3540" w:firstLine="708"/>
        <w:jc w:val="both"/>
        <w:rPr>
          <w:bCs/>
          <w:sz w:val="28"/>
          <w:szCs w:val="28"/>
          <w:lang w:val="uk-UA"/>
        </w:rPr>
      </w:pPr>
      <w:r w:rsidRPr="005D3A17">
        <w:rPr>
          <w:bCs/>
          <w:sz w:val="28"/>
          <w:szCs w:val="28"/>
          <w:lang w:val="uk-UA"/>
        </w:rPr>
        <w:t>Серпень</w:t>
      </w:r>
    </w:p>
    <w:p w:rsidR="00B76FA9" w:rsidRPr="00BA384D" w:rsidRDefault="00B76FA9" w:rsidP="008C1943">
      <w:pPr>
        <w:jc w:val="both"/>
        <w:rPr>
          <w:sz w:val="28"/>
          <w:lang w:val="uk-UA"/>
        </w:rPr>
      </w:pPr>
      <w:r w:rsidRPr="005D3A17">
        <w:rPr>
          <w:sz w:val="28"/>
          <w:lang w:val="uk-UA"/>
        </w:rPr>
        <w:tab/>
      </w:r>
      <w:r w:rsidRPr="00BA384D">
        <w:rPr>
          <w:sz w:val="28"/>
          <w:lang w:val="uk-UA"/>
        </w:rPr>
        <w:t xml:space="preserve">Перевірка виконавчих </w:t>
      </w:r>
      <w:r w:rsidRPr="00BA384D">
        <w:rPr>
          <w:sz w:val="28"/>
          <w:szCs w:val="28"/>
          <w:lang w:val="uk-UA"/>
        </w:rPr>
        <w:t>комітетів Новогребельської, Перекопівської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B76FA9" w:rsidRPr="00BA384D" w:rsidRDefault="00B76FA9" w:rsidP="00BA384D">
      <w:pPr>
        <w:ind w:firstLine="708"/>
        <w:jc w:val="both"/>
        <w:rPr>
          <w:sz w:val="28"/>
          <w:szCs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комітетів Новогребельської, Перекопівської</w:t>
      </w:r>
      <w:r w:rsidRPr="00BA384D">
        <w:rPr>
          <w:szCs w:val="28"/>
          <w:lang w:val="uk-UA"/>
        </w:rPr>
        <w:t xml:space="preserve"> </w:t>
      </w:r>
      <w:r w:rsidRPr="00BA384D">
        <w:rPr>
          <w:sz w:val="28"/>
          <w:lang w:val="uk-UA"/>
        </w:rPr>
        <w:t>сільських рад</w:t>
      </w:r>
      <w:r>
        <w:rPr>
          <w:sz w:val="28"/>
          <w:lang w:val="uk-UA"/>
        </w:rPr>
        <w:t>, юридичного відділу апарату районної державної адміністрації</w:t>
      </w:r>
      <w:r w:rsidRPr="00BA384D">
        <w:rPr>
          <w:sz w:val="28"/>
          <w:lang w:val="uk-UA"/>
        </w:rPr>
        <w:t xml:space="preserve">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B76FA9" w:rsidRPr="00BA384D" w:rsidRDefault="00B76FA9" w:rsidP="00C46BF3">
      <w:pPr>
        <w:ind w:firstLine="708"/>
        <w:jc w:val="both"/>
        <w:rPr>
          <w:sz w:val="28"/>
          <w:lang w:val="uk-UA"/>
        </w:rPr>
      </w:pPr>
      <w:r w:rsidRPr="00BA384D">
        <w:rPr>
          <w:sz w:val="28"/>
          <w:lang w:val="uk-UA"/>
        </w:rPr>
        <w:t>Перевірка виконавчих комітетів Василівської, Зарудянської, Миколаївської сільських рад з питання організації дозвілля сільського населення в закладах</w:t>
      </w:r>
      <w:r w:rsidRPr="00BA384D">
        <w:rPr>
          <w:sz w:val="28"/>
          <w:szCs w:val="28"/>
          <w:lang w:val="uk-UA"/>
        </w:rPr>
        <w:t xml:space="preserve"> </w:t>
      </w:r>
      <w:r w:rsidRPr="00BA384D">
        <w:rPr>
          <w:sz w:val="28"/>
          <w:lang w:val="uk-UA"/>
        </w:rPr>
        <w:t>культури.</w:t>
      </w:r>
    </w:p>
    <w:p w:rsidR="00B76FA9" w:rsidRPr="00BA384D" w:rsidRDefault="00B76FA9" w:rsidP="00BA384D">
      <w:pPr>
        <w:ind w:firstLine="708"/>
        <w:jc w:val="both"/>
        <w:rPr>
          <w:sz w:val="28"/>
          <w:lang w:val="uk-UA"/>
        </w:rPr>
      </w:pPr>
      <w:r w:rsidRPr="00BA384D">
        <w:rPr>
          <w:sz w:val="28"/>
          <w:lang w:val="uk-UA"/>
        </w:rPr>
        <w:t>Перевірка виконавчого комітету Василівської сільської ради щодо здійснення повноважень у сфері надання житлово-комунальних послуг.</w:t>
      </w:r>
    </w:p>
    <w:p w:rsidR="00B76FA9" w:rsidRPr="00BA384D" w:rsidRDefault="00B76FA9" w:rsidP="008C1943">
      <w:pPr>
        <w:ind w:left="3540" w:firstLine="708"/>
        <w:jc w:val="both"/>
        <w:rPr>
          <w:bCs/>
          <w:sz w:val="28"/>
          <w:lang w:val="uk-UA"/>
        </w:rPr>
      </w:pPr>
      <w:r w:rsidRPr="00BA384D">
        <w:rPr>
          <w:bCs/>
          <w:sz w:val="28"/>
          <w:lang w:val="uk-UA"/>
        </w:rPr>
        <w:t>Вересень</w:t>
      </w:r>
    </w:p>
    <w:p w:rsidR="00B76FA9" w:rsidRPr="00BA384D" w:rsidRDefault="00B76FA9" w:rsidP="008C1943">
      <w:pPr>
        <w:jc w:val="both"/>
        <w:rPr>
          <w:sz w:val="28"/>
          <w:lang w:val="uk-UA"/>
        </w:rPr>
      </w:pPr>
      <w:r w:rsidRPr="00BA384D">
        <w:rPr>
          <w:sz w:val="28"/>
          <w:lang w:val="uk-UA"/>
        </w:rPr>
        <w:tab/>
        <w:t xml:space="preserve">Перевірка виконавчого </w:t>
      </w:r>
      <w:r w:rsidRPr="00BA384D">
        <w:rPr>
          <w:sz w:val="28"/>
          <w:szCs w:val="28"/>
          <w:lang w:val="uk-UA"/>
        </w:rPr>
        <w:t>комітету Миколаївської сільської ради та управління соціального захисту населення районної державної адміністрації</w:t>
      </w:r>
      <w:r w:rsidRPr="00BA384D">
        <w:rPr>
          <w:sz w:val="28"/>
          <w:lang w:val="uk-UA"/>
        </w:rPr>
        <w:t xml:space="preserve">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szCs w:val="28"/>
          <w:lang w:val="uk-UA"/>
        </w:rPr>
      </w:pPr>
      <w:r w:rsidRPr="00BA384D">
        <w:rPr>
          <w:sz w:val="28"/>
          <w:szCs w:val="28"/>
          <w:lang w:val="uk-UA"/>
        </w:rPr>
        <w:t xml:space="preserve">Перевірка та надання методичної допомоги виконавчому комітету Миколаївської сільської ради та управління соціального захисту населення районної державної адміністрації щодо обліку та контролю за виконанням розпорядчих документів органів вищої влади та розпоряджень і доручень голови </w:t>
      </w:r>
      <w:r w:rsidRPr="00BA384D">
        <w:rPr>
          <w:sz w:val="28"/>
          <w:lang w:val="uk-UA"/>
        </w:rPr>
        <w:t>районної державної адміністрації</w:t>
      </w:r>
      <w:r w:rsidRPr="00BA384D">
        <w:rPr>
          <w:sz w:val="28"/>
          <w:szCs w:val="28"/>
          <w:lang w:val="uk-UA"/>
        </w:rPr>
        <w:t>.</w:t>
      </w:r>
    </w:p>
    <w:p w:rsidR="00B76FA9" w:rsidRPr="00BA384D" w:rsidRDefault="00B76FA9" w:rsidP="008C1943">
      <w:pPr>
        <w:jc w:val="both"/>
        <w:rPr>
          <w:sz w:val="28"/>
          <w:lang w:val="uk-UA"/>
        </w:rPr>
      </w:pPr>
      <w:r w:rsidRPr="00BA384D">
        <w:rPr>
          <w:sz w:val="28"/>
          <w:lang w:val="uk-UA"/>
        </w:rPr>
        <w:tab/>
        <w:t>Перевірка виконавчого комітету Великобубнівської сільської ради щодо організації обліку дітей дошкільного та шкільного віку.</w:t>
      </w:r>
    </w:p>
    <w:p w:rsidR="00B76FA9" w:rsidRPr="00BA384D" w:rsidRDefault="00B76FA9" w:rsidP="008C1943">
      <w:pPr>
        <w:ind w:left="3540" w:firstLine="708"/>
        <w:jc w:val="both"/>
        <w:rPr>
          <w:sz w:val="28"/>
          <w:lang w:val="uk-UA"/>
        </w:rPr>
      </w:pPr>
      <w:r w:rsidRPr="00BA384D">
        <w:rPr>
          <w:bCs/>
          <w:sz w:val="28"/>
          <w:lang w:val="uk-UA"/>
        </w:rPr>
        <w:t>Жовтень</w:t>
      </w:r>
    </w:p>
    <w:p w:rsidR="00B76FA9" w:rsidRPr="00BA384D" w:rsidRDefault="00B76FA9" w:rsidP="008C1943">
      <w:pPr>
        <w:ind w:firstLine="708"/>
        <w:jc w:val="both"/>
        <w:rPr>
          <w:sz w:val="28"/>
          <w:lang w:val="uk-UA"/>
        </w:rPr>
      </w:pPr>
      <w:r w:rsidRPr="00BA384D">
        <w:rPr>
          <w:sz w:val="28"/>
          <w:lang w:val="uk-UA"/>
        </w:rPr>
        <w:t>Перевірка виконавч</w:t>
      </w:r>
      <w:r>
        <w:rPr>
          <w:sz w:val="28"/>
          <w:lang w:val="uk-UA"/>
        </w:rPr>
        <w:t>ого</w:t>
      </w:r>
      <w:r w:rsidRPr="00BA384D">
        <w:rPr>
          <w:sz w:val="28"/>
          <w:lang w:val="uk-UA"/>
        </w:rPr>
        <w:t xml:space="preserve"> </w:t>
      </w:r>
      <w:r w:rsidRPr="00BA384D">
        <w:rPr>
          <w:sz w:val="28"/>
          <w:szCs w:val="28"/>
          <w:lang w:val="uk-UA"/>
        </w:rPr>
        <w:t>комітет</w:t>
      </w:r>
      <w:r>
        <w:rPr>
          <w:sz w:val="28"/>
          <w:szCs w:val="28"/>
          <w:lang w:val="uk-UA"/>
        </w:rPr>
        <w:t>у</w:t>
      </w:r>
      <w:r w:rsidRPr="00BA384D">
        <w:rPr>
          <w:sz w:val="28"/>
          <w:szCs w:val="28"/>
          <w:lang w:val="uk-UA"/>
        </w:rPr>
        <w:t xml:space="preserve"> Ріпчанської </w:t>
      </w:r>
      <w:r w:rsidRPr="00BA384D">
        <w:rPr>
          <w:sz w:val="28"/>
          <w:lang w:val="uk-UA"/>
        </w:rPr>
        <w:t>сільськ</w:t>
      </w:r>
      <w:r>
        <w:rPr>
          <w:sz w:val="28"/>
          <w:lang w:val="uk-UA"/>
        </w:rPr>
        <w:t>ої</w:t>
      </w:r>
      <w:r w:rsidRPr="00BA384D">
        <w:rPr>
          <w:sz w:val="28"/>
          <w:lang w:val="uk-UA"/>
        </w:rPr>
        <w:t xml:space="preserve"> рад</w:t>
      </w:r>
      <w:r>
        <w:rPr>
          <w:sz w:val="28"/>
          <w:lang w:val="uk-UA"/>
        </w:rPr>
        <w:t>и</w:t>
      </w:r>
      <w:r w:rsidRPr="00BA384D">
        <w:rPr>
          <w:sz w:val="28"/>
          <w:lang w:val="uk-UA"/>
        </w:rPr>
        <w:t xml:space="preserve">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szCs w:val="28"/>
          <w:lang w:val="uk-UA"/>
        </w:rPr>
      </w:pPr>
      <w:r w:rsidRPr="00BA384D">
        <w:rPr>
          <w:sz w:val="28"/>
          <w:lang w:val="uk-UA"/>
        </w:rPr>
        <w:t>Перевірка та надання методичної допомоги виконавч</w:t>
      </w:r>
      <w:r>
        <w:rPr>
          <w:sz w:val="28"/>
          <w:lang w:val="uk-UA"/>
        </w:rPr>
        <w:t>ому</w:t>
      </w:r>
      <w:r w:rsidRPr="00BA384D">
        <w:rPr>
          <w:sz w:val="28"/>
          <w:lang w:val="uk-UA"/>
        </w:rPr>
        <w:t xml:space="preserve"> </w:t>
      </w:r>
      <w:r w:rsidRPr="00BA384D">
        <w:rPr>
          <w:sz w:val="28"/>
          <w:szCs w:val="28"/>
          <w:lang w:val="uk-UA"/>
        </w:rPr>
        <w:t>комітет</w:t>
      </w:r>
      <w:r>
        <w:rPr>
          <w:sz w:val="28"/>
          <w:szCs w:val="28"/>
          <w:lang w:val="uk-UA"/>
        </w:rPr>
        <w:t>у</w:t>
      </w:r>
      <w:r w:rsidRPr="00BA384D">
        <w:rPr>
          <w:sz w:val="28"/>
          <w:szCs w:val="28"/>
          <w:lang w:val="uk-UA"/>
        </w:rPr>
        <w:t xml:space="preserve"> Ріпчанської </w:t>
      </w:r>
      <w:r w:rsidRPr="00BA384D">
        <w:rPr>
          <w:sz w:val="28"/>
          <w:lang w:val="uk-UA"/>
        </w:rPr>
        <w:t>сільськ</w:t>
      </w:r>
      <w:r>
        <w:rPr>
          <w:sz w:val="28"/>
          <w:lang w:val="uk-UA"/>
        </w:rPr>
        <w:t>ої</w:t>
      </w:r>
      <w:r w:rsidRPr="00BA384D">
        <w:rPr>
          <w:sz w:val="28"/>
          <w:lang w:val="uk-UA"/>
        </w:rPr>
        <w:t xml:space="preserve"> рад</w:t>
      </w:r>
      <w:r>
        <w:rPr>
          <w:sz w:val="28"/>
          <w:lang w:val="uk-UA"/>
        </w:rPr>
        <w:t>и</w:t>
      </w:r>
      <w:r w:rsidRPr="00BA384D">
        <w:rPr>
          <w:sz w:val="28"/>
          <w:lang w:val="uk-UA"/>
        </w:rPr>
        <w:t xml:space="preserve">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B76FA9" w:rsidRPr="00BA384D" w:rsidRDefault="00B76FA9" w:rsidP="00C46BF3">
      <w:pPr>
        <w:ind w:firstLine="708"/>
        <w:jc w:val="both"/>
        <w:rPr>
          <w:sz w:val="28"/>
          <w:szCs w:val="28"/>
          <w:lang w:val="uk-UA"/>
        </w:rPr>
      </w:pPr>
      <w:r w:rsidRPr="00BA384D">
        <w:rPr>
          <w:sz w:val="28"/>
          <w:lang w:val="uk-UA"/>
        </w:rPr>
        <w:t>Перевірка виконавчих комітетів Погожокриницької, Сулимівської, Ярошівської сільських рад з питання організації дозвілля сільського населення в закладах</w:t>
      </w:r>
      <w:r w:rsidRPr="00BA384D">
        <w:rPr>
          <w:sz w:val="28"/>
          <w:szCs w:val="28"/>
          <w:lang w:val="uk-UA"/>
        </w:rPr>
        <w:t xml:space="preserve"> </w:t>
      </w:r>
      <w:r w:rsidRPr="00BA384D">
        <w:rPr>
          <w:sz w:val="28"/>
          <w:lang w:val="uk-UA"/>
        </w:rPr>
        <w:t>культури.</w:t>
      </w:r>
    </w:p>
    <w:p w:rsidR="00B76FA9" w:rsidRPr="00BA384D" w:rsidRDefault="00B76FA9" w:rsidP="008C1943">
      <w:pPr>
        <w:ind w:firstLine="708"/>
        <w:jc w:val="both"/>
        <w:rPr>
          <w:sz w:val="28"/>
          <w:lang w:val="uk-UA"/>
        </w:rPr>
      </w:pPr>
      <w:r w:rsidRPr="00BA384D">
        <w:rPr>
          <w:sz w:val="28"/>
          <w:lang w:val="uk-UA"/>
        </w:rPr>
        <w:t>Перевірка виконавчого комітету Артюхів</w:t>
      </w:r>
      <w:r>
        <w:rPr>
          <w:sz w:val="28"/>
          <w:lang w:val="uk-UA"/>
        </w:rPr>
        <w:t xml:space="preserve">ської сільської </w:t>
      </w:r>
      <w:r w:rsidRPr="00BA384D">
        <w:rPr>
          <w:sz w:val="28"/>
          <w:lang w:val="uk-UA"/>
        </w:rPr>
        <w:t>ради щодо роботи відомчих архівів.</w:t>
      </w:r>
    </w:p>
    <w:p w:rsidR="00B76FA9" w:rsidRPr="00BA384D" w:rsidRDefault="00B76FA9" w:rsidP="008C1943">
      <w:pPr>
        <w:ind w:left="3540" w:firstLine="708"/>
        <w:jc w:val="both"/>
        <w:rPr>
          <w:bCs/>
          <w:sz w:val="28"/>
          <w:lang w:val="uk-UA"/>
        </w:rPr>
      </w:pPr>
      <w:r w:rsidRPr="00BA384D">
        <w:rPr>
          <w:bCs/>
          <w:sz w:val="28"/>
          <w:lang w:val="uk-UA"/>
        </w:rPr>
        <w:t>Листопад</w:t>
      </w:r>
    </w:p>
    <w:p w:rsidR="00B76FA9" w:rsidRPr="00BA384D" w:rsidRDefault="00B76FA9" w:rsidP="008C1943">
      <w:pPr>
        <w:jc w:val="both"/>
        <w:rPr>
          <w:sz w:val="28"/>
          <w:szCs w:val="28"/>
          <w:lang w:val="uk-UA"/>
        </w:rPr>
      </w:pPr>
      <w:r w:rsidRPr="00BA384D">
        <w:rPr>
          <w:sz w:val="28"/>
          <w:lang w:val="uk-UA"/>
        </w:rPr>
        <w:tab/>
        <w:t xml:space="preserve">Перевірка виконавчих </w:t>
      </w:r>
      <w:r w:rsidRPr="00BA384D">
        <w:rPr>
          <w:sz w:val="28"/>
          <w:szCs w:val="28"/>
          <w:lang w:val="uk-UA"/>
        </w:rPr>
        <w:t>комітетів Довгополівської, В</w:t>
      </w:r>
      <w:r>
        <w:rPr>
          <w:sz w:val="28"/>
          <w:szCs w:val="28"/>
          <w:lang w:val="uk-UA"/>
        </w:rPr>
        <w:t>а</w:t>
      </w:r>
      <w:r w:rsidRPr="00BA384D">
        <w:rPr>
          <w:sz w:val="28"/>
          <w:szCs w:val="28"/>
          <w:lang w:val="uk-UA"/>
        </w:rPr>
        <w:t>силівської</w:t>
      </w:r>
      <w:r w:rsidRPr="00BA384D">
        <w:rPr>
          <w:szCs w:val="28"/>
          <w:lang w:val="uk-UA"/>
        </w:rPr>
        <w:t xml:space="preserve"> </w:t>
      </w:r>
      <w:r w:rsidRPr="00BA384D">
        <w:rPr>
          <w:sz w:val="28"/>
          <w:lang w:val="uk-UA"/>
        </w:rPr>
        <w:t>сільських рад та відділу освіти</w:t>
      </w:r>
      <w:r>
        <w:rPr>
          <w:sz w:val="28"/>
          <w:lang w:val="uk-UA"/>
        </w:rPr>
        <w:t>, молоді та спорту</w:t>
      </w:r>
      <w:r w:rsidRPr="00BA384D">
        <w:rPr>
          <w:sz w:val="28"/>
          <w:lang w:val="uk-UA"/>
        </w:rPr>
        <w:t xml:space="preserve"> районної державної адміністрації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szCs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комітетів Довгополівської, В</w:t>
      </w:r>
      <w:r>
        <w:rPr>
          <w:sz w:val="28"/>
          <w:szCs w:val="28"/>
          <w:lang w:val="uk-UA"/>
        </w:rPr>
        <w:t>а</w:t>
      </w:r>
      <w:r w:rsidRPr="00BA384D">
        <w:rPr>
          <w:sz w:val="28"/>
          <w:szCs w:val="28"/>
          <w:lang w:val="uk-UA"/>
        </w:rPr>
        <w:t>силівської</w:t>
      </w:r>
      <w:r w:rsidRPr="00BA384D">
        <w:rPr>
          <w:szCs w:val="28"/>
          <w:lang w:val="uk-UA"/>
        </w:rPr>
        <w:t xml:space="preserve"> </w:t>
      </w:r>
      <w:r w:rsidRPr="00BA384D">
        <w:rPr>
          <w:sz w:val="28"/>
          <w:lang w:val="uk-UA"/>
        </w:rPr>
        <w:t>сільських рад</w:t>
      </w:r>
      <w:r>
        <w:rPr>
          <w:sz w:val="28"/>
          <w:lang w:val="uk-UA"/>
        </w:rPr>
        <w:t>,</w:t>
      </w:r>
      <w:r w:rsidRPr="00BA384D">
        <w:rPr>
          <w:sz w:val="28"/>
          <w:lang w:val="uk-UA"/>
        </w:rPr>
        <w:t xml:space="preserve"> </w:t>
      </w:r>
      <w:r>
        <w:rPr>
          <w:sz w:val="28"/>
          <w:lang w:val="uk-UA"/>
        </w:rPr>
        <w:t xml:space="preserve">сектору управління персоналом апарату та </w:t>
      </w:r>
      <w:r w:rsidRPr="00BA384D">
        <w:rPr>
          <w:sz w:val="28"/>
          <w:lang w:val="uk-UA"/>
        </w:rPr>
        <w:t>відділу освіти, молоді та спорту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B76FA9" w:rsidRPr="00BA384D" w:rsidRDefault="00B76FA9" w:rsidP="007A5183">
      <w:pPr>
        <w:ind w:firstLine="708"/>
        <w:jc w:val="both"/>
        <w:rPr>
          <w:sz w:val="28"/>
          <w:lang w:val="uk-UA"/>
        </w:rPr>
      </w:pPr>
      <w:r w:rsidRPr="00BA384D">
        <w:rPr>
          <w:sz w:val="28"/>
          <w:lang w:val="uk-UA"/>
        </w:rPr>
        <w:t>Перевірка виконавчого комітету Глинської сільської ради щодо здійснення повноважень у сфері надання житлово-комунальних послуг.</w:t>
      </w:r>
    </w:p>
    <w:p w:rsidR="00B76FA9" w:rsidRPr="00BA384D" w:rsidRDefault="00B76FA9" w:rsidP="008C1943">
      <w:pPr>
        <w:ind w:firstLine="708"/>
        <w:jc w:val="both"/>
        <w:rPr>
          <w:sz w:val="28"/>
          <w:lang w:val="uk-UA"/>
        </w:rPr>
      </w:pPr>
      <w:r w:rsidRPr="00BA384D">
        <w:rPr>
          <w:sz w:val="28"/>
          <w:lang w:val="uk-UA"/>
        </w:rPr>
        <w:t>Перевірка виконавчого комітету Басівської сільської ради щодо роботи відомчих архівів.</w:t>
      </w:r>
    </w:p>
    <w:p w:rsidR="00B76FA9" w:rsidRPr="00BA384D" w:rsidRDefault="00B76FA9" w:rsidP="00996FEF">
      <w:pPr>
        <w:ind w:firstLine="708"/>
        <w:jc w:val="both"/>
        <w:rPr>
          <w:sz w:val="28"/>
          <w:lang w:val="uk-UA"/>
        </w:rPr>
      </w:pPr>
      <w:r w:rsidRPr="00BA384D">
        <w:rPr>
          <w:sz w:val="28"/>
          <w:lang w:val="uk-UA"/>
        </w:rPr>
        <w:t>Перевірка виконавчого комітету Рогинської сільської ради щодо виконання делегованих повноважень у сфері освіти.</w:t>
      </w:r>
    </w:p>
    <w:p w:rsidR="00B76FA9" w:rsidRPr="00BA384D" w:rsidRDefault="00B76FA9" w:rsidP="008C1943">
      <w:pPr>
        <w:ind w:left="3540" w:firstLine="708"/>
        <w:jc w:val="both"/>
        <w:rPr>
          <w:bCs/>
          <w:sz w:val="28"/>
          <w:lang w:val="uk-UA"/>
        </w:rPr>
      </w:pPr>
      <w:r w:rsidRPr="00BA384D">
        <w:rPr>
          <w:bCs/>
          <w:sz w:val="28"/>
          <w:lang w:val="uk-UA"/>
        </w:rPr>
        <w:t>Грудень</w:t>
      </w:r>
    </w:p>
    <w:p w:rsidR="00B76FA9" w:rsidRPr="00BA384D" w:rsidRDefault="00B76FA9" w:rsidP="008C1943">
      <w:pPr>
        <w:ind w:firstLine="708"/>
        <w:jc w:val="both"/>
        <w:rPr>
          <w:sz w:val="28"/>
          <w:lang w:val="uk-UA"/>
        </w:rPr>
      </w:pPr>
      <w:r w:rsidRPr="00BA384D">
        <w:rPr>
          <w:sz w:val="28"/>
          <w:lang w:val="uk-UA"/>
        </w:rPr>
        <w:t xml:space="preserve">Перевірка виконавчих </w:t>
      </w:r>
      <w:r w:rsidRPr="00BA384D">
        <w:rPr>
          <w:sz w:val="28"/>
          <w:szCs w:val="28"/>
          <w:lang w:val="uk-UA"/>
        </w:rPr>
        <w:t>комітетів Хоминцівської, Басівської</w:t>
      </w:r>
      <w:r w:rsidRPr="00BA384D">
        <w:rPr>
          <w:sz w:val="28"/>
          <w:lang w:val="uk-UA"/>
        </w:rPr>
        <w:t xml:space="preserve"> сільських рад стану дотримання вимог законодавства щодо розгляду звернень громадян та надання методичної допомоги.</w:t>
      </w:r>
    </w:p>
    <w:p w:rsidR="00B76FA9" w:rsidRPr="00BA384D" w:rsidRDefault="00B76FA9" w:rsidP="00103F7A">
      <w:pPr>
        <w:ind w:firstLine="708"/>
        <w:jc w:val="both"/>
        <w:rPr>
          <w:sz w:val="28"/>
          <w:szCs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комітетів Хоминцівської, Басівської</w:t>
      </w:r>
      <w:r w:rsidRPr="00BA384D">
        <w:rPr>
          <w:sz w:val="28"/>
          <w:lang w:val="uk-UA"/>
        </w:rPr>
        <w:t xml:space="preserve"> сільських рад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B76FA9" w:rsidRPr="00BA384D" w:rsidRDefault="00B76FA9" w:rsidP="007A5183">
      <w:pPr>
        <w:ind w:firstLine="708"/>
        <w:jc w:val="both"/>
        <w:rPr>
          <w:sz w:val="28"/>
          <w:lang w:val="uk-UA"/>
        </w:rPr>
      </w:pPr>
      <w:r w:rsidRPr="00BA384D">
        <w:rPr>
          <w:sz w:val="28"/>
          <w:lang w:val="uk-UA"/>
        </w:rPr>
        <w:t>Перевірка виконавчого комітету Гришинської сільської ради щодо здійснення повноважень у сфері надання житлово-комунальних послуг.</w:t>
      </w:r>
    </w:p>
    <w:p w:rsidR="00B76FA9" w:rsidRPr="00BA384D" w:rsidRDefault="00B76FA9" w:rsidP="008C1943">
      <w:pPr>
        <w:ind w:firstLine="708"/>
        <w:jc w:val="center"/>
        <w:rPr>
          <w:bCs/>
          <w:sz w:val="28"/>
          <w:lang w:val="uk-UA"/>
        </w:rPr>
      </w:pPr>
      <w:r w:rsidRPr="00BA384D">
        <w:rPr>
          <w:bCs/>
          <w:sz w:val="28"/>
          <w:lang w:val="uk-UA"/>
        </w:rPr>
        <w:t>Щомісяця</w:t>
      </w:r>
    </w:p>
    <w:p w:rsidR="00B76FA9" w:rsidRPr="00BA384D" w:rsidRDefault="00B76FA9" w:rsidP="008C1943">
      <w:pPr>
        <w:ind w:firstLine="708"/>
        <w:jc w:val="both"/>
        <w:rPr>
          <w:bCs/>
          <w:sz w:val="28"/>
          <w:lang w:val="uk-UA"/>
        </w:rPr>
      </w:pPr>
      <w:r w:rsidRPr="00BA384D">
        <w:rPr>
          <w:bCs/>
          <w:sz w:val="28"/>
          <w:lang w:val="uk-UA"/>
        </w:rPr>
        <w:t>Перевірка фінансовим управлінням районної державної адміністрації виконавчих комітетів сільських рад щодо здійснення відповідно до пункту 1, пункту б, статті 28 Закону України «Про місцеве самоврядування в Україні» контролю за дотриманням зобов’язань щодо платежів до місцевих бюджетів.</w:t>
      </w:r>
    </w:p>
    <w:p w:rsidR="00B76FA9" w:rsidRPr="00BA384D" w:rsidRDefault="00B76FA9" w:rsidP="008C1943">
      <w:pPr>
        <w:ind w:firstLine="708"/>
        <w:jc w:val="both"/>
        <w:rPr>
          <w:bCs/>
          <w:sz w:val="28"/>
          <w:lang w:val="uk-UA"/>
        </w:rPr>
      </w:pPr>
      <w:r w:rsidRPr="00BA384D">
        <w:rPr>
          <w:bCs/>
          <w:sz w:val="28"/>
          <w:lang w:val="uk-UA"/>
        </w:rPr>
        <w:t>Перевірка виконавчих комітетів сільських рад щодо здійснення повноважень у сфері побутового, торговельного обслуговування та громадського харчування та виконання постанови Кабінету Міністрів України від 25.12.1996 № 1548 «Про державне регулювання цін і тарифів на окремі види продукції».</w:t>
      </w:r>
    </w:p>
    <w:p w:rsidR="00B76FA9" w:rsidRPr="00BA384D" w:rsidRDefault="00B76FA9" w:rsidP="008C1943">
      <w:pPr>
        <w:jc w:val="both"/>
        <w:rPr>
          <w:bCs/>
          <w:sz w:val="28"/>
          <w:lang w:val="uk-UA"/>
        </w:rPr>
      </w:pPr>
      <w:r w:rsidRPr="00BA384D">
        <w:rPr>
          <w:bCs/>
          <w:sz w:val="28"/>
          <w:lang w:val="uk-UA"/>
        </w:rPr>
        <w:tab/>
        <w:t>Перевірка та надання методичної допомоги виконавчим комітетам сільських рад з питання реалізації державної регуляторної політики згідно Закону України «Про засади державної регуляторної політики у сфері господарської діяльності».</w:t>
      </w:r>
    </w:p>
    <w:p w:rsidR="00B76FA9" w:rsidRPr="00BA384D" w:rsidRDefault="00B76FA9" w:rsidP="008C1943">
      <w:pPr>
        <w:ind w:firstLine="708"/>
        <w:jc w:val="both"/>
        <w:rPr>
          <w:bCs/>
          <w:sz w:val="28"/>
          <w:lang w:val="uk-UA"/>
        </w:rPr>
      </w:pPr>
      <w:r w:rsidRPr="00BA384D">
        <w:rPr>
          <w:bCs/>
          <w:sz w:val="28"/>
          <w:lang w:val="uk-UA"/>
        </w:rPr>
        <w:t>Перевірка виконавчих комітетів сільських рад щодо адресного регістру.</w:t>
      </w:r>
    </w:p>
    <w:p w:rsidR="00B76FA9" w:rsidRPr="00BA384D" w:rsidRDefault="00B76FA9" w:rsidP="008C1943">
      <w:pPr>
        <w:ind w:firstLine="708"/>
        <w:jc w:val="both"/>
        <w:rPr>
          <w:i/>
          <w:sz w:val="28"/>
          <w:lang w:val="uk-UA"/>
        </w:rPr>
      </w:pPr>
      <w:r w:rsidRPr="00BA384D">
        <w:rPr>
          <w:sz w:val="28"/>
          <w:lang w:val="uk-UA"/>
        </w:rPr>
        <w:t>Перевірка управлінням соціального захисту населення Роменської районної державної адміністрації виконавчих комітетів сільських рад щодо надання достовірності довідок про склад сім’ї, земельних ділянок, сінокосів</w:t>
      </w:r>
      <w:r w:rsidRPr="00BA384D">
        <w:rPr>
          <w:i/>
          <w:sz w:val="28"/>
          <w:lang w:val="uk-UA"/>
        </w:rPr>
        <w:t>,</w:t>
      </w:r>
    </w:p>
    <w:p w:rsidR="00B76FA9" w:rsidRPr="00BA384D" w:rsidRDefault="00B76FA9" w:rsidP="008C1943">
      <w:pPr>
        <w:jc w:val="both"/>
        <w:rPr>
          <w:bCs/>
          <w:sz w:val="28"/>
          <w:lang w:val="uk-UA"/>
        </w:rPr>
      </w:pPr>
      <w:r w:rsidRPr="00BA384D">
        <w:rPr>
          <w:sz w:val="28"/>
          <w:lang w:val="uk-UA"/>
        </w:rPr>
        <w:t>пасовищ та наявності паїв, а також заробітної плати; дотримання забезпечення реалізації державної політики про працю та зайнятість населення; проведення експертизи умов праці.</w:t>
      </w:r>
      <w:r w:rsidRPr="00BA384D">
        <w:rPr>
          <w:bCs/>
          <w:sz w:val="28"/>
          <w:lang w:val="uk-UA"/>
        </w:rPr>
        <w:t xml:space="preserve"> </w:t>
      </w:r>
    </w:p>
    <w:p w:rsidR="00B76FA9" w:rsidRPr="00C306E8" w:rsidRDefault="00B76FA9" w:rsidP="008C1943">
      <w:pPr>
        <w:ind w:firstLine="708"/>
        <w:jc w:val="both"/>
        <w:rPr>
          <w:bCs/>
          <w:sz w:val="16"/>
          <w:szCs w:val="16"/>
          <w:lang w:val="uk-UA"/>
        </w:rPr>
      </w:pPr>
    </w:p>
    <w:p w:rsidR="00B76FA9" w:rsidRPr="00BA384D" w:rsidRDefault="00B76FA9" w:rsidP="008C1943">
      <w:pPr>
        <w:ind w:firstLine="708"/>
        <w:jc w:val="both"/>
        <w:rPr>
          <w:bCs/>
          <w:sz w:val="28"/>
          <w:lang w:val="uk-UA"/>
        </w:rPr>
      </w:pPr>
      <w:r w:rsidRPr="00BA384D">
        <w:rPr>
          <w:bCs/>
          <w:sz w:val="28"/>
          <w:lang w:val="uk-UA"/>
        </w:rPr>
        <w:t>Здійснення комплексних перевірок виконавчих комітетів сільських рад щодо виконання делегованих повноважень органів виконавчої влади:</w:t>
      </w:r>
    </w:p>
    <w:p w:rsidR="00B76FA9" w:rsidRPr="00BA384D" w:rsidRDefault="00B76FA9" w:rsidP="008C1943">
      <w:pPr>
        <w:ind w:firstLine="708"/>
        <w:jc w:val="both"/>
        <w:rPr>
          <w:sz w:val="28"/>
          <w:lang w:val="uk-UA"/>
        </w:rPr>
      </w:pPr>
      <w:r w:rsidRPr="00BA384D">
        <w:rPr>
          <w:sz w:val="28"/>
          <w:lang w:val="uk-UA"/>
        </w:rPr>
        <w:t>І квартал: 22-23 березня - Плавинищенська сільська рада</w:t>
      </w:r>
    </w:p>
    <w:p w:rsidR="00B76FA9" w:rsidRPr="00BA384D" w:rsidRDefault="00B76FA9" w:rsidP="008C1943">
      <w:pPr>
        <w:ind w:firstLine="708"/>
        <w:jc w:val="both"/>
        <w:rPr>
          <w:sz w:val="28"/>
          <w:lang w:val="uk-UA"/>
        </w:rPr>
      </w:pPr>
      <w:r w:rsidRPr="00BA384D">
        <w:rPr>
          <w:sz w:val="28"/>
          <w:lang w:val="uk-UA"/>
        </w:rPr>
        <w:t>ІІ квартал: 21-22 червня - Бобрицька сільська рада</w:t>
      </w:r>
    </w:p>
    <w:p w:rsidR="00B76FA9" w:rsidRPr="00BA384D" w:rsidRDefault="00B76FA9" w:rsidP="008C1943">
      <w:pPr>
        <w:ind w:firstLine="708"/>
        <w:jc w:val="both"/>
        <w:rPr>
          <w:sz w:val="28"/>
          <w:lang w:val="uk-UA"/>
        </w:rPr>
      </w:pPr>
      <w:r w:rsidRPr="00BA384D">
        <w:rPr>
          <w:sz w:val="28"/>
          <w:lang w:val="uk-UA"/>
        </w:rPr>
        <w:t>ІІІ квартал: 20-21 вересня - Миколаївська сільська рада</w:t>
      </w:r>
    </w:p>
    <w:p w:rsidR="00B76FA9" w:rsidRPr="00BA384D" w:rsidRDefault="00B76FA9" w:rsidP="008C1943">
      <w:pPr>
        <w:ind w:firstLine="708"/>
        <w:jc w:val="both"/>
        <w:rPr>
          <w:sz w:val="28"/>
          <w:lang w:val="uk-UA"/>
        </w:rPr>
      </w:pPr>
      <w:r w:rsidRPr="00BA384D">
        <w:rPr>
          <w:sz w:val="28"/>
          <w:lang w:val="uk-UA"/>
        </w:rPr>
        <w:t>І</w:t>
      </w:r>
      <w:r w:rsidRPr="00BA384D">
        <w:rPr>
          <w:sz w:val="28"/>
          <w:lang w:val="en-US"/>
        </w:rPr>
        <w:t>V</w:t>
      </w:r>
      <w:r w:rsidRPr="00BA384D">
        <w:rPr>
          <w:sz w:val="28"/>
          <w:lang w:val="uk-UA"/>
        </w:rPr>
        <w:t xml:space="preserve"> квартал: 22-23 листопада - Довгополівська сільська рада</w:t>
      </w:r>
    </w:p>
    <w:p w:rsidR="00B76FA9" w:rsidRPr="00BB3E95" w:rsidRDefault="00B76FA9" w:rsidP="008C1943">
      <w:pPr>
        <w:ind w:left="708"/>
        <w:jc w:val="both"/>
        <w:rPr>
          <w:bCs/>
          <w:color w:val="FF0000"/>
          <w:sz w:val="16"/>
          <w:szCs w:val="16"/>
          <w:lang w:val="uk-UA"/>
        </w:rPr>
      </w:pPr>
    </w:p>
    <w:p w:rsidR="00B76FA9" w:rsidRPr="005D3A17" w:rsidRDefault="00B76FA9" w:rsidP="008C1943">
      <w:pPr>
        <w:ind w:firstLine="708"/>
        <w:rPr>
          <w:bCs/>
          <w:sz w:val="28"/>
          <w:lang w:val="uk-UA"/>
        </w:rPr>
      </w:pPr>
      <w:r w:rsidRPr="005D3A17">
        <w:rPr>
          <w:bCs/>
          <w:sz w:val="28"/>
          <w:lang w:val="en-US"/>
        </w:rPr>
        <w:t>V</w:t>
      </w:r>
      <w:r w:rsidRPr="005D3A17">
        <w:rPr>
          <w:bCs/>
          <w:sz w:val="28"/>
          <w:lang w:val="uk-UA"/>
        </w:rPr>
        <w:t>І. Основні організаційно-масові заходи</w:t>
      </w:r>
    </w:p>
    <w:p w:rsidR="00B76FA9" w:rsidRPr="005D3A17" w:rsidRDefault="00B76FA9" w:rsidP="008C1943">
      <w:pPr>
        <w:ind w:left="3540" w:firstLine="708"/>
        <w:jc w:val="both"/>
        <w:rPr>
          <w:bCs/>
          <w:sz w:val="28"/>
          <w:lang w:val="uk-UA"/>
        </w:rPr>
      </w:pPr>
      <w:r w:rsidRPr="005D3A17">
        <w:rPr>
          <w:bCs/>
          <w:sz w:val="28"/>
          <w:lang w:val="uk-UA"/>
        </w:rPr>
        <w:t>Січень</w:t>
      </w:r>
    </w:p>
    <w:p w:rsidR="00B76FA9" w:rsidRPr="00F02ED0" w:rsidRDefault="00B76FA9" w:rsidP="008C1943">
      <w:pPr>
        <w:ind w:firstLine="708"/>
        <w:jc w:val="both"/>
        <w:rPr>
          <w:sz w:val="28"/>
          <w:lang w:val="uk-UA"/>
        </w:rPr>
      </w:pPr>
      <w:r w:rsidRPr="00F02ED0">
        <w:rPr>
          <w:sz w:val="28"/>
          <w:lang w:val="uk-UA"/>
        </w:rPr>
        <w:t>Заходи щодо зустрічі Нового року та святкування різдвяних свят.</w:t>
      </w:r>
    </w:p>
    <w:p w:rsidR="00B76FA9" w:rsidRPr="00F02ED0" w:rsidRDefault="00B76FA9"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Громадсько-політичні заходи щодо відзначення Дня Соборності України.</w:t>
      </w:r>
    </w:p>
    <w:p w:rsidR="00B76FA9" w:rsidRPr="00F02ED0" w:rsidRDefault="00B76FA9"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 </w:t>
      </w:r>
    </w:p>
    <w:p w:rsidR="00B76FA9" w:rsidRPr="00F02ED0" w:rsidRDefault="00B76FA9" w:rsidP="008C1943">
      <w:pPr>
        <w:ind w:firstLine="708"/>
        <w:jc w:val="both"/>
        <w:rPr>
          <w:bCs/>
          <w:sz w:val="28"/>
          <w:lang w:val="uk-UA"/>
        </w:rPr>
      </w:pPr>
      <w:r w:rsidRPr="00F02ED0">
        <w:rPr>
          <w:bCs/>
          <w:sz w:val="28"/>
          <w:lang w:val="uk-UA"/>
        </w:rPr>
        <w:t>Конференція педагогічних працівників району.</w:t>
      </w:r>
    </w:p>
    <w:p w:rsidR="00B76FA9" w:rsidRPr="00F02ED0" w:rsidRDefault="00B76FA9" w:rsidP="008C1943">
      <w:pPr>
        <w:ind w:left="2832"/>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Співбесіди з сільськими головами, головними бухгалтерами сільських рад та економістами бюджетних установ, що фінансуються з районного бюджету з питань правильності формування та складання помісячного розпису на 2017 рік, складання звіту про виконання плану по мережі, штатах і контингентах за 2016 рік, плану по мережі, штатах і контингентах на 2017 рік та правильності складання та затвердження кошторисів бюджетних установ на 2017 рік.</w:t>
      </w:r>
    </w:p>
    <w:p w:rsidR="00B76FA9" w:rsidRPr="00F02ED0" w:rsidRDefault="00B76FA9" w:rsidP="008C1943">
      <w:pPr>
        <w:ind w:left="2835" w:hanging="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національно-патріотичного виховання населення».</w:t>
      </w:r>
    </w:p>
    <w:p w:rsidR="00B76FA9" w:rsidRPr="00F02ED0" w:rsidRDefault="00B76FA9"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Нарада при керівникові апарату районної державної адміністрації Ломку М.О. з питання: «</w:t>
      </w:r>
      <w:r w:rsidRPr="00F02ED0">
        <w:rPr>
          <w:sz w:val="28"/>
          <w:szCs w:val="28"/>
          <w:lang w:val="uk-UA"/>
        </w:rPr>
        <w:t>Про стан забезпечення населення району скрапленим газом в 2016 році та пропозиції щодо забезпечення скрапленим газом в 2017 році</w:t>
      </w:r>
      <w:r w:rsidRPr="00F02ED0">
        <w:rPr>
          <w:sz w:val="28"/>
          <w:lang w:val="uk-UA"/>
        </w:rPr>
        <w:t>».</w:t>
      </w:r>
    </w:p>
    <w:p w:rsidR="00B76FA9" w:rsidRPr="00F02ED0" w:rsidRDefault="00B76FA9" w:rsidP="00CC50F7">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8C1943" w:rsidRDefault="00B76FA9" w:rsidP="008C1943">
      <w:pPr>
        <w:ind w:left="3540" w:firstLine="708"/>
        <w:jc w:val="both"/>
        <w:rPr>
          <w:bCs/>
          <w:sz w:val="16"/>
          <w:szCs w:val="16"/>
          <w:lang w:val="uk-UA"/>
        </w:rPr>
      </w:pPr>
    </w:p>
    <w:p w:rsidR="00B76FA9" w:rsidRPr="00206A10" w:rsidRDefault="00B76FA9" w:rsidP="008C1943">
      <w:pPr>
        <w:ind w:left="3540" w:firstLine="708"/>
        <w:jc w:val="both"/>
        <w:rPr>
          <w:bCs/>
          <w:sz w:val="28"/>
          <w:lang w:val="uk-UA"/>
        </w:rPr>
      </w:pPr>
      <w:r w:rsidRPr="00206A10">
        <w:rPr>
          <w:bCs/>
          <w:sz w:val="28"/>
          <w:lang w:val="uk-UA"/>
        </w:rPr>
        <w:t>Лютий</w:t>
      </w:r>
    </w:p>
    <w:p w:rsidR="00B76FA9" w:rsidRPr="00F02ED0" w:rsidRDefault="00B76FA9" w:rsidP="000A62F3">
      <w:pPr>
        <w:ind w:firstLine="708"/>
        <w:jc w:val="both"/>
        <w:rPr>
          <w:sz w:val="28"/>
          <w:lang w:val="uk-UA"/>
        </w:rPr>
      </w:pPr>
      <w:r w:rsidRPr="00F02ED0">
        <w:rPr>
          <w:sz w:val="28"/>
          <w:lang w:val="uk-UA"/>
        </w:rPr>
        <w:t>Співбесіди з сільськими головами, головними бухгалтерами сільських рад та економістами бюджетних установ, що фінансуються з районного бюджету з питань правильності формування та складання помісячного розпису на 2017 рік, складання звіту про виконання плану по мережі, штатах і контингентах за 2016 рік, плану по мережі, штатах і контингентах на 2017 рік та правильності складання та затвердження кошторисів бюджетних установ на 2017 рік.</w:t>
      </w:r>
    </w:p>
    <w:p w:rsidR="00B76FA9" w:rsidRPr="00F02ED0" w:rsidRDefault="00B76FA9" w:rsidP="000A62F3">
      <w:pPr>
        <w:ind w:left="2835" w:hanging="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Заходи до Дня Героїв Небесної Сотні.</w:t>
      </w:r>
    </w:p>
    <w:p w:rsidR="00B76FA9" w:rsidRPr="00F02ED0" w:rsidRDefault="00B76FA9" w:rsidP="008C1943">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Заходи до Дня вшанування учасників бойових дій на території інших держав.</w:t>
      </w:r>
    </w:p>
    <w:p w:rsidR="00B76FA9" w:rsidRPr="00F02ED0" w:rsidRDefault="00B76FA9" w:rsidP="004A5F49">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удосконалення порядку формування мережі освітніх округів, опорних шкіл та філій».</w:t>
      </w:r>
    </w:p>
    <w:p w:rsidR="00B76FA9" w:rsidRPr="00F02ED0" w:rsidRDefault="00B76FA9"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w:t>
      </w:r>
      <w:r w:rsidRPr="00F02ED0">
        <w:rPr>
          <w:sz w:val="28"/>
          <w:szCs w:val="28"/>
          <w:lang w:val="uk-UA"/>
        </w:rPr>
        <w:t>Про підсумки творчої і фінансової діяльності закладів культури і мистецтв району за 2016 рік та перспективи їх діяльності у 2017 році</w:t>
      </w:r>
      <w:r w:rsidRPr="00F02ED0">
        <w:rPr>
          <w:sz w:val="28"/>
          <w:lang w:val="uk-UA"/>
        </w:rPr>
        <w:t>».</w:t>
      </w:r>
    </w:p>
    <w:p w:rsidR="00B76FA9" w:rsidRPr="00F02ED0" w:rsidRDefault="00B76FA9"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6F4016">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відзначення в районі Шевченківських днів.</w:t>
      </w:r>
    </w:p>
    <w:p w:rsidR="00B76FA9" w:rsidRPr="00F02ED0" w:rsidRDefault="00B76FA9" w:rsidP="006F4016">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8C1943">
      <w:pPr>
        <w:ind w:left="142" w:firstLine="567"/>
        <w:jc w:val="both"/>
        <w:rPr>
          <w:sz w:val="28"/>
          <w:lang w:val="uk-UA"/>
        </w:rPr>
      </w:pPr>
      <w:r w:rsidRPr="00F02ED0">
        <w:rPr>
          <w:sz w:val="28"/>
          <w:lang w:val="uk-UA"/>
        </w:rPr>
        <w:t>Семінар-навчання з сільськими головами та секретарями сільських рад з питання порядку періодичного поновлення персональних даних Державного реєстру виборців та форми подань з відомостями про виборців (осіб), на підставі яких здійснюється періодичне поновлення персональних даних державного реєстру виборців.</w:t>
      </w:r>
    </w:p>
    <w:p w:rsidR="00B76FA9" w:rsidRPr="00F02ED0" w:rsidRDefault="00B76FA9" w:rsidP="008C1943">
      <w:pPr>
        <w:ind w:left="2832" w:firstLine="6"/>
        <w:jc w:val="both"/>
        <w:rPr>
          <w:sz w:val="28"/>
          <w:lang w:val="uk-UA"/>
        </w:rPr>
      </w:pPr>
      <w:r w:rsidRPr="00F02ED0">
        <w:rPr>
          <w:sz w:val="28"/>
          <w:lang w:val="uk-UA"/>
        </w:rPr>
        <w:t xml:space="preserve">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 </w:t>
      </w:r>
    </w:p>
    <w:p w:rsidR="00B76FA9" w:rsidRPr="00F02ED0" w:rsidRDefault="00B76FA9" w:rsidP="008A169E">
      <w:pPr>
        <w:jc w:val="both"/>
        <w:rPr>
          <w:sz w:val="28"/>
          <w:lang w:val="uk-UA"/>
        </w:rPr>
      </w:pPr>
      <w:r w:rsidRPr="00F02ED0">
        <w:rPr>
          <w:sz w:val="28"/>
          <w:lang w:val="uk-UA"/>
        </w:rPr>
        <w:t>Засідання експертної комісії з питань державної таємниці</w:t>
      </w:r>
      <w:r>
        <w:rPr>
          <w:sz w:val="28"/>
          <w:lang w:val="uk-UA"/>
        </w:rPr>
        <w:t>.</w:t>
      </w:r>
    </w:p>
    <w:p w:rsidR="00B76FA9" w:rsidRPr="00F02ED0" w:rsidRDefault="00B76FA9" w:rsidP="0002618F">
      <w:pPr>
        <w:ind w:left="2832" w:firstLine="6"/>
        <w:jc w:val="both"/>
        <w:rPr>
          <w:sz w:val="28"/>
          <w:lang w:val="uk-UA"/>
        </w:rPr>
      </w:pPr>
      <w:r w:rsidRPr="00F02ED0">
        <w:rPr>
          <w:sz w:val="28"/>
          <w:lang w:val="uk-UA"/>
        </w:rPr>
        <w:t xml:space="preserve">Ломко М.О., керівник апарату районної державної адміністрації; Жогло П.А., головний спеціаліст (з питань мобілізаційної роботи) апарату районної державної адміністрації </w:t>
      </w:r>
    </w:p>
    <w:p w:rsidR="00B76FA9" w:rsidRPr="00FE6FDA" w:rsidRDefault="00B76FA9" w:rsidP="008C1943">
      <w:pPr>
        <w:ind w:left="2835" w:hanging="2835"/>
        <w:jc w:val="both"/>
        <w:rPr>
          <w:sz w:val="16"/>
          <w:szCs w:val="16"/>
          <w:lang w:val="uk-UA"/>
        </w:rPr>
      </w:pPr>
    </w:p>
    <w:p w:rsidR="00B76FA9" w:rsidRPr="00206A10" w:rsidRDefault="00B76FA9" w:rsidP="008C1943">
      <w:pPr>
        <w:ind w:left="2835" w:hanging="2835"/>
        <w:jc w:val="center"/>
        <w:rPr>
          <w:bCs/>
          <w:sz w:val="28"/>
          <w:lang w:val="uk-UA"/>
        </w:rPr>
      </w:pPr>
      <w:r w:rsidRPr="00206A10">
        <w:rPr>
          <w:bCs/>
          <w:sz w:val="28"/>
          <w:lang w:val="uk-UA"/>
        </w:rPr>
        <w:t>Березень</w:t>
      </w:r>
    </w:p>
    <w:p w:rsidR="00B76FA9" w:rsidRPr="00F02ED0" w:rsidRDefault="00B76FA9" w:rsidP="00B25D85">
      <w:pPr>
        <w:ind w:firstLine="708"/>
        <w:jc w:val="both"/>
        <w:rPr>
          <w:sz w:val="28"/>
          <w:szCs w:val="28"/>
          <w:lang w:val="uk-UA"/>
        </w:rPr>
      </w:pPr>
      <w:r w:rsidRPr="00F02ED0">
        <w:rPr>
          <w:sz w:val="28"/>
          <w:szCs w:val="28"/>
          <w:lang w:val="uk-UA"/>
        </w:rPr>
        <w:t>Районне свято з нагоди відзначення Міжнародного Дня прав жінок і миру: «Воістину небесна і земна».</w:t>
      </w:r>
    </w:p>
    <w:p w:rsidR="00B76FA9" w:rsidRPr="00F02ED0" w:rsidRDefault="00B76FA9" w:rsidP="00B25D85">
      <w:pPr>
        <w:ind w:left="2832"/>
        <w:jc w:val="both"/>
        <w:rPr>
          <w:bCs/>
          <w:sz w:val="28"/>
          <w:lang w:val="uk-UA"/>
        </w:rPr>
      </w:pPr>
      <w:r w:rsidRPr="00F02ED0">
        <w:rPr>
          <w:sz w:val="28"/>
          <w:lang w:val="uk-UA"/>
        </w:rPr>
        <w:t>Татарінов В.М., перший заступник голови районної державної адміністрації; Момот С.В.,</w:t>
      </w:r>
      <w:r w:rsidRPr="00F02ED0">
        <w:rPr>
          <w:bCs/>
          <w:sz w:val="28"/>
          <w:lang w:val="uk-UA"/>
        </w:rPr>
        <w:t xml:space="preserve"> </w:t>
      </w:r>
      <w:r w:rsidRPr="00F02ED0">
        <w:rPr>
          <w:sz w:val="28"/>
          <w:lang w:val="uk-UA"/>
        </w:rPr>
        <w:t>начальник відділу культури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Заходи на вшанування пам’яті Великого генія Т.Г.Шевченка.</w:t>
      </w:r>
    </w:p>
    <w:p w:rsidR="00B76FA9" w:rsidRPr="00F02ED0" w:rsidRDefault="00B76FA9"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6F4016">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підготовки та проведення І етапу обласного фестивалю народної творчості «Квітуй в любові і добрі, Сумщино, край благословенний!», присвяченого 80-й річниці утворення Сумської області.</w:t>
      </w:r>
    </w:p>
    <w:p w:rsidR="00B76FA9" w:rsidRPr="00F02ED0" w:rsidRDefault="00B76FA9" w:rsidP="006F4016">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хід виконання розпорядження голови Роменської районної державної адміністрації  від 01.06.2012 № 434 «Про розвиток системи надання соціальних послуг в Роменському районі».</w:t>
      </w:r>
    </w:p>
    <w:p w:rsidR="00B76FA9" w:rsidRPr="00F02ED0" w:rsidRDefault="00B76FA9"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B76FA9" w:rsidRPr="00F02ED0" w:rsidRDefault="00B76FA9" w:rsidP="00EF76BA">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дотримання дошкільними</w:t>
      </w:r>
      <w:r>
        <w:rPr>
          <w:color w:val="FF0000"/>
          <w:sz w:val="28"/>
          <w:lang w:val="uk-UA"/>
        </w:rPr>
        <w:t xml:space="preserve"> </w:t>
      </w:r>
      <w:r w:rsidRPr="00F02ED0">
        <w:rPr>
          <w:sz w:val="28"/>
          <w:lang w:val="uk-UA"/>
        </w:rPr>
        <w:t>навчальними закладами району санітарного регламенту, затвердженого наказом Міністерства охорони здоров’я України від 24.03.2016 № 274».</w:t>
      </w:r>
    </w:p>
    <w:p w:rsidR="00B76FA9" w:rsidRPr="00F02ED0" w:rsidRDefault="00B76FA9" w:rsidP="00EF76BA">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C1943">
      <w:pPr>
        <w:ind w:left="3540" w:firstLine="708"/>
        <w:jc w:val="both"/>
        <w:rPr>
          <w:bCs/>
          <w:sz w:val="16"/>
          <w:szCs w:val="16"/>
          <w:lang w:val="uk-UA"/>
        </w:rPr>
      </w:pPr>
    </w:p>
    <w:p w:rsidR="00B76FA9" w:rsidRPr="00206A10" w:rsidRDefault="00B76FA9" w:rsidP="008C1943">
      <w:pPr>
        <w:ind w:left="3540" w:firstLine="708"/>
        <w:jc w:val="both"/>
        <w:rPr>
          <w:bCs/>
          <w:sz w:val="28"/>
          <w:lang w:val="uk-UA"/>
        </w:rPr>
      </w:pPr>
      <w:r w:rsidRPr="00206A10">
        <w:rPr>
          <w:bCs/>
          <w:sz w:val="28"/>
          <w:lang w:val="uk-UA"/>
        </w:rPr>
        <w:t>Квітень</w:t>
      </w:r>
    </w:p>
    <w:p w:rsidR="00B76FA9" w:rsidRPr="00F02ED0" w:rsidRDefault="00B76FA9" w:rsidP="008C1943">
      <w:pPr>
        <w:jc w:val="both"/>
        <w:rPr>
          <w:sz w:val="28"/>
          <w:lang w:val="uk-UA"/>
        </w:rPr>
      </w:pPr>
      <w:r w:rsidRPr="005D3A17">
        <w:rPr>
          <w:sz w:val="28"/>
          <w:lang w:val="uk-UA"/>
        </w:rPr>
        <w:tab/>
      </w:r>
      <w:r w:rsidRPr="00F02ED0">
        <w:rPr>
          <w:sz w:val="28"/>
          <w:lang w:val="uk-UA"/>
        </w:rPr>
        <w:t>Заходи до Дня Чорнобильської трагедії.</w:t>
      </w:r>
    </w:p>
    <w:p w:rsidR="00B76FA9" w:rsidRPr="00F02ED0" w:rsidRDefault="00B76FA9"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 xml:space="preserve">Момот С.В., начальник відділу культури районної державної адміністрації; Федько Р.М., </w:t>
      </w:r>
      <w:r w:rsidRPr="00F02ED0">
        <w:rPr>
          <w:rFonts w:ascii="Times New Roman" w:hAnsi="Times New Roman"/>
          <w:sz w:val="28"/>
          <w:szCs w:val="28"/>
          <w:lang w:val="uk-UA"/>
        </w:rPr>
        <w:t>головний спеціаліст відділу організаційної роботи</w:t>
      </w:r>
      <w:r w:rsidRPr="00F02ED0">
        <w:rPr>
          <w:rFonts w:ascii="Times New Roman" w:hAnsi="Times New Roman"/>
          <w:sz w:val="28"/>
          <w:lang w:val="uk-UA"/>
        </w:rPr>
        <w:t xml:space="preserve"> та комунікацій з громадськістю апарату районної державної адміністрації</w:t>
      </w:r>
    </w:p>
    <w:p w:rsidR="00B76FA9" w:rsidRPr="00F02ED0" w:rsidRDefault="00B76FA9" w:rsidP="004C0FAF">
      <w:pPr>
        <w:ind w:firstLine="708"/>
        <w:jc w:val="both"/>
        <w:rPr>
          <w:sz w:val="28"/>
          <w:lang w:val="uk-UA"/>
        </w:rPr>
      </w:pPr>
      <w:r w:rsidRPr="00F02ED0">
        <w:rPr>
          <w:sz w:val="28"/>
          <w:lang w:val="uk-UA"/>
        </w:rPr>
        <w:t>Районний фестиваль до дня гумору «Роменщина сміється».</w:t>
      </w:r>
    </w:p>
    <w:p w:rsidR="00B76FA9" w:rsidRPr="00F02ED0" w:rsidRDefault="00B76FA9" w:rsidP="004C0FAF">
      <w:pPr>
        <w:ind w:left="2832"/>
        <w:jc w:val="both"/>
        <w:rPr>
          <w:sz w:val="28"/>
          <w:lang w:val="uk-UA"/>
        </w:rPr>
      </w:pPr>
      <w:r w:rsidRPr="00F02ED0">
        <w:rPr>
          <w:sz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B76FA9" w:rsidRPr="00F02ED0" w:rsidRDefault="00B76FA9" w:rsidP="006F4016">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відзначення в районі 72-ї річниці Перемоги над нацизмом у Європі.</w:t>
      </w:r>
    </w:p>
    <w:p w:rsidR="00B76FA9" w:rsidRPr="00F02ED0" w:rsidRDefault="00B76FA9" w:rsidP="006F4016">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C04F5A">
      <w:pPr>
        <w:ind w:firstLine="708"/>
        <w:jc w:val="both"/>
        <w:rPr>
          <w:sz w:val="28"/>
          <w:lang w:val="uk-UA"/>
        </w:rPr>
      </w:pPr>
      <w:r w:rsidRPr="00F02ED0">
        <w:rPr>
          <w:sz w:val="28"/>
          <w:lang w:val="uk-UA"/>
        </w:rPr>
        <w:t>Засідання робочої комісії з питань координації діяльності з надання населенню житлових субсидій за спрощеним порядком під час оптимізації цін і тарифів на природний газ та житлово-комунальні послуги.</w:t>
      </w:r>
    </w:p>
    <w:p w:rsidR="00B76FA9" w:rsidRPr="00F02ED0" w:rsidRDefault="00B76FA9" w:rsidP="00C04F5A">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B76FA9" w:rsidRPr="00F02ED0" w:rsidRDefault="00B76FA9" w:rsidP="00C04F5A">
      <w:pPr>
        <w:ind w:firstLine="708"/>
        <w:jc w:val="both"/>
        <w:rPr>
          <w:sz w:val="28"/>
          <w:lang w:val="uk-UA"/>
        </w:rPr>
      </w:pPr>
      <w:r w:rsidRPr="00F02ED0">
        <w:rPr>
          <w:sz w:val="28"/>
          <w:lang w:val="uk-UA"/>
        </w:rPr>
        <w:t>Засідання консультативної ради з питань соціального захисту громадян, які постраждали внаслідок Чорнобильської катастрофи.</w:t>
      </w:r>
    </w:p>
    <w:p w:rsidR="00B76FA9" w:rsidRPr="00F02ED0" w:rsidRDefault="00B76FA9" w:rsidP="00C04F5A">
      <w:pPr>
        <w:ind w:left="2832"/>
        <w:jc w:val="both"/>
        <w:rPr>
          <w:sz w:val="28"/>
          <w:szCs w:val="28"/>
          <w:lang w:val="uk-UA"/>
        </w:rPr>
      </w:pPr>
      <w:r w:rsidRPr="00F02ED0">
        <w:rPr>
          <w:sz w:val="28"/>
          <w:szCs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підсумки атестації педагогічних кадрів у 2016-2017 навчальному році».</w:t>
      </w:r>
    </w:p>
    <w:p w:rsidR="00B76FA9" w:rsidRPr="00F02ED0" w:rsidRDefault="00B76FA9"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EF76BA">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підготовку та пр</w:t>
      </w:r>
      <w:r>
        <w:rPr>
          <w:sz w:val="28"/>
          <w:szCs w:val="28"/>
          <w:lang w:val="uk-UA"/>
        </w:rPr>
        <w:t>о</w:t>
      </w:r>
      <w:r w:rsidRPr="00F02ED0">
        <w:rPr>
          <w:sz w:val="28"/>
          <w:szCs w:val="28"/>
          <w:lang w:val="uk-UA"/>
        </w:rPr>
        <w:t>ведення літньої оздоровчо-відпочинкової кампанії 2017 року».</w:t>
      </w:r>
    </w:p>
    <w:p w:rsidR="00B76FA9" w:rsidRPr="00F02ED0" w:rsidRDefault="00B76FA9" w:rsidP="00EF76BA">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F346A9">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 з питання: «Про стан транспортного забезпечення населення Роменського району в І кварталі 2017 року».</w:t>
      </w:r>
    </w:p>
    <w:p w:rsidR="00B76FA9" w:rsidRPr="00F02ED0" w:rsidRDefault="00B76FA9" w:rsidP="00CC50F7">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 xml:space="preserve">Нарада при керівникові апарату районної державної адміністрації Ломку М.О з питання: «Про стан забезпечення населення району скрапленим газом в </w:t>
      </w:r>
      <w:r w:rsidRPr="00F02ED0">
        <w:rPr>
          <w:sz w:val="28"/>
          <w:szCs w:val="28"/>
          <w:lang w:val="en-US"/>
        </w:rPr>
        <w:t>I</w:t>
      </w:r>
      <w:r w:rsidRPr="00F02ED0">
        <w:rPr>
          <w:sz w:val="28"/>
          <w:szCs w:val="28"/>
        </w:rPr>
        <w:t xml:space="preserve"> </w:t>
      </w:r>
      <w:r w:rsidRPr="00F02ED0">
        <w:rPr>
          <w:sz w:val="28"/>
          <w:szCs w:val="28"/>
          <w:lang w:val="uk-UA"/>
        </w:rPr>
        <w:t>кварталі 2017 року».</w:t>
      </w:r>
    </w:p>
    <w:p w:rsidR="00B76FA9" w:rsidRPr="00F02ED0" w:rsidRDefault="00B76FA9" w:rsidP="00CC50F7">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8C1943">
      <w:pPr>
        <w:snapToGrid w:val="0"/>
        <w:ind w:left="-48" w:right="-3" w:firstLine="756"/>
        <w:jc w:val="both"/>
        <w:rPr>
          <w:sz w:val="28"/>
          <w:szCs w:val="28"/>
          <w:lang w:val="uk-UA"/>
        </w:rPr>
      </w:pPr>
      <w:r w:rsidRPr="00F02ED0">
        <w:rPr>
          <w:sz w:val="28"/>
          <w:szCs w:val="28"/>
          <w:lang w:val="uk-UA"/>
        </w:rPr>
        <w:t>Засідання робочої групи з питань пасажирських перевезень щодо виконання регулярності графіків руху на приміських автобусних маршрутах загального користування, що не виходять за межі Роменського району в І кварталі 2017 року.</w:t>
      </w:r>
    </w:p>
    <w:p w:rsidR="00B76FA9" w:rsidRPr="00F02ED0" w:rsidRDefault="00B76FA9" w:rsidP="00BF13B6">
      <w:pPr>
        <w:ind w:left="2835" w:hanging="3"/>
        <w:jc w:val="both"/>
        <w:rPr>
          <w:sz w:val="28"/>
          <w:szCs w:val="28"/>
          <w:lang w:val="uk-UA"/>
        </w:rPr>
      </w:pPr>
      <w:r w:rsidRPr="00F02ED0">
        <w:rPr>
          <w:sz w:val="28"/>
          <w:szCs w:val="28"/>
          <w:lang w:val="uk-UA"/>
        </w:rPr>
        <w:tab/>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02618F">
      <w:pPr>
        <w:ind w:firstLine="708"/>
        <w:jc w:val="both"/>
        <w:rPr>
          <w:sz w:val="28"/>
          <w:szCs w:val="28"/>
          <w:lang w:val="uk-UA"/>
        </w:rPr>
      </w:pPr>
      <w:r w:rsidRPr="00F02ED0">
        <w:rPr>
          <w:sz w:val="28"/>
          <w:szCs w:val="28"/>
          <w:lang w:val="uk-UA"/>
        </w:rPr>
        <w:t>Семінар-навчання з сільськими головами та секретарями сільських рад з питання: «Про форми заяв осіб щодо включення, внесення змін до персональних даних в Державний реєстр виборців та повідомлення про включення (внесення змін) виборця до Державного реєстру виборців».</w:t>
      </w:r>
    </w:p>
    <w:p w:rsidR="00B76FA9" w:rsidRPr="00F02ED0" w:rsidRDefault="00B76FA9" w:rsidP="008C1943">
      <w:pPr>
        <w:ind w:left="2832" w:firstLine="6"/>
        <w:jc w:val="both"/>
        <w:rPr>
          <w:sz w:val="28"/>
          <w:szCs w:val="28"/>
          <w:lang w:val="uk-UA"/>
        </w:rPr>
      </w:pPr>
      <w:r w:rsidRPr="00F02ED0">
        <w:rPr>
          <w:sz w:val="28"/>
          <w:szCs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B76FA9" w:rsidRPr="00F02ED0" w:rsidRDefault="00B76FA9" w:rsidP="008C1943">
      <w:pPr>
        <w:ind w:left="3540" w:firstLine="708"/>
        <w:jc w:val="both"/>
        <w:rPr>
          <w:bCs/>
          <w:sz w:val="16"/>
          <w:szCs w:val="16"/>
          <w:lang w:val="uk-UA"/>
        </w:rPr>
      </w:pPr>
    </w:p>
    <w:p w:rsidR="00B76FA9" w:rsidRPr="00F02ED0" w:rsidRDefault="00B76FA9" w:rsidP="008C1943">
      <w:pPr>
        <w:ind w:left="3540" w:firstLine="708"/>
        <w:jc w:val="both"/>
        <w:rPr>
          <w:bCs/>
          <w:sz w:val="28"/>
          <w:szCs w:val="28"/>
          <w:lang w:val="uk-UA"/>
        </w:rPr>
      </w:pPr>
      <w:r w:rsidRPr="00F02ED0">
        <w:rPr>
          <w:bCs/>
          <w:sz w:val="28"/>
          <w:szCs w:val="28"/>
          <w:lang w:val="uk-UA"/>
        </w:rPr>
        <w:t>Травень</w:t>
      </w:r>
    </w:p>
    <w:p w:rsidR="00B76FA9" w:rsidRPr="00F02ED0" w:rsidRDefault="00B76FA9" w:rsidP="008C1943">
      <w:pPr>
        <w:ind w:firstLine="708"/>
        <w:jc w:val="both"/>
        <w:rPr>
          <w:sz w:val="28"/>
          <w:szCs w:val="28"/>
          <w:lang w:val="uk-UA"/>
        </w:rPr>
      </w:pPr>
      <w:r w:rsidRPr="00F02ED0">
        <w:rPr>
          <w:sz w:val="28"/>
          <w:szCs w:val="28"/>
          <w:lang w:val="uk-UA"/>
        </w:rPr>
        <w:t xml:space="preserve">Заходи щодо відзначення Дня пам’яті та примирення, Дня Перемоги. </w:t>
      </w:r>
    </w:p>
    <w:p w:rsidR="00B76FA9" w:rsidRPr="00F02ED0" w:rsidRDefault="00B76FA9"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B76FA9" w:rsidRPr="00F02ED0" w:rsidRDefault="00B76FA9" w:rsidP="004C0FAF">
      <w:pPr>
        <w:ind w:firstLine="708"/>
        <w:jc w:val="both"/>
        <w:rPr>
          <w:sz w:val="28"/>
          <w:szCs w:val="28"/>
          <w:lang w:val="uk-UA"/>
        </w:rPr>
      </w:pPr>
      <w:r w:rsidRPr="00F02ED0">
        <w:rPr>
          <w:sz w:val="28"/>
          <w:szCs w:val="28"/>
          <w:lang w:val="uk-UA"/>
        </w:rPr>
        <w:t xml:space="preserve">Районний конкурс з хореографії та вокального мистецтва «Веселковий розмай» серед учнів сільських дитячих музичних шкіл. </w:t>
      </w:r>
    </w:p>
    <w:p w:rsidR="00B76FA9" w:rsidRPr="00F02ED0" w:rsidRDefault="00B76FA9" w:rsidP="004C0FAF">
      <w:pPr>
        <w:ind w:left="2832"/>
        <w:jc w:val="both"/>
        <w:rPr>
          <w:sz w:val="28"/>
          <w:szCs w:val="28"/>
          <w:lang w:val="uk-UA"/>
        </w:rPr>
      </w:pPr>
      <w:r w:rsidRPr="00F02ED0">
        <w:rPr>
          <w:sz w:val="28"/>
          <w:szCs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w:t>
      </w:r>
    </w:p>
    <w:p w:rsidR="00B76FA9" w:rsidRPr="00F02ED0" w:rsidRDefault="00B76FA9" w:rsidP="004C0FAF">
      <w:pPr>
        <w:ind w:firstLine="708"/>
        <w:jc w:val="both"/>
        <w:rPr>
          <w:sz w:val="28"/>
          <w:szCs w:val="28"/>
          <w:lang w:val="uk-UA"/>
        </w:rPr>
      </w:pPr>
      <w:r w:rsidRPr="00F02ED0">
        <w:rPr>
          <w:sz w:val="28"/>
          <w:szCs w:val="28"/>
          <w:lang w:val="uk-UA"/>
        </w:rPr>
        <w:t>Заходи до Дня матері.</w:t>
      </w:r>
    </w:p>
    <w:p w:rsidR="00B76FA9" w:rsidRPr="00F02ED0" w:rsidRDefault="00B76FA9"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Районне свято «Українському роду нема переводу».</w:t>
      </w:r>
    </w:p>
    <w:p w:rsidR="00B76FA9" w:rsidRPr="00F02ED0" w:rsidRDefault="00B76FA9"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B76FA9" w:rsidRPr="00F02ED0" w:rsidRDefault="00B76FA9" w:rsidP="00B25D85">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підготовки та проведення районного свята з нагоди відзначення Дня родини «Українському роду нема переводу».</w:t>
      </w:r>
    </w:p>
    <w:p w:rsidR="00B76FA9" w:rsidRPr="00F02ED0" w:rsidRDefault="00B76FA9" w:rsidP="00B25D85">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стан роботи із зверненнями громадян у відділі освіти, молоді та спорту районної державної адміністрації».</w:t>
      </w:r>
    </w:p>
    <w:p w:rsidR="00B76FA9" w:rsidRPr="00F02ED0" w:rsidRDefault="00B76FA9"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515E44">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w:t>
      </w:r>
      <w:r>
        <w:rPr>
          <w:sz w:val="28"/>
          <w:szCs w:val="28"/>
          <w:lang w:val="uk-UA"/>
        </w:rPr>
        <w:t>.</w:t>
      </w:r>
      <w:r w:rsidRPr="00F02ED0">
        <w:rPr>
          <w:sz w:val="28"/>
          <w:szCs w:val="28"/>
          <w:lang w:val="uk-UA"/>
        </w:rPr>
        <w:t xml:space="preserve"> за участі сільських голів стосовно проведення вуличного освітлення (будівництво, реконструкція, кап</w:t>
      </w:r>
      <w:r>
        <w:rPr>
          <w:sz w:val="28"/>
          <w:szCs w:val="28"/>
          <w:lang w:val="uk-UA"/>
        </w:rPr>
        <w:t>і</w:t>
      </w:r>
      <w:r w:rsidRPr="00F02ED0">
        <w:rPr>
          <w:sz w:val="28"/>
          <w:szCs w:val="28"/>
          <w:lang w:val="uk-UA"/>
        </w:rPr>
        <w:t>тальний ремонт).</w:t>
      </w:r>
    </w:p>
    <w:p w:rsidR="00B76FA9" w:rsidRPr="00F02ED0" w:rsidRDefault="00B76FA9"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інфраст-руктури районної державної адміністрації</w:t>
      </w:r>
    </w:p>
    <w:p w:rsidR="00B76FA9" w:rsidRPr="00F02ED0" w:rsidRDefault="00B76FA9" w:rsidP="00515E44">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w:t>
      </w:r>
      <w:r>
        <w:rPr>
          <w:sz w:val="28"/>
          <w:szCs w:val="28"/>
          <w:lang w:val="uk-UA"/>
        </w:rPr>
        <w:t>.</w:t>
      </w:r>
      <w:r w:rsidRPr="00F02ED0">
        <w:rPr>
          <w:sz w:val="28"/>
          <w:szCs w:val="28"/>
          <w:lang w:val="uk-UA"/>
        </w:rPr>
        <w:t xml:space="preserve"> за участі сільських голів стосовно проведення ремонту та утримання доріг комунальної власності.</w:t>
      </w:r>
    </w:p>
    <w:p w:rsidR="00B76FA9" w:rsidRPr="00F02ED0" w:rsidRDefault="00B76FA9"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інфраст-руктури районної державної адміністрації</w:t>
      </w:r>
    </w:p>
    <w:p w:rsidR="00B76FA9" w:rsidRPr="00F02ED0" w:rsidRDefault="00B76FA9" w:rsidP="008C1943">
      <w:pPr>
        <w:ind w:left="2835" w:hanging="2835"/>
        <w:jc w:val="both"/>
        <w:rPr>
          <w:sz w:val="16"/>
          <w:szCs w:val="16"/>
          <w:lang w:val="uk-UA"/>
        </w:rPr>
      </w:pPr>
    </w:p>
    <w:p w:rsidR="00B76FA9" w:rsidRPr="00F02ED0" w:rsidRDefault="00B76FA9" w:rsidP="008C1943">
      <w:pPr>
        <w:ind w:left="3540" w:firstLine="708"/>
        <w:jc w:val="both"/>
        <w:rPr>
          <w:bCs/>
          <w:sz w:val="28"/>
          <w:szCs w:val="28"/>
          <w:lang w:val="uk-UA"/>
        </w:rPr>
      </w:pPr>
      <w:r w:rsidRPr="00F02ED0">
        <w:rPr>
          <w:bCs/>
          <w:sz w:val="28"/>
          <w:szCs w:val="28"/>
          <w:lang w:val="uk-UA"/>
        </w:rPr>
        <w:t>Червень</w:t>
      </w:r>
    </w:p>
    <w:p w:rsidR="00B76FA9" w:rsidRPr="00F02ED0" w:rsidRDefault="00B76FA9" w:rsidP="008C1943">
      <w:pPr>
        <w:ind w:firstLine="708"/>
        <w:jc w:val="both"/>
        <w:rPr>
          <w:sz w:val="28"/>
          <w:szCs w:val="28"/>
          <w:lang w:val="uk-UA"/>
        </w:rPr>
      </w:pPr>
      <w:r w:rsidRPr="00F02ED0">
        <w:rPr>
          <w:sz w:val="28"/>
          <w:szCs w:val="28"/>
          <w:lang w:val="uk-UA"/>
        </w:rPr>
        <w:t>Районний фестиваль дитячої творчості «Дзвінкі мелодії дитинства» з нагоди відзначення Всесвітнього Дня захисту дітей.</w:t>
      </w:r>
    </w:p>
    <w:p w:rsidR="00B76FA9" w:rsidRPr="00F02ED0" w:rsidRDefault="00B76FA9"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Засідання районної комісії з призначення стипендії голови районної державної адміністрації обдарованим учням.</w:t>
      </w:r>
    </w:p>
    <w:p w:rsidR="00B76FA9" w:rsidRPr="00F02ED0" w:rsidRDefault="00B76FA9"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Заходи до Дня скорботи і вшанування пам’яті жертв війни в Україні.</w:t>
      </w:r>
    </w:p>
    <w:p w:rsidR="00B76FA9" w:rsidRPr="00F02ED0" w:rsidRDefault="00B76FA9"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B76FA9" w:rsidRPr="00F02ED0" w:rsidRDefault="00B76FA9" w:rsidP="00253BF7">
      <w:pPr>
        <w:pStyle w:val="ListParagraph"/>
        <w:spacing w:after="0" w:line="240" w:lineRule="auto"/>
        <w:jc w:val="both"/>
        <w:rPr>
          <w:rFonts w:ascii="Times New Roman" w:hAnsi="Times New Roman"/>
          <w:sz w:val="28"/>
          <w:szCs w:val="28"/>
          <w:lang w:val="uk-UA"/>
        </w:rPr>
      </w:pPr>
      <w:r w:rsidRPr="00F02ED0">
        <w:rPr>
          <w:rFonts w:ascii="Times New Roman" w:hAnsi="Times New Roman"/>
          <w:sz w:val="28"/>
          <w:szCs w:val="28"/>
          <w:lang w:val="uk-UA"/>
        </w:rPr>
        <w:t>Заходи щодо відзначення в районі Дня Конституції України.</w:t>
      </w:r>
    </w:p>
    <w:p w:rsidR="00B76FA9" w:rsidRPr="00F02ED0" w:rsidRDefault="00B76FA9"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B76FA9" w:rsidRPr="00F02ED0" w:rsidRDefault="00B76FA9" w:rsidP="00B25D85">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підготовки та проведення свята козацької слави «Калнишева рада».</w:t>
      </w:r>
    </w:p>
    <w:p w:rsidR="00B76FA9" w:rsidRPr="00F02ED0" w:rsidRDefault="00B76FA9" w:rsidP="00B25D85">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B76FA9" w:rsidRPr="00F02ED0" w:rsidRDefault="00B76FA9" w:rsidP="00072735">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хід виконання постанови Кабінету Міністрів України від 13 березня 2013 року № 162 «Про затвердження основних напрямів запобігання бездомності до 2017 року».</w:t>
      </w:r>
    </w:p>
    <w:p w:rsidR="00B76FA9" w:rsidRPr="00F02ED0" w:rsidRDefault="00B76FA9" w:rsidP="00072735">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B76FA9" w:rsidRPr="00F02ED0" w:rsidRDefault="00B76FA9" w:rsidP="00253BF7">
      <w:pPr>
        <w:pStyle w:val="ListParagraph"/>
        <w:spacing w:after="0" w:line="240" w:lineRule="auto"/>
        <w:ind w:left="0" w:firstLine="862"/>
        <w:jc w:val="both"/>
        <w:rPr>
          <w:rFonts w:ascii="Times New Roman" w:hAnsi="Times New Roman"/>
          <w:sz w:val="28"/>
          <w:szCs w:val="28"/>
          <w:lang w:val="uk-UA"/>
        </w:rPr>
      </w:pPr>
      <w:r w:rsidRPr="00F02ED0">
        <w:rPr>
          <w:rFonts w:ascii="Times New Roman" w:hAnsi="Times New Roman"/>
          <w:sz w:val="28"/>
          <w:szCs w:val="28"/>
          <w:lang w:val="uk-UA"/>
        </w:rPr>
        <w:t>Нарада при першому заступникові голови районної державної адміністрації Татарінову В.М. з питання: «Про підсумки проведення інспектування закладів освіти у 2016-2017 навчальному році».</w:t>
      </w:r>
    </w:p>
    <w:p w:rsidR="00B76FA9" w:rsidRPr="00F02ED0" w:rsidRDefault="00B76FA9"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515E44">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 з питання: «Про будівництво, реконструкцію, ремонт водопровідни</w:t>
      </w:r>
      <w:r>
        <w:rPr>
          <w:sz w:val="28"/>
          <w:szCs w:val="28"/>
          <w:lang w:val="uk-UA"/>
        </w:rPr>
        <w:t>х мереж в населених пунктах Ром</w:t>
      </w:r>
      <w:r w:rsidRPr="00F02ED0">
        <w:rPr>
          <w:sz w:val="28"/>
          <w:szCs w:val="28"/>
          <w:lang w:val="uk-UA"/>
        </w:rPr>
        <w:t>енського району.</w:t>
      </w:r>
    </w:p>
    <w:p w:rsidR="00B76FA9" w:rsidRPr="00F02ED0" w:rsidRDefault="00B76FA9"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інфраст-руктури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Семінар-навчання з сільськими головами та секретарями сільських рад з питання: «Про визнання виборців нездатними самостійно пересуватися та подання відповідних відомостей».</w:t>
      </w:r>
    </w:p>
    <w:p w:rsidR="00B76FA9" w:rsidRPr="00F02ED0" w:rsidRDefault="00B76FA9" w:rsidP="008C1943">
      <w:pPr>
        <w:ind w:left="2832" w:firstLine="6"/>
        <w:jc w:val="both"/>
        <w:rPr>
          <w:sz w:val="28"/>
          <w:szCs w:val="28"/>
          <w:lang w:val="uk-UA"/>
        </w:rPr>
      </w:pPr>
      <w:r w:rsidRPr="00F02ED0">
        <w:rPr>
          <w:sz w:val="28"/>
          <w:szCs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B76FA9" w:rsidRPr="00F02ED0" w:rsidRDefault="00B76FA9" w:rsidP="008C1943">
      <w:pPr>
        <w:ind w:left="3540" w:firstLine="708"/>
        <w:jc w:val="both"/>
        <w:rPr>
          <w:bCs/>
          <w:sz w:val="16"/>
          <w:szCs w:val="16"/>
          <w:lang w:val="uk-UA"/>
        </w:rPr>
      </w:pPr>
    </w:p>
    <w:p w:rsidR="00B76FA9" w:rsidRPr="00F02ED0" w:rsidRDefault="00B76FA9" w:rsidP="008C1943">
      <w:pPr>
        <w:ind w:left="3540" w:firstLine="708"/>
        <w:jc w:val="both"/>
        <w:rPr>
          <w:bCs/>
          <w:sz w:val="28"/>
          <w:szCs w:val="28"/>
          <w:lang w:val="uk-UA"/>
        </w:rPr>
      </w:pPr>
      <w:r w:rsidRPr="00F02ED0">
        <w:rPr>
          <w:bCs/>
          <w:sz w:val="28"/>
          <w:szCs w:val="28"/>
          <w:lang w:val="uk-UA"/>
        </w:rPr>
        <w:t>Липень</w:t>
      </w:r>
    </w:p>
    <w:p w:rsidR="00B76FA9" w:rsidRPr="00F02ED0" w:rsidRDefault="00B76FA9" w:rsidP="008C1943">
      <w:pPr>
        <w:ind w:firstLine="708"/>
        <w:jc w:val="both"/>
        <w:rPr>
          <w:sz w:val="28"/>
          <w:szCs w:val="28"/>
          <w:lang w:val="uk-UA"/>
        </w:rPr>
      </w:pPr>
      <w:r w:rsidRPr="00F02ED0">
        <w:rPr>
          <w:sz w:val="28"/>
          <w:szCs w:val="28"/>
          <w:lang w:val="uk-UA"/>
        </w:rPr>
        <w:t>Районне свято козацької слави «Калнишева рада».</w:t>
      </w:r>
    </w:p>
    <w:p w:rsidR="00B76FA9" w:rsidRPr="00F02ED0" w:rsidRDefault="00B76FA9" w:rsidP="008C1943">
      <w:pPr>
        <w:ind w:left="2832"/>
        <w:jc w:val="both"/>
        <w:rPr>
          <w:bCs/>
          <w:sz w:val="28"/>
          <w:szCs w:val="28"/>
          <w:lang w:val="uk-UA"/>
        </w:rPr>
      </w:pPr>
      <w:r w:rsidRPr="00F02ED0">
        <w:rPr>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Засідання районної комісії з призначення стипендії голови районної державної адміністрації талановитим та перспективним спортсменам району.</w:t>
      </w:r>
    </w:p>
    <w:p w:rsidR="00B76FA9" w:rsidRPr="00F02ED0" w:rsidRDefault="00B76FA9"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Заходи до Дня прийняття декларації про державний суверенітет.</w:t>
      </w:r>
    </w:p>
    <w:p w:rsidR="00B76FA9" w:rsidRPr="00F02ED0" w:rsidRDefault="00B76FA9"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Федько Р.М., головний спеці</w:t>
      </w:r>
      <w:r>
        <w:rPr>
          <w:rFonts w:ascii="Times New Roman" w:hAnsi="Times New Roman"/>
          <w:sz w:val="28"/>
          <w:szCs w:val="28"/>
          <w:lang w:val="uk-UA"/>
        </w:rPr>
        <w:t>-</w:t>
      </w:r>
      <w:r w:rsidRPr="00F02ED0">
        <w:rPr>
          <w:rFonts w:ascii="Times New Roman" w:hAnsi="Times New Roman"/>
          <w:sz w:val="28"/>
          <w:szCs w:val="28"/>
          <w:lang w:val="uk-UA"/>
        </w:rPr>
        <w:t>аліст відділу організаційної роботи та комунікацій з громадськістю апарату районної державної адміні</w:t>
      </w:r>
      <w:r>
        <w:rPr>
          <w:rFonts w:ascii="Times New Roman" w:hAnsi="Times New Roman"/>
          <w:sz w:val="28"/>
          <w:szCs w:val="28"/>
          <w:lang w:val="uk-UA"/>
        </w:rPr>
        <w:t>-</w:t>
      </w:r>
      <w:r w:rsidRPr="00F02ED0">
        <w:rPr>
          <w:rFonts w:ascii="Times New Roman" w:hAnsi="Times New Roman"/>
          <w:sz w:val="28"/>
          <w:szCs w:val="28"/>
          <w:lang w:val="uk-UA"/>
        </w:rPr>
        <w:t>страції</w:t>
      </w:r>
    </w:p>
    <w:p w:rsidR="00B76FA9" w:rsidRPr="00F02ED0" w:rsidRDefault="00B76FA9" w:rsidP="00593CB4">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стан організації та надання медичної допомоги ветеранам війни, учасників антитерористичної операції по комунальному закладу «Центр первинної медико-санітарної допомоги Роменського району Сумської області».</w:t>
      </w:r>
    </w:p>
    <w:p w:rsidR="00B76FA9" w:rsidRPr="00F02ED0" w:rsidRDefault="00B76FA9" w:rsidP="00593CB4">
      <w:pPr>
        <w:ind w:left="2832"/>
        <w:jc w:val="both"/>
        <w:rPr>
          <w:sz w:val="28"/>
          <w:szCs w:val="28"/>
          <w:lang w:val="uk-UA"/>
        </w:rPr>
      </w:pPr>
      <w:r w:rsidRPr="00F02ED0">
        <w:rPr>
          <w:sz w:val="28"/>
          <w:szCs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B76FA9" w:rsidRPr="00F02ED0" w:rsidRDefault="00B76FA9" w:rsidP="00253BF7">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«Стан розвитку позашкільної освіти у навчальних закладах району».</w:t>
      </w:r>
    </w:p>
    <w:p w:rsidR="00B76FA9" w:rsidRPr="00F02ED0" w:rsidRDefault="00B76FA9"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515E44">
      <w:pPr>
        <w:ind w:firstLine="708"/>
        <w:jc w:val="both"/>
        <w:rPr>
          <w:sz w:val="28"/>
          <w:szCs w:val="28"/>
          <w:lang w:val="uk-UA"/>
        </w:rPr>
      </w:pPr>
      <w:r w:rsidRPr="00F02ED0">
        <w:rPr>
          <w:sz w:val="28"/>
          <w:szCs w:val="28"/>
          <w:lang w:val="uk-UA"/>
        </w:rPr>
        <w:t xml:space="preserve">Нарада при керівникові апарату районної державної адміністрації Ломку М.О. з питання: «Про стан транспортного забезпечення населення Роменського району в ІІ кварталі та </w:t>
      </w:r>
      <w:r>
        <w:rPr>
          <w:sz w:val="28"/>
          <w:szCs w:val="28"/>
          <w:lang w:val="uk-UA"/>
        </w:rPr>
        <w:t>першому</w:t>
      </w:r>
      <w:r w:rsidRPr="00F02ED0">
        <w:rPr>
          <w:sz w:val="28"/>
          <w:szCs w:val="28"/>
          <w:lang w:val="uk-UA"/>
        </w:rPr>
        <w:t xml:space="preserve"> півріччі 2017 року».</w:t>
      </w:r>
    </w:p>
    <w:p w:rsidR="00B76FA9" w:rsidRPr="00F02ED0" w:rsidRDefault="00B76FA9"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515E44">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 з питання: «Про стан забезпечення населення Роменського район</w:t>
      </w:r>
      <w:r>
        <w:rPr>
          <w:sz w:val="28"/>
          <w:szCs w:val="28"/>
          <w:lang w:val="uk-UA"/>
        </w:rPr>
        <w:t>у</w:t>
      </w:r>
      <w:r w:rsidRPr="00F02ED0">
        <w:rPr>
          <w:sz w:val="28"/>
          <w:szCs w:val="28"/>
          <w:lang w:val="uk-UA"/>
        </w:rPr>
        <w:t xml:space="preserve"> скрапленим газом в ІІ кварталі та </w:t>
      </w:r>
      <w:r>
        <w:rPr>
          <w:sz w:val="28"/>
          <w:szCs w:val="28"/>
          <w:lang w:val="uk-UA"/>
        </w:rPr>
        <w:t>першому</w:t>
      </w:r>
      <w:r w:rsidRPr="00F02ED0">
        <w:rPr>
          <w:sz w:val="28"/>
          <w:szCs w:val="28"/>
          <w:lang w:val="uk-UA"/>
        </w:rPr>
        <w:t xml:space="preserve"> півріччі 2017 року».</w:t>
      </w:r>
    </w:p>
    <w:p w:rsidR="00B76FA9" w:rsidRPr="00F02ED0" w:rsidRDefault="00B76FA9"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BF13B6">
      <w:pPr>
        <w:snapToGrid w:val="0"/>
        <w:ind w:left="-48" w:right="-3" w:firstLine="756"/>
        <w:jc w:val="both"/>
        <w:rPr>
          <w:sz w:val="28"/>
          <w:szCs w:val="28"/>
          <w:lang w:val="uk-UA"/>
        </w:rPr>
      </w:pPr>
      <w:r w:rsidRPr="00F02ED0">
        <w:rPr>
          <w:sz w:val="28"/>
          <w:szCs w:val="28"/>
          <w:lang w:val="uk-UA"/>
        </w:rPr>
        <w:t>Засідання робочої групи з питань пасажирських перевезень щодо стану пасажирських перевезень та виконання регулярності графіків руху на приміських автобусних маршрутах загального користування, що не виходять за межі Ро</w:t>
      </w:r>
      <w:r>
        <w:rPr>
          <w:sz w:val="28"/>
          <w:szCs w:val="28"/>
          <w:lang w:val="uk-UA"/>
        </w:rPr>
        <w:t xml:space="preserve">менського району в ІІ кварталі </w:t>
      </w:r>
      <w:r w:rsidRPr="00F02ED0">
        <w:rPr>
          <w:sz w:val="28"/>
          <w:szCs w:val="28"/>
          <w:lang w:val="uk-UA"/>
        </w:rPr>
        <w:t>та в першому півріччі 2017 року.</w:t>
      </w:r>
    </w:p>
    <w:p w:rsidR="00B76FA9" w:rsidRPr="00F02ED0" w:rsidRDefault="00B76FA9" w:rsidP="00BF13B6">
      <w:pPr>
        <w:ind w:left="2835" w:hanging="3"/>
        <w:jc w:val="both"/>
        <w:rPr>
          <w:sz w:val="28"/>
          <w:szCs w:val="28"/>
          <w:lang w:val="uk-UA"/>
        </w:rPr>
      </w:pPr>
      <w:r w:rsidRPr="00F02ED0">
        <w:rPr>
          <w:sz w:val="28"/>
          <w:szCs w:val="28"/>
          <w:lang w:val="uk-UA"/>
        </w:rPr>
        <w:tab/>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4C34C3">
      <w:pPr>
        <w:ind w:firstLine="708"/>
        <w:jc w:val="both"/>
        <w:rPr>
          <w:sz w:val="28"/>
          <w:szCs w:val="28"/>
          <w:lang w:val="uk-UA"/>
        </w:rPr>
      </w:pPr>
      <w:r w:rsidRPr="00F02ED0">
        <w:rPr>
          <w:sz w:val="28"/>
          <w:szCs w:val="28"/>
          <w:lang w:val="uk-UA"/>
        </w:rPr>
        <w:t>Семінар-навчання з сільськими головами та секретарями сільських рад з питання: «Про порядок утворення звичайних, закордонних та спеціальних виборчих дільниць на постійній основі».</w:t>
      </w:r>
    </w:p>
    <w:p w:rsidR="00B76FA9" w:rsidRPr="00F02ED0" w:rsidRDefault="00B76FA9" w:rsidP="004C34C3">
      <w:pPr>
        <w:ind w:left="2832"/>
        <w:jc w:val="both"/>
        <w:rPr>
          <w:sz w:val="28"/>
          <w:szCs w:val="28"/>
          <w:lang w:val="uk-UA"/>
        </w:rPr>
      </w:pPr>
      <w:r w:rsidRPr="00F02ED0">
        <w:rPr>
          <w:sz w:val="28"/>
          <w:szCs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B76FA9" w:rsidRPr="00F02ED0" w:rsidRDefault="00B76FA9" w:rsidP="008C1943">
      <w:pPr>
        <w:ind w:left="3540" w:firstLine="708"/>
        <w:jc w:val="both"/>
        <w:rPr>
          <w:sz w:val="16"/>
          <w:szCs w:val="16"/>
          <w:lang w:val="uk-UA"/>
        </w:rPr>
      </w:pPr>
    </w:p>
    <w:p w:rsidR="00B76FA9" w:rsidRPr="00F02ED0" w:rsidRDefault="00B76FA9" w:rsidP="008C1943">
      <w:pPr>
        <w:ind w:left="3540" w:firstLine="708"/>
        <w:jc w:val="both"/>
        <w:rPr>
          <w:bCs/>
          <w:sz w:val="28"/>
          <w:szCs w:val="28"/>
          <w:lang w:val="uk-UA"/>
        </w:rPr>
      </w:pPr>
      <w:r w:rsidRPr="00F02ED0">
        <w:rPr>
          <w:bCs/>
          <w:sz w:val="28"/>
          <w:szCs w:val="28"/>
          <w:lang w:val="uk-UA"/>
        </w:rPr>
        <w:t>Серпень</w:t>
      </w:r>
    </w:p>
    <w:p w:rsidR="00B76FA9" w:rsidRPr="00F02ED0" w:rsidRDefault="00B76FA9" w:rsidP="008C1943">
      <w:pPr>
        <w:ind w:firstLine="708"/>
        <w:jc w:val="both"/>
        <w:rPr>
          <w:sz w:val="28"/>
          <w:szCs w:val="28"/>
          <w:lang w:val="uk-UA"/>
        </w:rPr>
      </w:pPr>
      <w:r w:rsidRPr="00F02ED0">
        <w:rPr>
          <w:sz w:val="28"/>
          <w:szCs w:val="28"/>
          <w:lang w:val="uk-UA"/>
        </w:rPr>
        <w:t>Заходи щодо відзначення Дня Державного прапора України.</w:t>
      </w:r>
    </w:p>
    <w:p w:rsidR="00B76FA9" w:rsidRPr="00F02ED0" w:rsidRDefault="00B76FA9"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B76FA9" w:rsidRPr="00F02ED0" w:rsidRDefault="00B76FA9" w:rsidP="00253BF7">
      <w:pPr>
        <w:pStyle w:val="ListParagraph"/>
        <w:spacing w:after="0" w:line="240" w:lineRule="auto"/>
        <w:jc w:val="both"/>
        <w:rPr>
          <w:rFonts w:ascii="Times New Roman" w:hAnsi="Times New Roman"/>
          <w:sz w:val="28"/>
          <w:szCs w:val="28"/>
          <w:lang w:val="uk-UA"/>
        </w:rPr>
      </w:pPr>
      <w:r w:rsidRPr="00F02ED0">
        <w:rPr>
          <w:rFonts w:ascii="Times New Roman" w:hAnsi="Times New Roman"/>
          <w:sz w:val="28"/>
          <w:szCs w:val="28"/>
          <w:lang w:val="uk-UA"/>
        </w:rPr>
        <w:t>Заходи щодо відзначення Дня Незалежності України в районі.</w:t>
      </w:r>
    </w:p>
    <w:p w:rsidR="00B76FA9" w:rsidRPr="00F02ED0" w:rsidRDefault="00B76FA9"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B76FA9" w:rsidRPr="00F02ED0" w:rsidRDefault="00B76FA9" w:rsidP="00253BF7">
      <w:pPr>
        <w:pStyle w:val="ListParagraph"/>
        <w:spacing w:after="0" w:line="240" w:lineRule="auto"/>
        <w:jc w:val="both"/>
        <w:rPr>
          <w:rFonts w:ascii="Times New Roman" w:hAnsi="Times New Roman"/>
          <w:sz w:val="28"/>
          <w:szCs w:val="28"/>
          <w:lang w:val="uk-UA"/>
        </w:rPr>
      </w:pPr>
      <w:r w:rsidRPr="00F02ED0">
        <w:rPr>
          <w:rFonts w:ascii="Times New Roman" w:hAnsi="Times New Roman"/>
          <w:bCs/>
          <w:sz w:val="28"/>
          <w:szCs w:val="28"/>
          <w:lang w:val="uk-UA"/>
        </w:rPr>
        <w:t>Районний патріотичний фестиваль «Україно, ми твої діти».</w:t>
      </w:r>
    </w:p>
    <w:p w:rsidR="00B76FA9" w:rsidRPr="00F02ED0" w:rsidRDefault="00B76FA9"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Районні урочистості по вшануванню пам’яті культурно-освітнього діяча Г.С.Вашкевича.</w:t>
      </w:r>
    </w:p>
    <w:p w:rsidR="00B76FA9" w:rsidRPr="00F02ED0" w:rsidRDefault="00B76FA9"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B76FA9" w:rsidRPr="00F02ED0" w:rsidRDefault="00B76FA9" w:rsidP="008C1943">
      <w:pPr>
        <w:ind w:firstLine="708"/>
        <w:jc w:val="both"/>
        <w:rPr>
          <w:bCs/>
          <w:sz w:val="28"/>
          <w:szCs w:val="28"/>
          <w:lang w:val="uk-UA"/>
        </w:rPr>
      </w:pPr>
      <w:r w:rsidRPr="00F02ED0">
        <w:rPr>
          <w:bCs/>
          <w:sz w:val="28"/>
          <w:szCs w:val="28"/>
          <w:lang w:val="uk-UA"/>
        </w:rPr>
        <w:t>Конференція педагогічних працівників району.</w:t>
      </w:r>
    </w:p>
    <w:p w:rsidR="00B76FA9" w:rsidRPr="00F02ED0" w:rsidRDefault="00B76FA9" w:rsidP="008C1943">
      <w:pPr>
        <w:ind w:left="2832"/>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організований початок 2017-2018 навчального року і підготовку матеріально-технічної бази навчальних закладів до роботи в новому навчальному році та в осінньо-зимовий період</w:t>
      </w:r>
    </w:p>
    <w:p w:rsidR="00B76FA9" w:rsidRPr="00F02ED0" w:rsidRDefault="00B76FA9"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4C34C3">
      <w:pPr>
        <w:ind w:firstLine="708"/>
        <w:jc w:val="both"/>
        <w:rPr>
          <w:sz w:val="28"/>
          <w:lang w:val="uk-UA"/>
        </w:rPr>
      </w:pPr>
      <w:r w:rsidRPr="00F02ED0">
        <w:rPr>
          <w:sz w:val="28"/>
          <w:lang w:val="uk-UA"/>
        </w:rPr>
        <w:t>Семінар-навчання з сільськими головами та секретарями сільських рад з питання забезпечення тимчасової зміни місця голосування виборця без зміни його виборчої адреси.</w:t>
      </w:r>
    </w:p>
    <w:p w:rsidR="00B76FA9" w:rsidRPr="00F02ED0" w:rsidRDefault="00B76FA9" w:rsidP="008C1943">
      <w:pPr>
        <w:ind w:left="2832" w:firstLine="6"/>
        <w:jc w:val="both"/>
        <w:rPr>
          <w:sz w:val="28"/>
          <w:lang w:val="uk-UA"/>
        </w:rPr>
      </w:pPr>
      <w:r w:rsidRPr="00F02ED0">
        <w:rPr>
          <w:sz w:val="28"/>
          <w:lang w:val="uk-UA"/>
        </w:rPr>
        <w:t xml:space="preserve">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 </w:t>
      </w:r>
    </w:p>
    <w:p w:rsidR="00B76FA9" w:rsidRPr="00F02ED0" w:rsidRDefault="00B76FA9" w:rsidP="008C1943">
      <w:pPr>
        <w:ind w:left="3540" w:firstLine="708"/>
        <w:jc w:val="both"/>
        <w:rPr>
          <w:bCs/>
          <w:sz w:val="16"/>
          <w:szCs w:val="16"/>
          <w:lang w:val="uk-UA"/>
        </w:rPr>
      </w:pPr>
    </w:p>
    <w:p w:rsidR="00B76FA9" w:rsidRPr="00F02ED0" w:rsidRDefault="00B76FA9" w:rsidP="008C1943">
      <w:pPr>
        <w:ind w:left="3540" w:firstLine="708"/>
        <w:jc w:val="both"/>
        <w:rPr>
          <w:bCs/>
          <w:sz w:val="28"/>
          <w:lang w:val="uk-UA"/>
        </w:rPr>
      </w:pPr>
      <w:r w:rsidRPr="00F02ED0">
        <w:rPr>
          <w:bCs/>
          <w:sz w:val="28"/>
          <w:lang w:val="uk-UA"/>
        </w:rPr>
        <w:t>Вересень</w:t>
      </w:r>
    </w:p>
    <w:p w:rsidR="00B76FA9" w:rsidRPr="00F02ED0" w:rsidRDefault="00B76FA9" w:rsidP="008C1943">
      <w:pPr>
        <w:ind w:firstLine="708"/>
        <w:jc w:val="both"/>
        <w:rPr>
          <w:sz w:val="28"/>
          <w:lang w:val="uk-UA"/>
        </w:rPr>
      </w:pPr>
      <w:r w:rsidRPr="00F02ED0">
        <w:rPr>
          <w:sz w:val="28"/>
          <w:lang w:val="uk-UA"/>
        </w:rPr>
        <w:t>Заходи з нагоди відзначення Дня Знань.</w:t>
      </w:r>
    </w:p>
    <w:p w:rsidR="00B76FA9" w:rsidRPr="00F02ED0" w:rsidRDefault="00B76FA9"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w:t>
      </w:r>
      <w:r>
        <w:rPr>
          <w:sz w:val="28"/>
          <w:lang w:val="uk-UA"/>
        </w:rPr>
        <w:t xml:space="preserve"> </w:t>
      </w:r>
      <w:r w:rsidRPr="00F02ED0">
        <w:rPr>
          <w:sz w:val="28"/>
          <w:lang w:val="uk-UA"/>
        </w:rPr>
        <w:t>освіти, молоді та спорту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Заходи до Дня фізичної культури і спорту.</w:t>
      </w:r>
    </w:p>
    <w:p w:rsidR="00B76FA9" w:rsidRPr="00F02ED0" w:rsidRDefault="00B76FA9"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Матвієнко С.Г., головний спеціаліст сектору у справах молоді та спорту відділу освіти, молоді та спорту районної державної адміністрації</w:t>
      </w:r>
    </w:p>
    <w:p w:rsidR="00B76FA9" w:rsidRPr="00F02ED0" w:rsidRDefault="00B76FA9" w:rsidP="008C1943">
      <w:pPr>
        <w:ind w:firstLine="708"/>
        <w:jc w:val="both"/>
        <w:rPr>
          <w:sz w:val="28"/>
          <w:szCs w:val="28"/>
          <w:lang w:val="uk-UA"/>
        </w:rPr>
      </w:pPr>
      <w:r w:rsidRPr="00F02ED0">
        <w:rPr>
          <w:sz w:val="28"/>
          <w:szCs w:val="28"/>
          <w:lang w:val="uk-UA"/>
        </w:rPr>
        <w:t>Районне свято авторської пісні «Роменщина, оспівана в піснях».</w:t>
      </w:r>
    </w:p>
    <w:p w:rsidR="00B76FA9" w:rsidRPr="00F02ED0" w:rsidRDefault="00B76FA9"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Громадсько-політичні заходи щодо відзначення Дня визволення Роменщини від фашистських загарбників.</w:t>
      </w:r>
    </w:p>
    <w:p w:rsidR="00B76FA9" w:rsidRPr="00F02ED0" w:rsidRDefault="00B76FA9" w:rsidP="00253BF7">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 xml:space="preserve">Момот С.В., начальник відділу культури районної державної адміністрації; Федько Р.М., </w:t>
      </w:r>
      <w:r w:rsidRPr="00F02ED0">
        <w:rPr>
          <w:rFonts w:ascii="Times New Roman" w:hAnsi="Times New Roman"/>
          <w:sz w:val="28"/>
          <w:szCs w:val="28"/>
          <w:lang w:val="uk-UA"/>
        </w:rPr>
        <w:t xml:space="preserve">головний спеціаліст відділу організаційної роботи </w:t>
      </w:r>
      <w:r w:rsidRPr="00F02ED0">
        <w:rPr>
          <w:rFonts w:ascii="Times New Roman" w:hAnsi="Times New Roman"/>
          <w:sz w:val="28"/>
          <w:lang w:val="uk-UA"/>
        </w:rPr>
        <w:t>та комунікацій з громадськістю апарату районної державної адміністрації</w:t>
      </w:r>
    </w:p>
    <w:p w:rsidR="00B76FA9" w:rsidRPr="00F02ED0" w:rsidRDefault="00B76FA9" w:rsidP="00253BF7">
      <w:pPr>
        <w:pStyle w:val="ListParagraph"/>
        <w:spacing w:after="0" w:line="240" w:lineRule="auto"/>
        <w:jc w:val="both"/>
        <w:rPr>
          <w:rFonts w:ascii="Times New Roman" w:hAnsi="Times New Roman"/>
          <w:sz w:val="28"/>
          <w:lang w:val="uk-UA"/>
        </w:rPr>
      </w:pPr>
      <w:r w:rsidRPr="00F02ED0">
        <w:rPr>
          <w:rFonts w:ascii="Times New Roman" w:hAnsi="Times New Roman"/>
          <w:sz w:val="28"/>
          <w:lang w:val="uk-UA"/>
        </w:rPr>
        <w:t>Заходи до Дня партизанської слави.</w:t>
      </w:r>
    </w:p>
    <w:p w:rsidR="00B76FA9" w:rsidRPr="00F02ED0" w:rsidRDefault="00B76FA9" w:rsidP="008C1943">
      <w:pPr>
        <w:ind w:left="2832" w:firstLine="3"/>
        <w:jc w:val="both"/>
        <w:rPr>
          <w:sz w:val="28"/>
          <w:lang w:val="uk-UA"/>
        </w:rPr>
      </w:pPr>
      <w:r w:rsidRPr="00F02ED0">
        <w:rPr>
          <w:sz w:val="28"/>
          <w:lang w:val="uk-UA"/>
        </w:rPr>
        <w:t xml:space="preserve">Татарінов В.М., перший заступник голови районної державної адміністрації; Федько Р.М.,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охоплення навчанням дітей та підлітків шкільного віку у загальноосвітніх навчальних закладах району».</w:t>
      </w:r>
    </w:p>
    <w:p w:rsidR="00B76FA9" w:rsidRPr="00F02ED0" w:rsidRDefault="00B76FA9"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«Готовність об’єктів освітянської галузі до роботи в осінньо-зимовий період 2017-2018 років».</w:t>
      </w:r>
    </w:p>
    <w:p w:rsidR="00B76FA9" w:rsidRPr="00F02ED0" w:rsidRDefault="00B76FA9"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BF13B6">
      <w:pPr>
        <w:ind w:firstLine="708"/>
        <w:jc w:val="both"/>
        <w:rPr>
          <w:sz w:val="28"/>
          <w:lang w:val="uk-UA"/>
        </w:rPr>
      </w:pPr>
      <w:r w:rsidRPr="00F02ED0">
        <w:rPr>
          <w:sz w:val="28"/>
          <w:lang w:val="uk-UA"/>
        </w:rPr>
        <w:t xml:space="preserve">Засідання районного оперативного штабу з підготовки галузей економіки та соціальної сфери до роботи в осінньо-зимовий період 2017-2018 років. </w:t>
      </w:r>
    </w:p>
    <w:p w:rsidR="00B76FA9" w:rsidRPr="00F02ED0" w:rsidRDefault="00B76FA9" w:rsidP="00BF13B6">
      <w:pPr>
        <w:ind w:left="2835" w:hanging="3"/>
        <w:jc w:val="both"/>
        <w:rPr>
          <w:sz w:val="28"/>
          <w:lang w:val="uk-UA"/>
        </w:rPr>
      </w:pPr>
      <w:r w:rsidRPr="00F02ED0">
        <w:rPr>
          <w:sz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інфраст-руктури районної державної адміністрації</w:t>
      </w:r>
    </w:p>
    <w:p w:rsidR="00B76FA9" w:rsidRPr="00F02ED0" w:rsidRDefault="00B76FA9" w:rsidP="008C1943">
      <w:pPr>
        <w:ind w:firstLine="708"/>
        <w:jc w:val="both"/>
        <w:rPr>
          <w:sz w:val="28"/>
          <w:lang w:val="uk-UA"/>
        </w:rPr>
      </w:pPr>
      <w:r w:rsidRPr="00F02ED0">
        <w:rPr>
          <w:sz w:val="28"/>
          <w:lang w:val="uk-UA"/>
        </w:rPr>
        <w:t>Семінар-нарада фінансового управління районної державної адміністрації з бухгалтерами сільських рад та бухгалтерами і економістами головних розпорядників коштів районного бюджету щодо основних вимог по складанню бюджетних запитів на 2018 рік на основі програмно-цільового методу та основні вимоги щодо складання бюджетів на 2018 рік.</w:t>
      </w:r>
    </w:p>
    <w:p w:rsidR="00B76FA9" w:rsidRPr="00F02ED0" w:rsidRDefault="00B76FA9"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B76FA9" w:rsidRPr="00F02ED0" w:rsidRDefault="00B76FA9" w:rsidP="008C1943">
      <w:pPr>
        <w:ind w:left="2835" w:hanging="2835"/>
        <w:jc w:val="both"/>
        <w:rPr>
          <w:sz w:val="16"/>
          <w:szCs w:val="16"/>
          <w:lang w:val="uk-UA"/>
        </w:rPr>
      </w:pPr>
    </w:p>
    <w:p w:rsidR="00B76FA9" w:rsidRPr="00F02ED0" w:rsidRDefault="00B76FA9" w:rsidP="0080025F">
      <w:pPr>
        <w:ind w:left="3540" w:firstLine="708"/>
        <w:jc w:val="both"/>
        <w:rPr>
          <w:bCs/>
          <w:sz w:val="28"/>
          <w:lang w:val="uk-UA"/>
        </w:rPr>
      </w:pPr>
      <w:r w:rsidRPr="00F02ED0">
        <w:rPr>
          <w:bCs/>
          <w:sz w:val="28"/>
          <w:lang w:val="uk-UA"/>
        </w:rPr>
        <w:t>Жовтень</w:t>
      </w:r>
    </w:p>
    <w:p w:rsidR="00B76FA9" w:rsidRPr="00F02ED0" w:rsidRDefault="00B76FA9" w:rsidP="000A62F3">
      <w:pPr>
        <w:ind w:firstLine="708"/>
        <w:jc w:val="both"/>
        <w:rPr>
          <w:sz w:val="28"/>
          <w:lang w:val="uk-UA"/>
        </w:rPr>
      </w:pPr>
      <w:r w:rsidRPr="00F02ED0">
        <w:rPr>
          <w:sz w:val="28"/>
          <w:lang w:val="uk-UA"/>
        </w:rPr>
        <w:t>Навчання з сільськими головами щодо формування доходної частини сільських бюджетів на 2018 рік в умовах чинного законодавства.</w:t>
      </w:r>
    </w:p>
    <w:p w:rsidR="00B76FA9" w:rsidRPr="00F02ED0" w:rsidRDefault="00B76FA9" w:rsidP="000A62F3">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Заходи щодо відзначення Дня працівників освіти в районі.</w:t>
      </w:r>
    </w:p>
    <w:p w:rsidR="00B76FA9" w:rsidRPr="00F02ED0" w:rsidRDefault="00B76FA9"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 xml:space="preserve">Районне свято до Дня Українського козацтва та захисників України </w:t>
      </w:r>
      <w:r w:rsidRPr="00F02ED0">
        <w:rPr>
          <w:sz w:val="28"/>
          <w:szCs w:val="28"/>
          <w:lang w:val="uk-UA"/>
        </w:rPr>
        <w:t>«На варті миру і добра».</w:t>
      </w:r>
    </w:p>
    <w:p w:rsidR="00B76FA9" w:rsidRPr="00F02ED0" w:rsidRDefault="00B76FA9"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80025F">
      <w:pPr>
        <w:pStyle w:val="ListParagraph"/>
        <w:spacing w:after="0" w:line="240" w:lineRule="auto"/>
        <w:ind w:left="0" w:firstLine="708"/>
        <w:jc w:val="both"/>
        <w:rPr>
          <w:rFonts w:ascii="Times New Roman" w:hAnsi="Times New Roman"/>
          <w:bCs/>
          <w:sz w:val="28"/>
          <w:lang w:val="uk-UA"/>
        </w:rPr>
      </w:pPr>
      <w:r w:rsidRPr="00F02ED0">
        <w:rPr>
          <w:rFonts w:ascii="Times New Roman" w:hAnsi="Times New Roman"/>
          <w:bCs/>
          <w:sz w:val="28"/>
          <w:lang w:val="uk-UA"/>
        </w:rPr>
        <w:t>Заходи з нагоди відзначення Дня визволення України від фашистських загарбників.</w:t>
      </w:r>
    </w:p>
    <w:p w:rsidR="00B76FA9" w:rsidRPr="00F02ED0" w:rsidRDefault="00B76FA9"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B25D85">
      <w:pPr>
        <w:ind w:firstLine="708"/>
        <w:jc w:val="both"/>
        <w:rPr>
          <w:sz w:val="28"/>
          <w:lang w:val="uk-UA"/>
        </w:rPr>
      </w:pPr>
      <w:r w:rsidRPr="00F02ED0">
        <w:rPr>
          <w:sz w:val="28"/>
          <w:lang w:val="uk-UA"/>
        </w:rPr>
        <w:t>Районний літературно-мистецький конкурс для дітей та молоді «Собори душ» імені Й. Дудки.</w:t>
      </w:r>
    </w:p>
    <w:p w:rsidR="00B76FA9" w:rsidRPr="00F02ED0" w:rsidRDefault="00B76FA9" w:rsidP="00B25D85">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593CB4">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виконання районної програми «Здоров’я Роменщини на 2016-2018 роки» за 9 місяців 2017 року».</w:t>
      </w:r>
    </w:p>
    <w:p w:rsidR="00B76FA9" w:rsidRPr="00F02ED0" w:rsidRDefault="00B76FA9" w:rsidP="00593CB4">
      <w:pPr>
        <w:ind w:left="2832"/>
        <w:jc w:val="both"/>
        <w:rPr>
          <w:sz w:val="28"/>
          <w:lang w:val="uk-UA"/>
        </w:rPr>
      </w:pPr>
      <w:r w:rsidRPr="00F02ED0">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B76FA9" w:rsidRPr="00F02ED0" w:rsidRDefault="00B76FA9" w:rsidP="00C04F5A">
      <w:pPr>
        <w:ind w:firstLine="708"/>
        <w:jc w:val="both"/>
        <w:rPr>
          <w:sz w:val="28"/>
          <w:lang w:val="uk-UA"/>
        </w:rPr>
      </w:pPr>
      <w:r w:rsidRPr="00F02ED0">
        <w:rPr>
          <w:sz w:val="28"/>
          <w:lang w:val="uk-UA"/>
        </w:rPr>
        <w:t>Засідання робочої комісії з питань координації діяльності з надання населенню житлових субсидій за спрощеним порядком під час оптимізації цін і тарифів на природний газ та житлово-комунальні послуги.</w:t>
      </w:r>
    </w:p>
    <w:p w:rsidR="00B76FA9" w:rsidRPr="00F02ED0" w:rsidRDefault="00B76FA9" w:rsidP="00C04F5A">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B76FA9" w:rsidRPr="00F02ED0" w:rsidRDefault="00B76FA9" w:rsidP="006D7F36">
      <w:pPr>
        <w:ind w:firstLine="708"/>
        <w:jc w:val="both"/>
        <w:rPr>
          <w:sz w:val="28"/>
          <w:szCs w:val="28"/>
          <w:lang w:val="uk-UA"/>
        </w:rPr>
      </w:pPr>
      <w:r w:rsidRPr="00F02ED0">
        <w:rPr>
          <w:sz w:val="28"/>
          <w:lang w:val="uk-UA"/>
        </w:rPr>
        <w:t>Нарада при керівникові апарату районної державної адміністрації Ломку М.О. з питання: «Про стан транспортного забезпечення населення Роменського району в ІІІ кварталі 2017 року»</w:t>
      </w:r>
      <w:r w:rsidRPr="00F02ED0">
        <w:rPr>
          <w:sz w:val="28"/>
          <w:szCs w:val="28"/>
          <w:lang w:val="uk-UA"/>
        </w:rPr>
        <w:t>.</w:t>
      </w:r>
    </w:p>
    <w:p w:rsidR="00B76FA9" w:rsidRPr="00F02ED0" w:rsidRDefault="00B76FA9" w:rsidP="006D7F36">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6D7F36">
      <w:pPr>
        <w:ind w:firstLine="708"/>
        <w:jc w:val="both"/>
        <w:rPr>
          <w:sz w:val="28"/>
          <w:szCs w:val="28"/>
          <w:lang w:val="uk-UA"/>
        </w:rPr>
      </w:pPr>
      <w:r w:rsidRPr="00F02ED0">
        <w:rPr>
          <w:sz w:val="28"/>
          <w:lang w:val="uk-UA"/>
        </w:rPr>
        <w:t>Нарада при керівникові апарату районної державної адміністрації Ломку М.О. з питання: «Про стан забезпечення населення Роменського району скрапленим газом в ІІІ кварталі 2017 року»</w:t>
      </w:r>
      <w:r w:rsidRPr="00F02ED0">
        <w:rPr>
          <w:sz w:val="28"/>
          <w:szCs w:val="28"/>
          <w:lang w:val="uk-UA"/>
        </w:rPr>
        <w:t>.</w:t>
      </w:r>
    </w:p>
    <w:p w:rsidR="00B76FA9" w:rsidRPr="00F02ED0" w:rsidRDefault="00B76FA9" w:rsidP="006D7F36">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BF13B6">
      <w:pPr>
        <w:snapToGrid w:val="0"/>
        <w:ind w:left="-48" w:right="-3" w:firstLine="756"/>
        <w:jc w:val="both"/>
        <w:rPr>
          <w:sz w:val="28"/>
          <w:szCs w:val="28"/>
          <w:lang w:val="uk-UA"/>
        </w:rPr>
      </w:pPr>
      <w:r w:rsidRPr="00F02ED0">
        <w:rPr>
          <w:sz w:val="28"/>
          <w:lang w:val="uk-UA"/>
        </w:rPr>
        <w:t>Засідання робочої групи з питань пасажирських перевезень щодо стану пасажирських перевезень та виконання регулярності графіків руху на приміських автобусних маршрутах загального користування, що не виходять за межі Роменського району в ІІІ кварталі 2017 року</w:t>
      </w:r>
      <w:r w:rsidRPr="00F02ED0">
        <w:rPr>
          <w:sz w:val="28"/>
          <w:szCs w:val="28"/>
          <w:lang w:val="uk-UA"/>
        </w:rPr>
        <w:t>.</w:t>
      </w:r>
    </w:p>
    <w:p w:rsidR="00B76FA9" w:rsidRPr="00F02ED0" w:rsidRDefault="00B76FA9" w:rsidP="00BF13B6">
      <w:pPr>
        <w:ind w:left="2835" w:hanging="3"/>
        <w:jc w:val="both"/>
        <w:rPr>
          <w:sz w:val="28"/>
          <w:lang w:val="uk-UA"/>
        </w:rPr>
      </w:pPr>
      <w:r w:rsidRPr="00F02ED0">
        <w:rPr>
          <w:sz w:val="28"/>
          <w:lang w:val="uk-UA"/>
        </w:rPr>
        <w:tab/>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Семінар-навчання з сільськими головами та секретарями сільських рад з питання: «Про питання визнання виборців нездатними самостійно пересуватися та подання відповідних відомостей».</w:t>
      </w:r>
    </w:p>
    <w:p w:rsidR="00B76FA9" w:rsidRPr="00F02ED0" w:rsidRDefault="00B76FA9" w:rsidP="0080025F">
      <w:pPr>
        <w:ind w:left="2832" w:firstLine="6"/>
        <w:jc w:val="both"/>
        <w:rPr>
          <w:sz w:val="28"/>
          <w:lang w:val="uk-UA"/>
        </w:rPr>
      </w:pPr>
      <w:r w:rsidRPr="00F02ED0">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матеріально-технічної бази опорних шкіл».</w:t>
      </w:r>
    </w:p>
    <w:p w:rsidR="00B76FA9" w:rsidRPr="00F02ED0" w:rsidRDefault="00B76FA9"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0025F">
      <w:pPr>
        <w:ind w:left="3540" w:firstLine="708"/>
        <w:jc w:val="both"/>
        <w:rPr>
          <w:bCs/>
          <w:sz w:val="16"/>
          <w:szCs w:val="16"/>
          <w:lang w:val="uk-UA"/>
        </w:rPr>
      </w:pPr>
    </w:p>
    <w:p w:rsidR="00B76FA9" w:rsidRPr="00F02ED0" w:rsidRDefault="00B76FA9" w:rsidP="0080025F">
      <w:pPr>
        <w:ind w:left="3540" w:firstLine="708"/>
        <w:jc w:val="both"/>
        <w:rPr>
          <w:bCs/>
          <w:sz w:val="28"/>
          <w:lang w:val="uk-UA"/>
        </w:rPr>
      </w:pPr>
      <w:r w:rsidRPr="00F02ED0">
        <w:rPr>
          <w:bCs/>
          <w:sz w:val="28"/>
          <w:lang w:val="uk-UA"/>
        </w:rPr>
        <w:t>Листопад</w:t>
      </w:r>
    </w:p>
    <w:p w:rsidR="00B76FA9" w:rsidRPr="00F02ED0" w:rsidRDefault="00B76FA9" w:rsidP="0080025F">
      <w:pPr>
        <w:ind w:firstLine="708"/>
        <w:jc w:val="both"/>
        <w:rPr>
          <w:sz w:val="28"/>
          <w:lang w:val="uk-UA"/>
        </w:rPr>
      </w:pPr>
      <w:r w:rsidRPr="00F02ED0">
        <w:rPr>
          <w:sz w:val="28"/>
          <w:lang w:val="uk-UA"/>
        </w:rPr>
        <w:t>Навчання з сільськими головами та головними розпорядниками коштів районного бюджету щодо завершення 2017 бюджетного року та основні вимоги щодо складання бюджетів на 2018 рік.</w:t>
      </w:r>
    </w:p>
    <w:p w:rsidR="00B76FA9" w:rsidRPr="00F02ED0" w:rsidRDefault="00B76FA9" w:rsidP="00A8208D">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B76FA9" w:rsidRPr="00F02ED0" w:rsidRDefault="00B76FA9" w:rsidP="004A5AD9">
      <w:pPr>
        <w:ind w:firstLine="708"/>
        <w:jc w:val="both"/>
        <w:rPr>
          <w:sz w:val="28"/>
          <w:lang w:val="uk-UA"/>
        </w:rPr>
      </w:pPr>
      <w:r w:rsidRPr="00F02ED0">
        <w:rPr>
          <w:sz w:val="28"/>
          <w:lang w:val="uk-UA"/>
        </w:rPr>
        <w:t>Культурно-мистецькі заходи з нагоди відзначення Всеукраїнського Дня працівників культури та майстрів народного мистецтва «Покликані творить добро й красу».</w:t>
      </w:r>
    </w:p>
    <w:p w:rsidR="00B76FA9" w:rsidRPr="00F02ED0" w:rsidRDefault="00B76FA9" w:rsidP="004A5AD9">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Заходи щодо відзначення в районі Дня працівників сільського господарства.</w:t>
      </w:r>
    </w:p>
    <w:p w:rsidR="00B76FA9" w:rsidRPr="00F02ED0" w:rsidRDefault="00B76FA9" w:rsidP="0080025F">
      <w:pPr>
        <w:ind w:left="2832"/>
        <w:jc w:val="both"/>
        <w:rPr>
          <w:sz w:val="28"/>
          <w:lang w:val="uk-UA"/>
        </w:rPr>
      </w:pPr>
      <w:r w:rsidRPr="00F02ED0">
        <w:rPr>
          <w:sz w:val="28"/>
          <w:szCs w:val="28"/>
          <w:lang w:val="uk-UA"/>
        </w:rPr>
        <w:t>Семко М.В.</w:t>
      </w:r>
      <w:r w:rsidRPr="00F02ED0">
        <w:rPr>
          <w:sz w:val="28"/>
          <w:lang w:val="uk-UA"/>
        </w:rPr>
        <w:t>, начальник відділу агропромислового розвитку управління економічного, агропромислового розвитку та торгівлі районної державної адміністрації</w:t>
      </w:r>
    </w:p>
    <w:p w:rsidR="00B76FA9" w:rsidRPr="00F02ED0" w:rsidRDefault="00B76FA9" w:rsidP="0080025F">
      <w:pPr>
        <w:ind w:firstLine="708"/>
        <w:jc w:val="both"/>
        <w:rPr>
          <w:sz w:val="28"/>
          <w:szCs w:val="28"/>
          <w:lang w:val="uk-UA"/>
        </w:rPr>
      </w:pPr>
      <w:r w:rsidRPr="00F02ED0">
        <w:rPr>
          <w:sz w:val="28"/>
          <w:szCs w:val="28"/>
          <w:lang w:val="uk-UA"/>
        </w:rPr>
        <w:t xml:space="preserve">Заходи до Дня Гідності і Свободи. </w:t>
      </w:r>
    </w:p>
    <w:p w:rsidR="00B76FA9" w:rsidRPr="00F02ED0" w:rsidRDefault="00B76FA9" w:rsidP="0080025F">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80025F">
      <w:pPr>
        <w:ind w:left="2835" w:hanging="2127"/>
        <w:jc w:val="both"/>
        <w:rPr>
          <w:sz w:val="28"/>
          <w:lang w:val="uk-UA"/>
        </w:rPr>
      </w:pPr>
      <w:r w:rsidRPr="00F02ED0">
        <w:rPr>
          <w:sz w:val="28"/>
          <w:lang w:val="uk-UA"/>
        </w:rPr>
        <w:t>Заходи</w:t>
      </w:r>
      <w:r w:rsidRPr="00F02ED0">
        <w:rPr>
          <w:b/>
          <w:sz w:val="28"/>
          <w:lang w:val="uk-UA"/>
        </w:rPr>
        <w:t xml:space="preserve"> </w:t>
      </w:r>
      <w:r w:rsidRPr="00F02ED0">
        <w:rPr>
          <w:sz w:val="28"/>
          <w:lang w:val="uk-UA"/>
        </w:rPr>
        <w:t>щодо вшанування пам’яті жертв голодоморів в Україні.</w:t>
      </w:r>
    </w:p>
    <w:p w:rsidR="00B76FA9" w:rsidRPr="00F02ED0" w:rsidRDefault="00B76FA9"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C04F5A">
      <w:pPr>
        <w:ind w:firstLine="708"/>
        <w:jc w:val="both"/>
        <w:rPr>
          <w:sz w:val="28"/>
          <w:lang w:val="uk-UA"/>
        </w:rPr>
      </w:pPr>
      <w:r w:rsidRPr="00F02ED0">
        <w:rPr>
          <w:sz w:val="28"/>
          <w:lang w:val="uk-UA"/>
        </w:rPr>
        <w:t>Засідання консультативної ради з питань соціального захисту громадян, які постраждали внаслідок Чорнобильської катастрофи.</w:t>
      </w:r>
    </w:p>
    <w:p w:rsidR="00B76FA9" w:rsidRPr="00F02ED0" w:rsidRDefault="00B76FA9" w:rsidP="00C04F5A">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B76FA9" w:rsidRPr="00F02ED0" w:rsidRDefault="00B76FA9" w:rsidP="0080025F">
      <w:pPr>
        <w:ind w:firstLine="708"/>
        <w:jc w:val="both"/>
        <w:rPr>
          <w:bCs/>
          <w:sz w:val="28"/>
          <w:lang w:val="uk-UA"/>
        </w:rPr>
      </w:pPr>
      <w:r w:rsidRPr="00F02ED0">
        <w:rPr>
          <w:bCs/>
          <w:sz w:val="28"/>
          <w:lang w:val="uk-UA"/>
        </w:rPr>
        <w:t>Засідання робочої групи з питань вивчення стану ефективності здійснення структурними підрозділами районної державної адміністрації контролю за виконанням завдань, визначених документами влади вищого рівня.</w:t>
      </w:r>
    </w:p>
    <w:p w:rsidR="00B76FA9" w:rsidRPr="00F02ED0" w:rsidRDefault="00B76FA9" w:rsidP="0080025F">
      <w:pPr>
        <w:pStyle w:val="Heading4"/>
        <w:ind w:left="2835" w:firstLine="45"/>
      </w:pPr>
      <w:r w:rsidRPr="00F02ED0">
        <w:t>Татарінов В.М., перший заступник голови районної державної адміністрації; Кишун Л.В., головний спеціаліст відділу документообігу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фізкультурно-оздоровчої роботи в освітніх закладах району».</w:t>
      </w:r>
    </w:p>
    <w:p w:rsidR="00B76FA9" w:rsidRPr="00F02ED0" w:rsidRDefault="00B76FA9"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0025F">
      <w:pPr>
        <w:jc w:val="both"/>
        <w:rPr>
          <w:bCs/>
          <w:i/>
          <w:sz w:val="16"/>
          <w:szCs w:val="16"/>
          <w:lang w:val="uk-UA"/>
        </w:rPr>
      </w:pPr>
    </w:p>
    <w:p w:rsidR="00B76FA9" w:rsidRPr="00F02ED0" w:rsidRDefault="00B76FA9" w:rsidP="0080025F">
      <w:pPr>
        <w:ind w:left="3540" w:firstLine="708"/>
        <w:jc w:val="both"/>
        <w:rPr>
          <w:bCs/>
          <w:sz w:val="28"/>
          <w:lang w:val="uk-UA"/>
        </w:rPr>
      </w:pPr>
      <w:r w:rsidRPr="00F02ED0">
        <w:rPr>
          <w:bCs/>
          <w:sz w:val="28"/>
          <w:lang w:val="uk-UA"/>
        </w:rPr>
        <w:t>Грудень</w:t>
      </w:r>
    </w:p>
    <w:p w:rsidR="00B76FA9" w:rsidRPr="00F02ED0" w:rsidRDefault="00B76FA9" w:rsidP="0080025F">
      <w:pPr>
        <w:ind w:firstLine="708"/>
        <w:jc w:val="both"/>
        <w:rPr>
          <w:sz w:val="28"/>
          <w:szCs w:val="28"/>
          <w:lang w:val="uk-UA"/>
        </w:rPr>
      </w:pPr>
      <w:r w:rsidRPr="00F02ED0">
        <w:rPr>
          <w:sz w:val="28"/>
          <w:lang w:val="uk-UA"/>
        </w:rPr>
        <w:t xml:space="preserve">Семінар-нарада фінансового управління районної державної адміністрації та </w:t>
      </w:r>
      <w:r w:rsidRPr="00F02ED0">
        <w:rPr>
          <w:sz w:val="28"/>
          <w:szCs w:val="28"/>
          <w:lang w:val="uk-UA"/>
        </w:rPr>
        <w:t>Роменського управління Державної казначейської служби України Сумської області</w:t>
      </w:r>
      <w:r w:rsidRPr="00F02ED0">
        <w:rPr>
          <w:lang w:val="uk-UA"/>
        </w:rPr>
        <w:t xml:space="preserve"> </w:t>
      </w:r>
      <w:r w:rsidRPr="00F02ED0">
        <w:rPr>
          <w:sz w:val="28"/>
          <w:lang w:val="uk-UA"/>
        </w:rPr>
        <w:t>з бухгалтерами сільських рад та бухгалтерами і економістами головних розпорядників коштів районного бюджету щодо завершення 2017 бюджетного року.</w:t>
      </w:r>
    </w:p>
    <w:p w:rsidR="00B76FA9" w:rsidRPr="00F02ED0" w:rsidRDefault="00B76FA9" w:rsidP="0080025F">
      <w:pPr>
        <w:ind w:left="2832" w:firstLine="3"/>
        <w:jc w:val="both"/>
        <w:rPr>
          <w:sz w:val="28"/>
          <w:lang w:val="uk-UA"/>
        </w:rPr>
      </w:pPr>
      <w:r w:rsidRPr="00F02ED0">
        <w:rPr>
          <w:sz w:val="28"/>
          <w:lang w:val="uk-UA"/>
        </w:rPr>
        <w:t>Анісімова М.В., начальник фінансового управління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Нарада при голові районної державної адміністрації щодо розгляду показників доходної та видаткової частин районного бюджету, які будуть включені до проекту районного бюджету на 2018 рік (в розрізі головних розпорядників коштів районного бюджету).</w:t>
      </w:r>
    </w:p>
    <w:p w:rsidR="00B76FA9" w:rsidRPr="00F02ED0" w:rsidRDefault="00B76FA9" w:rsidP="00A8208D">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Співбесіди з сільськими головами та головними розпорядниками коштів районного бюджету щодо показників проектів сільських бюджетів на 2018 рік.</w:t>
      </w:r>
    </w:p>
    <w:p w:rsidR="00B76FA9" w:rsidRPr="00F02ED0" w:rsidRDefault="00B76FA9" w:rsidP="00A8208D">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організації гарячого харчування в загальноосвітніх на</w:t>
      </w:r>
      <w:r>
        <w:rPr>
          <w:sz w:val="28"/>
          <w:lang w:val="uk-UA"/>
        </w:rPr>
        <w:t>в</w:t>
      </w:r>
      <w:r w:rsidRPr="00F02ED0">
        <w:rPr>
          <w:sz w:val="28"/>
          <w:lang w:val="uk-UA"/>
        </w:rPr>
        <w:t>чальних закладах».</w:t>
      </w:r>
    </w:p>
    <w:p w:rsidR="00B76FA9" w:rsidRPr="00F02ED0" w:rsidRDefault="00B76FA9"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9D55BE">
      <w:pPr>
        <w:ind w:firstLine="708"/>
        <w:jc w:val="both"/>
        <w:rPr>
          <w:sz w:val="28"/>
          <w:lang w:val="uk-UA"/>
        </w:rPr>
      </w:pPr>
      <w:r w:rsidRPr="00F02ED0">
        <w:rPr>
          <w:sz w:val="28"/>
          <w:lang w:val="uk-UA"/>
        </w:rPr>
        <w:t>Нарада при керівникові апарату районної державної адміністрації з сільськими головами з питання підведення підсумків проведеної роботи з оновлення містобудівної документації та розроблення генеральних планів населених пунктів Роменського району.</w:t>
      </w:r>
    </w:p>
    <w:p w:rsidR="00B76FA9" w:rsidRPr="00F02ED0" w:rsidRDefault="00B76FA9" w:rsidP="009D55BE">
      <w:pPr>
        <w:ind w:left="2832" w:firstLine="3"/>
        <w:jc w:val="both"/>
        <w:rPr>
          <w:sz w:val="28"/>
          <w:lang w:val="uk-UA"/>
        </w:rPr>
      </w:pPr>
      <w:r w:rsidRPr="00F02ED0">
        <w:rPr>
          <w:sz w:val="28"/>
          <w:lang w:val="uk-UA"/>
        </w:rPr>
        <w:t>Ломко М.О., керівник апарату районної державної адміністрації; Федько Л.Г., тимчасово виконуючий обов’язки завідувача сектору містобудування та архітектури районної державної адміністрації</w:t>
      </w:r>
    </w:p>
    <w:p w:rsidR="00B76FA9" w:rsidRPr="00F02ED0" w:rsidRDefault="00B76FA9" w:rsidP="006D7F36">
      <w:pPr>
        <w:ind w:firstLine="708"/>
        <w:jc w:val="both"/>
        <w:rPr>
          <w:sz w:val="28"/>
          <w:szCs w:val="28"/>
          <w:lang w:val="uk-UA"/>
        </w:rPr>
      </w:pPr>
      <w:r w:rsidRPr="00F02ED0">
        <w:rPr>
          <w:sz w:val="28"/>
          <w:lang w:val="uk-UA"/>
        </w:rPr>
        <w:t>Нарада при керівникові апарату районної державної адміністрації Ломку М.О. з питання: «Про стан надання житлово-комунальних послуг населенню Роменського району у 2017 році»</w:t>
      </w:r>
      <w:r w:rsidRPr="00F02ED0">
        <w:rPr>
          <w:sz w:val="28"/>
          <w:szCs w:val="28"/>
          <w:lang w:val="uk-UA"/>
        </w:rPr>
        <w:t>.</w:t>
      </w:r>
    </w:p>
    <w:p w:rsidR="00B76FA9" w:rsidRPr="00F02ED0" w:rsidRDefault="00B76FA9" w:rsidP="006D7F36">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CC50F7">
      <w:pPr>
        <w:ind w:firstLine="708"/>
        <w:jc w:val="both"/>
        <w:rPr>
          <w:sz w:val="28"/>
          <w:szCs w:val="28"/>
          <w:lang w:val="uk-UA"/>
        </w:rPr>
      </w:pPr>
      <w:r w:rsidRPr="00F02ED0">
        <w:rPr>
          <w:sz w:val="28"/>
          <w:lang w:val="uk-UA"/>
        </w:rPr>
        <w:t>Нарада при керівникові апарату районної державної адміністрації Ломку М.О. з питання: «Про стан перевезення пільгової категорії населення у 2017 році»</w:t>
      </w:r>
      <w:r w:rsidRPr="00F02ED0">
        <w:rPr>
          <w:sz w:val="28"/>
          <w:szCs w:val="28"/>
          <w:lang w:val="uk-UA"/>
        </w:rPr>
        <w:t>.</w:t>
      </w:r>
    </w:p>
    <w:p w:rsidR="00B76FA9" w:rsidRPr="00F02ED0" w:rsidRDefault="00B76FA9" w:rsidP="00CC50F7">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812774">
      <w:pPr>
        <w:snapToGrid w:val="0"/>
        <w:ind w:left="-48" w:right="-3" w:firstLine="756"/>
        <w:jc w:val="both"/>
        <w:rPr>
          <w:sz w:val="28"/>
          <w:szCs w:val="28"/>
          <w:lang w:val="uk-UA"/>
        </w:rPr>
      </w:pPr>
      <w:r w:rsidRPr="00F02ED0">
        <w:rPr>
          <w:sz w:val="28"/>
          <w:lang w:val="uk-UA"/>
        </w:rPr>
        <w:t>Засідання робочої групи з питань пасажирських перевезень щодо стану пасажирських перевезень та виконання регулярності графіків руху на приміських автобусних маршрутах загального користування, що не виходять за межі Роменського району в І</w:t>
      </w:r>
      <w:r w:rsidRPr="00F02ED0">
        <w:rPr>
          <w:sz w:val="28"/>
          <w:lang w:val="en-US"/>
        </w:rPr>
        <w:t>V</w:t>
      </w:r>
      <w:r w:rsidRPr="00F02ED0">
        <w:rPr>
          <w:sz w:val="28"/>
          <w:lang w:val="uk-UA"/>
        </w:rPr>
        <w:t xml:space="preserve"> кварталі та в другому півріччі 2017 року</w:t>
      </w:r>
      <w:r w:rsidRPr="00F02ED0">
        <w:rPr>
          <w:sz w:val="28"/>
          <w:szCs w:val="28"/>
          <w:lang w:val="uk-UA"/>
        </w:rPr>
        <w:t>.</w:t>
      </w:r>
    </w:p>
    <w:p w:rsidR="00B76FA9" w:rsidRPr="00F02ED0" w:rsidRDefault="00B76FA9" w:rsidP="00812774">
      <w:pPr>
        <w:ind w:left="2835" w:hanging="3"/>
        <w:jc w:val="both"/>
        <w:rPr>
          <w:sz w:val="28"/>
          <w:lang w:val="uk-UA"/>
        </w:rPr>
      </w:pPr>
      <w:r w:rsidRPr="00F02ED0">
        <w:rPr>
          <w:sz w:val="28"/>
          <w:lang w:val="uk-UA"/>
        </w:rPr>
        <w:tab/>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8A169E">
      <w:pPr>
        <w:ind w:firstLine="708"/>
        <w:jc w:val="both"/>
        <w:rPr>
          <w:sz w:val="28"/>
          <w:lang w:val="uk-UA"/>
        </w:rPr>
      </w:pPr>
      <w:r w:rsidRPr="00F02ED0">
        <w:rPr>
          <w:sz w:val="28"/>
          <w:lang w:val="uk-UA"/>
        </w:rPr>
        <w:t>Засідання експертної комісії з питань державної таємниці</w:t>
      </w:r>
      <w:r>
        <w:rPr>
          <w:sz w:val="28"/>
          <w:lang w:val="uk-UA"/>
        </w:rPr>
        <w:t>.</w:t>
      </w:r>
    </w:p>
    <w:p w:rsidR="00B76FA9" w:rsidRPr="00F02ED0" w:rsidRDefault="00B76FA9" w:rsidP="008A169E">
      <w:pPr>
        <w:ind w:left="2832" w:firstLine="6"/>
        <w:jc w:val="both"/>
        <w:rPr>
          <w:sz w:val="28"/>
          <w:lang w:val="uk-UA"/>
        </w:rPr>
      </w:pPr>
      <w:r w:rsidRPr="00F02ED0">
        <w:rPr>
          <w:sz w:val="28"/>
          <w:lang w:val="uk-UA"/>
        </w:rPr>
        <w:t xml:space="preserve">Ломко М.О., керівник апарату районної державної адміністрації; Жогло П.А., головний спеціаліст (з питань мобілізаційної роботи) апарату районної державної адміністрації </w:t>
      </w:r>
    </w:p>
    <w:p w:rsidR="00B76FA9" w:rsidRPr="00F02ED0" w:rsidRDefault="00B76FA9" w:rsidP="0080025F">
      <w:pPr>
        <w:ind w:firstLine="708"/>
        <w:jc w:val="both"/>
        <w:rPr>
          <w:sz w:val="28"/>
          <w:lang w:val="uk-UA"/>
        </w:rPr>
      </w:pPr>
      <w:r w:rsidRPr="00F02ED0">
        <w:rPr>
          <w:sz w:val="28"/>
          <w:lang w:val="uk-UA"/>
        </w:rPr>
        <w:t>Заходи до Дня вшанування учасників ліквідації аварії на Чорнобильській АЕС.</w:t>
      </w:r>
    </w:p>
    <w:p w:rsidR="00B76FA9" w:rsidRPr="00F02ED0" w:rsidRDefault="00B76FA9"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841CB7">
      <w:pPr>
        <w:ind w:firstLine="708"/>
        <w:jc w:val="both"/>
        <w:rPr>
          <w:sz w:val="28"/>
          <w:szCs w:val="28"/>
          <w:lang w:val="uk-UA"/>
        </w:rPr>
      </w:pPr>
      <w:r w:rsidRPr="00F02ED0">
        <w:rPr>
          <w:sz w:val="28"/>
          <w:szCs w:val="28"/>
          <w:lang w:val="uk-UA"/>
        </w:rPr>
        <w:t xml:space="preserve">Заходи до Дня Збройних Сил України. </w:t>
      </w:r>
    </w:p>
    <w:p w:rsidR="00B76FA9" w:rsidRPr="00F02ED0" w:rsidRDefault="00B76FA9" w:rsidP="00841CB7">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w:t>
      </w:r>
      <w:r w:rsidRPr="00F02ED0">
        <w:rPr>
          <w:sz w:val="28"/>
          <w:lang w:val="uk-UA"/>
        </w:rPr>
        <w:t xml:space="preserve"> </w:t>
      </w:r>
      <w:r w:rsidRPr="00F02ED0">
        <w:rPr>
          <w:rFonts w:ascii="Times New Roman" w:hAnsi="Times New Roman"/>
          <w:sz w:val="28"/>
          <w:lang w:val="uk-UA"/>
        </w:rPr>
        <w:t>начальник відділу культури районної державної адміністрації</w:t>
      </w:r>
    </w:p>
    <w:p w:rsidR="00B76FA9" w:rsidRPr="00F02ED0" w:rsidRDefault="00B76FA9" w:rsidP="00841CB7">
      <w:pPr>
        <w:ind w:firstLine="708"/>
        <w:jc w:val="both"/>
        <w:rPr>
          <w:sz w:val="28"/>
          <w:szCs w:val="28"/>
          <w:lang w:val="uk-UA"/>
        </w:rPr>
      </w:pPr>
      <w:r w:rsidRPr="00F02ED0">
        <w:rPr>
          <w:sz w:val="28"/>
          <w:szCs w:val="28"/>
          <w:lang w:val="uk-UA"/>
        </w:rPr>
        <w:t xml:space="preserve">Районний конкурс з інструментального виконавства серед учнів сільських дитячих музичних шкіл «Музичні візерунки Святому Миколаю». </w:t>
      </w:r>
    </w:p>
    <w:p w:rsidR="00B76FA9" w:rsidRPr="00F02ED0" w:rsidRDefault="00B76FA9" w:rsidP="00841CB7">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w:t>
      </w:r>
      <w:r w:rsidRPr="00F02ED0">
        <w:rPr>
          <w:sz w:val="28"/>
          <w:lang w:val="uk-UA"/>
        </w:rPr>
        <w:t xml:space="preserve"> </w:t>
      </w:r>
      <w:r w:rsidRPr="00F02ED0">
        <w:rPr>
          <w:rFonts w:ascii="Times New Roman" w:hAnsi="Times New Roman"/>
          <w:sz w:val="28"/>
          <w:lang w:val="uk-UA"/>
        </w:rPr>
        <w:t>начальник відділу культури районної державної адміністрації</w:t>
      </w:r>
    </w:p>
    <w:p w:rsidR="00B76FA9" w:rsidRPr="00F02ED0" w:rsidRDefault="00B76FA9" w:rsidP="0080025F">
      <w:pPr>
        <w:ind w:firstLine="708"/>
        <w:jc w:val="both"/>
        <w:rPr>
          <w:sz w:val="28"/>
          <w:szCs w:val="28"/>
          <w:lang w:val="uk-UA"/>
        </w:rPr>
      </w:pPr>
      <w:r w:rsidRPr="00F02ED0">
        <w:rPr>
          <w:sz w:val="28"/>
          <w:szCs w:val="28"/>
          <w:lang w:val="uk-UA"/>
        </w:rPr>
        <w:t xml:space="preserve">Заходи до Дня Святого Миколая. </w:t>
      </w:r>
    </w:p>
    <w:p w:rsidR="00B76FA9" w:rsidRPr="00F02ED0" w:rsidRDefault="00B76FA9" w:rsidP="0080025F">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w:t>
      </w:r>
      <w:r w:rsidRPr="00F02ED0">
        <w:rPr>
          <w:sz w:val="28"/>
          <w:lang w:val="uk-UA"/>
        </w:rPr>
        <w:t xml:space="preserve"> </w:t>
      </w:r>
      <w:r w:rsidRPr="00F02ED0">
        <w:rPr>
          <w:rFonts w:ascii="Times New Roman" w:hAnsi="Times New Roman"/>
          <w:sz w:val="28"/>
          <w:lang w:val="uk-UA"/>
        </w:rPr>
        <w:t>начальник відділу культури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Заходи до Новорічних свят.</w:t>
      </w:r>
      <w:r w:rsidRPr="00F02ED0">
        <w:rPr>
          <w:sz w:val="28"/>
          <w:lang w:val="uk-UA"/>
        </w:rPr>
        <w:tab/>
      </w:r>
    </w:p>
    <w:p w:rsidR="00B76FA9" w:rsidRPr="00F02ED0" w:rsidRDefault="00B76FA9" w:rsidP="0080025F">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Ради старшокласників району.</w:t>
      </w:r>
    </w:p>
    <w:p w:rsidR="00B76FA9" w:rsidRPr="00F02ED0" w:rsidRDefault="00B76FA9"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Андрєєва Ю.В., директор районного центру дитячої та юнацької творчості</w:t>
      </w:r>
    </w:p>
    <w:p w:rsidR="00B76FA9" w:rsidRPr="00F02ED0" w:rsidRDefault="00B76FA9" w:rsidP="0080025F">
      <w:pPr>
        <w:ind w:left="3540" w:firstLine="708"/>
        <w:jc w:val="both"/>
        <w:rPr>
          <w:bCs/>
          <w:lang w:val="uk-UA"/>
        </w:rPr>
      </w:pPr>
    </w:p>
    <w:p w:rsidR="00B76FA9" w:rsidRPr="00F02ED0" w:rsidRDefault="00B76FA9" w:rsidP="0080025F">
      <w:pPr>
        <w:ind w:left="3540" w:firstLine="708"/>
        <w:jc w:val="both"/>
        <w:rPr>
          <w:bCs/>
          <w:sz w:val="28"/>
          <w:lang w:val="uk-UA"/>
        </w:rPr>
      </w:pPr>
      <w:r w:rsidRPr="00F02ED0">
        <w:rPr>
          <w:bCs/>
          <w:sz w:val="28"/>
          <w:lang w:val="uk-UA"/>
        </w:rPr>
        <w:t>Щокварталу</w:t>
      </w:r>
    </w:p>
    <w:p w:rsidR="00B76FA9" w:rsidRPr="00F02ED0" w:rsidRDefault="00B76FA9" w:rsidP="0080025F">
      <w:pPr>
        <w:ind w:firstLine="708"/>
        <w:jc w:val="both"/>
        <w:rPr>
          <w:sz w:val="28"/>
          <w:lang w:val="uk-UA"/>
        </w:rPr>
      </w:pPr>
      <w:r w:rsidRPr="00F02ED0">
        <w:rPr>
          <w:sz w:val="28"/>
          <w:lang w:val="uk-UA"/>
        </w:rPr>
        <w:t>Засідання координаційної ради районної державної адміністрації з питань розвитку підприємництва.</w:t>
      </w:r>
    </w:p>
    <w:p w:rsidR="00B76FA9" w:rsidRPr="00F02ED0" w:rsidRDefault="00B76FA9"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робочої групи по недопущенню торгівлі харчовими продуктами в неустановлених для цього місцях та впорядкуванню виїзної торгівлі в населених пунктах району.</w:t>
      </w:r>
    </w:p>
    <w:p w:rsidR="00B76FA9" w:rsidRPr="00F02ED0" w:rsidRDefault="00B76FA9"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спільної робочої групи з вивчення резервів наповнення та ефективності використання коштів місцевих бюджетів.</w:t>
      </w:r>
    </w:p>
    <w:p w:rsidR="00B76FA9" w:rsidRPr="00F02ED0" w:rsidRDefault="00B76FA9" w:rsidP="0080025F">
      <w:pPr>
        <w:ind w:left="2832"/>
        <w:jc w:val="both"/>
        <w:rPr>
          <w:sz w:val="28"/>
          <w:lang w:val="uk-UA"/>
        </w:rPr>
      </w:pPr>
      <w:r w:rsidRPr="00F02ED0">
        <w:rPr>
          <w:sz w:val="28"/>
          <w:lang w:val="uk-UA"/>
        </w:rPr>
        <w:t>Анісімова М.В., начальник фінансового управління районної державної адміністрації; Гребенюк О.П., начальник управління економічного, агропромислового  розвитку та торгівлі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ради підприємців при районній державній адміністрації.</w:t>
      </w:r>
    </w:p>
    <w:p w:rsidR="00B76FA9" w:rsidRPr="00F02ED0" w:rsidRDefault="00B76FA9"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ради з питань залучення інвестицій.</w:t>
      </w:r>
    </w:p>
    <w:p w:rsidR="00B76FA9" w:rsidRPr="00F02ED0" w:rsidRDefault="00B76FA9"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міжвідомчої комісії по координації та організаційному забезпеченню залучення промислового потенціалу установ виконання покарань в економіку району.</w:t>
      </w:r>
    </w:p>
    <w:p w:rsidR="00B76FA9" w:rsidRPr="00F02ED0" w:rsidRDefault="00B76FA9"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 xml:space="preserve">Засідання районної комісії по розгляду випадків материнської та </w:t>
      </w:r>
      <w:r>
        <w:rPr>
          <w:sz w:val="28"/>
          <w:lang w:val="uk-UA"/>
        </w:rPr>
        <w:t xml:space="preserve">малюкової </w:t>
      </w:r>
      <w:r w:rsidRPr="00F02ED0">
        <w:rPr>
          <w:sz w:val="28"/>
          <w:lang w:val="uk-UA"/>
        </w:rPr>
        <w:t>смертності.</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B76FA9" w:rsidRPr="00F02ED0" w:rsidRDefault="00B76FA9" w:rsidP="0080025F">
      <w:pPr>
        <w:ind w:firstLine="708"/>
        <w:jc w:val="both"/>
        <w:rPr>
          <w:sz w:val="28"/>
          <w:lang w:val="uk-UA"/>
        </w:rPr>
      </w:pPr>
      <w:r w:rsidRPr="00F02ED0">
        <w:rPr>
          <w:sz w:val="28"/>
          <w:lang w:val="uk-UA"/>
        </w:rPr>
        <w:t>Засідання районної координаційної ради з питань протидії туберкульозу та ВІЛ-інфекції/СНІДу.</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B76FA9" w:rsidRPr="00F02ED0" w:rsidRDefault="00B76FA9" w:rsidP="0080025F">
      <w:pPr>
        <w:ind w:firstLine="708"/>
        <w:jc w:val="both"/>
        <w:rPr>
          <w:sz w:val="28"/>
          <w:lang w:val="uk-UA"/>
        </w:rPr>
      </w:pPr>
      <w:r w:rsidRPr="00F02ED0">
        <w:rPr>
          <w:sz w:val="28"/>
          <w:lang w:val="uk-UA"/>
        </w:rPr>
        <w:t>Засідання міжвідомчої координаційно-методичної ради з питань правової освіти населення районної державної адміністрації.</w:t>
      </w:r>
    </w:p>
    <w:p w:rsidR="00B76FA9" w:rsidRPr="00F02ED0" w:rsidRDefault="00B76FA9" w:rsidP="0080025F">
      <w:pPr>
        <w:ind w:left="2832"/>
        <w:jc w:val="both"/>
        <w:rPr>
          <w:sz w:val="28"/>
          <w:lang w:val="uk-UA"/>
        </w:rPr>
      </w:pPr>
      <w:r w:rsidRPr="00F02ED0">
        <w:rPr>
          <w:sz w:val="28"/>
          <w:lang w:val="uk-UA"/>
        </w:rPr>
        <w:t>Ломко М.О., керівник апарату районної державної адміністрації; Дяченко О.А., начальник юридичного відділу апарату районної державної адміністрації</w:t>
      </w:r>
    </w:p>
    <w:p w:rsidR="00B76FA9" w:rsidRPr="00F02ED0" w:rsidRDefault="00B76FA9" w:rsidP="0080025F">
      <w:pPr>
        <w:jc w:val="both"/>
        <w:rPr>
          <w:bCs/>
          <w:sz w:val="28"/>
          <w:lang w:val="uk-UA"/>
        </w:rPr>
      </w:pPr>
      <w:r w:rsidRPr="00F02ED0">
        <w:rPr>
          <w:bCs/>
          <w:sz w:val="28"/>
          <w:lang w:val="uk-UA"/>
        </w:rPr>
        <w:tab/>
        <w:t>Засідання експертної комісії архівного відділу районної державної адміністрації.</w:t>
      </w:r>
    </w:p>
    <w:p w:rsidR="00B76FA9" w:rsidRPr="00F02ED0" w:rsidRDefault="00B76FA9" w:rsidP="0080025F">
      <w:pPr>
        <w:ind w:left="2832" w:firstLine="3"/>
        <w:jc w:val="both"/>
        <w:rPr>
          <w:bCs/>
          <w:sz w:val="28"/>
          <w:lang w:val="uk-UA"/>
        </w:rPr>
      </w:pPr>
      <w:r w:rsidRPr="00F02ED0">
        <w:rPr>
          <w:sz w:val="28"/>
          <w:lang w:val="uk-UA"/>
        </w:rPr>
        <w:t xml:space="preserve">Ломко М.О., керівник апарату районної державної адміністрації; </w:t>
      </w:r>
      <w:r w:rsidRPr="00F02ED0">
        <w:rPr>
          <w:bCs/>
          <w:sz w:val="28"/>
          <w:lang w:val="uk-UA"/>
        </w:rPr>
        <w:t>Суборова О.А., начальник архівного відділу районної державної адміністрації</w:t>
      </w:r>
    </w:p>
    <w:p w:rsidR="00B76FA9" w:rsidRPr="00F02ED0" w:rsidRDefault="00B76FA9" w:rsidP="0080025F">
      <w:pPr>
        <w:jc w:val="both"/>
        <w:rPr>
          <w:sz w:val="28"/>
          <w:lang w:val="uk-UA"/>
        </w:rPr>
      </w:pPr>
      <w:r w:rsidRPr="00F02ED0">
        <w:rPr>
          <w:sz w:val="28"/>
          <w:lang w:val="uk-UA"/>
        </w:rPr>
        <w:tab/>
        <w:t>Навчання із спеціалістами органів опіки та піклування виконавчих комітетів сільських рад з питань захисту прав та інтересів дітей.</w:t>
      </w:r>
    </w:p>
    <w:p w:rsidR="00B76FA9" w:rsidRPr="00F02ED0" w:rsidRDefault="00B76FA9" w:rsidP="0080025F">
      <w:pPr>
        <w:ind w:left="2832" w:firstLine="75"/>
        <w:jc w:val="both"/>
        <w:rPr>
          <w:sz w:val="28"/>
          <w:lang w:val="uk-UA"/>
        </w:rPr>
      </w:pPr>
      <w:r w:rsidRPr="00F02ED0">
        <w:rPr>
          <w:sz w:val="28"/>
          <w:lang w:val="uk-UA"/>
        </w:rPr>
        <w:t>Татарінов В.М., перший заступник голови районної державної адміністрації; начальник служби у справах дітей районної державної адміністрації</w:t>
      </w:r>
    </w:p>
    <w:p w:rsidR="00B76FA9" w:rsidRPr="00F02ED0" w:rsidRDefault="00B76FA9" w:rsidP="00C04F5A">
      <w:pPr>
        <w:ind w:firstLine="708"/>
        <w:jc w:val="both"/>
        <w:rPr>
          <w:sz w:val="28"/>
          <w:lang w:val="uk-UA"/>
        </w:rPr>
      </w:pPr>
      <w:r w:rsidRPr="00F02ED0">
        <w:rPr>
          <w:sz w:val="28"/>
          <w:lang w:val="uk-UA"/>
        </w:rPr>
        <w:t>Засідання ради з питань безпечної життєдіяльності населення при районній державній адміністрації на громадських засадах.</w:t>
      </w:r>
    </w:p>
    <w:p w:rsidR="00B76FA9" w:rsidRPr="00F02ED0" w:rsidRDefault="00B76FA9" w:rsidP="00C04F5A">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B76FA9" w:rsidRPr="00F02ED0" w:rsidRDefault="00B76FA9" w:rsidP="0080025F">
      <w:pPr>
        <w:ind w:firstLine="708"/>
        <w:jc w:val="both"/>
        <w:rPr>
          <w:sz w:val="28"/>
          <w:szCs w:val="28"/>
          <w:lang w:val="uk-UA"/>
        </w:rPr>
      </w:pPr>
      <w:r w:rsidRPr="00F02ED0">
        <w:rPr>
          <w:sz w:val="28"/>
          <w:lang w:val="uk-UA"/>
        </w:rPr>
        <w:t>Засідання районної комісії з питань поводження з безхазяйними відходами у сфері поводження з непридатними та забороненими до використання пестицидами та отрутохімікатами на території Роменського району.</w:t>
      </w:r>
    </w:p>
    <w:p w:rsidR="00B76FA9" w:rsidRPr="00F02ED0" w:rsidRDefault="00B76FA9" w:rsidP="0080025F">
      <w:pPr>
        <w:ind w:left="2832" w:firstLine="6"/>
        <w:jc w:val="both"/>
        <w:rPr>
          <w:sz w:val="28"/>
          <w:lang w:val="uk-UA"/>
        </w:rPr>
      </w:pPr>
      <w:r w:rsidRPr="00F02ED0">
        <w:rPr>
          <w:sz w:val="28"/>
          <w:lang w:val="uk-UA"/>
        </w:rPr>
        <w:t>Ломко М.О., керівник апарату районної державної адміністрації; Псарьова А.М., головний спеціаліст відділу житлово-комунального господарства, будівництва та інфраструктури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ради по культурному будівництву при відділі культури районної державної адміністрації.</w:t>
      </w:r>
    </w:p>
    <w:p w:rsidR="00B76FA9" w:rsidRPr="00F02ED0" w:rsidRDefault="00B76FA9" w:rsidP="0080025F">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громадської ради при районній державній адміністрації.</w:t>
      </w:r>
    </w:p>
    <w:p w:rsidR="00B76FA9" w:rsidRPr="009611DD" w:rsidRDefault="00B76FA9" w:rsidP="0080025F">
      <w:pPr>
        <w:ind w:left="2832"/>
        <w:jc w:val="both"/>
        <w:rPr>
          <w:sz w:val="28"/>
          <w:lang w:val="uk-UA"/>
        </w:rPr>
      </w:pPr>
      <w:r w:rsidRPr="009611DD">
        <w:rPr>
          <w:sz w:val="28"/>
          <w:lang w:val="uk-UA"/>
        </w:rPr>
        <w:t>Ремінець В.В., голова громадської ради при районній державній адміністрації</w:t>
      </w:r>
    </w:p>
    <w:p w:rsidR="00B76FA9" w:rsidRPr="00F02ED0" w:rsidRDefault="00B76FA9" w:rsidP="0080025F">
      <w:pPr>
        <w:ind w:firstLine="708"/>
        <w:jc w:val="both"/>
        <w:rPr>
          <w:sz w:val="28"/>
          <w:lang w:val="uk-UA"/>
        </w:rPr>
      </w:pPr>
      <w:r w:rsidRPr="00F02ED0">
        <w:rPr>
          <w:sz w:val="28"/>
          <w:lang w:val="uk-UA"/>
        </w:rPr>
        <w:t xml:space="preserve">Засідання колегії відділу освіти, молоді та спорту районної державної адміністрації. </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 xml:space="preserve">Засідання ради районного методичного кабінету </w:t>
      </w:r>
      <w:r>
        <w:rPr>
          <w:sz w:val="28"/>
          <w:lang w:val="uk-UA"/>
        </w:rPr>
        <w:t>відділу</w:t>
      </w:r>
      <w:r w:rsidRPr="00F02ED0">
        <w:rPr>
          <w:sz w:val="28"/>
          <w:lang w:val="uk-UA"/>
        </w:rPr>
        <w:t xml:space="preserve"> освіти, молоді та спорту районної державної адміністрації.</w:t>
      </w:r>
    </w:p>
    <w:p w:rsidR="00B76FA9" w:rsidRPr="00F02ED0" w:rsidRDefault="00B76FA9" w:rsidP="0080025F">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 </w:t>
      </w:r>
    </w:p>
    <w:p w:rsidR="00B76FA9" w:rsidRPr="00F02ED0" w:rsidRDefault="00B76FA9" w:rsidP="00795153">
      <w:pPr>
        <w:ind w:firstLine="708"/>
        <w:jc w:val="both"/>
        <w:rPr>
          <w:sz w:val="28"/>
          <w:lang w:val="uk-UA"/>
        </w:rPr>
      </w:pPr>
      <w:r w:rsidRPr="00F02ED0">
        <w:rPr>
          <w:sz w:val="28"/>
          <w:lang w:val="uk-UA"/>
        </w:rPr>
        <w:t>Нарада при керівникові апарату районної державної адміністрації з працівниками відділу ведення Державного реєстру виборців апарату районної державної адміністрації з питання: «Про організацію подання відомостей про виборців до відділу ведення Державного реєстру виборців апарату районної державної адміністрації».</w:t>
      </w:r>
    </w:p>
    <w:p w:rsidR="00B76FA9" w:rsidRPr="00F02ED0" w:rsidRDefault="00B76FA9" w:rsidP="004C34C3">
      <w:pPr>
        <w:ind w:left="2832" w:firstLine="3"/>
        <w:jc w:val="both"/>
        <w:rPr>
          <w:sz w:val="28"/>
          <w:lang w:val="uk-UA"/>
        </w:rPr>
      </w:pPr>
      <w:r w:rsidRPr="00F02ED0">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B76FA9" w:rsidRPr="00F02ED0" w:rsidRDefault="00B76FA9" w:rsidP="0080025F">
      <w:pPr>
        <w:ind w:left="2832"/>
        <w:jc w:val="both"/>
        <w:rPr>
          <w:bCs/>
          <w:sz w:val="16"/>
          <w:szCs w:val="16"/>
          <w:lang w:val="uk-UA"/>
        </w:rPr>
      </w:pPr>
    </w:p>
    <w:p w:rsidR="00B76FA9" w:rsidRPr="00F02ED0" w:rsidRDefault="00B76FA9" w:rsidP="0080025F">
      <w:pPr>
        <w:ind w:left="2835" w:firstLine="705"/>
        <w:jc w:val="both"/>
        <w:rPr>
          <w:bCs/>
          <w:sz w:val="28"/>
          <w:lang w:val="uk-UA"/>
        </w:rPr>
      </w:pPr>
      <w:r w:rsidRPr="00F02ED0">
        <w:rPr>
          <w:bCs/>
          <w:sz w:val="28"/>
          <w:lang w:val="uk-UA"/>
        </w:rPr>
        <w:t>Щомісяця</w:t>
      </w:r>
    </w:p>
    <w:p w:rsidR="00B76FA9" w:rsidRPr="00F02ED0" w:rsidRDefault="00B76FA9" w:rsidP="0080025F">
      <w:pPr>
        <w:ind w:firstLine="708"/>
        <w:jc w:val="both"/>
        <w:rPr>
          <w:sz w:val="28"/>
          <w:lang w:val="uk-UA"/>
        </w:rPr>
      </w:pPr>
      <w:r w:rsidRPr="00F02ED0">
        <w:rPr>
          <w:sz w:val="28"/>
          <w:lang w:val="uk-UA"/>
        </w:rPr>
        <w:t xml:space="preserve">Засідання </w:t>
      </w:r>
      <w:r w:rsidRPr="00F02ED0">
        <w:rPr>
          <w:sz w:val="28"/>
          <w:szCs w:val="28"/>
          <w:lang w:val="uk-UA"/>
        </w:rPr>
        <w:t>тимчасової комісії з питань погашення заборгованості із заробітної плати (грошового забезпечення), пенсій, стипендій та інших соціальних виплат.</w:t>
      </w:r>
    </w:p>
    <w:p w:rsidR="00B76FA9" w:rsidRPr="00F02ED0" w:rsidRDefault="00B76FA9" w:rsidP="0080025F">
      <w:pPr>
        <w:ind w:left="2832" w:firstLine="75"/>
        <w:jc w:val="both"/>
        <w:rPr>
          <w:sz w:val="28"/>
          <w:lang w:val="uk-UA"/>
        </w:rPr>
      </w:pPr>
      <w:r w:rsidRPr="00F02ED0">
        <w:rPr>
          <w:sz w:val="28"/>
          <w:lang w:val="uk-UA"/>
        </w:rPr>
        <w:t>Білоха В.О., голова районної державної адміністрації; 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постійно діючої комісії з питань розгляду звернень громадян при районній державній адміністрації.</w:t>
      </w:r>
    </w:p>
    <w:p w:rsidR="00B76FA9" w:rsidRPr="00F02ED0" w:rsidRDefault="00B76FA9" w:rsidP="0080025F">
      <w:pPr>
        <w:ind w:left="2832" w:firstLine="3"/>
        <w:jc w:val="both"/>
        <w:rPr>
          <w:sz w:val="28"/>
          <w:lang w:val="uk-UA"/>
        </w:rPr>
      </w:pPr>
      <w:r w:rsidRPr="00F02ED0">
        <w:rPr>
          <w:sz w:val="28"/>
          <w:lang w:val="uk-UA"/>
        </w:rPr>
        <w:t>Білоха В.О., голова районної державної адміністрації; Щербина Г.О., начальник відділу документообігу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спостережної комісії при районній державній адміністрації.</w:t>
      </w:r>
    </w:p>
    <w:p w:rsidR="00B76FA9" w:rsidRPr="00F02ED0" w:rsidRDefault="00B76FA9" w:rsidP="0080025F">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Дяченко О.А</w:t>
      </w:r>
      <w:r w:rsidRPr="00F02ED0">
        <w:rPr>
          <w:sz w:val="28"/>
          <w:lang w:val="uk-UA"/>
        </w:rPr>
        <w:t xml:space="preserve">., начальник юридичного відділу апарату районної державної адміністрації </w:t>
      </w:r>
    </w:p>
    <w:p w:rsidR="00B76FA9" w:rsidRPr="00F02ED0" w:rsidRDefault="00B76FA9" w:rsidP="0080025F">
      <w:pPr>
        <w:pStyle w:val="Heading4"/>
        <w:ind w:left="4248" w:hanging="3539"/>
      </w:pPr>
      <w:r w:rsidRPr="00F02ED0">
        <w:t>Засідання комісії з питань захисту прав дитини.</w:t>
      </w:r>
    </w:p>
    <w:p w:rsidR="00B76FA9" w:rsidRPr="00F02ED0" w:rsidRDefault="00B76FA9" w:rsidP="0080025F">
      <w:pPr>
        <w:ind w:left="2832"/>
        <w:jc w:val="both"/>
        <w:rPr>
          <w:sz w:val="28"/>
          <w:szCs w:val="28"/>
          <w:lang w:val="uk-UA"/>
        </w:rPr>
      </w:pPr>
      <w:r w:rsidRPr="00F02ED0">
        <w:rPr>
          <w:sz w:val="28"/>
          <w:szCs w:val="28"/>
        </w:rPr>
        <w:t>Білоха В.О., голова районної державної адміністрації;</w:t>
      </w:r>
    </w:p>
    <w:p w:rsidR="00B76FA9" w:rsidRPr="007910FA" w:rsidRDefault="00B76FA9" w:rsidP="007910FA">
      <w:pPr>
        <w:ind w:left="2832"/>
        <w:jc w:val="both"/>
        <w:rPr>
          <w:sz w:val="28"/>
          <w:szCs w:val="28"/>
          <w:lang w:val="uk-UA"/>
        </w:rPr>
      </w:pPr>
      <w:r w:rsidRPr="00F02ED0">
        <w:rPr>
          <w:sz w:val="28"/>
          <w:szCs w:val="28"/>
        </w:rPr>
        <w:t>начальник служби у справах дітей</w:t>
      </w:r>
      <w:r>
        <w:rPr>
          <w:sz w:val="28"/>
          <w:szCs w:val="28"/>
          <w:lang w:val="uk-UA"/>
        </w:rPr>
        <w:t xml:space="preserve"> </w:t>
      </w:r>
      <w:r w:rsidRPr="007910FA">
        <w:rPr>
          <w:sz w:val="28"/>
          <w:szCs w:val="28"/>
        </w:rPr>
        <w:t xml:space="preserve">районної державної адміністрації </w:t>
      </w:r>
    </w:p>
    <w:p w:rsidR="00B76FA9" w:rsidRPr="00F02ED0" w:rsidRDefault="00B76FA9" w:rsidP="0080025F">
      <w:pPr>
        <w:ind w:firstLine="708"/>
        <w:jc w:val="both"/>
        <w:rPr>
          <w:sz w:val="28"/>
          <w:lang w:val="uk-UA"/>
        </w:rPr>
      </w:pPr>
      <w:r w:rsidRPr="00F02ED0">
        <w:rPr>
          <w:sz w:val="28"/>
          <w:lang w:val="uk-UA"/>
        </w:rPr>
        <w:t>Засідання районної комісії з питань техногенно-екологічної безпеки і надзвичайних ситуацій.</w:t>
      </w:r>
    </w:p>
    <w:p w:rsidR="00B76FA9" w:rsidRPr="00F02ED0" w:rsidRDefault="00B76FA9" w:rsidP="0080025F">
      <w:pPr>
        <w:ind w:left="2832"/>
        <w:jc w:val="both"/>
        <w:rPr>
          <w:sz w:val="28"/>
          <w:lang w:val="uk-UA"/>
        </w:rPr>
      </w:pPr>
      <w:r w:rsidRPr="00F02ED0">
        <w:rPr>
          <w:sz w:val="28"/>
          <w:lang w:val="uk-UA"/>
        </w:rPr>
        <w:t xml:space="preserve">Білоха В.О., голова районної державної адміністрації; Левицький О.В., головний спеціаліст (з питань цивільного захисту) апарату районної державної адміністрації </w:t>
      </w:r>
    </w:p>
    <w:p w:rsidR="00B76FA9" w:rsidRPr="00F02ED0" w:rsidRDefault="00B76FA9" w:rsidP="0080025F">
      <w:pPr>
        <w:ind w:firstLine="708"/>
        <w:jc w:val="both"/>
        <w:rPr>
          <w:sz w:val="28"/>
          <w:lang w:val="uk-UA"/>
        </w:rPr>
      </w:pPr>
      <w:r w:rsidRPr="00F02ED0">
        <w:rPr>
          <w:sz w:val="28"/>
          <w:lang w:val="uk-UA"/>
        </w:rPr>
        <w:t xml:space="preserve">Навчання відповідальних працівників апарату та структурних підрозділів районної державної адміністрації. </w:t>
      </w:r>
    </w:p>
    <w:p w:rsidR="00B76FA9" w:rsidRPr="00F02ED0" w:rsidRDefault="00B76FA9" w:rsidP="0080025F">
      <w:pPr>
        <w:ind w:left="2832"/>
        <w:jc w:val="both"/>
        <w:rPr>
          <w:sz w:val="28"/>
          <w:lang w:val="uk-UA"/>
        </w:rPr>
      </w:pPr>
      <w:r w:rsidRPr="00F02ED0">
        <w:rPr>
          <w:sz w:val="28"/>
          <w:lang w:val="uk-UA"/>
        </w:rPr>
        <w:t>Ломко М.О., керівник апарату районної державної адміністрації; Дяченко О.А., начальник юридичного відділу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Семінари-навчання сільських голів, секретарів сільських рад та керівників структурних підрозділів районної державної адміністрації.</w:t>
      </w:r>
    </w:p>
    <w:p w:rsidR="00B76FA9" w:rsidRPr="00F02ED0" w:rsidRDefault="00B76FA9" w:rsidP="0080025F">
      <w:pPr>
        <w:ind w:left="2832"/>
        <w:jc w:val="both"/>
        <w:rPr>
          <w:sz w:val="28"/>
          <w:lang w:val="uk-UA"/>
        </w:rPr>
      </w:pPr>
      <w:r w:rsidRPr="00F02ED0">
        <w:rPr>
          <w:sz w:val="28"/>
          <w:lang w:val="uk-UA"/>
        </w:rPr>
        <w:t>Ломко М.О., керівник апарату районної державної адміністрації; Дяченко О.А., начальник юридичного відділу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 xml:space="preserve">Наради директорів загальноосвітніх навчальних закладів району. </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Наради з тренерами-викладачами дитячої юнацької спортивної школи з питань функціонування спортивної школи.</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Матвієнко С.Г., головний спеціаліст сектору молоді та спорту відділу освіти, молоді та спорту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Наради із завідувачами дитячих навчальних закладів.</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Нарада при керівникові апарату районної державної адміністрації з працівниками відділу ведення Державного реєстру виборців апарату районної державної адміністрації з питання: «Порядок отримання та опрацювання щомісячних подань працівниками відділу ведення Державного реєстру виборців апарату районної державної адміністрації та підведення підсумків за місяць».</w:t>
      </w:r>
    </w:p>
    <w:p w:rsidR="00B76FA9" w:rsidRPr="00F02ED0" w:rsidRDefault="00B76FA9" w:rsidP="0080025F">
      <w:pPr>
        <w:ind w:left="2832" w:firstLine="3"/>
        <w:jc w:val="both"/>
        <w:rPr>
          <w:sz w:val="28"/>
          <w:lang w:val="uk-UA"/>
        </w:rPr>
      </w:pPr>
      <w:r w:rsidRPr="00F02ED0">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Нарада при керівникові апарату районної державної адміністрації з керівниками підрозділів апарату районної державної адміністрації з питання підведення підсумків виконання плану роботи підпорядкованих підрозділів за місяць.</w:t>
      </w:r>
    </w:p>
    <w:p w:rsidR="00B76FA9" w:rsidRPr="00F02ED0" w:rsidRDefault="00B76FA9" w:rsidP="0080025F">
      <w:pPr>
        <w:ind w:left="2832" w:firstLine="3"/>
        <w:jc w:val="both"/>
        <w:rPr>
          <w:sz w:val="28"/>
          <w:lang w:val="uk-UA"/>
        </w:rPr>
      </w:pPr>
      <w:r w:rsidRPr="00F02ED0">
        <w:rPr>
          <w:sz w:val="28"/>
          <w:lang w:val="uk-UA"/>
        </w:rPr>
        <w:t>Ломко М.О., керівник апарату районної державної адміністрації; керівники підрозділів апарату районної державної адміністрації</w:t>
      </w:r>
    </w:p>
    <w:p w:rsidR="00B76FA9" w:rsidRPr="00F02ED0" w:rsidRDefault="00B76FA9" w:rsidP="0080025F">
      <w:pPr>
        <w:ind w:firstLine="708"/>
        <w:jc w:val="both"/>
        <w:rPr>
          <w:bCs/>
          <w:sz w:val="28"/>
          <w:lang w:val="uk-UA"/>
        </w:rPr>
      </w:pPr>
      <w:r w:rsidRPr="00F02ED0">
        <w:rPr>
          <w:bCs/>
          <w:sz w:val="28"/>
          <w:lang w:val="uk-UA"/>
        </w:rPr>
        <w:t>«Прямі» телефонні лінії зв’язку з населенням керівництва районної державної адміністрації.</w:t>
      </w:r>
    </w:p>
    <w:p w:rsidR="00B76FA9" w:rsidRPr="00F02ED0" w:rsidRDefault="00B76FA9" w:rsidP="0080025F">
      <w:pPr>
        <w:ind w:left="2832" w:firstLine="3"/>
        <w:jc w:val="both"/>
        <w:rPr>
          <w:sz w:val="28"/>
          <w:lang w:val="uk-UA"/>
        </w:rPr>
      </w:pPr>
      <w:r w:rsidRPr="00F02ED0">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медичної ради комунального закладу «Центр первинної медико-санітарної допомоги Роменського району Сумської області».</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B76FA9" w:rsidRPr="00F02ED0" w:rsidRDefault="00B76FA9" w:rsidP="0080025F">
      <w:pPr>
        <w:ind w:firstLine="708"/>
        <w:jc w:val="both"/>
        <w:rPr>
          <w:sz w:val="28"/>
          <w:lang w:val="uk-UA"/>
        </w:rPr>
      </w:pPr>
      <w:r w:rsidRPr="00F02ED0">
        <w:rPr>
          <w:sz w:val="28"/>
          <w:lang w:val="uk-UA"/>
        </w:rPr>
        <w:t>Підведення підсумків роботи в тваринницькій галузі з головними зоотехніками та бухгалтерами по тваринництву.</w:t>
      </w:r>
    </w:p>
    <w:p w:rsidR="00B76FA9" w:rsidRPr="00F02ED0" w:rsidRDefault="00B76FA9" w:rsidP="0080025F">
      <w:pPr>
        <w:ind w:left="2835"/>
        <w:jc w:val="both"/>
        <w:rPr>
          <w:sz w:val="28"/>
          <w:lang w:val="uk-UA"/>
        </w:rPr>
      </w:pPr>
      <w:r w:rsidRPr="00F02ED0">
        <w:rPr>
          <w:sz w:val="28"/>
          <w:szCs w:val="28"/>
          <w:lang w:val="uk-UA"/>
        </w:rPr>
        <w:t>Семко М.В.</w:t>
      </w:r>
      <w:r w:rsidRPr="00F02ED0">
        <w:rPr>
          <w:sz w:val="28"/>
          <w:lang w:val="uk-UA"/>
        </w:rPr>
        <w:t xml:space="preserve">, начальник відділу агропромислового розвитку управління економічного, агропромислового розвитку та торгівлі районної державної адміністрації </w:t>
      </w:r>
    </w:p>
    <w:p w:rsidR="00B76FA9" w:rsidRPr="00F02ED0" w:rsidRDefault="00B76FA9" w:rsidP="0080025F">
      <w:pPr>
        <w:ind w:left="2832" w:firstLine="708"/>
        <w:jc w:val="both"/>
        <w:rPr>
          <w:bCs/>
          <w:sz w:val="16"/>
          <w:szCs w:val="16"/>
          <w:lang w:val="uk-UA"/>
        </w:rPr>
      </w:pPr>
    </w:p>
    <w:p w:rsidR="00B76FA9" w:rsidRPr="00F02ED0" w:rsidRDefault="00B76FA9" w:rsidP="0080025F">
      <w:pPr>
        <w:ind w:left="2832" w:firstLine="708"/>
        <w:jc w:val="both"/>
        <w:rPr>
          <w:bCs/>
          <w:sz w:val="28"/>
          <w:lang w:val="uk-UA"/>
        </w:rPr>
      </w:pPr>
      <w:r w:rsidRPr="00F02ED0">
        <w:rPr>
          <w:bCs/>
          <w:sz w:val="28"/>
          <w:lang w:val="uk-UA"/>
        </w:rPr>
        <w:t>Двічі на місяць</w:t>
      </w:r>
    </w:p>
    <w:p w:rsidR="00B76FA9" w:rsidRPr="00F02ED0" w:rsidRDefault="00B76FA9" w:rsidP="0080025F">
      <w:pPr>
        <w:ind w:firstLine="708"/>
        <w:jc w:val="both"/>
        <w:rPr>
          <w:sz w:val="28"/>
          <w:lang w:val="uk-UA"/>
        </w:rPr>
      </w:pPr>
      <w:r w:rsidRPr="00F02ED0">
        <w:rPr>
          <w:sz w:val="28"/>
          <w:lang w:val="uk-UA"/>
        </w:rPr>
        <w:t>Прийоми громадян з особистих питань керівництвом в районній державній адміністрації.</w:t>
      </w:r>
    </w:p>
    <w:p w:rsidR="00B76FA9" w:rsidRPr="00F02ED0" w:rsidRDefault="00B76FA9" w:rsidP="0080025F">
      <w:pPr>
        <w:ind w:left="2832" w:firstLine="3"/>
        <w:jc w:val="both"/>
        <w:rPr>
          <w:sz w:val="28"/>
          <w:lang w:val="uk-UA"/>
        </w:rPr>
      </w:pPr>
      <w:r w:rsidRPr="00F02ED0">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Виїзні прийоми з особистих питань керівництвом районної державної адміністрації за місцем проживання громадян.</w:t>
      </w:r>
    </w:p>
    <w:p w:rsidR="00B76FA9" w:rsidRPr="00F02ED0" w:rsidRDefault="00B76FA9" w:rsidP="0080025F">
      <w:pPr>
        <w:ind w:left="2832" w:firstLine="3"/>
        <w:jc w:val="both"/>
        <w:rPr>
          <w:sz w:val="28"/>
          <w:lang w:val="uk-UA"/>
        </w:rPr>
      </w:pPr>
      <w:r w:rsidRPr="00F02ED0">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B76FA9" w:rsidRPr="00F02ED0" w:rsidRDefault="00B76FA9" w:rsidP="0080025F">
      <w:pPr>
        <w:ind w:firstLine="708"/>
        <w:jc w:val="both"/>
        <w:rPr>
          <w:bCs/>
          <w:sz w:val="28"/>
          <w:lang w:val="uk-UA"/>
        </w:rPr>
      </w:pPr>
      <w:r w:rsidRPr="00F02ED0">
        <w:rPr>
          <w:bCs/>
          <w:sz w:val="28"/>
          <w:lang w:val="uk-UA"/>
        </w:rPr>
        <w:t>Виїзні прийоми громадян Роменського району спеціалістами «мобільного соціального офісу».</w:t>
      </w:r>
    </w:p>
    <w:p w:rsidR="00B76FA9" w:rsidRPr="00F02ED0" w:rsidRDefault="00B76FA9"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B76FA9" w:rsidRPr="00F02ED0" w:rsidRDefault="00B76FA9" w:rsidP="0080025F">
      <w:pPr>
        <w:ind w:firstLine="708"/>
        <w:jc w:val="both"/>
        <w:rPr>
          <w:bCs/>
          <w:sz w:val="28"/>
          <w:lang w:val="uk-UA"/>
        </w:rPr>
      </w:pPr>
      <w:r w:rsidRPr="00F02ED0">
        <w:rPr>
          <w:bCs/>
          <w:sz w:val="28"/>
          <w:lang w:val="uk-UA"/>
        </w:rPr>
        <w:t>Перевірка роботи соціальних робітників відділення соціальної допомоги.</w:t>
      </w:r>
    </w:p>
    <w:p w:rsidR="00B76FA9" w:rsidRPr="00F02ED0" w:rsidRDefault="00B76FA9" w:rsidP="0080025F">
      <w:pPr>
        <w:ind w:left="2835" w:hanging="2835"/>
        <w:jc w:val="both"/>
        <w:rPr>
          <w:bCs/>
          <w:sz w:val="28"/>
          <w:lang w:val="uk-UA"/>
        </w:rPr>
      </w:pPr>
      <w:r w:rsidRPr="00F02ED0">
        <w:rPr>
          <w:bCs/>
          <w:sz w:val="28"/>
          <w:lang w:val="uk-UA"/>
        </w:rPr>
        <w:tab/>
        <w:t>Лісна І.А., директор районного територіального центру соціального обслуговування (надання соціальних послуг)</w:t>
      </w:r>
    </w:p>
    <w:p w:rsidR="00B76FA9" w:rsidRPr="006E6DB3" w:rsidRDefault="00B76FA9" w:rsidP="0080025F">
      <w:pPr>
        <w:jc w:val="both"/>
        <w:rPr>
          <w:bCs/>
          <w:sz w:val="16"/>
          <w:szCs w:val="16"/>
          <w:lang w:val="uk-UA"/>
        </w:rPr>
      </w:pPr>
    </w:p>
    <w:p w:rsidR="00B76FA9" w:rsidRPr="006E6DB3" w:rsidRDefault="00B76FA9" w:rsidP="0080025F">
      <w:pPr>
        <w:ind w:left="2832" w:firstLine="708"/>
        <w:jc w:val="both"/>
        <w:rPr>
          <w:bCs/>
          <w:sz w:val="28"/>
          <w:lang w:val="uk-UA"/>
        </w:rPr>
      </w:pPr>
      <w:r w:rsidRPr="006E6DB3">
        <w:rPr>
          <w:bCs/>
          <w:sz w:val="28"/>
          <w:lang w:val="uk-UA"/>
        </w:rPr>
        <w:t>Щопонеділка</w:t>
      </w:r>
    </w:p>
    <w:p w:rsidR="00B76FA9" w:rsidRPr="00F02ED0" w:rsidRDefault="00B76FA9" w:rsidP="0080025F">
      <w:pPr>
        <w:jc w:val="both"/>
        <w:rPr>
          <w:bCs/>
          <w:sz w:val="28"/>
          <w:lang w:val="uk-UA"/>
        </w:rPr>
      </w:pPr>
      <w:r w:rsidRPr="006E6DB3">
        <w:rPr>
          <w:bCs/>
          <w:sz w:val="28"/>
          <w:lang w:val="uk-UA"/>
        </w:rPr>
        <w:tab/>
      </w:r>
      <w:r w:rsidRPr="00F02ED0">
        <w:rPr>
          <w:bCs/>
          <w:sz w:val="28"/>
          <w:lang w:val="uk-UA"/>
        </w:rPr>
        <w:t>Оперативні наради при голові районної державної адміністрації.</w:t>
      </w:r>
    </w:p>
    <w:p w:rsidR="00B76FA9" w:rsidRPr="00F02ED0" w:rsidRDefault="00B76FA9" w:rsidP="0080025F">
      <w:pPr>
        <w:ind w:left="2832"/>
        <w:jc w:val="both"/>
        <w:rPr>
          <w:sz w:val="28"/>
          <w:lang w:val="uk-UA"/>
        </w:rPr>
      </w:pPr>
      <w:r w:rsidRPr="00F02ED0">
        <w:rPr>
          <w:sz w:val="28"/>
          <w:lang w:val="uk-UA"/>
        </w:rPr>
        <w:t>Ломко М.О., керівник апарату районної державної адміністрації; Ярмак І.М., начальник відділу організаційної роботи та комунікацій з громадськістю апарату районної державної адміністрації</w:t>
      </w:r>
    </w:p>
    <w:p w:rsidR="00B76FA9" w:rsidRPr="00F02ED0" w:rsidRDefault="00B76FA9" w:rsidP="0080025F">
      <w:pPr>
        <w:ind w:firstLine="708"/>
        <w:jc w:val="both"/>
        <w:rPr>
          <w:sz w:val="28"/>
          <w:szCs w:val="28"/>
          <w:lang w:val="uk-UA"/>
        </w:rPr>
      </w:pPr>
      <w:r w:rsidRPr="00F02ED0">
        <w:rPr>
          <w:bCs/>
          <w:sz w:val="28"/>
          <w:lang w:val="uk-UA"/>
        </w:rPr>
        <w:t>Нарада при першому заступникові, заступникові голови, керівникові апарату районної державної адміністрації з керівниками підпорядкованих підрозділів апарату та структурних підрозділів районної державної</w:t>
      </w:r>
      <w:r w:rsidRPr="00F02ED0">
        <w:rPr>
          <w:sz w:val="28"/>
          <w:szCs w:val="28"/>
          <w:lang w:val="uk-UA"/>
        </w:rPr>
        <w:t xml:space="preserve"> </w:t>
      </w:r>
      <w:r w:rsidRPr="00F02ED0">
        <w:rPr>
          <w:bCs/>
          <w:sz w:val="28"/>
          <w:lang w:val="uk-UA"/>
        </w:rPr>
        <w:t>адміністрації з питання виконання плану роботи за попередній тиждень та планування роботи на поточний тиждень.</w:t>
      </w:r>
    </w:p>
    <w:p w:rsidR="00B76FA9" w:rsidRPr="00F02ED0" w:rsidRDefault="00B76FA9" w:rsidP="0080025F">
      <w:pPr>
        <w:ind w:left="2832" w:firstLine="3"/>
        <w:jc w:val="both"/>
        <w:rPr>
          <w:sz w:val="28"/>
          <w:lang w:val="uk-UA"/>
        </w:rPr>
      </w:pPr>
      <w:r w:rsidRPr="00F02ED0">
        <w:rPr>
          <w:bCs/>
          <w:sz w:val="28"/>
          <w:lang w:val="uk-UA"/>
        </w:rPr>
        <w:t xml:space="preserve">перший заступник, заступник голови, </w:t>
      </w:r>
      <w:r w:rsidRPr="00F02ED0">
        <w:rPr>
          <w:sz w:val="28"/>
          <w:lang w:val="uk-UA"/>
        </w:rPr>
        <w:t>керівник апарату районної державної адміністрації</w:t>
      </w:r>
    </w:p>
    <w:p w:rsidR="00B76FA9" w:rsidRPr="00F02ED0" w:rsidRDefault="00B76FA9" w:rsidP="0080025F">
      <w:pPr>
        <w:jc w:val="both"/>
        <w:rPr>
          <w:bCs/>
          <w:sz w:val="16"/>
          <w:szCs w:val="16"/>
          <w:lang w:val="uk-UA"/>
        </w:rPr>
      </w:pPr>
    </w:p>
    <w:p w:rsidR="00B76FA9" w:rsidRPr="00F02ED0" w:rsidRDefault="00B76FA9" w:rsidP="0080025F">
      <w:pPr>
        <w:ind w:left="2124" w:firstLine="708"/>
        <w:jc w:val="both"/>
        <w:rPr>
          <w:bCs/>
          <w:sz w:val="28"/>
          <w:lang w:val="uk-UA"/>
        </w:rPr>
      </w:pPr>
      <w:r w:rsidRPr="00F02ED0">
        <w:rPr>
          <w:bCs/>
          <w:sz w:val="28"/>
          <w:lang w:val="uk-UA"/>
        </w:rPr>
        <w:t>Згідно окремого графіка</w:t>
      </w:r>
    </w:p>
    <w:p w:rsidR="00B76FA9" w:rsidRPr="00F02ED0" w:rsidRDefault="00B76FA9" w:rsidP="0080025F">
      <w:pPr>
        <w:ind w:firstLine="708"/>
        <w:jc w:val="both"/>
        <w:rPr>
          <w:sz w:val="28"/>
          <w:lang w:val="uk-UA"/>
        </w:rPr>
      </w:pPr>
      <w:r w:rsidRPr="00F02ED0">
        <w:rPr>
          <w:sz w:val="28"/>
          <w:lang w:val="uk-UA"/>
        </w:rPr>
        <w:t>Засідання районної робочої групи з питань виплати заробітної плати та легалізації зайнятості населення.</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комісії по розгляду звернень громадян з питання надання населенню соціальних допомог, субсидій та пільг.</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B76FA9" w:rsidRPr="00F02ED0" w:rsidRDefault="00B76FA9" w:rsidP="00A256E9">
      <w:pPr>
        <w:ind w:firstLine="708"/>
        <w:jc w:val="both"/>
        <w:rPr>
          <w:sz w:val="28"/>
          <w:lang w:val="uk-UA"/>
        </w:rPr>
      </w:pPr>
      <w:r w:rsidRPr="00F02ED0">
        <w:rPr>
          <w:sz w:val="28"/>
          <w:lang w:val="uk-UA"/>
        </w:rPr>
        <w:t>Засідання комісії районної державної адміністрації для розгляду питань звільнення від плати за соціальне обслуговування /надання соціальних послуг) в структурних підрозділах районного територіального центру соціального обслуговування (надання соціальних послуг) громадян, що мають рідних, які повинні забезпечити їм догляд і допомогу.</w:t>
      </w:r>
    </w:p>
    <w:p w:rsidR="00B76FA9" w:rsidRPr="00F02ED0" w:rsidRDefault="00B76FA9" w:rsidP="00A256E9">
      <w:pPr>
        <w:ind w:left="2832" w:firstLine="3"/>
        <w:jc w:val="both"/>
        <w:rPr>
          <w:sz w:val="28"/>
          <w:lang w:val="uk-UA"/>
        </w:rPr>
      </w:pPr>
      <w:r w:rsidRPr="00F02ED0">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B76FA9" w:rsidRPr="00F02ED0" w:rsidRDefault="00B76FA9" w:rsidP="0080025F">
      <w:pPr>
        <w:ind w:firstLine="708"/>
        <w:jc w:val="both"/>
        <w:rPr>
          <w:sz w:val="28"/>
          <w:lang w:val="uk-UA"/>
        </w:rPr>
      </w:pPr>
      <w:r w:rsidRPr="00F02ED0">
        <w:rPr>
          <w:sz w:val="28"/>
          <w:lang w:val="uk-UA"/>
        </w:rPr>
        <w:t>Засідання районної координаційної ради з питань безпеки дорожнього руху.</w:t>
      </w:r>
    </w:p>
    <w:p w:rsidR="00B76FA9" w:rsidRPr="00F02ED0" w:rsidRDefault="00B76FA9" w:rsidP="00F35DE3">
      <w:pPr>
        <w:ind w:left="2832" w:firstLine="6"/>
        <w:jc w:val="both"/>
        <w:rPr>
          <w:sz w:val="28"/>
          <w:lang w:val="uk-UA"/>
        </w:rPr>
      </w:pPr>
      <w:r w:rsidRPr="00F02ED0">
        <w:rPr>
          <w:sz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w:t>
      </w:r>
      <w:r>
        <w:rPr>
          <w:sz w:val="28"/>
          <w:lang w:val="uk-UA"/>
        </w:rPr>
        <w:t>т</w:t>
      </w:r>
      <w:r w:rsidRPr="00F02ED0">
        <w:rPr>
          <w:sz w:val="28"/>
          <w:lang w:val="uk-UA"/>
        </w:rPr>
        <w:t>-руктури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Районні спортивні змагання.</w:t>
      </w:r>
    </w:p>
    <w:p w:rsidR="00B76FA9" w:rsidRPr="00F02ED0" w:rsidRDefault="00B76FA9"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Матвієнко С.Г., головний спеціаліст сектору молоді та спорту відділу освіти, молоді та спорту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Єдині інформаційні дні.</w:t>
      </w:r>
    </w:p>
    <w:p w:rsidR="00B76FA9" w:rsidRPr="00F02ED0" w:rsidRDefault="00B76FA9"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Засідання конкурсної комісії районної державної адміністрації.</w:t>
      </w:r>
    </w:p>
    <w:p w:rsidR="00B76FA9" w:rsidRPr="00F02ED0" w:rsidRDefault="00B76FA9" w:rsidP="0080025F">
      <w:pPr>
        <w:ind w:left="2832" w:firstLine="3"/>
        <w:jc w:val="both"/>
        <w:rPr>
          <w:sz w:val="28"/>
          <w:lang w:val="uk-UA"/>
        </w:rPr>
      </w:pPr>
      <w:r w:rsidRPr="00F02ED0">
        <w:rPr>
          <w:sz w:val="28"/>
          <w:lang w:val="uk-UA"/>
        </w:rPr>
        <w:t>Ломко М.О., керівник апарату районної державної адміністрації; Сеник О.А., завідувач сектору</w:t>
      </w:r>
      <w:r w:rsidRPr="00F02ED0">
        <w:rPr>
          <w:sz w:val="26"/>
          <w:szCs w:val="26"/>
          <w:lang w:val="uk-UA"/>
        </w:rPr>
        <w:t xml:space="preserve"> </w:t>
      </w:r>
      <w:r w:rsidRPr="00F02ED0">
        <w:rPr>
          <w:sz w:val="28"/>
          <w:szCs w:val="28"/>
          <w:lang w:val="uk-UA"/>
        </w:rPr>
        <w:t>управління персоналом</w:t>
      </w:r>
      <w:r w:rsidRPr="00F02ED0">
        <w:rPr>
          <w:sz w:val="26"/>
          <w:szCs w:val="26"/>
          <w:lang w:val="uk-UA"/>
        </w:rPr>
        <w:t xml:space="preserve"> </w:t>
      </w:r>
      <w:r w:rsidRPr="00F02ED0">
        <w:rPr>
          <w:sz w:val="28"/>
          <w:lang w:val="uk-UA"/>
        </w:rPr>
        <w:t>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Перевірка умов роботи працівників віком до 18 років на підприємствах, в установах та організаціях усіх форм власності.</w:t>
      </w:r>
    </w:p>
    <w:p w:rsidR="00B76FA9" w:rsidRPr="00F02ED0" w:rsidRDefault="00B76FA9" w:rsidP="0080025F">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начальник служби у справах дітей районної державної адміністрації </w:t>
      </w:r>
    </w:p>
    <w:p w:rsidR="00B76FA9" w:rsidRPr="00F02ED0" w:rsidRDefault="00B76FA9" w:rsidP="0080025F">
      <w:pPr>
        <w:ind w:firstLine="708"/>
        <w:jc w:val="both"/>
        <w:rPr>
          <w:sz w:val="28"/>
          <w:lang w:val="uk-UA"/>
        </w:rPr>
      </w:pPr>
      <w:r w:rsidRPr="00F02ED0">
        <w:rPr>
          <w:sz w:val="28"/>
          <w:lang w:val="uk-UA"/>
        </w:rPr>
        <w:t>Перевірка умов утримання і виховання дітей-сиріт та дітей, позбавлених батьківського піклування у сім’ях опікунів, піклувальників, дитячих будинках сімейного типу, прийомних сім’ях.</w:t>
      </w:r>
    </w:p>
    <w:p w:rsidR="00B76FA9" w:rsidRPr="00F02ED0" w:rsidRDefault="00B76FA9" w:rsidP="0080025F">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начальник служби у справах дітей районної державної адміністрації </w:t>
      </w:r>
    </w:p>
    <w:p w:rsidR="00B76FA9" w:rsidRPr="00F02ED0" w:rsidRDefault="00B76FA9" w:rsidP="00C74B88">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начальник служби у справах дітей районної державної адміністрації </w:t>
      </w:r>
    </w:p>
    <w:p w:rsidR="00B76FA9" w:rsidRPr="00F02ED0" w:rsidRDefault="00B76FA9" w:rsidP="0080025F">
      <w:pPr>
        <w:ind w:firstLine="708"/>
        <w:jc w:val="both"/>
        <w:rPr>
          <w:sz w:val="28"/>
          <w:lang w:val="uk-UA"/>
        </w:rPr>
      </w:pPr>
      <w:r w:rsidRPr="00F02ED0">
        <w:rPr>
          <w:sz w:val="28"/>
          <w:lang w:val="uk-UA"/>
        </w:rPr>
        <w:t>Перевірка стану зберігання та утримання протирадіаційних укриттів в районі.</w:t>
      </w:r>
    </w:p>
    <w:p w:rsidR="00B76FA9" w:rsidRPr="00F02ED0" w:rsidRDefault="00B76FA9" w:rsidP="0080025F">
      <w:pPr>
        <w:ind w:left="2832"/>
        <w:jc w:val="both"/>
        <w:rPr>
          <w:sz w:val="28"/>
          <w:lang w:val="uk-UA"/>
        </w:rPr>
      </w:pPr>
      <w:r w:rsidRPr="00F02ED0">
        <w:rPr>
          <w:sz w:val="28"/>
          <w:lang w:val="uk-UA"/>
        </w:rPr>
        <w:t xml:space="preserve">Левицький О.В., головний спеціаліст (з питань цивільного захисту) апарату районної державної адміністрації </w:t>
      </w:r>
    </w:p>
    <w:p w:rsidR="00B76FA9" w:rsidRPr="00F02ED0" w:rsidRDefault="00B76FA9" w:rsidP="0080025F">
      <w:pPr>
        <w:ind w:firstLine="708"/>
        <w:jc w:val="both"/>
        <w:rPr>
          <w:sz w:val="28"/>
          <w:lang w:val="uk-UA"/>
        </w:rPr>
      </w:pPr>
      <w:r w:rsidRPr="00F02ED0">
        <w:rPr>
          <w:sz w:val="28"/>
          <w:lang w:val="uk-UA"/>
        </w:rPr>
        <w:t>Контроль створення та умов роботи навчально-консультаційного пункту при сільських радах.</w:t>
      </w:r>
    </w:p>
    <w:p w:rsidR="00B76FA9" w:rsidRPr="00F02ED0" w:rsidRDefault="00B76FA9" w:rsidP="0080025F">
      <w:pPr>
        <w:ind w:left="2832"/>
        <w:jc w:val="both"/>
        <w:rPr>
          <w:sz w:val="28"/>
          <w:lang w:val="uk-UA"/>
        </w:rPr>
      </w:pPr>
      <w:r w:rsidRPr="00F02ED0">
        <w:rPr>
          <w:sz w:val="28"/>
          <w:lang w:val="uk-UA"/>
        </w:rPr>
        <w:t xml:space="preserve">Левицький О.В., головний спеціаліст (з питань цивільного захисту) апарату районної державної адміністрації </w:t>
      </w:r>
    </w:p>
    <w:p w:rsidR="00B76FA9" w:rsidRPr="00F02ED0" w:rsidRDefault="00B76FA9" w:rsidP="0080025F">
      <w:pPr>
        <w:ind w:firstLine="708"/>
        <w:jc w:val="both"/>
        <w:rPr>
          <w:sz w:val="28"/>
          <w:lang w:val="uk-UA"/>
        </w:rPr>
      </w:pPr>
      <w:r w:rsidRPr="00F02ED0">
        <w:rPr>
          <w:sz w:val="28"/>
          <w:lang w:val="uk-UA"/>
        </w:rPr>
        <w:t>Перевірка стану боєздатності сільських пожежних команд.</w:t>
      </w:r>
    </w:p>
    <w:p w:rsidR="00B76FA9" w:rsidRPr="00F02ED0" w:rsidRDefault="00B76FA9" w:rsidP="0080025F">
      <w:pPr>
        <w:ind w:left="2832"/>
        <w:jc w:val="both"/>
        <w:rPr>
          <w:sz w:val="28"/>
          <w:lang w:val="uk-UA"/>
        </w:rPr>
      </w:pPr>
      <w:r w:rsidRPr="00F02ED0">
        <w:rPr>
          <w:sz w:val="28"/>
          <w:lang w:val="uk-UA"/>
        </w:rPr>
        <w:t xml:space="preserve">Левицький О.В., головний спеціаліст (з питань цивільного захисту) апарату районної державної адміністрації </w:t>
      </w:r>
    </w:p>
    <w:p w:rsidR="00B76FA9" w:rsidRPr="00F02ED0" w:rsidRDefault="00B76FA9" w:rsidP="009A3FEA">
      <w:pPr>
        <w:ind w:firstLine="708"/>
        <w:jc w:val="both"/>
        <w:rPr>
          <w:sz w:val="28"/>
          <w:lang w:val="uk-UA"/>
        </w:rPr>
      </w:pPr>
      <w:r w:rsidRPr="00F02ED0">
        <w:rPr>
          <w:sz w:val="28"/>
          <w:lang w:val="uk-UA"/>
        </w:rPr>
        <w:t>Перевірка стану об’єктів зберігання непридатних та заборонених до використання пестицидів в районі.</w:t>
      </w:r>
    </w:p>
    <w:p w:rsidR="00B76FA9" w:rsidRPr="00F02ED0" w:rsidRDefault="00B76FA9" w:rsidP="009A3FEA">
      <w:pPr>
        <w:ind w:left="2832"/>
        <w:jc w:val="both"/>
        <w:rPr>
          <w:sz w:val="28"/>
          <w:lang w:val="uk-UA"/>
        </w:rPr>
      </w:pPr>
      <w:r w:rsidRPr="00F02ED0">
        <w:rPr>
          <w:sz w:val="28"/>
          <w:lang w:val="uk-UA"/>
        </w:rPr>
        <w:t xml:space="preserve">Левицький О.В., головний спеціаліст (з питань цивільного захисту) апарату районної державної адміністрації </w:t>
      </w:r>
    </w:p>
    <w:p w:rsidR="00B76FA9" w:rsidRPr="00F02ED0" w:rsidRDefault="00B76FA9" w:rsidP="0080025F">
      <w:pPr>
        <w:ind w:firstLine="708"/>
        <w:jc w:val="both"/>
        <w:rPr>
          <w:sz w:val="28"/>
          <w:lang w:val="uk-UA"/>
        </w:rPr>
      </w:pPr>
      <w:r w:rsidRPr="00F02ED0">
        <w:rPr>
          <w:sz w:val="28"/>
          <w:lang w:val="uk-UA"/>
        </w:rPr>
        <w:t>Проведення ярмарку- продажі сільськогосподарської продукції.</w:t>
      </w:r>
    </w:p>
    <w:p w:rsidR="00B76FA9" w:rsidRPr="00F02ED0" w:rsidRDefault="00B76FA9" w:rsidP="0080025F">
      <w:pPr>
        <w:ind w:left="2829"/>
        <w:jc w:val="both"/>
        <w:rPr>
          <w:sz w:val="28"/>
          <w:lang w:val="uk-UA"/>
        </w:rPr>
      </w:pPr>
      <w:r w:rsidRPr="00F02ED0">
        <w:rPr>
          <w:sz w:val="28"/>
          <w:lang w:val="uk-UA"/>
        </w:rPr>
        <w:tab/>
        <w:t>Гребенюк О.П., начальник управління економічного, агропромислового розвитку та торгівлі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 xml:space="preserve">Розміщення матеріалів про діяльність районної державної адміністрації для висвітлення в місцевих засобах масової інформації та на </w:t>
      </w:r>
      <w:r w:rsidRPr="00F02ED0">
        <w:rPr>
          <w:sz w:val="28"/>
          <w:szCs w:val="28"/>
          <w:lang w:val="uk-UA"/>
        </w:rPr>
        <w:t>офіційному веб-сайті районної державної адміністрації у форматі веб-порталу органів виконавчої влади Сумської області</w:t>
      </w:r>
      <w:r w:rsidRPr="00F02ED0">
        <w:rPr>
          <w:sz w:val="28"/>
          <w:lang w:val="uk-UA"/>
        </w:rPr>
        <w:t>.</w:t>
      </w:r>
    </w:p>
    <w:p w:rsidR="00B76FA9" w:rsidRPr="00F02ED0" w:rsidRDefault="00B76FA9" w:rsidP="0080025F">
      <w:pPr>
        <w:ind w:left="2835" w:hanging="3"/>
        <w:jc w:val="both"/>
        <w:rPr>
          <w:sz w:val="28"/>
          <w:szCs w:val="28"/>
          <w:lang w:val="uk-UA"/>
        </w:rPr>
      </w:pPr>
      <w:r w:rsidRPr="00F02ED0">
        <w:rPr>
          <w:sz w:val="28"/>
          <w:lang w:val="uk-UA"/>
        </w:rPr>
        <w:t>Ломко М.О., керівник апарату районної державної адміністрації;</w:t>
      </w:r>
      <w:r w:rsidRPr="00F02ED0">
        <w:rPr>
          <w:sz w:val="28"/>
          <w:szCs w:val="28"/>
          <w:lang w:val="uk-UA"/>
        </w:rPr>
        <w:t xml:space="preserve"> Руденко Л.М.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80025F">
      <w:pPr>
        <w:jc w:val="both"/>
        <w:rPr>
          <w:sz w:val="28"/>
          <w:lang w:val="uk-UA"/>
        </w:rPr>
      </w:pPr>
      <w:r w:rsidRPr="00F02ED0">
        <w:rPr>
          <w:sz w:val="28"/>
          <w:lang w:val="uk-UA"/>
        </w:rPr>
        <w:tab/>
        <w:t xml:space="preserve">Розміщення інформації на </w:t>
      </w:r>
      <w:r w:rsidRPr="00F02ED0">
        <w:rPr>
          <w:sz w:val="28"/>
          <w:szCs w:val="28"/>
          <w:lang w:val="uk-UA"/>
        </w:rPr>
        <w:t>офіційному веб-сайті районної державної адміністрації у форматі веб-порталу органів виконавчої влади Сумської області</w:t>
      </w:r>
      <w:r w:rsidRPr="00F02ED0">
        <w:rPr>
          <w:sz w:val="28"/>
          <w:lang w:val="uk-UA"/>
        </w:rPr>
        <w:t>, у тому числі оновленої інформації, передбаченої статтею 15 Закону України «Про доступ до публічної інформації».</w:t>
      </w:r>
    </w:p>
    <w:p w:rsidR="00B76FA9" w:rsidRPr="00F02ED0" w:rsidRDefault="00B76FA9" w:rsidP="0080025F">
      <w:pPr>
        <w:ind w:left="2835" w:hanging="3"/>
        <w:jc w:val="both"/>
        <w:rPr>
          <w:sz w:val="28"/>
          <w:szCs w:val="28"/>
          <w:lang w:val="uk-UA"/>
        </w:rPr>
      </w:pPr>
      <w:r w:rsidRPr="00F02ED0">
        <w:rPr>
          <w:sz w:val="28"/>
          <w:lang w:val="uk-UA"/>
        </w:rPr>
        <w:tab/>
        <w:t>Ломко М.О., керівник апарату районної державної адміністрації;</w:t>
      </w:r>
      <w:r w:rsidRPr="00F02ED0">
        <w:rPr>
          <w:sz w:val="28"/>
          <w:szCs w:val="28"/>
          <w:lang w:val="uk-UA"/>
        </w:rPr>
        <w:t xml:space="preserve"> Руденко Л.М.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B76FA9" w:rsidRPr="00F02ED0" w:rsidRDefault="00B76FA9" w:rsidP="0080025F">
      <w:pPr>
        <w:ind w:firstLine="708"/>
        <w:jc w:val="both"/>
        <w:rPr>
          <w:sz w:val="28"/>
          <w:lang w:val="uk-UA"/>
        </w:rPr>
      </w:pPr>
      <w:r w:rsidRPr="00F02ED0">
        <w:rPr>
          <w:sz w:val="28"/>
          <w:lang w:val="uk-UA"/>
        </w:rPr>
        <w:t>Прийом громадян щодо включення до Державного реєстру виборців, внесення змін до персональних даних виборців та зміни виборчої адреси у відділі ведення Державного реєстру виборців апарату районної державної адміністрації (щоденно).</w:t>
      </w:r>
    </w:p>
    <w:p w:rsidR="00B76FA9" w:rsidRPr="00F02ED0" w:rsidRDefault="00B76FA9" w:rsidP="0080025F">
      <w:pPr>
        <w:ind w:left="2832" w:firstLine="3"/>
        <w:jc w:val="both"/>
        <w:rPr>
          <w:sz w:val="28"/>
          <w:lang w:val="uk-UA"/>
        </w:rPr>
      </w:pPr>
      <w:r w:rsidRPr="00F02ED0">
        <w:rPr>
          <w:sz w:val="28"/>
          <w:lang w:val="uk-UA"/>
        </w:rPr>
        <w:t>Куріпко В.В., начальник відділу ведення Державного реєстру виборців апарату районної державної адміністрації</w:t>
      </w:r>
    </w:p>
    <w:p w:rsidR="00B76FA9" w:rsidRPr="00F02ED0" w:rsidRDefault="00B76FA9" w:rsidP="0080025F">
      <w:pPr>
        <w:jc w:val="both"/>
        <w:rPr>
          <w:sz w:val="28"/>
          <w:lang w:val="uk-UA"/>
        </w:rPr>
      </w:pPr>
      <w:r w:rsidRPr="00F02ED0">
        <w:rPr>
          <w:sz w:val="28"/>
          <w:lang w:val="uk-UA"/>
        </w:rPr>
        <w:tab/>
        <w:t>Надання</w:t>
      </w:r>
      <w:r w:rsidRPr="00F02ED0">
        <w:rPr>
          <w:b/>
          <w:sz w:val="28"/>
          <w:lang w:val="uk-UA"/>
        </w:rPr>
        <w:t xml:space="preserve"> </w:t>
      </w:r>
      <w:r w:rsidRPr="00F02ED0">
        <w:rPr>
          <w:sz w:val="28"/>
          <w:lang w:val="uk-UA"/>
        </w:rPr>
        <w:t>безоплатної первинної правової допомоги.</w:t>
      </w:r>
    </w:p>
    <w:p w:rsidR="00B76FA9" w:rsidRPr="00F02ED0" w:rsidRDefault="00B76FA9" w:rsidP="0080025F">
      <w:pPr>
        <w:ind w:left="2832" w:firstLine="3"/>
        <w:jc w:val="both"/>
        <w:rPr>
          <w:sz w:val="28"/>
          <w:lang w:val="uk-UA"/>
        </w:rPr>
      </w:pPr>
      <w:r w:rsidRPr="00F02ED0">
        <w:rPr>
          <w:sz w:val="28"/>
          <w:lang w:val="uk-UA"/>
        </w:rPr>
        <w:t>Дяченко О.А., начальник юридичного відділу апарату районної державної адміністрації</w:t>
      </w:r>
    </w:p>
    <w:p w:rsidR="00B76FA9" w:rsidRPr="0084127B" w:rsidRDefault="00B76FA9" w:rsidP="0080025F">
      <w:pPr>
        <w:jc w:val="both"/>
        <w:rPr>
          <w:color w:val="FF0000"/>
          <w:sz w:val="16"/>
          <w:szCs w:val="16"/>
          <w:lang w:val="uk-UA"/>
        </w:rPr>
      </w:pPr>
    </w:p>
    <w:p w:rsidR="00B76FA9" w:rsidRPr="00B64698" w:rsidRDefault="00B76FA9" w:rsidP="0080025F">
      <w:pPr>
        <w:jc w:val="both"/>
        <w:rPr>
          <w:sz w:val="16"/>
          <w:szCs w:val="16"/>
          <w:lang w:val="uk-UA"/>
        </w:rPr>
      </w:pPr>
    </w:p>
    <w:p w:rsidR="00B76FA9" w:rsidRPr="001B52AF" w:rsidRDefault="00B76FA9" w:rsidP="0080025F">
      <w:pPr>
        <w:jc w:val="both"/>
        <w:rPr>
          <w:b/>
          <w:sz w:val="28"/>
          <w:lang w:val="uk-UA"/>
        </w:rPr>
      </w:pPr>
      <w:r w:rsidRPr="001B52AF">
        <w:rPr>
          <w:b/>
          <w:sz w:val="28"/>
          <w:lang w:val="uk-UA"/>
        </w:rPr>
        <w:t>Керівник апарату Роменської</w:t>
      </w:r>
    </w:p>
    <w:p w:rsidR="00B76FA9" w:rsidRDefault="00B76FA9" w:rsidP="0080025F">
      <w:pPr>
        <w:jc w:val="both"/>
        <w:rPr>
          <w:b/>
          <w:sz w:val="28"/>
          <w:lang w:val="uk-UA"/>
        </w:rPr>
      </w:pPr>
      <w:r w:rsidRPr="001B52AF">
        <w:rPr>
          <w:b/>
          <w:sz w:val="28"/>
          <w:lang w:val="uk-UA"/>
        </w:rPr>
        <w:t>районної державної адміністрації</w:t>
      </w:r>
      <w:r>
        <w:rPr>
          <w:b/>
          <w:sz w:val="28"/>
          <w:lang w:val="uk-UA"/>
        </w:rPr>
        <w:tab/>
      </w:r>
      <w:r>
        <w:rPr>
          <w:b/>
          <w:sz w:val="28"/>
          <w:lang w:val="uk-UA"/>
        </w:rPr>
        <w:tab/>
      </w:r>
      <w:r>
        <w:rPr>
          <w:b/>
          <w:sz w:val="28"/>
          <w:lang w:val="uk-UA"/>
        </w:rPr>
        <w:tab/>
      </w:r>
      <w:r>
        <w:rPr>
          <w:b/>
          <w:sz w:val="28"/>
          <w:lang w:val="uk-UA"/>
        </w:rPr>
        <w:tab/>
      </w:r>
      <w:r>
        <w:rPr>
          <w:b/>
          <w:sz w:val="28"/>
          <w:lang w:val="uk-UA"/>
        </w:rPr>
        <w:tab/>
        <w:t>М.О.Ломко</w:t>
      </w:r>
    </w:p>
    <w:p w:rsidR="00B76FA9" w:rsidRDefault="00B76FA9" w:rsidP="0080025F">
      <w:pPr>
        <w:jc w:val="both"/>
        <w:rPr>
          <w:b/>
          <w:sz w:val="28"/>
          <w:lang w:val="uk-UA"/>
        </w:rPr>
      </w:pPr>
    </w:p>
    <w:p w:rsidR="00B76FA9" w:rsidRPr="00B24427" w:rsidRDefault="00B76FA9" w:rsidP="0080025F">
      <w:pPr>
        <w:jc w:val="both"/>
        <w:rPr>
          <w:b/>
          <w:sz w:val="28"/>
          <w:lang w:val="uk-UA"/>
        </w:rPr>
      </w:pPr>
      <w:r w:rsidRPr="00784226">
        <w:rPr>
          <w:b/>
          <w:sz w:val="28"/>
          <w:lang w:val="uk-UA"/>
        </w:rPr>
        <w:t xml:space="preserve">Начальник відділу </w:t>
      </w:r>
      <w:r w:rsidRPr="00B24427">
        <w:rPr>
          <w:b/>
          <w:sz w:val="28"/>
          <w:lang w:val="uk-UA"/>
        </w:rPr>
        <w:t xml:space="preserve">організаційної </w:t>
      </w:r>
    </w:p>
    <w:p w:rsidR="00B76FA9" w:rsidRDefault="00B76FA9" w:rsidP="0080025F">
      <w:pPr>
        <w:jc w:val="both"/>
        <w:rPr>
          <w:b/>
          <w:sz w:val="28"/>
          <w:lang w:val="uk-UA"/>
        </w:rPr>
      </w:pPr>
      <w:r w:rsidRPr="00784226">
        <w:rPr>
          <w:b/>
          <w:sz w:val="28"/>
          <w:lang w:val="uk-UA"/>
        </w:rPr>
        <w:t xml:space="preserve">роботи </w:t>
      </w:r>
      <w:r>
        <w:rPr>
          <w:b/>
          <w:sz w:val="28"/>
          <w:lang w:val="uk-UA"/>
        </w:rPr>
        <w:t>та комунікацій з громадсь-</w:t>
      </w:r>
    </w:p>
    <w:p w:rsidR="00B76FA9" w:rsidRPr="00784226" w:rsidRDefault="00B76FA9" w:rsidP="0080025F">
      <w:pPr>
        <w:jc w:val="both"/>
        <w:rPr>
          <w:b/>
          <w:sz w:val="28"/>
          <w:lang w:val="uk-UA"/>
        </w:rPr>
      </w:pPr>
      <w:r>
        <w:rPr>
          <w:b/>
          <w:sz w:val="28"/>
          <w:lang w:val="uk-UA"/>
        </w:rPr>
        <w:t xml:space="preserve">кістю </w:t>
      </w:r>
      <w:r w:rsidRPr="00784226">
        <w:rPr>
          <w:b/>
          <w:sz w:val="28"/>
          <w:lang w:val="uk-UA"/>
        </w:rPr>
        <w:t xml:space="preserve">апарату Роменської районної </w:t>
      </w:r>
    </w:p>
    <w:p w:rsidR="00B76FA9" w:rsidRDefault="00B76FA9" w:rsidP="0080025F">
      <w:pPr>
        <w:jc w:val="both"/>
        <w:rPr>
          <w:bCs/>
          <w:sz w:val="28"/>
          <w:lang w:val="uk-UA"/>
        </w:rPr>
      </w:pPr>
      <w:r w:rsidRPr="00784226">
        <w:rPr>
          <w:b/>
          <w:sz w:val="28"/>
          <w:lang w:val="uk-UA"/>
        </w:rPr>
        <w:t>державної адміністрації</w:t>
      </w:r>
      <w:r w:rsidRPr="00784226">
        <w:rPr>
          <w:b/>
          <w:sz w:val="28"/>
          <w:lang w:val="uk-UA"/>
        </w:rPr>
        <w:tab/>
      </w:r>
      <w:r w:rsidRPr="00784226">
        <w:rPr>
          <w:b/>
          <w:sz w:val="28"/>
          <w:lang w:val="uk-UA"/>
        </w:rPr>
        <w:tab/>
      </w:r>
      <w:r w:rsidRPr="00784226">
        <w:rPr>
          <w:b/>
          <w:sz w:val="28"/>
          <w:lang w:val="uk-UA"/>
        </w:rPr>
        <w:tab/>
      </w:r>
      <w:r w:rsidRPr="00784226">
        <w:rPr>
          <w:b/>
          <w:sz w:val="28"/>
          <w:lang w:val="uk-UA"/>
        </w:rPr>
        <w:tab/>
      </w:r>
      <w:r w:rsidRPr="00784226">
        <w:rPr>
          <w:b/>
          <w:sz w:val="28"/>
          <w:lang w:val="uk-UA"/>
        </w:rPr>
        <w:tab/>
      </w:r>
      <w:r w:rsidRPr="00784226">
        <w:rPr>
          <w:b/>
          <w:sz w:val="28"/>
          <w:lang w:val="uk-UA"/>
        </w:rPr>
        <w:tab/>
        <w:t>І.М.Я</w:t>
      </w:r>
      <w:r>
        <w:rPr>
          <w:b/>
          <w:sz w:val="28"/>
          <w:lang w:val="uk-UA"/>
        </w:rPr>
        <w:t>рмак</w:t>
      </w:r>
    </w:p>
    <w:p w:rsidR="00B76FA9" w:rsidRDefault="00B76FA9" w:rsidP="007A4D13">
      <w:pPr>
        <w:jc w:val="both"/>
        <w:rPr>
          <w:bCs/>
          <w:sz w:val="28"/>
          <w:lang w:val="uk-UA"/>
        </w:rPr>
      </w:pPr>
    </w:p>
    <w:sectPr w:rsidR="00B76FA9" w:rsidSect="002D77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FA9" w:rsidRDefault="00B76FA9" w:rsidP="003F6480">
      <w:r>
        <w:separator/>
      </w:r>
    </w:p>
  </w:endnote>
  <w:endnote w:type="continuationSeparator" w:id="0">
    <w:p w:rsidR="00B76FA9" w:rsidRDefault="00B76FA9" w:rsidP="003F6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FA9" w:rsidRDefault="00B76FA9" w:rsidP="003F6480">
      <w:r>
        <w:separator/>
      </w:r>
    </w:p>
  </w:footnote>
  <w:footnote w:type="continuationSeparator" w:id="0">
    <w:p w:rsidR="00B76FA9" w:rsidRDefault="00B76FA9" w:rsidP="003F64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FA9" w:rsidRDefault="00B76FA9">
    <w:pPr>
      <w:pStyle w:val="Header"/>
      <w:jc w:val="center"/>
    </w:pPr>
    <w:fldSimple w:instr=" PAGE   \* MERGEFORMAT ">
      <w:r>
        <w:rPr>
          <w:noProof/>
        </w:rPr>
        <w:t>47</w:t>
      </w:r>
    </w:fldSimple>
  </w:p>
  <w:p w:rsidR="00B76FA9" w:rsidRDefault="00B76F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1C7"/>
    <w:multiLevelType w:val="hybridMultilevel"/>
    <w:tmpl w:val="D76AA48C"/>
    <w:lvl w:ilvl="0" w:tplc="08BA24D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F42315"/>
    <w:multiLevelType w:val="hybridMultilevel"/>
    <w:tmpl w:val="F9D043C4"/>
    <w:lvl w:ilvl="0" w:tplc="63C6FA2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4A4C22"/>
    <w:multiLevelType w:val="hybridMultilevel"/>
    <w:tmpl w:val="A840261A"/>
    <w:lvl w:ilvl="0" w:tplc="7EE816C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22683A7E"/>
    <w:multiLevelType w:val="hybridMultilevel"/>
    <w:tmpl w:val="537C2598"/>
    <w:lvl w:ilvl="0" w:tplc="C9F2FFEA">
      <w:numFmt w:val="bullet"/>
      <w:lvlText w:val="-"/>
      <w:lvlJc w:val="left"/>
      <w:pPr>
        <w:tabs>
          <w:tab w:val="num" w:pos="1428"/>
        </w:tabs>
        <w:ind w:left="1428" w:hanging="360"/>
      </w:pPr>
      <w:rPr>
        <w:rFonts w:ascii="Times New Roman" w:eastAsia="Times New Roman" w:hAnsi="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2540487D"/>
    <w:multiLevelType w:val="hybridMultilevel"/>
    <w:tmpl w:val="69E2663E"/>
    <w:lvl w:ilvl="0" w:tplc="512455F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745FDF"/>
    <w:multiLevelType w:val="hybridMultilevel"/>
    <w:tmpl w:val="D9CCE4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A934C2E"/>
    <w:multiLevelType w:val="hybridMultilevel"/>
    <w:tmpl w:val="1A022586"/>
    <w:lvl w:ilvl="0" w:tplc="015EEA4C">
      <w:numFmt w:val="bullet"/>
      <w:lvlText w:val="-"/>
      <w:lvlJc w:val="left"/>
      <w:pPr>
        <w:tabs>
          <w:tab w:val="num" w:pos="3705"/>
        </w:tabs>
        <w:ind w:left="3705" w:hanging="1215"/>
      </w:pPr>
      <w:rPr>
        <w:rFonts w:ascii="Times New Roman" w:eastAsia="Times New Roman" w:hAnsi="Times New Roman" w:hint="default"/>
      </w:rPr>
    </w:lvl>
    <w:lvl w:ilvl="1" w:tplc="04190003" w:tentative="1">
      <w:start w:val="1"/>
      <w:numFmt w:val="bullet"/>
      <w:lvlText w:val="o"/>
      <w:lvlJc w:val="left"/>
      <w:pPr>
        <w:tabs>
          <w:tab w:val="num" w:pos="3570"/>
        </w:tabs>
        <w:ind w:left="3570" w:hanging="360"/>
      </w:pPr>
      <w:rPr>
        <w:rFonts w:ascii="Courier New" w:hAnsi="Courier New" w:hint="default"/>
      </w:rPr>
    </w:lvl>
    <w:lvl w:ilvl="2" w:tplc="04190005" w:tentative="1">
      <w:start w:val="1"/>
      <w:numFmt w:val="bullet"/>
      <w:lvlText w:val=""/>
      <w:lvlJc w:val="left"/>
      <w:pPr>
        <w:tabs>
          <w:tab w:val="num" w:pos="4290"/>
        </w:tabs>
        <w:ind w:left="4290" w:hanging="360"/>
      </w:pPr>
      <w:rPr>
        <w:rFonts w:ascii="Wingdings" w:hAnsi="Wingdings" w:hint="default"/>
      </w:rPr>
    </w:lvl>
    <w:lvl w:ilvl="3" w:tplc="04190001" w:tentative="1">
      <w:start w:val="1"/>
      <w:numFmt w:val="bullet"/>
      <w:lvlText w:val=""/>
      <w:lvlJc w:val="left"/>
      <w:pPr>
        <w:tabs>
          <w:tab w:val="num" w:pos="5010"/>
        </w:tabs>
        <w:ind w:left="5010" w:hanging="360"/>
      </w:pPr>
      <w:rPr>
        <w:rFonts w:ascii="Symbol" w:hAnsi="Symbol" w:hint="default"/>
      </w:rPr>
    </w:lvl>
    <w:lvl w:ilvl="4" w:tplc="04190003" w:tentative="1">
      <w:start w:val="1"/>
      <w:numFmt w:val="bullet"/>
      <w:lvlText w:val="o"/>
      <w:lvlJc w:val="left"/>
      <w:pPr>
        <w:tabs>
          <w:tab w:val="num" w:pos="5730"/>
        </w:tabs>
        <w:ind w:left="5730" w:hanging="360"/>
      </w:pPr>
      <w:rPr>
        <w:rFonts w:ascii="Courier New" w:hAnsi="Courier New" w:hint="default"/>
      </w:rPr>
    </w:lvl>
    <w:lvl w:ilvl="5" w:tplc="04190005" w:tentative="1">
      <w:start w:val="1"/>
      <w:numFmt w:val="bullet"/>
      <w:lvlText w:val=""/>
      <w:lvlJc w:val="left"/>
      <w:pPr>
        <w:tabs>
          <w:tab w:val="num" w:pos="6450"/>
        </w:tabs>
        <w:ind w:left="6450" w:hanging="360"/>
      </w:pPr>
      <w:rPr>
        <w:rFonts w:ascii="Wingdings" w:hAnsi="Wingdings" w:hint="default"/>
      </w:rPr>
    </w:lvl>
    <w:lvl w:ilvl="6" w:tplc="04190001" w:tentative="1">
      <w:start w:val="1"/>
      <w:numFmt w:val="bullet"/>
      <w:lvlText w:val=""/>
      <w:lvlJc w:val="left"/>
      <w:pPr>
        <w:tabs>
          <w:tab w:val="num" w:pos="7170"/>
        </w:tabs>
        <w:ind w:left="7170" w:hanging="360"/>
      </w:pPr>
      <w:rPr>
        <w:rFonts w:ascii="Symbol" w:hAnsi="Symbol" w:hint="default"/>
      </w:rPr>
    </w:lvl>
    <w:lvl w:ilvl="7" w:tplc="04190003" w:tentative="1">
      <w:start w:val="1"/>
      <w:numFmt w:val="bullet"/>
      <w:lvlText w:val="o"/>
      <w:lvlJc w:val="left"/>
      <w:pPr>
        <w:tabs>
          <w:tab w:val="num" w:pos="7890"/>
        </w:tabs>
        <w:ind w:left="7890" w:hanging="360"/>
      </w:pPr>
      <w:rPr>
        <w:rFonts w:ascii="Courier New" w:hAnsi="Courier New" w:hint="default"/>
      </w:rPr>
    </w:lvl>
    <w:lvl w:ilvl="8" w:tplc="04190005" w:tentative="1">
      <w:start w:val="1"/>
      <w:numFmt w:val="bullet"/>
      <w:lvlText w:val=""/>
      <w:lvlJc w:val="left"/>
      <w:pPr>
        <w:tabs>
          <w:tab w:val="num" w:pos="8610"/>
        </w:tabs>
        <w:ind w:left="8610" w:hanging="360"/>
      </w:pPr>
      <w:rPr>
        <w:rFonts w:ascii="Wingdings" w:hAnsi="Wingdings" w:hint="default"/>
      </w:rPr>
    </w:lvl>
  </w:abstractNum>
  <w:abstractNum w:abstractNumId="7">
    <w:nsid w:val="3FEF660D"/>
    <w:multiLevelType w:val="hybridMultilevel"/>
    <w:tmpl w:val="F1803F5C"/>
    <w:lvl w:ilvl="0" w:tplc="E634207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131C6B"/>
    <w:multiLevelType w:val="hybridMultilevel"/>
    <w:tmpl w:val="D2640636"/>
    <w:lvl w:ilvl="0" w:tplc="AB4C206A">
      <w:start w:val="17"/>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932049"/>
    <w:multiLevelType w:val="hybridMultilevel"/>
    <w:tmpl w:val="35903B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BD863C3"/>
    <w:multiLevelType w:val="hybridMultilevel"/>
    <w:tmpl w:val="084E0AD6"/>
    <w:lvl w:ilvl="0" w:tplc="1916C51A">
      <w:start w:val="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D21B9F"/>
    <w:multiLevelType w:val="hybridMultilevel"/>
    <w:tmpl w:val="DA601294"/>
    <w:lvl w:ilvl="0" w:tplc="336643AC">
      <w:start w:val="1"/>
      <w:numFmt w:val="decimal"/>
      <w:lvlText w:val="%1."/>
      <w:lvlJc w:val="left"/>
      <w:pPr>
        <w:tabs>
          <w:tab w:val="num" w:pos="1065"/>
        </w:tabs>
        <w:ind w:left="1065" w:hanging="360"/>
      </w:pPr>
      <w:rPr>
        <w:rFonts w:cs="Times New Roman" w:hint="default"/>
        <w:b/>
      </w:rPr>
    </w:lvl>
    <w:lvl w:ilvl="1" w:tplc="36C6B290">
      <w:numFmt w:val="none"/>
      <w:lvlText w:val=""/>
      <w:lvlJc w:val="left"/>
      <w:pPr>
        <w:tabs>
          <w:tab w:val="num" w:pos="360"/>
        </w:tabs>
      </w:pPr>
      <w:rPr>
        <w:rFonts w:cs="Times New Roman"/>
      </w:rPr>
    </w:lvl>
    <w:lvl w:ilvl="2" w:tplc="D6168746">
      <w:numFmt w:val="none"/>
      <w:lvlText w:val=""/>
      <w:lvlJc w:val="left"/>
      <w:pPr>
        <w:tabs>
          <w:tab w:val="num" w:pos="360"/>
        </w:tabs>
      </w:pPr>
      <w:rPr>
        <w:rFonts w:cs="Times New Roman"/>
      </w:rPr>
    </w:lvl>
    <w:lvl w:ilvl="3" w:tplc="31142830">
      <w:numFmt w:val="none"/>
      <w:lvlText w:val=""/>
      <w:lvlJc w:val="left"/>
      <w:pPr>
        <w:tabs>
          <w:tab w:val="num" w:pos="360"/>
        </w:tabs>
      </w:pPr>
      <w:rPr>
        <w:rFonts w:cs="Times New Roman"/>
      </w:rPr>
    </w:lvl>
    <w:lvl w:ilvl="4" w:tplc="26AC13CA">
      <w:numFmt w:val="none"/>
      <w:lvlText w:val=""/>
      <w:lvlJc w:val="left"/>
      <w:pPr>
        <w:tabs>
          <w:tab w:val="num" w:pos="360"/>
        </w:tabs>
      </w:pPr>
      <w:rPr>
        <w:rFonts w:cs="Times New Roman"/>
      </w:rPr>
    </w:lvl>
    <w:lvl w:ilvl="5" w:tplc="A50093AE">
      <w:numFmt w:val="none"/>
      <w:lvlText w:val=""/>
      <w:lvlJc w:val="left"/>
      <w:pPr>
        <w:tabs>
          <w:tab w:val="num" w:pos="360"/>
        </w:tabs>
      </w:pPr>
      <w:rPr>
        <w:rFonts w:cs="Times New Roman"/>
      </w:rPr>
    </w:lvl>
    <w:lvl w:ilvl="6" w:tplc="0092414C">
      <w:numFmt w:val="none"/>
      <w:lvlText w:val=""/>
      <w:lvlJc w:val="left"/>
      <w:pPr>
        <w:tabs>
          <w:tab w:val="num" w:pos="360"/>
        </w:tabs>
      </w:pPr>
      <w:rPr>
        <w:rFonts w:cs="Times New Roman"/>
      </w:rPr>
    </w:lvl>
    <w:lvl w:ilvl="7" w:tplc="4B021330">
      <w:numFmt w:val="none"/>
      <w:lvlText w:val=""/>
      <w:lvlJc w:val="left"/>
      <w:pPr>
        <w:tabs>
          <w:tab w:val="num" w:pos="360"/>
        </w:tabs>
      </w:pPr>
      <w:rPr>
        <w:rFonts w:cs="Times New Roman"/>
      </w:rPr>
    </w:lvl>
    <w:lvl w:ilvl="8" w:tplc="5E1CD130">
      <w:numFmt w:val="none"/>
      <w:lvlText w:val=""/>
      <w:lvlJc w:val="left"/>
      <w:pPr>
        <w:tabs>
          <w:tab w:val="num" w:pos="360"/>
        </w:tabs>
      </w:pPr>
      <w:rPr>
        <w:rFonts w:cs="Times New Roman"/>
      </w:rPr>
    </w:lvl>
  </w:abstractNum>
  <w:abstractNum w:abstractNumId="12">
    <w:nsid w:val="60FD14CF"/>
    <w:multiLevelType w:val="hybridMultilevel"/>
    <w:tmpl w:val="3DA698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46E1D1D"/>
    <w:multiLevelType w:val="hybridMultilevel"/>
    <w:tmpl w:val="8954E4CA"/>
    <w:lvl w:ilvl="0" w:tplc="11DA2714">
      <w:start w:val="26"/>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B34E6F"/>
    <w:multiLevelType w:val="hybridMultilevel"/>
    <w:tmpl w:val="914EEE4C"/>
    <w:lvl w:ilvl="0" w:tplc="298A1D9E">
      <w:start w:val="2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B444B8C"/>
    <w:multiLevelType w:val="hybridMultilevel"/>
    <w:tmpl w:val="D70A4670"/>
    <w:lvl w:ilvl="0" w:tplc="08B2F2C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8230C3"/>
    <w:multiLevelType w:val="hybridMultilevel"/>
    <w:tmpl w:val="B93CB2D4"/>
    <w:lvl w:ilvl="0" w:tplc="F57EA51C">
      <w:start w:val="1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EC78A9"/>
    <w:multiLevelType w:val="hybridMultilevel"/>
    <w:tmpl w:val="A5B219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E8761FE"/>
    <w:multiLevelType w:val="hybridMultilevel"/>
    <w:tmpl w:val="E4DC7078"/>
    <w:lvl w:ilvl="0" w:tplc="C1684D40">
      <w:start w:val="5"/>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7"/>
  </w:num>
  <w:num w:numId="2">
    <w:abstractNumId w:val="5"/>
  </w:num>
  <w:num w:numId="3">
    <w:abstractNumId w:val="8"/>
  </w:num>
  <w:num w:numId="4">
    <w:abstractNumId w:val="6"/>
  </w:num>
  <w:num w:numId="5">
    <w:abstractNumId w:val="3"/>
  </w:num>
  <w:num w:numId="6">
    <w:abstractNumId w:val="11"/>
  </w:num>
  <w:num w:numId="7">
    <w:abstractNumId w:val="2"/>
  </w:num>
  <w:num w:numId="8">
    <w:abstractNumId w:val="18"/>
  </w:num>
  <w:num w:numId="9">
    <w:abstractNumId w:val="10"/>
  </w:num>
  <w:num w:numId="10">
    <w:abstractNumId w:val="16"/>
  </w:num>
  <w:num w:numId="11">
    <w:abstractNumId w:val="12"/>
  </w:num>
  <w:num w:numId="12">
    <w:abstractNumId w:val="14"/>
  </w:num>
  <w:num w:numId="13">
    <w:abstractNumId w:val="13"/>
  </w:num>
  <w:num w:numId="14">
    <w:abstractNumId w:val="0"/>
  </w:num>
  <w:num w:numId="15">
    <w:abstractNumId w:val="1"/>
  </w:num>
  <w:num w:numId="16">
    <w:abstractNumId w:val="4"/>
  </w:num>
  <w:num w:numId="17">
    <w:abstractNumId w:val="7"/>
  </w:num>
  <w:num w:numId="18">
    <w:abstractNumId w:val="15"/>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A46"/>
    <w:rsid w:val="00000EAE"/>
    <w:rsid w:val="000015F3"/>
    <w:rsid w:val="000027DE"/>
    <w:rsid w:val="00002DD5"/>
    <w:rsid w:val="00003021"/>
    <w:rsid w:val="00003493"/>
    <w:rsid w:val="00003512"/>
    <w:rsid w:val="0000357A"/>
    <w:rsid w:val="00003D2D"/>
    <w:rsid w:val="00004267"/>
    <w:rsid w:val="00004DC9"/>
    <w:rsid w:val="0000574B"/>
    <w:rsid w:val="00005ABA"/>
    <w:rsid w:val="00005CFF"/>
    <w:rsid w:val="0000630E"/>
    <w:rsid w:val="00007104"/>
    <w:rsid w:val="000078B6"/>
    <w:rsid w:val="00011392"/>
    <w:rsid w:val="00011B61"/>
    <w:rsid w:val="00011C31"/>
    <w:rsid w:val="00012832"/>
    <w:rsid w:val="00015C1A"/>
    <w:rsid w:val="00015E1E"/>
    <w:rsid w:val="00016735"/>
    <w:rsid w:val="00017B03"/>
    <w:rsid w:val="00017E18"/>
    <w:rsid w:val="00020875"/>
    <w:rsid w:val="000213F0"/>
    <w:rsid w:val="000218F4"/>
    <w:rsid w:val="0002202F"/>
    <w:rsid w:val="00022048"/>
    <w:rsid w:val="000227B3"/>
    <w:rsid w:val="000236D7"/>
    <w:rsid w:val="00024439"/>
    <w:rsid w:val="00024650"/>
    <w:rsid w:val="00024A8A"/>
    <w:rsid w:val="00025DC5"/>
    <w:rsid w:val="0002618F"/>
    <w:rsid w:val="00026BB6"/>
    <w:rsid w:val="00027527"/>
    <w:rsid w:val="000304F1"/>
    <w:rsid w:val="000308FC"/>
    <w:rsid w:val="00034791"/>
    <w:rsid w:val="00035EC6"/>
    <w:rsid w:val="00036C8D"/>
    <w:rsid w:val="00037C0F"/>
    <w:rsid w:val="00040414"/>
    <w:rsid w:val="000413B1"/>
    <w:rsid w:val="0004269D"/>
    <w:rsid w:val="00042D80"/>
    <w:rsid w:val="000449A3"/>
    <w:rsid w:val="00044BE5"/>
    <w:rsid w:val="00044EC5"/>
    <w:rsid w:val="000453A2"/>
    <w:rsid w:val="00046382"/>
    <w:rsid w:val="00046547"/>
    <w:rsid w:val="000477B3"/>
    <w:rsid w:val="000500C8"/>
    <w:rsid w:val="00050DBD"/>
    <w:rsid w:val="0005118E"/>
    <w:rsid w:val="00051B93"/>
    <w:rsid w:val="00051E9F"/>
    <w:rsid w:val="00053363"/>
    <w:rsid w:val="0005365E"/>
    <w:rsid w:val="00053B1B"/>
    <w:rsid w:val="00053FC5"/>
    <w:rsid w:val="00054737"/>
    <w:rsid w:val="000560B1"/>
    <w:rsid w:val="000560F9"/>
    <w:rsid w:val="00056846"/>
    <w:rsid w:val="00056858"/>
    <w:rsid w:val="00057637"/>
    <w:rsid w:val="00061B7B"/>
    <w:rsid w:val="00062E8C"/>
    <w:rsid w:val="00062F62"/>
    <w:rsid w:val="00063639"/>
    <w:rsid w:val="000648ED"/>
    <w:rsid w:val="00066896"/>
    <w:rsid w:val="00066FB6"/>
    <w:rsid w:val="0006740D"/>
    <w:rsid w:val="0007154E"/>
    <w:rsid w:val="00071CBC"/>
    <w:rsid w:val="00072227"/>
    <w:rsid w:val="00072735"/>
    <w:rsid w:val="00072A0E"/>
    <w:rsid w:val="00072A1F"/>
    <w:rsid w:val="00073B4A"/>
    <w:rsid w:val="000741F3"/>
    <w:rsid w:val="000746F0"/>
    <w:rsid w:val="000758E5"/>
    <w:rsid w:val="00076AC6"/>
    <w:rsid w:val="0007731A"/>
    <w:rsid w:val="00077602"/>
    <w:rsid w:val="00077D51"/>
    <w:rsid w:val="00077DEB"/>
    <w:rsid w:val="00077EFF"/>
    <w:rsid w:val="00080EA1"/>
    <w:rsid w:val="00080EE2"/>
    <w:rsid w:val="00081CC1"/>
    <w:rsid w:val="00081D55"/>
    <w:rsid w:val="00082ED3"/>
    <w:rsid w:val="0008339F"/>
    <w:rsid w:val="00083454"/>
    <w:rsid w:val="00083AFA"/>
    <w:rsid w:val="00087701"/>
    <w:rsid w:val="00087A2D"/>
    <w:rsid w:val="00090001"/>
    <w:rsid w:val="00091356"/>
    <w:rsid w:val="00092DBC"/>
    <w:rsid w:val="000932A7"/>
    <w:rsid w:val="000933DC"/>
    <w:rsid w:val="00093DBA"/>
    <w:rsid w:val="00094777"/>
    <w:rsid w:val="00095C7D"/>
    <w:rsid w:val="00096BAE"/>
    <w:rsid w:val="00097604"/>
    <w:rsid w:val="00097CD8"/>
    <w:rsid w:val="000A17AA"/>
    <w:rsid w:val="000A1AEB"/>
    <w:rsid w:val="000A1CBA"/>
    <w:rsid w:val="000A1DC7"/>
    <w:rsid w:val="000A20F0"/>
    <w:rsid w:val="000A2596"/>
    <w:rsid w:val="000A38FD"/>
    <w:rsid w:val="000A56D0"/>
    <w:rsid w:val="000A62F3"/>
    <w:rsid w:val="000A6A92"/>
    <w:rsid w:val="000A6F39"/>
    <w:rsid w:val="000A77DE"/>
    <w:rsid w:val="000B00FD"/>
    <w:rsid w:val="000B078D"/>
    <w:rsid w:val="000B08A2"/>
    <w:rsid w:val="000B0B83"/>
    <w:rsid w:val="000B1ACA"/>
    <w:rsid w:val="000B29C0"/>
    <w:rsid w:val="000B3548"/>
    <w:rsid w:val="000B3923"/>
    <w:rsid w:val="000B3C79"/>
    <w:rsid w:val="000B4287"/>
    <w:rsid w:val="000B5C76"/>
    <w:rsid w:val="000B60CC"/>
    <w:rsid w:val="000B76A4"/>
    <w:rsid w:val="000B78EF"/>
    <w:rsid w:val="000B7BC8"/>
    <w:rsid w:val="000C04EE"/>
    <w:rsid w:val="000C0ABF"/>
    <w:rsid w:val="000C0EBD"/>
    <w:rsid w:val="000C10A2"/>
    <w:rsid w:val="000C13DD"/>
    <w:rsid w:val="000C2325"/>
    <w:rsid w:val="000C2C90"/>
    <w:rsid w:val="000C3553"/>
    <w:rsid w:val="000C3A48"/>
    <w:rsid w:val="000C438B"/>
    <w:rsid w:val="000C48AF"/>
    <w:rsid w:val="000C52A8"/>
    <w:rsid w:val="000C5C8A"/>
    <w:rsid w:val="000C6C24"/>
    <w:rsid w:val="000D070F"/>
    <w:rsid w:val="000D0DC3"/>
    <w:rsid w:val="000D100F"/>
    <w:rsid w:val="000D3317"/>
    <w:rsid w:val="000D33D9"/>
    <w:rsid w:val="000D48C9"/>
    <w:rsid w:val="000D4C07"/>
    <w:rsid w:val="000D591A"/>
    <w:rsid w:val="000D6FB0"/>
    <w:rsid w:val="000E062A"/>
    <w:rsid w:val="000E1B9B"/>
    <w:rsid w:val="000E2FB2"/>
    <w:rsid w:val="000E3883"/>
    <w:rsid w:val="000E4737"/>
    <w:rsid w:val="000E568F"/>
    <w:rsid w:val="000E5D1F"/>
    <w:rsid w:val="000F0560"/>
    <w:rsid w:val="000F0E1D"/>
    <w:rsid w:val="000F0F3F"/>
    <w:rsid w:val="000F307A"/>
    <w:rsid w:val="000F3547"/>
    <w:rsid w:val="000F4479"/>
    <w:rsid w:val="000F49D2"/>
    <w:rsid w:val="000F4F46"/>
    <w:rsid w:val="000F55CC"/>
    <w:rsid w:val="000F5ED2"/>
    <w:rsid w:val="000F61F1"/>
    <w:rsid w:val="000F659C"/>
    <w:rsid w:val="000F65B6"/>
    <w:rsid w:val="0010033E"/>
    <w:rsid w:val="001003AB"/>
    <w:rsid w:val="001023E7"/>
    <w:rsid w:val="001033EE"/>
    <w:rsid w:val="00103F7A"/>
    <w:rsid w:val="00104DB2"/>
    <w:rsid w:val="00105227"/>
    <w:rsid w:val="0010533D"/>
    <w:rsid w:val="00105E49"/>
    <w:rsid w:val="00106D3C"/>
    <w:rsid w:val="00106DFD"/>
    <w:rsid w:val="00107A7D"/>
    <w:rsid w:val="00110699"/>
    <w:rsid w:val="0011087B"/>
    <w:rsid w:val="00111FD8"/>
    <w:rsid w:val="00112067"/>
    <w:rsid w:val="00112299"/>
    <w:rsid w:val="00113B55"/>
    <w:rsid w:val="00113CDB"/>
    <w:rsid w:val="00114219"/>
    <w:rsid w:val="00115CCD"/>
    <w:rsid w:val="001160CB"/>
    <w:rsid w:val="00116306"/>
    <w:rsid w:val="001165C3"/>
    <w:rsid w:val="001167F9"/>
    <w:rsid w:val="00120B95"/>
    <w:rsid w:val="001226A3"/>
    <w:rsid w:val="0012426A"/>
    <w:rsid w:val="00124BF7"/>
    <w:rsid w:val="00124BFD"/>
    <w:rsid w:val="00125ABE"/>
    <w:rsid w:val="00130E82"/>
    <w:rsid w:val="00131810"/>
    <w:rsid w:val="0013456A"/>
    <w:rsid w:val="00134DE9"/>
    <w:rsid w:val="0013570A"/>
    <w:rsid w:val="00135CEF"/>
    <w:rsid w:val="00135CF5"/>
    <w:rsid w:val="001363E2"/>
    <w:rsid w:val="001367AF"/>
    <w:rsid w:val="00136F2C"/>
    <w:rsid w:val="00140375"/>
    <w:rsid w:val="001417A8"/>
    <w:rsid w:val="001428F8"/>
    <w:rsid w:val="00143670"/>
    <w:rsid w:val="00145020"/>
    <w:rsid w:val="00145A4B"/>
    <w:rsid w:val="00145C8E"/>
    <w:rsid w:val="00145D06"/>
    <w:rsid w:val="00146278"/>
    <w:rsid w:val="00146AD0"/>
    <w:rsid w:val="00146DA8"/>
    <w:rsid w:val="00147D9D"/>
    <w:rsid w:val="00147E1D"/>
    <w:rsid w:val="00150759"/>
    <w:rsid w:val="00151047"/>
    <w:rsid w:val="001517BF"/>
    <w:rsid w:val="00151E9D"/>
    <w:rsid w:val="00152022"/>
    <w:rsid w:val="001530F5"/>
    <w:rsid w:val="0015378A"/>
    <w:rsid w:val="00154369"/>
    <w:rsid w:val="00154597"/>
    <w:rsid w:val="00154BB5"/>
    <w:rsid w:val="001554B0"/>
    <w:rsid w:val="00155A4F"/>
    <w:rsid w:val="00155BFC"/>
    <w:rsid w:val="00155FF5"/>
    <w:rsid w:val="00161C51"/>
    <w:rsid w:val="00161D34"/>
    <w:rsid w:val="001622A4"/>
    <w:rsid w:val="0016276C"/>
    <w:rsid w:val="001627CE"/>
    <w:rsid w:val="00163A02"/>
    <w:rsid w:val="00163BB1"/>
    <w:rsid w:val="00163EFB"/>
    <w:rsid w:val="00164C47"/>
    <w:rsid w:val="001659FA"/>
    <w:rsid w:val="00165BB1"/>
    <w:rsid w:val="00165D58"/>
    <w:rsid w:val="0016648B"/>
    <w:rsid w:val="00167C1F"/>
    <w:rsid w:val="0017083B"/>
    <w:rsid w:val="00171A6D"/>
    <w:rsid w:val="00174221"/>
    <w:rsid w:val="00174FB5"/>
    <w:rsid w:val="00175D54"/>
    <w:rsid w:val="00176C72"/>
    <w:rsid w:val="00177118"/>
    <w:rsid w:val="001773C8"/>
    <w:rsid w:val="00180962"/>
    <w:rsid w:val="00181609"/>
    <w:rsid w:val="00181A89"/>
    <w:rsid w:val="00182376"/>
    <w:rsid w:val="00182455"/>
    <w:rsid w:val="0018254E"/>
    <w:rsid w:val="00182CA8"/>
    <w:rsid w:val="0018349F"/>
    <w:rsid w:val="0018423F"/>
    <w:rsid w:val="00184621"/>
    <w:rsid w:val="00184782"/>
    <w:rsid w:val="001847DA"/>
    <w:rsid w:val="00185203"/>
    <w:rsid w:val="0018573C"/>
    <w:rsid w:val="00190185"/>
    <w:rsid w:val="00192576"/>
    <w:rsid w:val="00194F63"/>
    <w:rsid w:val="00195E10"/>
    <w:rsid w:val="00195F75"/>
    <w:rsid w:val="0019621B"/>
    <w:rsid w:val="001962B6"/>
    <w:rsid w:val="00196AC4"/>
    <w:rsid w:val="0019749E"/>
    <w:rsid w:val="0019754D"/>
    <w:rsid w:val="001A04FD"/>
    <w:rsid w:val="001A0E2D"/>
    <w:rsid w:val="001A1EA3"/>
    <w:rsid w:val="001A28B7"/>
    <w:rsid w:val="001A2CB3"/>
    <w:rsid w:val="001A3DF9"/>
    <w:rsid w:val="001A4BAD"/>
    <w:rsid w:val="001A4CEF"/>
    <w:rsid w:val="001A4F67"/>
    <w:rsid w:val="001A7622"/>
    <w:rsid w:val="001B0628"/>
    <w:rsid w:val="001B07F3"/>
    <w:rsid w:val="001B0E68"/>
    <w:rsid w:val="001B1761"/>
    <w:rsid w:val="001B257E"/>
    <w:rsid w:val="001B2A8B"/>
    <w:rsid w:val="001B4AE9"/>
    <w:rsid w:val="001B4B53"/>
    <w:rsid w:val="001B5222"/>
    <w:rsid w:val="001B52AF"/>
    <w:rsid w:val="001B6B1A"/>
    <w:rsid w:val="001B6F7A"/>
    <w:rsid w:val="001B7110"/>
    <w:rsid w:val="001C0214"/>
    <w:rsid w:val="001C029B"/>
    <w:rsid w:val="001C10F3"/>
    <w:rsid w:val="001C15F6"/>
    <w:rsid w:val="001C1743"/>
    <w:rsid w:val="001C2918"/>
    <w:rsid w:val="001C3417"/>
    <w:rsid w:val="001C3D9C"/>
    <w:rsid w:val="001C5D27"/>
    <w:rsid w:val="001C61C4"/>
    <w:rsid w:val="001C793F"/>
    <w:rsid w:val="001D03E1"/>
    <w:rsid w:val="001D2278"/>
    <w:rsid w:val="001D2D2A"/>
    <w:rsid w:val="001D3D36"/>
    <w:rsid w:val="001D50CA"/>
    <w:rsid w:val="001D5A88"/>
    <w:rsid w:val="001D63C7"/>
    <w:rsid w:val="001D6B01"/>
    <w:rsid w:val="001D7D17"/>
    <w:rsid w:val="001E04C5"/>
    <w:rsid w:val="001E0611"/>
    <w:rsid w:val="001E0C2D"/>
    <w:rsid w:val="001E0EDF"/>
    <w:rsid w:val="001E1A25"/>
    <w:rsid w:val="001E270B"/>
    <w:rsid w:val="001E3A7A"/>
    <w:rsid w:val="001E421C"/>
    <w:rsid w:val="001E58D1"/>
    <w:rsid w:val="001E5AAA"/>
    <w:rsid w:val="001E6F88"/>
    <w:rsid w:val="001E773B"/>
    <w:rsid w:val="001F0274"/>
    <w:rsid w:val="001F18EA"/>
    <w:rsid w:val="001F4199"/>
    <w:rsid w:val="001F6345"/>
    <w:rsid w:val="001F6F07"/>
    <w:rsid w:val="001F7CDF"/>
    <w:rsid w:val="00200FF2"/>
    <w:rsid w:val="002023DA"/>
    <w:rsid w:val="00202863"/>
    <w:rsid w:val="002031AB"/>
    <w:rsid w:val="002039FC"/>
    <w:rsid w:val="00203CB7"/>
    <w:rsid w:val="00203DAF"/>
    <w:rsid w:val="0020471B"/>
    <w:rsid w:val="00204C4E"/>
    <w:rsid w:val="00205838"/>
    <w:rsid w:val="00206A10"/>
    <w:rsid w:val="00207525"/>
    <w:rsid w:val="00210D5E"/>
    <w:rsid w:val="00211C96"/>
    <w:rsid w:val="00212833"/>
    <w:rsid w:val="00212A05"/>
    <w:rsid w:val="00214265"/>
    <w:rsid w:val="00214F2A"/>
    <w:rsid w:val="0021525C"/>
    <w:rsid w:val="00216A4D"/>
    <w:rsid w:val="0021752A"/>
    <w:rsid w:val="0021797E"/>
    <w:rsid w:val="0021798F"/>
    <w:rsid w:val="00217C76"/>
    <w:rsid w:val="00217E45"/>
    <w:rsid w:val="002206CC"/>
    <w:rsid w:val="00221703"/>
    <w:rsid w:val="002217BC"/>
    <w:rsid w:val="00222053"/>
    <w:rsid w:val="00222842"/>
    <w:rsid w:val="0022284A"/>
    <w:rsid w:val="00223108"/>
    <w:rsid w:val="00223DE8"/>
    <w:rsid w:val="002245A4"/>
    <w:rsid w:val="00224C03"/>
    <w:rsid w:val="002255F8"/>
    <w:rsid w:val="00226090"/>
    <w:rsid w:val="002261E7"/>
    <w:rsid w:val="00226D63"/>
    <w:rsid w:val="00227089"/>
    <w:rsid w:val="002270F7"/>
    <w:rsid w:val="002319A2"/>
    <w:rsid w:val="00232159"/>
    <w:rsid w:val="0023380F"/>
    <w:rsid w:val="00233E42"/>
    <w:rsid w:val="00233E91"/>
    <w:rsid w:val="002340AF"/>
    <w:rsid w:val="00234675"/>
    <w:rsid w:val="00236D1C"/>
    <w:rsid w:val="00237A9A"/>
    <w:rsid w:val="00237C2C"/>
    <w:rsid w:val="00241845"/>
    <w:rsid w:val="00241E02"/>
    <w:rsid w:val="00242167"/>
    <w:rsid w:val="00242897"/>
    <w:rsid w:val="0024365F"/>
    <w:rsid w:val="002438C9"/>
    <w:rsid w:val="00244981"/>
    <w:rsid w:val="00245A7F"/>
    <w:rsid w:val="0024616E"/>
    <w:rsid w:val="00250CAE"/>
    <w:rsid w:val="00251612"/>
    <w:rsid w:val="00251DB1"/>
    <w:rsid w:val="00251F13"/>
    <w:rsid w:val="00253BF7"/>
    <w:rsid w:val="0025415E"/>
    <w:rsid w:val="0025478C"/>
    <w:rsid w:val="0025501D"/>
    <w:rsid w:val="00255769"/>
    <w:rsid w:val="00255AF8"/>
    <w:rsid w:val="0025692F"/>
    <w:rsid w:val="00256AF4"/>
    <w:rsid w:val="0025782D"/>
    <w:rsid w:val="002578EC"/>
    <w:rsid w:val="00261EA0"/>
    <w:rsid w:val="0026237C"/>
    <w:rsid w:val="0026246D"/>
    <w:rsid w:val="00262956"/>
    <w:rsid w:val="00263111"/>
    <w:rsid w:val="0026569B"/>
    <w:rsid w:val="00266E80"/>
    <w:rsid w:val="0026740F"/>
    <w:rsid w:val="00267487"/>
    <w:rsid w:val="00267C9F"/>
    <w:rsid w:val="00267F2A"/>
    <w:rsid w:val="0027226C"/>
    <w:rsid w:val="0027378D"/>
    <w:rsid w:val="00274922"/>
    <w:rsid w:val="00274BBC"/>
    <w:rsid w:val="0027670E"/>
    <w:rsid w:val="0027684F"/>
    <w:rsid w:val="00280886"/>
    <w:rsid w:val="00282208"/>
    <w:rsid w:val="00282859"/>
    <w:rsid w:val="00283721"/>
    <w:rsid w:val="00283CD4"/>
    <w:rsid w:val="00284B35"/>
    <w:rsid w:val="002851BC"/>
    <w:rsid w:val="00285347"/>
    <w:rsid w:val="00286E66"/>
    <w:rsid w:val="00287F8D"/>
    <w:rsid w:val="002907F9"/>
    <w:rsid w:val="00290C72"/>
    <w:rsid w:val="0029119D"/>
    <w:rsid w:val="002916E1"/>
    <w:rsid w:val="00294CC6"/>
    <w:rsid w:val="002951E3"/>
    <w:rsid w:val="00295D23"/>
    <w:rsid w:val="00296188"/>
    <w:rsid w:val="002969AC"/>
    <w:rsid w:val="002A0C09"/>
    <w:rsid w:val="002A7C62"/>
    <w:rsid w:val="002B0A91"/>
    <w:rsid w:val="002B3247"/>
    <w:rsid w:val="002B36A9"/>
    <w:rsid w:val="002B3B60"/>
    <w:rsid w:val="002B4A4F"/>
    <w:rsid w:val="002B4C95"/>
    <w:rsid w:val="002B528F"/>
    <w:rsid w:val="002B5846"/>
    <w:rsid w:val="002B5A3A"/>
    <w:rsid w:val="002B613F"/>
    <w:rsid w:val="002B659D"/>
    <w:rsid w:val="002B6AB4"/>
    <w:rsid w:val="002C0386"/>
    <w:rsid w:val="002C1AE8"/>
    <w:rsid w:val="002C2434"/>
    <w:rsid w:val="002C7189"/>
    <w:rsid w:val="002C78E7"/>
    <w:rsid w:val="002C7C92"/>
    <w:rsid w:val="002C7DD6"/>
    <w:rsid w:val="002D1433"/>
    <w:rsid w:val="002D18BE"/>
    <w:rsid w:val="002D1C47"/>
    <w:rsid w:val="002D22AB"/>
    <w:rsid w:val="002D38C3"/>
    <w:rsid w:val="002D40DE"/>
    <w:rsid w:val="002D487B"/>
    <w:rsid w:val="002D49A6"/>
    <w:rsid w:val="002D4A0A"/>
    <w:rsid w:val="002D4AC3"/>
    <w:rsid w:val="002D4E98"/>
    <w:rsid w:val="002D5E23"/>
    <w:rsid w:val="002D5E68"/>
    <w:rsid w:val="002D674E"/>
    <w:rsid w:val="002D6A52"/>
    <w:rsid w:val="002D77D7"/>
    <w:rsid w:val="002E18C3"/>
    <w:rsid w:val="002E2D54"/>
    <w:rsid w:val="002E3154"/>
    <w:rsid w:val="002E44E3"/>
    <w:rsid w:val="002E44F0"/>
    <w:rsid w:val="002E5563"/>
    <w:rsid w:val="002E6128"/>
    <w:rsid w:val="002E66FE"/>
    <w:rsid w:val="002E6955"/>
    <w:rsid w:val="002F1E7C"/>
    <w:rsid w:val="002F5507"/>
    <w:rsid w:val="00301D04"/>
    <w:rsid w:val="00301D9D"/>
    <w:rsid w:val="00303893"/>
    <w:rsid w:val="00303D34"/>
    <w:rsid w:val="00304013"/>
    <w:rsid w:val="00304593"/>
    <w:rsid w:val="003049A4"/>
    <w:rsid w:val="00304FEF"/>
    <w:rsid w:val="00305429"/>
    <w:rsid w:val="00306A58"/>
    <w:rsid w:val="0031011D"/>
    <w:rsid w:val="0031063D"/>
    <w:rsid w:val="00311816"/>
    <w:rsid w:val="00311C6A"/>
    <w:rsid w:val="00312984"/>
    <w:rsid w:val="00313613"/>
    <w:rsid w:val="00314416"/>
    <w:rsid w:val="00315C09"/>
    <w:rsid w:val="003172DF"/>
    <w:rsid w:val="00320EA8"/>
    <w:rsid w:val="00321B3C"/>
    <w:rsid w:val="00321C52"/>
    <w:rsid w:val="00324C60"/>
    <w:rsid w:val="00324D1C"/>
    <w:rsid w:val="0032525B"/>
    <w:rsid w:val="00325892"/>
    <w:rsid w:val="00325BB0"/>
    <w:rsid w:val="00330C24"/>
    <w:rsid w:val="00330F3E"/>
    <w:rsid w:val="00331BD3"/>
    <w:rsid w:val="00331EC3"/>
    <w:rsid w:val="003337B9"/>
    <w:rsid w:val="00333A53"/>
    <w:rsid w:val="00333D58"/>
    <w:rsid w:val="003347A7"/>
    <w:rsid w:val="003349FB"/>
    <w:rsid w:val="00334D5F"/>
    <w:rsid w:val="00335002"/>
    <w:rsid w:val="00335263"/>
    <w:rsid w:val="00335BF3"/>
    <w:rsid w:val="00335C2E"/>
    <w:rsid w:val="00335DE5"/>
    <w:rsid w:val="00337EFF"/>
    <w:rsid w:val="003437B7"/>
    <w:rsid w:val="00343D3E"/>
    <w:rsid w:val="00343E5E"/>
    <w:rsid w:val="00345DBA"/>
    <w:rsid w:val="0034756E"/>
    <w:rsid w:val="003500EB"/>
    <w:rsid w:val="00350F07"/>
    <w:rsid w:val="00350F4C"/>
    <w:rsid w:val="003517D2"/>
    <w:rsid w:val="00351C6C"/>
    <w:rsid w:val="00355506"/>
    <w:rsid w:val="0035608F"/>
    <w:rsid w:val="003564A1"/>
    <w:rsid w:val="00356622"/>
    <w:rsid w:val="00356F0D"/>
    <w:rsid w:val="00357490"/>
    <w:rsid w:val="003577A1"/>
    <w:rsid w:val="00360E52"/>
    <w:rsid w:val="00360F30"/>
    <w:rsid w:val="0036209B"/>
    <w:rsid w:val="003629F3"/>
    <w:rsid w:val="00365708"/>
    <w:rsid w:val="00365829"/>
    <w:rsid w:val="00366B7C"/>
    <w:rsid w:val="00367743"/>
    <w:rsid w:val="0037054E"/>
    <w:rsid w:val="00370C77"/>
    <w:rsid w:val="00371456"/>
    <w:rsid w:val="003748BE"/>
    <w:rsid w:val="00375AEE"/>
    <w:rsid w:val="0037665F"/>
    <w:rsid w:val="00376748"/>
    <w:rsid w:val="003773DC"/>
    <w:rsid w:val="0037764A"/>
    <w:rsid w:val="0037789E"/>
    <w:rsid w:val="00380FA7"/>
    <w:rsid w:val="0038210A"/>
    <w:rsid w:val="003821C0"/>
    <w:rsid w:val="00382A62"/>
    <w:rsid w:val="00382F00"/>
    <w:rsid w:val="00382F0F"/>
    <w:rsid w:val="00383394"/>
    <w:rsid w:val="00386153"/>
    <w:rsid w:val="00386D48"/>
    <w:rsid w:val="00392384"/>
    <w:rsid w:val="003939F3"/>
    <w:rsid w:val="003957AD"/>
    <w:rsid w:val="00397F2B"/>
    <w:rsid w:val="003A0EA9"/>
    <w:rsid w:val="003A1EE2"/>
    <w:rsid w:val="003A3652"/>
    <w:rsid w:val="003A3836"/>
    <w:rsid w:val="003A47D7"/>
    <w:rsid w:val="003A4DEE"/>
    <w:rsid w:val="003A517C"/>
    <w:rsid w:val="003A528A"/>
    <w:rsid w:val="003A5AA0"/>
    <w:rsid w:val="003A60AA"/>
    <w:rsid w:val="003A6F52"/>
    <w:rsid w:val="003A7125"/>
    <w:rsid w:val="003B0171"/>
    <w:rsid w:val="003B020A"/>
    <w:rsid w:val="003B0CE8"/>
    <w:rsid w:val="003B2B27"/>
    <w:rsid w:val="003B38DB"/>
    <w:rsid w:val="003B6D24"/>
    <w:rsid w:val="003B7417"/>
    <w:rsid w:val="003B79B7"/>
    <w:rsid w:val="003B7C7D"/>
    <w:rsid w:val="003B7D19"/>
    <w:rsid w:val="003C105E"/>
    <w:rsid w:val="003C3761"/>
    <w:rsid w:val="003C3E16"/>
    <w:rsid w:val="003C4766"/>
    <w:rsid w:val="003C54BA"/>
    <w:rsid w:val="003C5770"/>
    <w:rsid w:val="003C60DA"/>
    <w:rsid w:val="003C703C"/>
    <w:rsid w:val="003C710F"/>
    <w:rsid w:val="003D005F"/>
    <w:rsid w:val="003D00AF"/>
    <w:rsid w:val="003D0B33"/>
    <w:rsid w:val="003D10A3"/>
    <w:rsid w:val="003D1C66"/>
    <w:rsid w:val="003D1F4E"/>
    <w:rsid w:val="003D2406"/>
    <w:rsid w:val="003D2722"/>
    <w:rsid w:val="003D3C25"/>
    <w:rsid w:val="003D3D0D"/>
    <w:rsid w:val="003D4A0E"/>
    <w:rsid w:val="003D54B8"/>
    <w:rsid w:val="003D5CCA"/>
    <w:rsid w:val="003D69FF"/>
    <w:rsid w:val="003D6F39"/>
    <w:rsid w:val="003E07F4"/>
    <w:rsid w:val="003E105A"/>
    <w:rsid w:val="003E1223"/>
    <w:rsid w:val="003E2085"/>
    <w:rsid w:val="003E3B67"/>
    <w:rsid w:val="003E5E3E"/>
    <w:rsid w:val="003E7553"/>
    <w:rsid w:val="003F09FC"/>
    <w:rsid w:val="003F1057"/>
    <w:rsid w:val="003F2186"/>
    <w:rsid w:val="003F2270"/>
    <w:rsid w:val="003F28B6"/>
    <w:rsid w:val="003F2B51"/>
    <w:rsid w:val="003F35C6"/>
    <w:rsid w:val="003F6480"/>
    <w:rsid w:val="003F66FD"/>
    <w:rsid w:val="003F6730"/>
    <w:rsid w:val="003F6B9B"/>
    <w:rsid w:val="003F7D59"/>
    <w:rsid w:val="0040075B"/>
    <w:rsid w:val="00401290"/>
    <w:rsid w:val="004016EC"/>
    <w:rsid w:val="004026FE"/>
    <w:rsid w:val="004027AF"/>
    <w:rsid w:val="00402AAB"/>
    <w:rsid w:val="00403EDE"/>
    <w:rsid w:val="00404EDF"/>
    <w:rsid w:val="0040608C"/>
    <w:rsid w:val="004065D3"/>
    <w:rsid w:val="00407B41"/>
    <w:rsid w:val="00407BAD"/>
    <w:rsid w:val="00407F5F"/>
    <w:rsid w:val="00410E53"/>
    <w:rsid w:val="004112CB"/>
    <w:rsid w:val="0041155B"/>
    <w:rsid w:val="00411832"/>
    <w:rsid w:val="004127FA"/>
    <w:rsid w:val="00412925"/>
    <w:rsid w:val="004132EE"/>
    <w:rsid w:val="00413743"/>
    <w:rsid w:val="00413AF0"/>
    <w:rsid w:val="00414B67"/>
    <w:rsid w:val="00415006"/>
    <w:rsid w:val="004162E4"/>
    <w:rsid w:val="00416545"/>
    <w:rsid w:val="00417244"/>
    <w:rsid w:val="004177C0"/>
    <w:rsid w:val="0042144A"/>
    <w:rsid w:val="00421C9B"/>
    <w:rsid w:val="00422292"/>
    <w:rsid w:val="00422D67"/>
    <w:rsid w:val="004238D3"/>
    <w:rsid w:val="0042396F"/>
    <w:rsid w:val="00423A3F"/>
    <w:rsid w:val="0042535E"/>
    <w:rsid w:val="00425CFD"/>
    <w:rsid w:val="00426164"/>
    <w:rsid w:val="0042647C"/>
    <w:rsid w:val="00427303"/>
    <w:rsid w:val="004275DD"/>
    <w:rsid w:val="00427611"/>
    <w:rsid w:val="00427A42"/>
    <w:rsid w:val="00430F10"/>
    <w:rsid w:val="00431C8E"/>
    <w:rsid w:val="0043219C"/>
    <w:rsid w:val="004340C5"/>
    <w:rsid w:val="004345A2"/>
    <w:rsid w:val="00434937"/>
    <w:rsid w:val="004379B5"/>
    <w:rsid w:val="0044053F"/>
    <w:rsid w:val="004428A6"/>
    <w:rsid w:val="00442EFA"/>
    <w:rsid w:val="0044556F"/>
    <w:rsid w:val="00445611"/>
    <w:rsid w:val="00447029"/>
    <w:rsid w:val="0045022B"/>
    <w:rsid w:val="00450451"/>
    <w:rsid w:val="004509E7"/>
    <w:rsid w:val="00451340"/>
    <w:rsid w:val="004513BF"/>
    <w:rsid w:val="0045269F"/>
    <w:rsid w:val="004536C8"/>
    <w:rsid w:val="00454A79"/>
    <w:rsid w:val="00454B6C"/>
    <w:rsid w:val="00456088"/>
    <w:rsid w:val="004567E0"/>
    <w:rsid w:val="00456AC8"/>
    <w:rsid w:val="004609F5"/>
    <w:rsid w:val="0046118B"/>
    <w:rsid w:val="004618D2"/>
    <w:rsid w:val="00461A0C"/>
    <w:rsid w:val="00461EA1"/>
    <w:rsid w:val="004625A3"/>
    <w:rsid w:val="004629BC"/>
    <w:rsid w:val="00462CA2"/>
    <w:rsid w:val="00463021"/>
    <w:rsid w:val="00463395"/>
    <w:rsid w:val="00463913"/>
    <w:rsid w:val="00465A54"/>
    <w:rsid w:val="00467EB4"/>
    <w:rsid w:val="00470A56"/>
    <w:rsid w:val="0047182A"/>
    <w:rsid w:val="00472761"/>
    <w:rsid w:val="00472A31"/>
    <w:rsid w:val="0047493C"/>
    <w:rsid w:val="00474D6D"/>
    <w:rsid w:val="004760CF"/>
    <w:rsid w:val="0047647E"/>
    <w:rsid w:val="0047715D"/>
    <w:rsid w:val="00477FCE"/>
    <w:rsid w:val="00480D4E"/>
    <w:rsid w:val="00482357"/>
    <w:rsid w:val="00482699"/>
    <w:rsid w:val="004834DF"/>
    <w:rsid w:val="00484055"/>
    <w:rsid w:val="00484776"/>
    <w:rsid w:val="004847AC"/>
    <w:rsid w:val="004879C8"/>
    <w:rsid w:val="00487BB9"/>
    <w:rsid w:val="00490007"/>
    <w:rsid w:val="004901B4"/>
    <w:rsid w:val="00490BAF"/>
    <w:rsid w:val="004916CF"/>
    <w:rsid w:val="004921D7"/>
    <w:rsid w:val="00492D0C"/>
    <w:rsid w:val="00493B9B"/>
    <w:rsid w:val="00495499"/>
    <w:rsid w:val="00496960"/>
    <w:rsid w:val="00496AE5"/>
    <w:rsid w:val="0049706A"/>
    <w:rsid w:val="004974E8"/>
    <w:rsid w:val="004A1187"/>
    <w:rsid w:val="004A1C4A"/>
    <w:rsid w:val="004A287C"/>
    <w:rsid w:val="004A56D4"/>
    <w:rsid w:val="004A5AD9"/>
    <w:rsid w:val="004A5F49"/>
    <w:rsid w:val="004A6705"/>
    <w:rsid w:val="004A7C1C"/>
    <w:rsid w:val="004B000C"/>
    <w:rsid w:val="004B1463"/>
    <w:rsid w:val="004B18F5"/>
    <w:rsid w:val="004B198E"/>
    <w:rsid w:val="004B2AFE"/>
    <w:rsid w:val="004B40D9"/>
    <w:rsid w:val="004B4270"/>
    <w:rsid w:val="004B6D09"/>
    <w:rsid w:val="004C08BC"/>
    <w:rsid w:val="004C0B2B"/>
    <w:rsid w:val="004C0BF5"/>
    <w:rsid w:val="004C0FAF"/>
    <w:rsid w:val="004C1154"/>
    <w:rsid w:val="004C1533"/>
    <w:rsid w:val="004C204B"/>
    <w:rsid w:val="004C2431"/>
    <w:rsid w:val="004C34C3"/>
    <w:rsid w:val="004C6CC1"/>
    <w:rsid w:val="004D05F7"/>
    <w:rsid w:val="004D0863"/>
    <w:rsid w:val="004D1102"/>
    <w:rsid w:val="004D13D0"/>
    <w:rsid w:val="004D2166"/>
    <w:rsid w:val="004D2E3C"/>
    <w:rsid w:val="004D4437"/>
    <w:rsid w:val="004D4636"/>
    <w:rsid w:val="004D4998"/>
    <w:rsid w:val="004D4CC7"/>
    <w:rsid w:val="004D4E01"/>
    <w:rsid w:val="004D54D6"/>
    <w:rsid w:val="004D6822"/>
    <w:rsid w:val="004D6EBA"/>
    <w:rsid w:val="004E2DC7"/>
    <w:rsid w:val="004E5E8D"/>
    <w:rsid w:val="004E68C8"/>
    <w:rsid w:val="004E68FE"/>
    <w:rsid w:val="004E6DD3"/>
    <w:rsid w:val="004E7F7D"/>
    <w:rsid w:val="004E7FEF"/>
    <w:rsid w:val="004F0208"/>
    <w:rsid w:val="004F103F"/>
    <w:rsid w:val="004F11BF"/>
    <w:rsid w:val="004F200B"/>
    <w:rsid w:val="004F20F3"/>
    <w:rsid w:val="004F2809"/>
    <w:rsid w:val="004F549E"/>
    <w:rsid w:val="004F65F0"/>
    <w:rsid w:val="004F6712"/>
    <w:rsid w:val="004F69F3"/>
    <w:rsid w:val="004F6DCC"/>
    <w:rsid w:val="00500D0A"/>
    <w:rsid w:val="00500F29"/>
    <w:rsid w:val="00502BBE"/>
    <w:rsid w:val="00502C33"/>
    <w:rsid w:val="00502F6E"/>
    <w:rsid w:val="00503D57"/>
    <w:rsid w:val="00504950"/>
    <w:rsid w:val="0050551D"/>
    <w:rsid w:val="005057EB"/>
    <w:rsid w:val="0050588E"/>
    <w:rsid w:val="00506160"/>
    <w:rsid w:val="00506A54"/>
    <w:rsid w:val="00510153"/>
    <w:rsid w:val="0051053A"/>
    <w:rsid w:val="00511A6D"/>
    <w:rsid w:val="0051445F"/>
    <w:rsid w:val="005149EC"/>
    <w:rsid w:val="00515E44"/>
    <w:rsid w:val="00516528"/>
    <w:rsid w:val="00516967"/>
    <w:rsid w:val="00516A87"/>
    <w:rsid w:val="0052040B"/>
    <w:rsid w:val="00522C11"/>
    <w:rsid w:val="0052343B"/>
    <w:rsid w:val="00524DCA"/>
    <w:rsid w:val="00524EA9"/>
    <w:rsid w:val="005252BA"/>
    <w:rsid w:val="00526A16"/>
    <w:rsid w:val="00526A8C"/>
    <w:rsid w:val="00526D9B"/>
    <w:rsid w:val="00527B9E"/>
    <w:rsid w:val="00530B23"/>
    <w:rsid w:val="005322F5"/>
    <w:rsid w:val="005332A3"/>
    <w:rsid w:val="005338DB"/>
    <w:rsid w:val="00534F9F"/>
    <w:rsid w:val="00535372"/>
    <w:rsid w:val="00537206"/>
    <w:rsid w:val="005376AE"/>
    <w:rsid w:val="0054079C"/>
    <w:rsid w:val="00540856"/>
    <w:rsid w:val="00541457"/>
    <w:rsid w:val="00542954"/>
    <w:rsid w:val="00544739"/>
    <w:rsid w:val="00544E65"/>
    <w:rsid w:val="0054787C"/>
    <w:rsid w:val="00550628"/>
    <w:rsid w:val="00552B95"/>
    <w:rsid w:val="00553E75"/>
    <w:rsid w:val="00553F6A"/>
    <w:rsid w:val="005554DB"/>
    <w:rsid w:val="005564E2"/>
    <w:rsid w:val="00556F87"/>
    <w:rsid w:val="0055732C"/>
    <w:rsid w:val="005575D1"/>
    <w:rsid w:val="00557674"/>
    <w:rsid w:val="00560F86"/>
    <w:rsid w:val="00561412"/>
    <w:rsid w:val="005615AB"/>
    <w:rsid w:val="00562A30"/>
    <w:rsid w:val="00564780"/>
    <w:rsid w:val="00566416"/>
    <w:rsid w:val="0056659E"/>
    <w:rsid w:val="00566EAD"/>
    <w:rsid w:val="0056736A"/>
    <w:rsid w:val="00567431"/>
    <w:rsid w:val="005678FD"/>
    <w:rsid w:val="005700AF"/>
    <w:rsid w:val="005738BA"/>
    <w:rsid w:val="00573A05"/>
    <w:rsid w:val="00574152"/>
    <w:rsid w:val="00575468"/>
    <w:rsid w:val="0057724B"/>
    <w:rsid w:val="00577527"/>
    <w:rsid w:val="00581EA8"/>
    <w:rsid w:val="00581F18"/>
    <w:rsid w:val="005824CF"/>
    <w:rsid w:val="00582AAC"/>
    <w:rsid w:val="005838CC"/>
    <w:rsid w:val="00585024"/>
    <w:rsid w:val="00585251"/>
    <w:rsid w:val="0058569E"/>
    <w:rsid w:val="00585A46"/>
    <w:rsid w:val="0058649C"/>
    <w:rsid w:val="005869BF"/>
    <w:rsid w:val="0059029C"/>
    <w:rsid w:val="00590504"/>
    <w:rsid w:val="0059084D"/>
    <w:rsid w:val="00591BC3"/>
    <w:rsid w:val="00591E68"/>
    <w:rsid w:val="005922D9"/>
    <w:rsid w:val="005932BA"/>
    <w:rsid w:val="00593845"/>
    <w:rsid w:val="00593CB4"/>
    <w:rsid w:val="00594E07"/>
    <w:rsid w:val="00595312"/>
    <w:rsid w:val="0059542C"/>
    <w:rsid w:val="00597F54"/>
    <w:rsid w:val="005A0AD9"/>
    <w:rsid w:val="005A0C77"/>
    <w:rsid w:val="005A1945"/>
    <w:rsid w:val="005A1B4C"/>
    <w:rsid w:val="005A241E"/>
    <w:rsid w:val="005A4F15"/>
    <w:rsid w:val="005A5449"/>
    <w:rsid w:val="005A5DD4"/>
    <w:rsid w:val="005A6501"/>
    <w:rsid w:val="005A6556"/>
    <w:rsid w:val="005A69D0"/>
    <w:rsid w:val="005A7E50"/>
    <w:rsid w:val="005B07AF"/>
    <w:rsid w:val="005B23B9"/>
    <w:rsid w:val="005B2678"/>
    <w:rsid w:val="005B3A30"/>
    <w:rsid w:val="005B47A7"/>
    <w:rsid w:val="005B49A3"/>
    <w:rsid w:val="005B4F98"/>
    <w:rsid w:val="005B6523"/>
    <w:rsid w:val="005B6C5F"/>
    <w:rsid w:val="005B7421"/>
    <w:rsid w:val="005C2045"/>
    <w:rsid w:val="005C2DB9"/>
    <w:rsid w:val="005C3B57"/>
    <w:rsid w:val="005C4605"/>
    <w:rsid w:val="005C579A"/>
    <w:rsid w:val="005C5ECB"/>
    <w:rsid w:val="005C6B9B"/>
    <w:rsid w:val="005C78F6"/>
    <w:rsid w:val="005C7B39"/>
    <w:rsid w:val="005C7D4A"/>
    <w:rsid w:val="005D03E3"/>
    <w:rsid w:val="005D03FB"/>
    <w:rsid w:val="005D0FF7"/>
    <w:rsid w:val="005D1612"/>
    <w:rsid w:val="005D1AA9"/>
    <w:rsid w:val="005D1DE8"/>
    <w:rsid w:val="005D224C"/>
    <w:rsid w:val="005D3587"/>
    <w:rsid w:val="005D378B"/>
    <w:rsid w:val="005D3A17"/>
    <w:rsid w:val="005D526C"/>
    <w:rsid w:val="005D5B8D"/>
    <w:rsid w:val="005D6045"/>
    <w:rsid w:val="005D625F"/>
    <w:rsid w:val="005D6282"/>
    <w:rsid w:val="005D62A4"/>
    <w:rsid w:val="005D7AA3"/>
    <w:rsid w:val="005D7FC4"/>
    <w:rsid w:val="005E13BA"/>
    <w:rsid w:val="005E1B73"/>
    <w:rsid w:val="005E3BA7"/>
    <w:rsid w:val="005E6BFD"/>
    <w:rsid w:val="005E6C0F"/>
    <w:rsid w:val="005E7507"/>
    <w:rsid w:val="005E7A58"/>
    <w:rsid w:val="005E7B18"/>
    <w:rsid w:val="005E7DE6"/>
    <w:rsid w:val="005E7F1B"/>
    <w:rsid w:val="005F06D2"/>
    <w:rsid w:val="005F0B78"/>
    <w:rsid w:val="005F259F"/>
    <w:rsid w:val="005F2712"/>
    <w:rsid w:val="005F6940"/>
    <w:rsid w:val="005F6993"/>
    <w:rsid w:val="005F69C1"/>
    <w:rsid w:val="005F774E"/>
    <w:rsid w:val="005F78BB"/>
    <w:rsid w:val="00600166"/>
    <w:rsid w:val="0060117E"/>
    <w:rsid w:val="0060192C"/>
    <w:rsid w:val="00602505"/>
    <w:rsid w:val="006034D3"/>
    <w:rsid w:val="0060374E"/>
    <w:rsid w:val="00605768"/>
    <w:rsid w:val="00606467"/>
    <w:rsid w:val="006065CE"/>
    <w:rsid w:val="006070EB"/>
    <w:rsid w:val="00607E3B"/>
    <w:rsid w:val="00610B35"/>
    <w:rsid w:val="00611FB8"/>
    <w:rsid w:val="00612A27"/>
    <w:rsid w:val="00612CC7"/>
    <w:rsid w:val="00613296"/>
    <w:rsid w:val="006135A1"/>
    <w:rsid w:val="0061474C"/>
    <w:rsid w:val="00614A2E"/>
    <w:rsid w:val="006159F1"/>
    <w:rsid w:val="00615F87"/>
    <w:rsid w:val="00616082"/>
    <w:rsid w:val="00616494"/>
    <w:rsid w:val="0062124E"/>
    <w:rsid w:val="00621889"/>
    <w:rsid w:val="00621A15"/>
    <w:rsid w:val="00623802"/>
    <w:rsid w:val="006241F0"/>
    <w:rsid w:val="00627B51"/>
    <w:rsid w:val="00627BD6"/>
    <w:rsid w:val="0063052D"/>
    <w:rsid w:val="006306E8"/>
    <w:rsid w:val="00630DDD"/>
    <w:rsid w:val="00630FB6"/>
    <w:rsid w:val="0063245D"/>
    <w:rsid w:val="00632C00"/>
    <w:rsid w:val="00632C5A"/>
    <w:rsid w:val="00633B92"/>
    <w:rsid w:val="00634119"/>
    <w:rsid w:val="0063471D"/>
    <w:rsid w:val="006348E1"/>
    <w:rsid w:val="00634B40"/>
    <w:rsid w:val="006362D3"/>
    <w:rsid w:val="00637B1A"/>
    <w:rsid w:val="00640650"/>
    <w:rsid w:val="00640A78"/>
    <w:rsid w:val="00641190"/>
    <w:rsid w:val="006413B5"/>
    <w:rsid w:val="006429F4"/>
    <w:rsid w:val="00644BDA"/>
    <w:rsid w:val="00644EF5"/>
    <w:rsid w:val="0064511B"/>
    <w:rsid w:val="00645F16"/>
    <w:rsid w:val="00646998"/>
    <w:rsid w:val="006469CE"/>
    <w:rsid w:val="006475DD"/>
    <w:rsid w:val="006512D6"/>
    <w:rsid w:val="00652874"/>
    <w:rsid w:val="00653304"/>
    <w:rsid w:val="00653A90"/>
    <w:rsid w:val="00654020"/>
    <w:rsid w:val="0065410F"/>
    <w:rsid w:val="00655227"/>
    <w:rsid w:val="006558ED"/>
    <w:rsid w:val="0065603A"/>
    <w:rsid w:val="006571EE"/>
    <w:rsid w:val="00657463"/>
    <w:rsid w:val="00657C0E"/>
    <w:rsid w:val="00662281"/>
    <w:rsid w:val="00662DD1"/>
    <w:rsid w:val="00664490"/>
    <w:rsid w:val="0066502C"/>
    <w:rsid w:val="00665180"/>
    <w:rsid w:val="006651C1"/>
    <w:rsid w:val="00667D5E"/>
    <w:rsid w:val="00671B94"/>
    <w:rsid w:val="0067218A"/>
    <w:rsid w:val="006722A4"/>
    <w:rsid w:val="00672464"/>
    <w:rsid w:val="006738E3"/>
    <w:rsid w:val="00673CD2"/>
    <w:rsid w:val="00674A04"/>
    <w:rsid w:val="00674CDD"/>
    <w:rsid w:val="00674E4D"/>
    <w:rsid w:val="00675A16"/>
    <w:rsid w:val="006763D3"/>
    <w:rsid w:val="006779F2"/>
    <w:rsid w:val="00677F74"/>
    <w:rsid w:val="00680880"/>
    <w:rsid w:val="00681022"/>
    <w:rsid w:val="00681BED"/>
    <w:rsid w:val="00681FCA"/>
    <w:rsid w:val="00682D9B"/>
    <w:rsid w:val="006853ED"/>
    <w:rsid w:val="006854D0"/>
    <w:rsid w:val="00686CA3"/>
    <w:rsid w:val="00690D81"/>
    <w:rsid w:val="00692607"/>
    <w:rsid w:val="0069299B"/>
    <w:rsid w:val="006939B4"/>
    <w:rsid w:val="006939E2"/>
    <w:rsid w:val="006946F4"/>
    <w:rsid w:val="006A1E48"/>
    <w:rsid w:val="006A27CC"/>
    <w:rsid w:val="006A42EB"/>
    <w:rsid w:val="006A5800"/>
    <w:rsid w:val="006A76A4"/>
    <w:rsid w:val="006B00B8"/>
    <w:rsid w:val="006B00F8"/>
    <w:rsid w:val="006B1326"/>
    <w:rsid w:val="006B1B60"/>
    <w:rsid w:val="006B1BDE"/>
    <w:rsid w:val="006B3A36"/>
    <w:rsid w:val="006B5A07"/>
    <w:rsid w:val="006B5AA0"/>
    <w:rsid w:val="006B5BA6"/>
    <w:rsid w:val="006B5C45"/>
    <w:rsid w:val="006B5DC6"/>
    <w:rsid w:val="006B5F04"/>
    <w:rsid w:val="006B772B"/>
    <w:rsid w:val="006C0C01"/>
    <w:rsid w:val="006C13AC"/>
    <w:rsid w:val="006C3F93"/>
    <w:rsid w:val="006C4022"/>
    <w:rsid w:val="006C59B4"/>
    <w:rsid w:val="006C59C0"/>
    <w:rsid w:val="006C5F94"/>
    <w:rsid w:val="006C6321"/>
    <w:rsid w:val="006C6549"/>
    <w:rsid w:val="006C69D0"/>
    <w:rsid w:val="006C7D57"/>
    <w:rsid w:val="006D0C41"/>
    <w:rsid w:val="006D1256"/>
    <w:rsid w:val="006D2390"/>
    <w:rsid w:val="006D48FC"/>
    <w:rsid w:val="006D69D4"/>
    <w:rsid w:val="006D7792"/>
    <w:rsid w:val="006D7F36"/>
    <w:rsid w:val="006E0125"/>
    <w:rsid w:val="006E05BA"/>
    <w:rsid w:val="006E174D"/>
    <w:rsid w:val="006E2139"/>
    <w:rsid w:val="006E2B8A"/>
    <w:rsid w:val="006E2D55"/>
    <w:rsid w:val="006E30FB"/>
    <w:rsid w:val="006E3F39"/>
    <w:rsid w:val="006E4D38"/>
    <w:rsid w:val="006E4FA9"/>
    <w:rsid w:val="006E610E"/>
    <w:rsid w:val="006E6DB3"/>
    <w:rsid w:val="006F0279"/>
    <w:rsid w:val="006F0654"/>
    <w:rsid w:val="006F174C"/>
    <w:rsid w:val="006F2658"/>
    <w:rsid w:val="006F2D6A"/>
    <w:rsid w:val="006F300F"/>
    <w:rsid w:val="006F3D2A"/>
    <w:rsid w:val="006F4016"/>
    <w:rsid w:val="006F4537"/>
    <w:rsid w:val="006F58E1"/>
    <w:rsid w:val="006F6F3A"/>
    <w:rsid w:val="006F7615"/>
    <w:rsid w:val="006F7CE9"/>
    <w:rsid w:val="00700045"/>
    <w:rsid w:val="0070337D"/>
    <w:rsid w:val="00704A8A"/>
    <w:rsid w:val="007069EB"/>
    <w:rsid w:val="00706E97"/>
    <w:rsid w:val="00707758"/>
    <w:rsid w:val="00707E10"/>
    <w:rsid w:val="00710D86"/>
    <w:rsid w:val="007111F7"/>
    <w:rsid w:val="00711F9C"/>
    <w:rsid w:val="007126E0"/>
    <w:rsid w:val="007130B5"/>
    <w:rsid w:val="00714483"/>
    <w:rsid w:val="007155D7"/>
    <w:rsid w:val="0071595F"/>
    <w:rsid w:val="0071605C"/>
    <w:rsid w:val="00716DDA"/>
    <w:rsid w:val="00717312"/>
    <w:rsid w:val="007178D9"/>
    <w:rsid w:val="0072097E"/>
    <w:rsid w:val="007218DB"/>
    <w:rsid w:val="00722013"/>
    <w:rsid w:val="00723B6B"/>
    <w:rsid w:val="00723C86"/>
    <w:rsid w:val="00724A8F"/>
    <w:rsid w:val="00724FF0"/>
    <w:rsid w:val="007261D1"/>
    <w:rsid w:val="00726D78"/>
    <w:rsid w:val="00727AD3"/>
    <w:rsid w:val="0073095F"/>
    <w:rsid w:val="00730B0B"/>
    <w:rsid w:val="00730B7A"/>
    <w:rsid w:val="00731072"/>
    <w:rsid w:val="00732522"/>
    <w:rsid w:val="00732C3F"/>
    <w:rsid w:val="00733BBC"/>
    <w:rsid w:val="00733F6F"/>
    <w:rsid w:val="00735564"/>
    <w:rsid w:val="007359A8"/>
    <w:rsid w:val="0073748A"/>
    <w:rsid w:val="00740050"/>
    <w:rsid w:val="007402A7"/>
    <w:rsid w:val="00743060"/>
    <w:rsid w:val="0074332D"/>
    <w:rsid w:val="00744DAE"/>
    <w:rsid w:val="00745484"/>
    <w:rsid w:val="007457B5"/>
    <w:rsid w:val="00745926"/>
    <w:rsid w:val="0074653A"/>
    <w:rsid w:val="00746789"/>
    <w:rsid w:val="00746967"/>
    <w:rsid w:val="00746AE6"/>
    <w:rsid w:val="00746DDC"/>
    <w:rsid w:val="007505C1"/>
    <w:rsid w:val="0075083B"/>
    <w:rsid w:val="007532F3"/>
    <w:rsid w:val="007550C1"/>
    <w:rsid w:val="00755357"/>
    <w:rsid w:val="00755C60"/>
    <w:rsid w:val="0075706E"/>
    <w:rsid w:val="00760DDF"/>
    <w:rsid w:val="00761000"/>
    <w:rsid w:val="0076162D"/>
    <w:rsid w:val="00761980"/>
    <w:rsid w:val="00761F0A"/>
    <w:rsid w:val="00763102"/>
    <w:rsid w:val="00763945"/>
    <w:rsid w:val="00764068"/>
    <w:rsid w:val="007657D3"/>
    <w:rsid w:val="00765DB4"/>
    <w:rsid w:val="00766F79"/>
    <w:rsid w:val="0076741C"/>
    <w:rsid w:val="00767468"/>
    <w:rsid w:val="007704D1"/>
    <w:rsid w:val="007708A5"/>
    <w:rsid w:val="00770E5B"/>
    <w:rsid w:val="00771AE7"/>
    <w:rsid w:val="00771D67"/>
    <w:rsid w:val="00771F94"/>
    <w:rsid w:val="00771F98"/>
    <w:rsid w:val="007735AE"/>
    <w:rsid w:val="007746DB"/>
    <w:rsid w:val="00774897"/>
    <w:rsid w:val="00774965"/>
    <w:rsid w:val="00774C9C"/>
    <w:rsid w:val="00774CD3"/>
    <w:rsid w:val="007767B3"/>
    <w:rsid w:val="00776A06"/>
    <w:rsid w:val="007770B6"/>
    <w:rsid w:val="00780005"/>
    <w:rsid w:val="007804AB"/>
    <w:rsid w:val="00780A12"/>
    <w:rsid w:val="00780A9D"/>
    <w:rsid w:val="00781AF1"/>
    <w:rsid w:val="00781F36"/>
    <w:rsid w:val="0078267B"/>
    <w:rsid w:val="00782955"/>
    <w:rsid w:val="00782A0E"/>
    <w:rsid w:val="00783E99"/>
    <w:rsid w:val="00784226"/>
    <w:rsid w:val="0078735B"/>
    <w:rsid w:val="0078770C"/>
    <w:rsid w:val="0078788D"/>
    <w:rsid w:val="00787924"/>
    <w:rsid w:val="007902EB"/>
    <w:rsid w:val="0079062F"/>
    <w:rsid w:val="00790E2C"/>
    <w:rsid w:val="007910F8"/>
    <w:rsid w:val="007910FA"/>
    <w:rsid w:val="00791F8E"/>
    <w:rsid w:val="0079314F"/>
    <w:rsid w:val="00795153"/>
    <w:rsid w:val="007955B1"/>
    <w:rsid w:val="00795CF7"/>
    <w:rsid w:val="0079640B"/>
    <w:rsid w:val="00796A10"/>
    <w:rsid w:val="007971CC"/>
    <w:rsid w:val="007A238C"/>
    <w:rsid w:val="007A2679"/>
    <w:rsid w:val="007A2FE0"/>
    <w:rsid w:val="007A3ED2"/>
    <w:rsid w:val="007A4D13"/>
    <w:rsid w:val="007A5183"/>
    <w:rsid w:val="007A6056"/>
    <w:rsid w:val="007A79ED"/>
    <w:rsid w:val="007A7C20"/>
    <w:rsid w:val="007B0417"/>
    <w:rsid w:val="007B21DA"/>
    <w:rsid w:val="007B2445"/>
    <w:rsid w:val="007B26F6"/>
    <w:rsid w:val="007B2FAF"/>
    <w:rsid w:val="007B4066"/>
    <w:rsid w:val="007B45E6"/>
    <w:rsid w:val="007B4613"/>
    <w:rsid w:val="007B4C35"/>
    <w:rsid w:val="007B4E0B"/>
    <w:rsid w:val="007B6534"/>
    <w:rsid w:val="007B7FF0"/>
    <w:rsid w:val="007C0A9A"/>
    <w:rsid w:val="007C0F3B"/>
    <w:rsid w:val="007C1735"/>
    <w:rsid w:val="007C1A37"/>
    <w:rsid w:val="007C2739"/>
    <w:rsid w:val="007C2F57"/>
    <w:rsid w:val="007C4C90"/>
    <w:rsid w:val="007C5945"/>
    <w:rsid w:val="007C634B"/>
    <w:rsid w:val="007C765A"/>
    <w:rsid w:val="007C765D"/>
    <w:rsid w:val="007C77D9"/>
    <w:rsid w:val="007D0B51"/>
    <w:rsid w:val="007D1BD3"/>
    <w:rsid w:val="007D213D"/>
    <w:rsid w:val="007D2ADE"/>
    <w:rsid w:val="007D3021"/>
    <w:rsid w:val="007D37E9"/>
    <w:rsid w:val="007D41DA"/>
    <w:rsid w:val="007D46B1"/>
    <w:rsid w:val="007D515D"/>
    <w:rsid w:val="007D60A5"/>
    <w:rsid w:val="007D64FA"/>
    <w:rsid w:val="007D6B54"/>
    <w:rsid w:val="007D6F12"/>
    <w:rsid w:val="007D70DA"/>
    <w:rsid w:val="007D7B24"/>
    <w:rsid w:val="007D7C92"/>
    <w:rsid w:val="007D7D3D"/>
    <w:rsid w:val="007E061D"/>
    <w:rsid w:val="007E0F9E"/>
    <w:rsid w:val="007E164E"/>
    <w:rsid w:val="007E1CD8"/>
    <w:rsid w:val="007E1E52"/>
    <w:rsid w:val="007E2E07"/>
    <w:rsid w:val="007E3E91"/>
    <w:rsid w:val="007E4F21"/>
    <w:rsid w:val="007E53A3"/>
    <w:rsid w:val="007E5561"/>
    <w:rsid w:val="007E6CFA"/>
    <w:rsid w:val="007E71DD"/>
    <w:rsid w:val="007E7B61"/>
    <w:rsid w:val="007F020B"/>
    <w:rsid w:val="007F053F"/>
    <w:rsid w:val="007F0BE0"/>
    <w:rsid w:val="007F138C"/>
    <w:rsid w:val="007F1C46"/>
    <w:rsid w:val="007F23E4"/>
    <w:rsid w:val="007F2F73"/>
    <w:rsid w:val="007F3551"/>
    <w:rsid w:val="007F3EE0"/>
    <w:rsid w:val="007F5B92"/>
    <w:rsid w:val="007F680F"/>
    <w:rsid w:val="007F6889"/>
    <w:rsid w:val="0080025F"/>
    <w:rsid w:val="00800898"/>
    <w:rsid w:val="00800F54"/>
    <w:rsid w:val="00801905"/>
    <w:rsid w:val="00801CF5"/>
    <w:rsid w:val="0080244F"/>
    <w:rsid w:val="0080259A"/>
    <w:rsid w:val="008025CC"/>
    <w:rsid w:val="0080281C"/>
    <w:rsid w:val="00802C04"/>
    <w:rsid w:val="00803C85"/>
    <w:rsid w:val="00806646"/>
    <w:rsid w:val="00806935"/>
    <w:rsid w:val="008077D2"/>
    <w:rsid w:val="008077E4"/>
    <w:rsid w:val="00807CD2"/>
    <w:rsid w:val="00807D66"/>
    <w:rsid w:val="00810202"/>
    <w:rsid w:val="00810C17"/>
    <w:rsid w:val="0081102F"/>
    <w:rsid w:val="00811657"/>
    <w:rsid w:val="00811E08"/>
    <w:rsid w:val="00811E9E"/>
    <w:rsid w:val="00812774"/>
    <w:rsid w:val="008130FD"/>
    <w:rsid w:val="00813450"/>
    <w:rsid w:val="00814551"/>
    <w:rsid w:val="008149F5"/>
    <w:rsid w:val="008152D6"/>
    <w:rsid w:val="00815AA1"/>
    <w:rsid w:val="00816305"/>
    <w:rsid w:val="00816D06"/>
    <w:rsid w:val="0081746F"/>
    <w:rsid w:val="00817AF0"/>
    <w:rsid w:val="0082133B"/>
    <w:rsid w:val="00821EA5"/>
    <w:rsid w:val="00821F8C"/>
    <w:rsid w:val="00822DB2"/>
    <w:rsid w:val="00823065"/>
    <w:rsid w:val="008243B6"/>
    <w:rsid w:val="00825003"/>
    <w:rsid w:val="00825EE2"/>
    <w:rsid w:val="00826642"/>
    <w:rsid w:val="00826C8B"/>
    <w:rsid w:val="00827A00"/>
    <w:rsid w:val="00827BDD"/>
    <w:rsid w:val="00827CC8"/>
    <w:rsid w:val="0083121B"/>
    <w:rsid w:val="0083231A"/>
    <w:rsid w:val="008348D1"/>
    <w:rsid w:val="00836A99"/>
    <w:rsid w:val="00837EDF"/>
    <w:rsid w:val="00837FDE"/>
    <w:rsid w:val="008406E2"/>
    <w:rsid w:val="0084127B"/>
    <w:rsid w:val="008419B2"/>
    <w:rsid w:val="00841C85"/>
    <w:rsid w:val="00841CB7"/>
    <w:rsid w:val="00842654"/>
    <w:rsid w:val="00843080"/>
    <w:rsid w:val="008440C5"/>
    <w:rsid w:val="00845FFE"/>
    <w:rsid w:val="00846270"/>
    <w:rsid w:val="00847614"/>
    <w:rsid w:val="00847E60"/>
    <w:rsid w:val="008501E4"/>
    <w:rsid w:val="008510BB"/>
    <w:rsid w:val="00852296"/>
    <w:rsid w:val="008534F1"/>
    <w:rsid w:val="0085356C"/>
    <w:rsid w:val="008535B8"/>
    <w:rsid w:val="0085465B"/>
    <w:rsid w:val="00855998"/>
    <w:rsid w:val="0085636C"/>
    <w:rsid w:val="00857ADF"/>
    <w:rsid w:val="008606DD"/>
    <w:rsid w:val="00860F3A"/>
    <w:rsid w:val="0086222A"/>
    <w:rsid w:val="00863755"/>
    <w:rsid w:val="00863968"/>
    <w:rsid w:val="00865224"/>
    <w:rsid w:val="00865464"/>
    <w:rsid w:val="0086590F"/>
    <w:rsid w:val="008667F8"/>
    <w:rsid w:val="0086687B"/>
    <w:rsid w:val="00866AD1"/>
    <w:rsid w:val="00866F7E"/>
    <w:rsid w:val="00867DB5"/>
    <w:rsid w:val="00867FAF"/>
    <w:rsid w:val="0087038F"/>
    <w:rsid w:val="00870CE3"/>
    <w:rsid w:val="00870F5A"/>
    <w:rsid w:val="008722CE"/>
    <w:rsid w:val="00874DF8"/>
    <w:rsid w:val="0087606E"/>
    <w:rsid w:val="00876764"/>
    <w:rsid w:val="008804E6"/>
    <w:rsid w:val="00881810"/>
    <w:rsid w:val="00881DD8"/>
    <w:rsid w:val="00881E60"/>
    <w:rsid w:val="0088225C"/>
    <w:rsid w:val="00883170"/>
    <w:rsid w:val="0088377C"/>
    <w:rsid w:val="00883898"/>
    <w:rsid w:val="00883A37"/>
    <w:rsid w:val="00884C26"/>
    <w:rsid w:val="00884D43"/>
    <w:rsid w:val="0088562F"/>
    <w:rsid w:val="00886150"/>
    <w:rsid w:val="008868D1"/>
    <w:rsid w:val="00890170"/>
    <w:rsid w:val="00890C69"/>
    <w:rsid w:val="008914FB"/>
    <w:rsid w:val="00893119"/>
    <w:rsid w:val="00893DF9"/>
    <w:rsid w:val="0089494F"/>
    <w:rsid w:val="00895885"/>
    <w:rsid w:val="00895D31"/>
    <w:rsid w:val="00896707"/>
    <w:rsid w:val="00897973"/>
    <w:rsid w:val="008A0862"/>
    <w:rsid w:val="008A169E"/>
    <w:rsid w:val="008A186C"/>
    <w:rsid w:val="008A19DD"/>
    <w:rsid w:val="008A1B64"/>
    <w:rsid w:val="008A3DAE"/>
    <w:rsid w:val="008A5EC6"/>
    <w:rsid w:val="008A6227"/>
    <w:rsid w:val="008A6C1C"/>
    <w:rsid w:val="008B001C"/>
    <w:rsid w:val="008B0EDE"/>
    <w:rsid w:val="008B100D"/>
    <w:rsid w:val="008B267A"/>
    <w:rsid w:val="008B2DB0"/>
    <w:rsid w:val="008B2F97"/>
    <w:rsid w:val="008B374F"/>
    <w:rsid w:val="008B3CF1"/>
    <w:rsid w:val="008B3D44"/>
    <w:rsid w:val="008B421B"/>
    <w:rsid w:val="008B4580"/>
    <w:rsid w:val="008B5377"/>
    <w:rsid w:val="008B5BDC"/>
    <w:rsid w:val="008B6763"/>
    <w:rsid w:val="008B6993"/>
    <w:rsid w:val="008C030F"/>
    <w:rsid w:val="008C04E5"/>
    <w:rsid w:val="008C081F"/>
    <w:rsid w:val="008C1943"/>
    <w:rsid w:val="008C25AD"/>
    <w:rsid w:val="008C3902"/>
    <w:rsid w:val="008C3A19"/>
    <w:rsid w:val="008C5A47"/>
    <w:rsid w:val="008D0FCD"/>
    <w:rsid w:val="008D22D7"/>
    <w:rsid w:val="008D5AD9"/>
    <w:rsid w:val="008D5DBF"/>
    <w:rsid w:val="008D656E"/>
    <w:rsid w:val="008D6E9B"/>
    <w:rsid w:val="008E1263"/>
    <w:rsid w:val="008E1435"/>
    <w:rsid w:val="008E2446"/>
    <w:rsid w:val="008E2C51"/>
    <w:rsid w:val="008E372F"/>
    <w:rsid w:val="008E3893"/>
    <w:rsid w:val="008E417D"/>
    <w:rsid w:val="008E4F10"/>
    <w:rsid w:val="008E5904"/>
    <w:rsid w:val="008E5ACC"/>
    <w:rsid w:val="008E5EA1"/>
    <w:rsid w:val="008E64C9"/>
    <w:rsid w:val="008E78AC"/>
    <w:rsid w:val="008E7A17"/>
    <w:rsid w:val="008E7AAC"/>
    <w:rsid w:val="008F024C"/>
    <w:rsid w:val="008F0D6B"/>
    <w:rsid w:val="008F16F0"/>
    <w:rsid w:val="008F1E39"/>
    <w:rsid w:val="008F43DC"/>
    <w:rsid w:val="008F50D9"/>
    <w:rsid w:val="00900170"/>
    <w:rsid w:val="00902439"/>
    <w:rsid w:val="009028C8"/>
    <w:rsid w:val="00902F34"/>
    <w:rsid w:val="009036CA"/>
    <w:rsid w:val="00903A77"/>
    <w:rsid w:val="00903BDB"/>
    <w:rsid w:val="00906681"/>
    <w:rsid w:val="00907F68"/>
    <w:rsid w:val="009111B4"/>
    <w:rsid w:val="009119C0"/>
    <w:rsid w:val="00911D53"/>
    <w:rsid w:val="00912AB1"/>
    <w:rsid w:val="00912B51"/>
    <w:rsid w:val="00912F67"/>
    <w:rsid w:val="009140B9"/>
    <w:rsid w:val="00914718"/>
    <w:rsid w:val="00916383"/>
    <w:rsid w:val="0091747A"/>
    <w:rsid w:val="00920B08"/>
    <w:rsid w:val="00920BB8"/>
    <w:rsid w:val="009224CA"/>
    <w:rsid w:val="00922737"/>
    <w:rsid w:val="0092363E"/>
    <w:rsid w:val="00923E8C"/>
    <w:rsid w:val="009245D1"/>
    <w:rsid w:val="00924A13"/>
    <w:rsid w:val="009256BF"/>
    <w:rsid w:val="00925A79"/>
    <w:rsid w:val="00925B07"/>
    <w:rsid w:val="00925E20"/>
    <w:rsid w:val="00925FED"/>
    <w:rsid w:val="00930C57"/>
    <w:rsid w:val="00931CC3"/>
    <w:rsid w:val="009326E4"/>
    <w:rsid w:val="00932B67"/>
    <w:rsid w:val="00932DFE"/>
    <w:rsid w:val="00933554"/>
    <w:rsid w:val="00934392"/>
    <w:rsid w:val="00934719"/>
    <w:rsid w:val="00934900"/>
    <w:rsid w:val="009349C7"/>
    <w:rsid w:val="00935905"/>
    <w:rsid w:val="00936358"/>
    <w:rsid w:val="00937A43"/>
    <w:rsid w:val="00937ED1"/>
    <w:rsid w:val="00940339"/>
    <w:rsid w:val="00940487"/>
    <w:rsid w:val="009417B5"/>
    <w:rsid w:val="009438B3"/>
    <w:rsid w:val="00943E95"/>
    <w:rsid w:val="00944E4B"/>
    <w:rsid w:val="00945122"/>
    <w:rsid w:val="00945BF3"/>
    <w:rsid w:val="00945E14"/>
    <w:rsid w:val="00945F43"/>
    <w:rsid w:val="00946C75"/>
    <w:rsid w:val="009505C0"/>
    <w:rsid w:val="00950DB2"/>
    <w:rsid w:val="00951667"/>
    <w:rsid w:val="00951BC9"/>
    <w:rsid w:val="00951FCC"/>
    <w:rsid w:val="009523AC"/>
    <w:rsid w:val="009529D5"/>
    <w:rsid w:val="009536B4"/>
    <w:rsid w:val="00956688"/>
    <w:rsid w:val="0095734A"/>
    <w:rsid w:val="00957B4E"/>
    <w:rsid w:val="009603BE"/>
    <w:rsid w:val="00960822"/>
    <w:rsid w:val="00960C85"/>
    <w:rsid w:val="009611DD"/>
    <w:rsid w:val="009631C8"/>
    <w:rsid w:val="00963378"/>
    <w:rsid w:val="00963D34"/>
    <w:rsid w:val="009646B2"/>
    <w:rsid w:val="00964CF2"/>
    <w:rsid w:val="00966F4B"/>
    <w:rsid w:val="00967E24"/>
    <w:rsid w:val="00970C88"/>
    <w:rsid w:val="00971F37"/>
    <w:rsid w:val="0097268C"/>
    <w:rsid w:val="009727A3"/>
    <w:rsid w:val="0097299C"/>
    <w:rsid w:val="00972BA1"/>
    <w:rsid w:val="00973189"/>
    <w:rsid w:val="00973772"/>
    <w:rsid w:val="00973CE9"/>
    <w:rsid w:val="009740D7"/>
    <w:rsid w:val="00974662"/>
    <w:rsid w:val="009750F7"/>
    <w:rsid w:val="00975AAD"/>
    <w:rsid w:val="009775EF"/>
    <w:rsid w:val="009777D8"/>
    <w:rsid w:val="00977F13"/>
    <w:rsid w:val="009803F4"/>
    <w:rsid w:val="0098052F"/>
    <w:rsid w:val="009815F1"/>
    <w:rsid w:val="00982B77"/>
    <w:rsid w:val="00982BCA"/>
    <w:rsid w:val="00983434"/>
    <w:rsid w:val="00983E52"/>
    <w:rsid w:val="00984D78"/>
    <w:rsid w:val="00985B62"/>
    <w:rsid w:val="00985BF5"/>
    <w:rsid w:val="00986BD6"/>
    <w:rsid w:val="00986CC0"/>
    <w:rsid w:val="00987158"/>
    <w:rsid w:val="00990F74"/>
    <w:rsid w:val="00991885"/>
    <w:rsid w:val="009920FD"/>
    <w:rsid w:val="0099281A"/>
    <w:rsid w:val="00993B48"/>
    <w:rsid w:val="00993B66"/>
    <w:rsid w:val="00993F76"/>
    <w:rsid w:val="009943A5"/>
    <w:rsid w:val="0099440A"/>
    <w:rsid w:val="0099445D"/>
    <w:rsid w:val="009953C8"/>
    <w:rsid w:val="00996FEF"/>
    <w:rsid w:val="00997EEE"/>
    <w:rsid w:val="009A0343"/>
    <w:rsid w:val="009A1132"/>
    <w:rsid w:val="009A156E"/>
    <w:rsid w:val="009A15B9"/>
    <w:rsid w:val="009A1DF7"/>
    <w:rsid w:val="009A2577"/>
    <w:rsid w:val="009A3240"/>
    <w:rsid w:val="009A377F"/>
    <w:rsid w:val="009A39A2"/>
    <w:rsid w:val="009A3CB9"/>
    <w:rsid w:val="009A3FEA"/>
    <w:rsid w:val="009A50FB"/>
    <w:rsid w:val="009A5225"/>
    <w:rsid w:val="009A609B"/>
    <w:rsid w:val="009A6342"/>
    <w:rsid w:val="009A6AF6"/>
    <w:rsid w:val="009A6E08"/>
    <w:rsid w:val="009A7845"/>
    <w:rsid w:val="009A7EE6"/>
    <w:rsid w:val="009B0565"/>
    <w:rsid w:val="009B15D2"/>
    <w:rsid w:val="009B261F"/>
    <w:rsid w:val="009B2BA0"/>
    <w:rsid w:val="009B307F"/>
    <w:rsid w:val="009B41A7"/>
    <w:rsid w:val="009B423F"/>
    <w:rsid w:val="009B53E4"/>
    <w:rsid w:val="009B599D"/>
    <w:rsid w:val="009B5EA3"/>
    <w:rsid w:val="009C09E2"/>
    <w:rsid w:val="009C0B4C"/>
    <w:rsid w:val="009C1735"/>
    <w:rsid w:val="009C25F7"/>
    <w:rsid w:val="009C2AB8"/>
    <w:rsid w:val="009C301F"/>
    <w:rsid w:val="009C3AE4"/>
    <w:rsid w:val="009C7C1C"/>
    <w:rsid w:val="009D0842"/>
    <w:rsid w:val="009D2E3E"/>
    <w:rsid w:val="009D3386"/>
    <w:rsid w:val="009D4166"/>
    <w:rsid w:val="009D4D8A"/>
    <w:rsid w:val="009D55BE"/>
    <w:rsid w:val="009D5BD7"/>
    <w:rsid w:val="009D5C76"/>
    <w:rsid w:val="009D6992"/>
    <w:rsid w:val="009D7423"/>
    <w:rsid w:val="009D75D6"/>
    <w:rsid w:val="009D75F2"/>
    <w:rsid w:val="009E0943"/>
    <w:rsid w:val="009E0B35"/>
    <w:rsid w:val="009E1F83"/>
    <w:rsid w:val="009E2019"/>
    <w:rsid w:val="009E3636"/>
    <w:rsid w:val="009E3C5E"/>
    <w:rsid w:val="009E49E9"/>
    <w:rsid w:val="009E5370"/>
    <w:rsid w:val="009E59BB"/>
    <w:rsid w:val="009E62CB"/>
    <w:rsid w:val="009E6EC0"/>
    <w:rsid w:val="009E6EC4"/>
    <w:rsid w:val="009E79CA"/>
    <w:rsid w:val="009F0737"/>
    <w:rsid w:val="009F20BE"/>
    <w:rsid w:val="009F21D1"/>
    <w:rsid w:val="009F3310"/>
    <w:rsid w:val="009F3941"/>
    <w:rsid w:val="009F4A40"/>
    <w:rsid w:val="009F6832"/>
    <w:rsid w:val="009F734C"/>
    <w:rsid w:val="009F7E11"/>
    <w:rsid w:val="00A00FE8"/>
    <w:rsid w:val="00A06359"/>
    <w:rsid w:val="00A07D5B"/>
    <w:rsid w:val="00A10DB6"/>
    <w:rsid w:val="00A10FAD"/>
    <w:rsid w:val="00A1149B"/>
    <w:rsid w:val="00A12E5A"/>
    <w:rsid w:val="00A13111"/>
    <w:rsid w:val="00A13AA8"/>
    <w:rsid w:val="00A13CE9"/>
    <w:rsid w:val="00A141E7"/>
    <w:rsid w:val="00A15358"/>
    <w:rsid w:val="00A15BFD"/>
    <w:rsid w:val="00A16B40"/>
    <w:rsid w:val="00A17847"/>
    <w:rsid w:val="00A20F6A"/>
    <w:rsid w:val="00A2277C"/>
    <w:rsid w:val="00A235DB"/>
    <w:rsid w:val="00A24E16"/>
    <w:rsid w:val="00A25114"/>
    <w:rsid w:val="00A25639"/>
    <w:rsid w:val="00A256E9"/>
    <w:rsid w:val="00A26F98"/>
    <w:rsid w:val="00A30422"/>
    <w:rsid w:val="00A30EF3"/>
    <w:rsid w:val="00A315A0"/>
    <w:rsid w:val="00A3274D"/>
    <w:rsid w:val="00A32D3F"/>
    <w:rsid w:val="00A338B8"/>
    <w:rsid w:val="00A3393F"/>
    <w:rsid w:val="00A34765"/>
    <w:rsid w:val="00A349E5"/>
    <w:rsid w:val="00A358CF"/>
    <w:rsid w:val="00A35B11"/>
    <w:rsid w:val="00A35EA5"/>
    <w:rsid w:val="00A36711"/>
    <w:rsid w:val="00A372D4"/>
    <w:rsid w:val="00A37577"/>
    <w:rsid w:val="00A405F8"/>
    <w:rsid w:val="00A4096D"/>
    <w:rsid w:val="00A42A26"/>
    <w:rsid w:val="00A42C9C"/>
    <w:rsid w:val="00A435FE"/>
    <w:rsid w:val="00A43663"/>
    <w:rsid w:val="00A441DB"/>
    <w:rsid w:val="00A444B1"/>
    <w:rsid w:val="00A44D29"/>
    <w:rsid w:val="00A4632C"/>
    <w:rsid w:val="00A46A54"/>
    <w:rsid w:val="00A47D88"/>
    <w:rsid w:val="00A50113"/>
    <w:rsid w:val="00A50249"/>
    <w:rsid w:val="00A515AB"/>
    <w:rsid w:val="00A52251"/>
    <w:rsid w:val="00A522BB"/>
    <w:rsid w:val="00A52B73"/>
    <w:rsid w:val="00A53169"/>
    <w:rsid w:val="00A538FD"/>
    <w:rsid w:val="00A53CED"/>
    <w:rsid w:val="00A54FB1"/>
    <w:rsid w:val="00A55271"/>
    <w:rsid w:val="00A56175"/>
    <w:rsid w:val="00A5633E"/>
    <w:rsid w:val="00A56C35"/>
    <w:rsid w:val="00A57CF0"/>
    <w:rsid w:val="00A61BAA"/>
    <w:rsid w:val="00A633AF"/>
    <w:rsid w:val="00A649A8"/>
    <w:rsid w:val="00A65449"/>
    <w:rsid w:val="00A668B8"/>
    <w:rsid w:val="00A706BF"/>
    <w:rsid w:val="00A70956"/>
    <w:rsid w:val="00A71449"/>
    <w:rsid w:val="00A72194"/>
    <w:rsid w:val="00A721F3"/>
    <w:rsid w:val="00A7298B"/>
    <w:rsid w:val="00A7340E"/>
    <w:rsid w:val="00A73C6D"/>
    <w:rsid w:val="00A73E27"/>
    <w:rsid w:val="00A74AF2"/>
    <w:rsid w:val="00A7552B"/>
    <w:rsid w:val="00A7594F"/>
    <w:rsid w:val="00A764D6"/>
    <w:rsid w:val="00A76BEB"/>
    <w:rsid w:val="00A807A1"/>
    <w:rsid w:val="00A8137A"/>
    <w:rsid w:val="00A8207D"/>
    <w:rsid w:val="00A8208D"/>
    <w:rsid w:val="00A820F4"/>
    <w:rsid w:val="00A82A99"/>
    <w:rsid w:val="00A83967"/>
    <w:rsid w:val="00A87891"/>
    <w:rsid w:val="00A900DB"/>
    <w:rsid w:val="00A90656"/>
    <w:rsid w:val="00A910E8"/>
    <w:rsid w:val="00A911CA"/>
    <w:rsid w:val="00A92B7B"/>
    <w:rsid w:val="00A938C8"/>
    <w:rsid w:val="00A93C77"/>
    <w:rsid w:val="00A93E94"/>
    <w:rsid w:val="00A93FE0"/>
    <w:rsid w:val="00A94713"/>
    <w:rsid w:val="00A94CC3"/>
    <w:rsid w:val="00A94FC3"/>
    <w:rsid w:val="00A959D3"/>
    <w:rsid w:val="00A96EE0"/>
    <w:rsid w:val="00A978AC"/>
    <w:rsid w:val="00AA01C3"/>
    <w:rsid w:val="00AA2418"/>
    <w:rsid w:val="00AA4319"/>
    <w:rsid w:val="00AA507F"/>
    <w:rsid w:val="00AA61F6"/>
    <w:rsid w:val="00AA73D5"/>
    <w:rsid w:val="00AA7426"/>
    <w:rsid w:val="00AB1077"/>
    <w:rsid w:val="00AB2636"/>
    <w:rsid w:val="00AB2669"/>
    <w:rsid w:val="00AB28EA"/>
    <w:rsid w:val="00AB3F69"/>
    <w:rsid w:val="00AB432C"/>
    <w:rsid w:val="00AB434F"/>
    <w:rsid w:val="00AB4C71"/>
    <w:rsid w:val="00AB5D67"/>
    <w:rsid w:val="00AB5DBE"/>
    <w:rsid w:val="00AB6AD3"/>
    <w:rsid w:val="00AB76DC"/>
    <w:rsid w:val="00AB7E6D"/>
    <w:rsid w:val="00AC03FA"/>
    <w:rsid w:val="00AC0615"/>
    <w:rsid w:val="00AC14DE"/>
    <w:rsid w:val="00AC1A96"/>
    <w:rsid w:val="00AC1BD3"/>
    <w:rsid w:val="00AC2839"/>
    <w:rsid w:val="00AC2D2C"/>
    <w:rsid w:val="00AC2FFA"/>
    <w:rsid w:val="00AC3001"/>
    <w:rsid w:val="00AC3212"/>
    <w:rsid w:val="00AC3473"/>
    <w:rsid w:val="00AC4441"/>
    <w:rsid w:val="00AC527D"/>
    <w:rsid w:val="00AC5B7B"/>
    <w:rsid w:val="00AC5CD8"/>
    <w:rsid w:val="00AC73D3"/>
    <w:rsid w:val="00AD1043"/>
    <w:rsid w:val="00AD15C5"/>
    <w:rsid w:val="00AD2C1D"/>
    <w:rsid w:val="00AD2F2C"/>
    <w:rsid w:val="00AD3422"/>
    <w:rsid w:val="00AD3778"/>
    <w:rsid w:val="00AD4363"/>
    <w:rsid w:val="00AD4375"/>
    <w:rsid w:val="00AD43F1"/>
    <w:rsid w:val="00AD55A0"/>
    <w:rsid w:val="00AD5713"/>
    <w:rsid w:val="00AD61D7"/>
    <w:rsid w:val="00AD6B6E"/>
    <w:rsid w:val="00AD7AE2"/>
    <w:rsid w:val="00AE2C58"/>
    <w:rsid w:val="00AE2C59"/>
    <w:rsid w:val="00AE3766"/>
    <w:rsid w:val="00AE3B41"/>
    <w:rsid w:val="00AE43A2"/>
    <w:rsid w:val="00AE50C6"/>
    <w:rsid w:val="00AE7588"/>
    <w:rsid w:val="00AF00E3"/>
    <w:rsid w:val="00AF0433"/>
    <w:rsid w:val="00AF0643"/>
    <w:rsid w:val="00AF0F25"/>
    <w:rsid w:val="00AF227A"/>
    <w:rsid w:val="00AF3658"/>
    <w:rsid w:val="00AF50EE"/>
    <w:rsid w:val="00AF6409"/>
    <w:rsid w:val="00AF6610"/>
    <w:rsid w:val="00AF6D9D"/>
    <w:rsid w:val="00AF74B5"/>
    <w:rsid w:val="00B0111E"/>
    <w:rsid w:val="00B0137F"/>
    <w:rsid w:val="00B01F94"/>
    <w:rsid w:val="00B04008"/>
    <w:rsid w:val="00B0472A"/>
    <w:rsid w:val="00B04811"/>
    <w:rsid w:val="00B062CF"/>
    <w:rsid w:val="00B07051"/>
    <w:rsid w:val="00B07103"/>
    <w:rsid w:val="00B078BD"/>
    <w:rsid w:val="00B07CEC"/>
    <w:rsid w:val="00B10578"/>
    <w:rsid w:val="00B10906"/>
    <w:rsid w:val="00B11388"/>
    <w:rsid w:val="00B1192E"/>
    <w:rsid w:val="00B119B3"/>
    <w:rsid w:val="00B11E5A"/>
    <w:rsid w:val="00B129B9"/>
    <w:rsid w:val="00B14AE0"/>
    <w:rsid w:val="00B14EE0"/>
    <w:rsid w:val="00B14EE4"/>
    <w:rsid w:val="00B1512C"/>
    <w:rsid w:val="00B15C04"/>
    <w:rsid w:val="00B17675"/>
    <w:rsid w:val="00B17866"/>
    <w:rsid w:val="00B178E5"/>
    <w:rsid w:val="00B17B94"/>
    <w:rsid w:val="00B205CF"/>
    <w:rsid w:val="00B20743"/>
    <w:rsid w:val="00B20B15"/>
    <w:rsid w:val="00B20C4C"/>
    <w:rsid w:val="00B21171"/>
    <w:rsid w:val="00B218F9"/>
    <w:rsid w:val="00B21CA6"/>
    <w:rsid w:val="00B22061"/>
    <w:rsid w:val="00B224B6"/>
    <w:rsid w:val="00B22A02"/>
    <w:rsid w:val="00B23EA6"/>
    <w:rsid w:val="00B24427"/>
    <w:rsid w:val="00B2485D"/>
    <w:rsid w:val="00B24AA8"/>
    <w:rsid w:val="00B25D85"/>
    <w:rsid w:val="00B26452"/>
    <w:rsid w:val="00B276E4"/>
    <w:rsid w:val="00B279E5"/>
    <w:rsid w:val="00B30270"/>
    <w:rsid w:val="00B31491"/>
    <w:rsid w:val="00B31910"/>
    <w:rsid w:val="00B3249F"/>
    <w:rsid w:val="00B33C91"/>
    <w:rsid w:val="00B345A7"/>
    <w:rsid w:val="00B35018"/>
    <w:rsid w:val="00B350CA"/>
    <w:rsid w:val="00B350EC"/>
    <w:rsid w:val="00B353C1"/>
    <w:rsid w:val="00B357E3"/>
    <w:rsid w:val="00B36413"/>
    <w:rsid w:val="00B365C3"/>
    <w:rsid w:val="00B377D6"/>
    <w:rsid w:val="00B40FE7"/>
    <w:rsid w:val="00B41063"/>
    <w:rsid w:val="00B4179E"/>
    <w:rsid w:val="00B440AA"/>
    <w:rsid w:val="00B45198"/>
    <w:rsid w:val="00B45D03"/>
    <w:rsid w:val="00B47E98"/>
    <w:rsid w:val="00B50E8C"/>
    <w:rsid w:val="00B52108"/>
    <w:rsid w:val="00B5254C"/>
    <w:rsid w:val="00B535F7"/>
    <w:rsid w:val="00B53F03"/>
    <w:rsid w:val="00B54410"/>
    <w:rsid w:val="00B55D79"/>
    <w:rsid w:val="00B56D34"/>
    <w:rsid w:val="00B56E39"/>
    <w:rsid w:val="00B57652"/>
    <w:rsid w:val="00B61580"/>
    <w:rsid w:val="00B6176D"/>
    <w:rsid w:val="00B618E0"/>
    <w:rsid w:val="00B63EB7"/>
    <w:rsid w:val="00B64698"/>
    <w:rsid w:val="00B65257"/>
    <w:rsid w:val="00B65E6C"/>
    <w:rsid w:val="00B67691"/>
    <w:rsid w:val="00B67E6F"/>
    <w:rsid w:val="00B67FC6"/>
    <w:rsid w:val="00B7040D"/>
    <w:rsid w:val="00B707FE"/>
    <w:rsid w:val="00B7127F"/>
    <w:rsid w:val="00B71C87"/>
    <w:rsid w:val="00B71EDF"/>
    <w:rsid w:val="00B728AD"/>
    <w:rsid w:val="00B72F7E"/>
    <w:rsid w:val="00B74AD4"/>
    <w:rsid w:val="00B75222"/>
    <w:rsid w:val="00B76605"/>
    <w:rsid w:val="00B7694A"/>
    <w:rsid w:val="00B76FA9"/>
    <w:rsid w:val="00B77766"/>
    <w:rsid w:val="00B813D6"/>
    <w:rsid w:val="00B81522"/>
    <w:rsid w:val="00B817FC"/>
    <w:rsid w:val="00B81EE3"/>
    <w:rsid w:val="00B829DC"/>
    <w:rsid w:val="00B82C77"/>
    <w:rsid w:val="00B83F24"/>
    <w:rsid w:val="00B844CC"/>
    <w:rsid w:val="00B84F6E"/>
    <w:rsid w:val="00B87489"/>
    <w:rsid w:val="00B8769C"/>
    <w:rsid w:val="00B91764"/>
    <w:rsid w:val="00B919C3"/>
    <w:rsid w:val="00B92958"/>
    <w:rsid w:val="00B93EC1"/>
    <w:rsid w:val="00B93FA9"/>
    <w:rsid w:val="00B952CD"/>
    <w:rsid w:val="00B958C5"/>
    <w:rsid w:val="00B959C4"/>
    <w:rsid w:val="00B974DB"/>
    <w:rsid w:val="00BA2AB1"/>
    <w:rsid w:val="00BA2F27"/>
    <w:rsid w:val="00BA384D"/>
    <w:rsid w:val="00BA3C71"/>
    <w:rsid w:val="00BA3D59"/>
    <w:rsid w:val="00BA4BFD"/>
    <w:rsid w:val="00BA4FCD"/>
    <w:rsid w:val="00BA503E"/>
    <w:rsid w:val="00BB0C41"/>
    <w:rsid w:val="00BB1C73"/>
    <w:rsid w:val="00BB1FAD"/>
    <w:rsid w:val="00BB2680"/>
    <w:rsid w:val="00BB27B8"/>
    <w:rsid w:val="00BB30E0"/>
    <w:rsid w:val="00BB34F8"/>
    <w:rsid w:val="00BB3E95"/>
    <w:rsid w:val="00BB547E"/>
    <w:rsid w:val="00BB54EE"/>
    <w:rsid w:val="00BB59B3"/>
    <w:rsid w:val="00BB59FB"/>
    <w:rsid w:val="00BB6FA5"/>
    <w:rsid w:val="00BB70A3"/>
    <w:rsid w:val="00BB768F"/>
    <w:rsid w:val="00BC06A6"/>
    <w:rsid w:val="00BC1066"/>
    <w:rsid w:val="00BC1E9A"/>
    <w:rsid w:val="00BC1EBF"/>
    <w:rsid w:val="00BC30BB"/>
    <w:rsid w:val="00BC3899"/>
    <w:rsid w:val="00BC4645"/>
    <w:rsid w:val="00BC4824"/>
    <w:rsid w:val="00BC4BF5"/>
    <w:rsid w:val="00BC4F93"/>
    <w:rsid w:val="00BC5378"/>
    <w:rsid w:val="00BC5962"/>
    <w:rsid w:val="00BC628E"/>
    <w:rsid w:val="00BC688E"/>
    <w:rsid w:val="00BC68F1"/>
    <w:rsid w:val="00BD1F2B"/>
    <w:rsid w:val="00BD2730"/>
    <w:rsid w:val="00BD526B"/>
    <w:rsid w:val="00BD574A"/>
    <w:rsid w:val="00BD589A"/>
    <w:rsid w:val="00BD5B87"/>
    <w:rsid w:val="00BD7533"/>
    <w:rsid w:val="00BD763C"/>
    <w:rsid w:val="00BE1AB5"/>
    <w:rsid w:val="00BE24D8"/>
    <w:rsid w:val="00BE3217"/>
    <w:rsid w:val="00BE3977"/>
    <w:rsid w:val="00BE75F9"/>
    <w:rsid w:val="00BE7748"/>
    <w:rsid w:val="00BF086B"/>
    <w:rsid w:val="00BF0B44"/>
    <w:rsid w:val="00BF1023"/>
    <w:rsid w:val="00BF13B6"/>
    <w:rsid w:val="00BF1D82"/>
    <w:rsid w:val="00BF20B8"/>
    <w:rsid w:val="00BF3930"/>
    <w:rsid w:val="00BF41E3"/>
    <w:rsid w:val="00BF43CA"/>
    <w:rsid w:val="00BF4E81"/>
    <w:rsid w:val="00BF6369"/>
    <w:rsid w:val="00BF6631"/>
    <w:rsid w:val="00BF69A4"/>
    <w:rsid w:val="00BF7352"/>
    <w:rsid w:val="00BF76FE"/>
    <w:rsid w:val="00C00408"/>
    <w:rsid w:val="00C00AA9"/>
    <w:rsid w:val="00C00E1E"/>
    <w:rsid w:val="00C01534"/>
    <w:rsid w:val="00C01D3B"/>
    <w:rsid w:val="00C01D42"/>
    <w:rsid w:val="00C020ED"/>
    <w:rsid w:val="00C02FAD"/>
    <w:rsid w:val="00C032BE"/>
    <w:rsid w:val="00C04F5A"/>
    <w:rsid w:val="00C0547D"/>
    <w:rsid w:val="00C057F6"/>
    <w:rsid w:val="00C066F7"/>
    <w:rsid w:val="00C06866"/>
    <w:rsid w:val="00C06B8B"/>
    <w:rsid w:val="00C07448"/>
    <w:rsid w:val="00C1013A"/>
    <w:rsid w:val="00C10354"/>
    <w:rsid w:val="00C107F9"/>
    <w:rsid w:val="00C1096E"/>
    <w:rsid w:val="00C10BF8"/>
    <w:rsid w:val="00C10FE2"/>
    <w:rsid w:val="00C11944"/>
    <w:rsid w:val="00C122AB"/>
    <w:rsid w:val="00C12B6D"/>
    <w:rsid w:val="00C14FF0"/>
    <w:rsid w:val="00C151BE"/>
    <w:rsid w:val="00C155E1"/>
    <w:rsid w:val="00C16259"/>
    <w:rsid w:val="00C178C6"/>
    <w:rsid w:val="00C210E7"/>
    <w:rsid w:val="00C2164E"/>
    <w:rsid w:val="00C21662"/>
    <w:rsid w:val="00C223C3"/>
    <w:rsid w:val="00C22803"/>
    <w:rsid w:val="00C230DC"/>
    <w:rsid w:val="00C23479"/>
    <w:rsid w:val="00C23776"/>
    <w:rsid w:val="00C238DA"/>
    <w:rsid w:val="00C24326"/>
    <w:rsid w:val="00C245F0"/>
    <w:rsid w:val="00C2484F"/>
    <w:rsid w:val="00C248EE"/>
    <w:rsid w:val="00C249A7"/>
    <w:rsid w:val="00C24C4B"/>
    <w:rsid w:val="00C25404"/>
    <w:rsid w:val="00C26D84"/>
    <w:rsid w:val="00C27349"/>
    <w:rsid w:val="00C27A50"/>
    <w:rsid w:val="00C300DC"/>
    <w:rsid w:val="00C3025A"/>
    <w:rsid w:val="00C306E8"/>
    <w:rsid w:val="00C308C4"/>
    <w:rsid w:val="00C3204B"/>
    <w:rsid w:val="00C32D54"/>
    <w:rsid w:val="00C32FE7"/>
    <w:rsid w:val="00C3336D"/>
    <w:rsid w:val="00C34D6E"/>
    <w:rsid w:val="00C35A7D"/>
    <w:rsid w:val="00C3782A"/>
    <w:rsid w:val="00C40492"/>
    <w:rsid w:val="00C409C8"/>
    <w:rsid w:val="00C4250D"/>
    <w:rsid w:val="00C43032"/>
    <w:rsid w:val="00C43875"/>
    <w:rsid w:val="00C444B2"/>
    <w:rsid w:val="00C4453A"/>
    <w:rsid w:val="00C454A4"/>
    <w:rsid w:val="00C46BF3"/>
    <w:rsid w:val="00C46FFA"/>
    <w:rsid w:val="00C4739C"/>
    <w:rsid w:val="00C522C5"/>
    <w:rsid w:val="00C538FE"/>
    <w:rsid w:val="00C548C3"/>
    <w:rsid w:val="00C55467"/>
    <w:rsid w:val="00C55580"/>
    <w:rsid w:val="00C56F95"/>
    <w:rsid w:val="00C57975"/>
    <w:rsid w:val="00C60B9F"/>
    <w:rsid w:val="00C60CF6"/>
    <w:rsid w:val="00C62E4F"/>
    <w:rsid w:val="00C633C8"/>
    <w:rsid w:val="00C63704"/>
    <w:rsid w:val="00C63807"/>
    <w:rsid w:val="00C63ED6"/>
    <w:rsid w:val="00C647B2"/>
    <w:rsid w:val="00C66482"/>
    <w:rsid w:val="00C66589"/>
    <w:rsid w:val="00C66FF2"/>
    <w:rsid w:val="00C6723D"/>
    <w:rsid w:val="00C706C5"/>
    <w:rsid w:val="00C708E7"/>
    <w:rsid w:val="00C718CA"/>
    <w:rsid w:val="00C721F9"/>
    <w:rsid w:val="00C72CF4"/>
    <w:rsid w:val="00C7365F"/>
    <w:rsid w:val="00C74B88"/>
    <w:rsid w:val="00C80703"/>
    <w:rsid w:val="00C80F56"/>
    <w:rsid w:val="00C81A77"/>
    <w:rsid w:val="00C83B3B"/>
    <w:rsid w:val="00C843AE"/>
    <w:rsid w:val="00C844D6"/>
    <w:rsid w:val="00C864B3"/>
    <w:rsid w:val="00C87143"/>
    <w:rsid w:val="00C9065D"/>
    <w:rsid w:val="00C926EC"/>
    <w:rsid w:val="00C92AF4"/>
    <w:rsid w:val="00C94258"/>
    <w:rsid w:val="00C943D2"/>
    <w:rsid w:val="00C947E2"/>
    <w:rsid w:val="00C94A2A"/>
    <w:rsid w:val="00C96017"/>
    <w:rsid w:val="00CA0810"/>
    <w:rsid w:val="00CA0FE7"/>
    <w:rsid w:val="00CA2612"/>
    <w:rsid w:val="00CA3A51"/>
    <w:rsid w:val="00CA403A"/>
    <w:rsid w:val="00CA4B74"/>
    <w:rsid w:val="00CA5384"/>
    <w:rsid w:val="00CA5C25"/>
    <w:rsid w:val="00CA68EF"/>
    <w:rsid w:val="00CA775A"/>
    <w:rsid w:val="00CB021F"/>
    <w:rsid w:val="00CB187B"/>
    <w:rsid w:val="00CB19DD"/>
    <w:rsid w:val="00CB2CAA"/>
    <w:rsid w:val="00CB3270"/>
    <w:rsid w:val="00CB3A58"/>
    <w:rsid w:val="00CB3E3C"/>
    <w:rsid w:val="00CB4732"/>
    <w:rsid w:val="00CB47A7"/>
    <w:rsid w:val="00CB4D79"/>
    <w:rsid w:val="00CB69CD"/>
    <w:rsid w:val="00CB6C14"/>
    <w:rsid w:val="00CB6CCF"/>
    <w:rsid w:val="00CB6E66"/>
    <w:rsid w:val="00CC051F"/>
    <w:rsid w:val="00CC0BFC"/>
    <w:rsid w:val="00CC0FB3"/>
    <w:rsid w:val="00CC17D4"/>
    <w:rsid w:val="00CC1975"/>
    <w:rsid w:val="00CC1E89"/>
    <w:rsid w:val="00CC23E1"/>
    <w:rsid w:val="00CC24D8"/>
    <w:rsid w:val="00CC2900"/>
    <w:rsid w:val="00CC3BF0"/>
    <w:rsid w:val="00CC3D74"/>
    <w:rsid w:val="00CC4BE9"/>
    <w:rsid w:val="00CC50F7"/>
    <w:rsid w:val="00CC54B5"/>
    <w:rsid w:val="00CC6931"/>
    <w:rsid w:val="00CC6E60"/>
    <w:rsid w:val="00CC71F7"/>
    <w:rsid w:val="00CC7555"/>
    <w:rsid w:val="00CC7B03"/>
    <w:rsid w:val="00CD12AC"/>
    <w:rsid w:val="00CD246C"/>
    <w:rsid w:val="00CD2817"/>
    <w:rsid w:val="00CD2977"/>
    <w:rsid w:val="00CD2DC5"/>
    <w:rsid w:val="00CD2E60"/>
    <w:rsid w:val="00CD3341"/>
    <w:rsid w:val="00CD37DF"/>
    <w:rsid w:val="00CD3A79"/>
    <w:rsid w:val="00CD47CE"/>
    <w:rsid w:val="00CE2B35"/>
    <w:rsid w:val="00CE395C"/>
    <w:rsid w:val="00CE425B"/>
    <w:rsid w:val="00CE5775"/>
    <w:rsid w:val="00CE5F34"/>
    <w:rsid w:val="00CE602D"/>
    <w:rsid w:val="00CE688A"/>
    <w:rsid w:val="00CF139B"/>
    <w:rsid w:val="00CF30C2"/>
    <w:rsid w:val="00CF3189"/>
    <w:rsid w:val="00CF436A"/>
    <w:rsid w:val="00CF4740"/>
    <w:rsid w:val="00CF4D0E"/>
    <w:rsid w:val="00CF50A0"/>
    <w:rsid w:val="00CF7A3C"/>
    <w:rsid w:val="00D02238"/>
    <w:rsid w:val="00D023E9"/>
    <w:rsid w:val="00D0437D"/>
    <w:rsid w:val="00D04DC5"/>
    <w:rsid w:val="00D052BD"/>
    <w:rsid w:val="00D06FB1"/>
    <w:rsid w:val="00D07A31"/>
    <w:rsid w:val="00D07EF5"/>
    <w:rsid w:val="00D10DC8"/>
    <w:rsid w:val="00D1358A"/>
    <w:rsid w:val="00D13FAA"/>
    <w:rsid w:val="00D15238"/>
    <w:rsid w:val="00D1525B"/>
    <w:rsid w:val="00D16541"/>
    <w:rsid w:val="00D169FF"/>
    <w:rsid w:val="00D16C47"/>
    <w:rsid w:val="00D16D70"/>
    <w:rsid w:val="00D17C83"/>
    <w:rsid w:val="00D17F8F"/>
    <w:rsid w:val="00D2081A"/>
    <w:rsid w:val="00D215C0"/>
    <w:rsid w:val="00D21DA2"/>
    <w:rsid w:val="00D227F7"/>
    <w:rsid w:val="00D2328C"/>
    <w:rsid w:val="00D2708D"/>
    <w:rsid w:val="00D27EE0"/>
    <w:rsid w:val="00D30D5C"/>
    <w:rsid w:val="00D31711"/>
    <w:rsid w:val="00D32570"/>
    <w:rsid w:val="00D3264D"/>
    <w:rsid w:val="00D328FD"/>
    <w:rsid w:val="00D33180"/>
    <w:rsid w:val="00D33E07"/>
    <w:rsid w:val="00D34F5D"/>
    <w:rsid w:val="00D35409"/>
    <w:rsid w:val="00D355AB"/>
    <w:rsid w:val="00D359F2"/>
    <w:rsid w:val="00D35F51"/>
    <w:rsid w:val="00D3659E"/>
    <w:rsid w:val="00D40C49"/>
    <w:rsid w:val="00D412A5"/>
    <w:rsid w:val="00D417C4"/>
    <w:rsid w:val="00D4186C"/>
    <w:rsid w:val="00D42218"/>
    <w:rsid w:val="00D4252E"/>
    <w:rsid w:val="00D4348C"/>
    <w:rsid w:val="00D43DD8"/>
    <w:rsid w:val="00D43F39"/>
    <w:rsid w:val="00D44014"/>
    <w:rsid w:val="00D4436D"/>
    <w:rsid w:val="00D44761"/>
    <w:rsid w:val="00D449F3"/>
    <w:rsid w:val="00D4559A"/>
    <w:rsid w:val="00D45CB5"/>
    <w:rsid w:val="00D46488"/>
    <w:rsid w:val="00D4765E"/>
    <w:rsid w:val="00D500AC"/>
    <w:rsid w:val="00D504DF"/>
    <w:rsid w:val="00D505E1"/>
    <w:rsid w:val="00D51BCE"/>
    <w:rsid w:val="00D53D57"/>
    <w:rsid w:val="00D547B5"/>
    <w:rsid w:val="00D55AD9"/>
    <w:rsid w:val="00D55DC7"/>
    <w:rsid w:val="00D56401"/>
    <w:rsid w:val="00D57451"/>
    <w:rsid w:val="00D57466"/>
    <w:rsid w:val="00D60EDD"/>
    <w:rsid w:val="00D61CFE"/>
    <w:rsid w:val="00D62389"/>
    <w:rsid w:val="00D64016"/>
    <w:rsid w:val="00D64AE0"/>
    <w:rsid w:val="00D64BB4"/>
    <w:rsid w:val="00D64CA8"/>
    <w:rsid w:val="00D65653"/>
    <w:rsid w:val="00D6653E"/>
    <w:rsid w:val="00D70886"/>
    <w:rsid w:val="00D70ED3"/>
    <w:rsid w:val="00D755CA"/>
    <w:rsid w:val="00D7609E"/>
    <w:rsid w:val="00D7648F"/>
    <w:rsid w:val="00D76B0F"/>
    <w:rsid w:val="00D76B2A"/>
    <w:rsid w:val="00D76E81"/>
    <w:rsid w:val="00D811CB"/>
    <w:rsid w:val="00D813A7"/>
    <w:rsid w:val="00D83886"/>
    <w:rsid w:val="00D839C6"/>
    <w:rsid w:val="00D844E7"/>
    <w:rsid w:val="00D84F2F"/>
    <w:rsid w:val="00D86B5E"/>
    <w:rsid w:val="00D87124"/>
    <w:rsid w:val="00D920C0"/>
    <w:rsid w:val="00D9292A"/>
    <w:rsid w:val="00D93554"/>
    <w:rsid w:val="00D93967"/>
    <w:rsid w:val="00D945FB"/>
    <w:rsid w:val="00D947EA"/>
    <w:rsid w:val="00D956BE"/>
    <w:rsid w:val="00D960EA"/>
    <w:rsid w:val="00D97201"/>
    <w:rsid w:val="00DA026A"/>
    <w:rsid w:val="00DA031A"/>
    <w:rsid w:val="00DA0575"/>
    <w:rsid w:val="00DA096B"/>
    <w:rsid w:val="00DA1874"/>
    <w:rsid w:val="00DA37C9"/>
    <w:rsid w:val="00DA460C"/>
    <w:rsid w:val="00DA46E0"/>
    <w:rsid w:val="00DA5799"/>
    <w:rsid w:val="00DA67E2"/>
    <w:rsid w:val="00DB14E1"/>
    <w:rsid w:val="00DB1690"/>
    <w:rsid w:val="00DB17E5"/>
    <w:rsid w:val="00DB1999"/>
    <w:rsid w:val="00DB1ECD"/>
    <w:rsid w:val="00DB2187"/>
    <w:rsid w:val="00DB2408"/>
    <w:rsid w:val="00DB2837"/>
    <w:rsid w:val="00DB320E"/>
    <w:rsid w:val="00DB411B"/>
    <w:rsid w:val="00DB46B9"/>
    <w:rsid w:val="00DB4C8C"/>
    <w:rsid w:val="00DC0036"/>
    <w:rsid w:val="00DC09DC"/>
    <w:rsid w:val="00DC0AAD"/>
    <w:rsid w:val="00DC2019"/>
    <w:rsid w:val="00DC2595"/>
    <w:rsid w:val="00DC28A2"/>
    <w:rsid w:val="00DC2D70"/>
    <w:rsid w:val="00DC3B18"/>
    <w:rsid w:val="00DC3FB1"/>
    <w:rsid w:val="00DC4128"/>
    <w:rsid w:val="00DC4BF2"/>
    <w:rsid w:val="00DC5375"/>
    <w:rsid w:val="00DC6666"/>
    <w:rsid w:val="00DC6DCC"/>
    <w:rsid w:val="00DC6FAA"/>
    <w:rsid w:val="00DD2121"/>
    <w:rsid w:val="00DD2174"/>
    <w:rsid w:val="00DD2BC6"/>
    <w:rsid w:val="00DD32B6"/>
    <w:rsid w:val="00DD3378"/>
    <w:rsid w:val="00DD3917"/>
    <w:rsid w:val="00DD4968"/>
    <w:rsid w:val="00DD4A63"/>
    <w:rsid w:val="00DD5438"/>
    <w:rsid w:val="00DD59A4"/>
    <w:rsid w:val="00DD5A5E"/>
    <w:rsid w:val="00DD68FA"/>
    <w:rsid w:val="00DE0842"/>
    <w:rsid w:val="00DE1114"/>
    <w:rsid w:val="00DE195B"/>
    <w:rsid w:val="00DE20A9"/>
    <w:rsid w:val="00DE45B3"/>
    <w:rsid w:val="00DE479E"/>
    <w:rsid w:val="00DE4BC7"/>
    <w:rsid w:val="00DE4C3B"/>
    <w:rsid w:val="00DE5BA8"/>
    <w:rsid w:val="00DE674B"/>
    <w:rsid w:val="00DE725B"/>
    <w:rsid w:val="00DE73D4"/>
    <w:rsid w:val="00DE7C54"/>
    <w:rsid w:val="00DF28F4"/>
    <w:rsid w:val="00DF30E9"/>
    <w:rsid w:val="00DF341D"/>
    <w:rsid w:val="00DF3645"/>
    <w:rsid w:val="00DF5DE1"/>
    <w:rsid w:val="00DF63D0"/>
    <w:rsid w:val="00DF74D1"/>
    <w:rsid w:val="00DF7AD1"/>
    <w:rsid w:val="00E0031B"/>
    <w:rsid w:val="00E01749"/>
    <w:rsid w:val="00E02CE8"/>
    <w:rsid w:val="00E0304A"/>
    <w:rsid w:val="00E0595C"/>
    <w:rsid w:val="00E05962"/>
    <w:rsid w:val="00E13D4F"/>
    <w:rsid w:val="00E14A1B"/>
    <w:rsid w:val="00E14C6C"/>
    <w:rsid w:val="00E15B47"/>
    <w:rsid w:val="00E16AAD"/>
    <w:rsid w:val="00E22B7A"/>
    <w:rsid w:val="00E23EAC"/>
    <w:rsid w:val="00E23FA4"/>
    <w:rsid w:val="00E24068"/>
    <w:rsid w:val="00E24438"/>
    <w:rsid w:val="00E24958"/>
    <w:rsid w:val="00E24CCF"/>
    <w:rsid w:val="00E24E74"/>
    <w:rsid w:val="00E25485"/>
    <w:rsid w:val="00E2549A"/>
    <w:rsid w:val="00E2566B"/>
    <w:rsid w:val="00E25A5C"/>
    <w:rsid w:val="00E27115"/>
    <w:rsid w:val="00E27F28"/>
    <w:rsid w:val="00E31029"/>
    <w:rsid w:val="00E312A7"/>
    <w:rsid w:val="00E326DF"/>
    <w:rsid w:val="00E32DE9"/>
    <w:rsid w:val="00E3308B"/>
    <w:rsid w:val="00E330E1"/>
    <w:rsid w:val="00E3312C"/>
    <w:rsid w:val="00E333EB"/>
    <w:rsid w:val="00E33E70"/>
    <w:rsid w:val="00E353B1"/>
    <w:rsid w:val="00E35805"/>
    <w:rsid w:val="00E35BE5"/>
    <w:rsid w:val="00E36EB4"/>
    <w:rsid w:val="00E370A6"/>
    <w:rsid w:val="00E37E40"/>
    <w:rsid w:val="00E40E99"/>
    <w:rsid w:val="00E418AB"/>
    <w:rsid w:val="00E419CA"/>
    <w:rsid w:val="00E431D1"/>
    <w:rsid w:val="00E4505B"/>
    <w:rsid w:val="00E452D2"/>
    <w:rsid w:val="00E45806"/>
    <w:rsid w:val="00E45910"/>
    <w:rsid w:val="00E467CD"/>
    <w:rsid w:val="00E50151"/>
    <w:rsid w:val="00E50359"/>
    <w:rsid w:val="00E50988"/>
    <w:rsid w:val="00E50D0A"/>
    <w:rsid w:val="00E50E5C"/>
    <w:rsid w:val="00E52514"/>
    <w:rsid w:val="00E52C34"/>
    <w:rsid w:val="00E546A8"/>
    <w:rsid w:val="00E5559D"/>
    <w:rsid w:val="00E556DA"/>
    <w:rsid w:val="00E5704B"/>
    <w:rsid w:val="00E570B8"/>
    <w:rsid w:val="00E60AC9"/>
    <w:rsid w:val="00E60AE5"/>
    <w:rsid w:val="00E61468"/>
    <w:rsid w:val="00E620D0"/>
    <w:rsid w:val="00E620D8"/>
    <w:rsid w:val="00E64C67"/>
    <w:rsid w:val="00E650B8"/>
    <w:rsid w:val="00E66048"/>
    <w:rsid w:val="00E66C0D"/>
    <w:rsid w:val="00E70548"/>
    <w:rsid w:val="00E707C3"/>
    <w:rsid w:val="00E71A4E"/>
    <w:rsid w:val="00E71DC1"/>
    <w:rsid w:val="00E71EEA"/>
    <w:rsid w:val="00E724ED"/>
    <w:rsid w:val="00E74D0E"/>
    <w:rsid w:val="00E76653"/>
    <w:rsid w:val="00E775A3"/>
    <w:rsid w:val="00E7785B"/>
    <w:rsid w:val="00E77A77"/>
    <w:rsid w:val="00E810C6"/>
    <w:rsid w:val="00E81A82"/>
    <w:rsid w:val="00E82184"/>
    <w:rsid w:val="00E827DD"/>
    <w:rsid w:val="00E835C9"/>
    <w:rsid w:val="00E83FAA"/>
    <w:rsid w:val="00E85898"/>
    <w:rsid w:val="00E87592"/>
    <w:rsid w:val="00E878CA"/>
    <w:rsid w:val="00E900BE"/>
    <w:rsid w:val="00E90BDE"/>
    <w:rsid w:val="00E90D5F"/>
    <w:rsid w:val="00E90E47"/>
    <w:rsid w:val="00E91DF0"/>
    <w:rsid w:val="00E93D49"/>
    <w:rsid w:val="00E940DF"/>
    <w:rsid w:val="00E96C97"/>
    <w:rsid w:val="00E97B90"/>
    <w:rsid w:val="00E97C74"/>
    <w:rsid w:val="00EA1239"/>
    <w:rsid w:val="00EA1722"/>
    <w:rsid w:val="00EA172B"/>
    <w:rsid w:val="00EA2622"/>
    <w:rsid w:val="00EA4D0C"/>
    <w:rsid w:val="00EA4F3B"/>
    <w:rsid w:val="00EA5435"/>
    <w:rsid w:val="00EA5988"/>
    <w:rsid w:val="00EA6672"/>
    <w:rsid w:val="00EA7952"/>
    <w:rsid w:val="00EB05EA"/>
    <w:rsid w:val="00EB0984"/>
    <w:rsid w:val="00EB1588"/>
    <w:rsid w:val="00EB1987"/>
    <w:rsid w:val="00EB2C5B"/>
    <w:rsid w:val="00EB2EFE"/>
    <w:rsid w:val="00EB3121"/>
    <w:rsid w:val="00EB3CDF"/>
    <w:rsid w:val="00EB4DDC"/>
    <w:rsid w:val="00EB6222"/>
    <w:rsid w:val="00EB6225"/>
    <w:rsid w:val="00EB78CC"/>
    <w:rsid w:val="00EB78DC"/>
    <w:rsid w:val="00EB79F1"/>
    <w:rsid w:val="00EC025C"/>
    <w:rsid w:val="00EC07E9"/>
    <w:rsid w:val="00EC13C9"/>
    <w:rsid w:val="00EC3F0E"/>
    <w:rsid w:val="00EC4282"/>
    <w:rsid w:val="00EC4B5E"/>
    <w:rsid w:val="00EC4C6F"/>
    <w:rsid w:val="00EC4F5D"/>
    <w:rsid w:val="00EC5232"/>
    <w:rsid w:val="00EC53C3"/>
    <w:rsid w:val="00EC541E"/>
    <w:rsid w:val="00EC7A31"/>
    <w:rsid w:val="00ED0162"/>
    <w:rsid w:val="00ED0995"/>
    <w:rsid w:val="00ED3E38"/>
    <w:rsid w:val="00ED4222"/>
    <w:rsid w:val="00ED5183"/>
    <w:rsid w:val="00ED6954"/>
    <w:rsid w:val="00ED759F"/>
    <w:rsid w:val="00EE05F0"/>
    <w:rsid w:val="00EE0778"/>
    <w:rsid w:val="00EE0C56"/>
    <w:rsid w:val="00EE1541"/>
    <w:rsid w:val="00EE25E6"/>
    <w:rsid w:val="00EE3AA1"/>
    <w:rsid w:val="00EE757E"/>
    <w:rsid w:val="00EE79D0"/>
    <w:rsid w:val="00EE7FA9"/>
    <w:rsid w:val="00EF03F2"/>
    <w:rsid w:val="00EF11F3"/>
    <w:rsid w:val="00EF13A5"/>
    <w:rsid w:val="00EF2CFD"/>
    <w:rsid w:val="00EF2D30"/>
    <w:rsid w:val="00EF2E0E"/>
    <w:rsid w:val="00EF5116"/>
    <w:rsid w:val="00EF517D"/>
    <w:rsid w:val="00EF76BA"/>
    <w:rsid w:val="00EF7DC4"/>
    <w:rsid w:val="00F011A9"/>
    <w:rsid w:val="00F0272E"/>
    <w:rsid w:val="00F029FF"/>
    <w:rsid w:val="00F02ED0"/>
    <w:rsid w:val="00F034D9"/>
    <w:rsid w:val="00F035D8"/>
    <w:rsid w:val="00F03784"/>
    <w:rsid w:val="00F03A89"/>
    <w:rsid w:val="00F03B4D"/>
    <w:rsid w:val="00F0438B"/>
    <w:rsid w:val="00F049D6"/>
    <w:rsid w:val="00F05404"/>
    <w:rsid w:val="00F05423"/>
    <w:rsid w:val="00F06403"/>
    <w:rsid w:val="00F116E3"/>
    <w:rsid w:val="00F120D1"/>
    <w:rsid w:val="00F13B84"/>
    <w:rsid w:val="00F14107"/>
    <w:rsid w:val="00F14161"/>
    <w:rsid w:val="00F143EA"/>
    <w:rsid w:val="00F14F21"/>
    <w:rsid w:val="00F15F36"/>
    <w:rsid w:val="00F1615E"/>
    <w:rsid w:val="00F210E3"/>
    <w:rsid w:val="00F21B8C"/>
    <w:rsid w:val="00F21DC9"/>
    <w:rsid w:val="00F228A7"/>
    <w:rsid w:val="00F22A29"/>
    <w:rsid w:val="00F23A84"/>
    <w:rsid w:val="00F2417D"/>
    <w:rsid w:val="00F25F11"/>
    <w:rsid w:val="00F26789"/>
    <w:rsid w:val="00F267F7"/>
    <w:rsid w:val="00F3083E"/>
    <w:rsid w:val="00F3097B"/>
    <w:rsid w:val="00F30E7F"/>
    <w:rsid w:val="00F31FCB"/>
    <w:rsid w:val="00F32450"/>
    <w:rsid w:val="00F33145"/>
    <w:rsid w:val="00F346A9"/>
    <w:rsid w:val="00F35DE3"/>
    <w:rsid w:val="00F3649B"/>
    <w:rsid w:val="00F36FD8"/>
    <w:rsid w:val="00F37304"/>
    <w:rsid w:val="00F3771D"/>
    <w:rsid w:val="00F3784F"/>
    <w:rsid w:val="00F37A29"/>
    <w:rsid w:val="00F37E5D"/>
    <w:rsid w:val="00F4175B"/>
    <w:rsid w:val="00F42010"/>
    <w:rsid w:val="00F42B50"/>
    <w:rsid w:val="00F434B8"/>
    <w:rsid w:val="00F441B7"/>
    <w:rsid w:val="00F45D03"/>
    <w:rsid w:val="00F463EB"/>
    <w:rsid w:val="00F4641C"/>
    <w:rsid w:val="00F46B50"/>
    <w:rsid w:val="00F4710F"/>
    <w:rsid w:val="00F47525"/>
    <w:rsid w:val="00F47FD2"/>
    <w:rsid w:val="00F5211A"/>
    <w:rsid w:val="00F53640"/>
    <w:rsid w:val="00F53B98"/>
    <w:rsid w:val="00F5550A"/>
    <w:rsid w:val="00F555CD"/>
    <w:rsid w:val="00F55686"/>
    <w:rsid w:val="00F565F2"/>
    <w:rsid w:val="00F566D4"/>
    <w:rsid w:val="00F60030"/>
    <w:rsid w:val="00F6100D"/>
    <w:rsid w:val="00F61855"/>
    <w:rsid w:val="00F62FD4"/>
    <w:rsid w:val="00F64B90"/>
    <w:rsid w:val="00F65539"/>
    <w:rsid w:val="00F65D34"/>
    <w:rsid w:val="00F67BBB"/>
    <w:rsid w:val="00F702B8"/>
    <w:rsid w:val="00F702F9"/>
    <w:rsid w:val="00F703BD"/>
    <w:rsid w:val="00F713D1"/>
    <w:rsid w:val="00F73D11"/>
    <w:rsid w:val="00F753BD"/>
    <w:rsid w:val="00F75E61"/>
    <w:rsid w:val="00F77A69"/>
    <w:rsid w:val="00F80D87"/>
    <w:rsid w:val="00F813D3"/>
    <w:rsid w:val="00F81717"/>
    <w:rsid w:val="00F81CA9"/>
    <w:rsid w:val="00F823F9"/>
    <w:rsid w:val="00F83524"/>
    <w:rsid w:val="00F83543"/>
    <w:rsid w:val="00F8455F"/>
    <w:rsid w:val="00F8523B"/>
    <w:rsid w:val="00F85E76"/>
    <w:rsid w:val="00F85EBA"/>
    <w:rsid w:val="00F8640B"/>
    <w:rsid w:val="00F8674B"/>
    <w:rsid w:val="00F86B2D"/>
    <w:rsid w:val="00F87546"/>
    <w:rsid w:val="00F877EF"/>
    <w:rsid w:val="00F87D4F"/>
    <w:rsid w:val="00F912C3"/>
    <w:rsid w:val="00F914C0"/>
    <w:rsid w:val="00F91EC3"/>
    <w:rsid w:val="00F92F00"/>
    <w:rsid w:val="00F93059"/>
    <w:rsid w:val="00F9480A"/>
    <w:rsid w:val="00F94DF0"/>
    <w:rsid w:val="00F96358"/>
    <w:rsid w:val="00F9679C"/>
    <w:rsid w:val="00F97490"/>
    <w:rsid w:val="00FA1D88"/>
    <w:rsid w:val="00FA32A3"/>
    <w:rsid w:val="00FA58D4"/>
    <w:rsid w:val="00FA5DBE"/>
    <w:rsid w:val="00FA6E99"/>
    <w:rsid w:val="00FA7E3A"/>
    <w:rsid w:val="00FB0469"/>
    <w:rsid w:val="00FB103A"/>
    <w:rsid w:val="00FB2B85"/>
    <w:rsid w:val="00FB3B9F"/>
    <w:rsid w:val="00FB47F9"/>
    <w:rsid w:val="00FB5B91"/>
    <w:rsid w:val="00FB5FAD"/>
    <w:rsid w:val="00FB6B44"/>
    <w:rsid w:val="00FB7A84"/>
    <w:rsid w:val="00FC1025"/>
    <w:rsid w:val="00FC2018"/>
    <w:rsid w:val="00FC2DA9"/>
    <w:rsid w:val="00FC2E73"/>
    <w:rsid w:val="00FC34DB"/>
    <w:rsid w:val="00FC3B2A"/>
    <w:rsid w:val="00FD11C3"/>
    <w:rsid w:val="00FD21FA"/>
    <w:rsid w:val="00FD283E"/>
    <w:rsid w:val="00FD2D20"/>
    <w:rsid w:val="00FD38AE"/>
    <w:rsid w:val="00FD3AD5"/>
    <w:rsid w:val="00FD4083"/>
    <w:rsid w:val="00FD435C"/>
    <w:rsid w:val="00FD69F4"/>
    <w:rsid w:val="00FE01D4"/>
    <w:rsid w:val="00FE0774"/>
    <w:rsid w:val="00FE09A2"/>
    <w:rsid w:val="00FE15AC"/>
    <w:rsid w:val="00FE220D"/>
    <w:rsid w:val="00FE5637"/>
    <w:rsid w:val="00FE5778"/>
    <w:rsid w:val="00FE5F29"/>
    <w:rsid w:val="00FE6753"/>
    <w:rsid w:val="00FE6FDA"/>
    <w:rsid w:val="00FE7337"/>
    <w:rsid w:val="00FE7E20"/>
    <w:rsid w:val="00FF3465"/>
    <w:rsid w:val="00FF369A"/>
    <w:rsid w:val="00FF39D7"/>
    <w:rsid w:val="00FF3A14"/>
    <w:rsid w:val="00FF4A8C"/>
    <w:rsid w:val="00FF4A99"/>
    <w:rsid w:val="00FF5685"/>
    <w:rsid w:val="00FF6913"/>
    <w:rsid w:val="00FF6AC8"/>
    <w:rsid w:val="00FF7C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A99"/>
    <w:rPr>
      <w:sz w:val="24"/>
      <w:szCs w:val="24"/>
    </w:rPr>
  </w:style>
  <w:style w:type="paragraph" w:styleId="Heading1">
    <w:name w:val="heading 1"/>
    <w:basedOn w:val="Normal"/>
    <w:next w:val="Normal"/>
    <w:link w:val="Heading1Char"/>
    <w:uiPriority w:val="99"/>
    <w:qFormat/>
    <w:rsid w:val="00FF4A99"/>
    <w:pPr>
      <w:keepNext/>
      <w:outlineLvl w:val="0"/>
    </w:pPr>
    <w:rPr>
      <w:sz w:val="28"/>
      <w:lang w:val="uk-UA"/>
    </w:rPr>
  </w:style>
  <w:style w:type="paragraph" w:styleId="Heading2">
    <w:name w:val="heading 2"/>
    <w:basedOn w:val="Normal"/>
    <w:next w:val="Normal"/>
    <w:link w:val="Heading2Char"/>
    <w:uiPriority w:val="99"/>
    <w:qFormat/>
    <w:rsid w:val="00FF4A99"/>
    <w:pPr>
      <w:keepNext/>
      <w:jc w:val="center"/>
      <w:outlineLvl w:val="1"/>
    </w:pPr>
    <w:rPr>
      <w:b/>
      <w:bCs/>
      <w:sz w:val="28"/>
      <w:lang w:val="uk-UA"/>
    </w:rPr>
  </w:style>
  <w:style w:type="paragraph" w:styleId="Heading3">
    <w:name w:val="heading 3"/>
    <w:basedOn w:val="Normal"/>
    <w:next w:val="Normal"/>
    <w:link w:val="Heading3Char"/>
    <w:uiPriority w:val="99"/>
    <w:qFormat/>
    <w:rsid w:val="00FF4A99"/>
    <w:pPr>
      <w:keepNext/>
      <w:jc w:val="center"/>
      <w:outlineLvl w:val="2"/>
    </w:pPr>
    <w:rPr>
      <w:sz w:val="28"/>
      <w:lang w:val="uk-UA"/>
    </w:rPr>
  </w:style>
  <w:style w:type="paragraph" w:styleId="Heading4">
    <w:name w:val="heading 4"/>
    <w:basedOn w:val="Normal"/>
    <w:next w:val="Normal"/>
    <w:link w:val="Heading4Char"/>
    <w:uiPriority w:val="99"/>
    <w:qFormat/>
    <w:rsid w:val="00FF4A99"/>
    <w:pPr>
      <w:keepNext/>
      <w:ind w:left="6372" w:hanging="2124"/>
      <w:jc w:val="both"/>
      <w:outlineLvl w:val="3"/>
    </w:pPr>
    <w:rPr>
      <w:sz w:val="28"/>
      <w:lang w:val="uk-UA"/>
    </w:rPr>
  </w:style>
  <w:style w:type="paragraph" w:styleId="Heading5">
    <w:name w:val="heading 5"/>
    <w:basedOn w:val="Normal"/>
    <w:next w:val="Normal"/>
    <w:link w:val="Heading5Char"/>
    <w:uiPriority w:val="99"/>
    <w:qFormat/>
    <w:rsid w:val="00FF4A99"/>
    <w:pPr>
      <w:keepNext/>
      <w:ind w:firstLine="708"/>
      <w:outlineLvl w:val="4"/>
    </w:pPr>
    <w:rPr>
      <w:b/>
      <w:bCs/>
      <w:sz w:val="28"/>
      <w:lang w:val="uk-UA"/>
    </w:rPr>
  </w:style>
  <w:style w:type="paragraph" w:styleId="Heading6">
    <w:name w:val="heading 6"/>
    <w:basedOn w:val="Normal"/>
    <w:next w:val="Normal"/>
    <w:link w:val="Heading6Char"/>
    <w:uiPriority w:val="99"/>
    <w:qFormat/>
    <w:rsid w:val="00FF4A99"/>
    <w:pPr>
      <w:keepNext/>
      <w:ind w:left="1416"/>
      <w:outlineLvl w:val="5"/>
    </w:pPr>
    <w:rPr>
      <w:sz w:val="28"/>
      <w:lang w:val="uk-UA"/>
    </w:rPr>
  </w:style>
  <w:style w:type="paragraph" w:styleId="Heading7">
    <w:name w:val="heading 7"/>
    <w:basedOn w:val="Normal"/>
    <w:next w:val="Normal"/>
    <w:link w:val="Heading7Char"/>
    <w:uiPriority w:val="99"/>
    <w:qFormat/>
    <w:rsid w:val="00FF4A99"/>
    <w:pPr>
      <w:keepNext/>
      <w:ind w:left="6372" w:hanging="3492"/>
      <w:jc w:val="both"/>
      <w:outlineLvl w:val="6"/>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55C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0F55C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0F55C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0F55C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0F55C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0F55CC"/>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0F55CC"/>
    <w:rPr>
      <w:rFonts w:ascii="Calibri" w:hAnsi="Calibri" w:cs="Times New Roman"/>
      <w:sz w:val="24"/>
      <w:szCs w:val="24"/>
    </w:rPr>
  </w:style>
  <w:style w:type="paragraph" w:styleId="BodyTextIndent">
    <w:name w:val="Body Text Indent"/>
    <w:basedOn w:val="Normal"/>
    <w:link w:val="BodyTextIndentChar"/>
    <w:uiPriority w:val="99"/>
    <w:semiHidden/>
    <w:rsid w:val="00FF4A99"/>
    <w:pPr>
      <w:ind w:firstLine="708"/>
      <w:jc w:val="center"/>
    </w:pPr>
    <w:rPr>
      <w:sz w:val="28"/>
      <w:lang w:val="uk-UA"/>
    </w:rPr>
  </w:style>
  <w:style w:type="character" w:customStyle="1" w:styleId="BodyTextIndentChar">
    <w:name w:val="Body Text Indent Char"/>
    <w:basedOn w:val="DefaultParagraphFont"/>
    <w:link w:val="BodyTextIndent"/>
    <w:uiPriority w:val="99"/>
    <w:semiHidden/>
    <w:locked/>
    <w:rsid w:val="000F55CC"/>
    <w:rPr>
      <w:rFonts w:cs="Times New Roman"/>
      <w:sz w:val="24"/>
      <w:szCs w:val="24"/>
    </w:rPr>
  </w:style>
  <w:style w:type="paragraph" w:styleId="BodyText">
    <w:name w:val="Body Text"/>
    <w:basedOn w:val="Normal"/>
    <w:link w:val="BodyTextChar"/>
    <w:uiPriority w:val="99"/>
    <w:semiHidden/>
    <w:rsid w:val="00FF4A99"/>
    <w:pPr>
      <w:jc w:val="both"/>
    </w:pPr>
    <w:rPr>
      <w:sz w:val="28"/>
      <w:lang w:val="uk-UA"/>
    </w:rPr>
  </w:style>
  <w:style w:type="character" w:customStyle="1" w:styleId="BodyTextChar">
    <w:name w:val="Body Text Char"/>
    <w:basedOn w:val="DefaultParagraphFont"/>
    <w:link w:val="BodyText"/>
    <w:uiPriority w:val="99"/>
    <w:semiHidden/>
    <w:locked/>
    <w:rsid w:val="000F55CC"/>
    <w:rPr>
      <w:rFonts w:cs="Times New Roman"/>
      <w:sz w:val="24"/>
      <w:szCs w:val="24"/>
    </w:rPr>
  </w:style>
  <w:style w:type="paragraph" w:styleId="BodyText2">
    <w:name w:val="Body Text 2"/>
    <w:basedOn w:val="Normal"/>
    <w:link w:val="BodyText2Char"/>
    <w:uiPriority w:val="99"/>
    <w:semiHidden/>
    <w:rsid w:val="00FF4A99"/>
    <w:rPr>
      <w:sz w:val="28"/>
      <w:lang w:val="uk-UA"/>
    </w:rPr>
  </w:style>
  <w:style w:type="character" w:customStyle="1" w:styleId="BodyText2Char">
    <w:name w:val="Body Text 2 Char"/>
    <w:basedOn w:val="DefaultParagraphFont"/>
    <w:link w:val="BodyText2"/>
    <w:uiPriority w:val="99"/>
    <w:semiHidden/>
    <w:locked/>
    <w:rsid w:val="000F55CC"/>
    <w:rPr>
      <w:rFonts w:cs="Times New Roman"/>
      <w:sz w:val="24"/>
      <w:szCs w:val="24"/>
    </w:rPr>
  </w:style>
  <w:style w:type="paragraph" w:styleId="BodyTextIndent2">
    <w:name w:val="Body Text Indent 2"/>
    <w:basedOn w:val="Normal"/>
    <w:link w:val="BodyTextIndent2Char"/>
    <w:uiPriority w:val="99"/>
    <w:semiHidden/>
    <w:rsid w:val="00FF4A99"/>
    <w:pPr>
      <w:ind w:firstLine="708"/>
    </w:pPr>
    <w:rPr>
      <w:sz w:val="28"/>
      <w:lang w:val="uk-UA"/>
    </w:rPr>
  </w:style>
  <w:style w:type="character" w:customStyle="1" w:styleId="BodyTextIndent2Char">
    <w:name w:val="Body Text Indent 2 Char"/>
    <w:basedOn w:val="DefaultParagraphFont"/>
    <w:link w:val="BodyTextIndent2"/>
    <w:uiPriority w:val="99"/>
    <w:semiHidden/>
    <w:locked/>
    <w:rsid w:val="000F55CC"/>
    <w:rPr>
      <w:rFonts w:cs="Times New Roman"/>
      <w:sz w:val="24"/>
      <w:szCs w:val="24"/>
    </w:rPr>
  </w:style>
  <w:style w:type="paragraph" w:styleId="BodyTextIndent3">
    <w:name w:val="Body Text Indent 3"/>
    <w:basedOn w:val="Normal"/>
    <w:link w:val="BodyTextIndent3Char"/>
    <w:uiPriority w:val="99"/>
    <w:semiHidden/>
    <w:rsid w:val="00FF4A99"/>
    <w:pPr>
      <w:ind w:firstLine="708"/>
      <w:jc w:val="both"/>
    </w:pPr>
    <w:rPr>
      <w:sz w:val="28"/>
      <w:lang w:val="uk-UA"/>
    </w:rPr>
  </w:style>
  <w:style w:type="character" w:customStyle="1" w:styleId="BodyTextIndent3Char">
    <w:name w:val="Body Text Indent 3 Char"/>
    <w:basedOn w:val="DefaultParagraphFont"/>
    <w:link w:val="BodyTextIndent3"/>
    <w:uiPriority w:val="99"/>
    <w:semiHidden/>
    <w:locked/>
    <w:rsid w:val="000F55CC"/>
    <w:rPr>
      <w:rFonts w:cs="Times New Roman"/>
      <w:sz w:val="16"/>
      <w:szCs w:val="16"/>
    </w:rPr>
  </w:style>
  <w:style w:type="paragraph" w:styleId="BalloonText">
    <w:name w:val="Balloon Text"/>
    <w:basedOn w:val="Normal"/>
    <w:link w:val="BalloonTextChar"/>
    <w:uiPriority w:val="99"/>
    <w:semiHidden/>
    <w:rsid w:val="007D1B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1BD3"/>
    <w:rPr>
      <w:rFonts w:ascii="Tahoma" w:hAnsi="Tahoma" w:cs="Tahoma"/>
      <w:sz w:val="16"/>
      <w:szCs w:val="16"/>
    </w:rPr>
  </w:style>
  <w:style w:type="paragraph" w:styleId="Header">
    <w:name w:val="header"/>
    <w:basedOn w:val="Normal"/>
    <w:link w:val="HeaderChar"/>
    <w:uiPriority w:val="99"/>
    <w:rsid w:val="003F6480"/>
    <w:pPr>
      <w:tabs>
        <w:tab w:val="center" w:pos="4677"/>
        <w:tab w:val="right" w:pos="9355"/>
      </w:tabs>
    </w:pPr>
  </w:style>
  <w:style w:type="character" w:customStyle="1" w:styleId="HeaderChar">
    <w:name w:val="Header Char"/>
    <w:basedOn w:val="DefaultParagraphFont"/>
    <w:link w:val="Header"/>
    <w:uiPriority w:val="99"/>
    <w:locked/>
    <w:rsid w:val="003F6480"/>
    <w:rPr>
      <w:rFonts w:cs="Times New Roman"/>
      <w:sz w:val="24"/>
      <w:szCs w:val="24"/>
    </w:rPr>
  </w:style>
  <w:style w:type="paragraph" w:styleId="Footer">
    <w:name w:val="footer"/>
    <w:basedOn w:val="Normal"/>
    <w:link w:val="FooterChar"/>
    <w:uiPriority w:val="99"/>
    <w:rsid w:val="003F6480"/>
    <w:pPr>
      <w:tabs>
        <w:tab w:val="center" w:pos="4677"/>
        <w:tab w:val="right" w:pos="9355"/>
      </w:tabs>
    </w:pPr>
  </w:style>
  <w:style w:type="character" w:customStyle="1" w:styleId="FooterChar">
    <w:name w:val="Footer Char"/>
    <w:basedOn w:val="DefaultParagraphFont"/>
    <w:link w:val="Footer"/>
    <w:uiPriority w:val="99"/>
    <w:locked/>
    <w:rsid w:val="003F6480"/>
    <w:rPr>
      <w:rFonts w:cs="Times New Roman"/>
      <w:sz w:val="24"/>
      <w:szCs w:val="24"/>
    </w:rPr>
  </w:style>
  <w:style w:type="paragraph" w:styleId="Title">
    <w:name w:val="Title"/>
    <w:basedOn w:val="Normal"/>
    <w:link w:val="TitleChar"/>
    <w:uiPriority w:val="99"/>
    <w:qFormat/>
    <w:rsid w:val="00782955"/>
    <w:pPr>
      <w:jc w:val="center"/>
    </w:pPr>
    <w:rPr>
      <w:sz w:val="28"/>
      <w:lang w:val="uk-UA"/>
    </w:rPr>
  </w:style>
  <w:style w:type="character" w:customStyle="1" w:styleId="TitleChar">
    <w:name w:val="Title Char"/>
    <w:basedOn w:val="DefaultParagraphFont"/>
    <w:link w:val="Title"/>
    <w:uiPriority w:val="99"/>
    <w:locked/>
    <w:rsid w:val="00782955"/>
    <w:rPr>
      <w:rFonts w:cs="Times New Roman"/>
      <w:sz w:val="24"/>
      <w:szCs w:val="24"/>
      <w:lang w:val="uk-UA"/>
    </w:rPr>
  </w:style>
  <w:style w:type="paragraph" w:styleId="ListParagraph">
    <w:name w:val="List Paragraph"/>
    <w:basedOn w:val="Normal"/>
    <w:uiPriority w:val="99"/>
    <w:qFormat/>
    <w:rsid w:val="0027226C"/>
    <w:pPr>
      <w:spacing w:after="200" w:line="276" w:lineRule="auto"/>
      <w:ind w:left="720"/>
      <w:contextualSpacing/>
    </w:pPr>
    <w:rPr>
      <w:rFonts w:ascii="Calibri" w:hAnsi="Calibri"/>
      <w:sz w:val="22"/>
      <w:szCs w:val="22"/>
      <w:lang w:eastAsia="en-US"/>
    </w:rPr>
  </w:style>
  <w:style w:type="table" w:styleId="TableGrid">
    <w:name w:val="Table Grid"/>
    <w:basedOn w:val="TableNormal"/>
    <w:uiPriority w:val="99"/>
    <w:rsid w:val="004F671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2163022">
      <w:marLeft w:val="0"/>
      <w:marRight w:val="0"/>
      <w:marTop w:val="0"/>
      <w:marBottom w:val="0"/>
      <w:divBdr>
        <w:top w:val="none" w:sz="0" w:space="0" w:color="auto"/>
        <w:left w:val="none" w:sz="0" w:space="0" w:color="auto"/>
        <w:bottom w:val="none" w:sz="0" w:space="0" w:color="auto"/>
        <w:right w:val="none" w:sz="0" w:space="0" w:color="auto"/>
      </w:divBdr>
    </w:div>
    <w:div w:id="842163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47</Pages>
  <Words>14203</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User-XP</dc:creator>
  <cp:keywords/>
  <dc:description/>
  <cp:lastModifiedBy>Лариса</cp:lastModifiedBy>
  <cp:revision>2</cp:revision>
  <cp:lastPrinted>2016-12-06T10:46:00Z</cp:lastPrinted>
  <dcterms:created xsi:type="dcterms:W3CDTF">2018-03-21T12:40:00Z</dcterms:created>
  <dcterms:modified xsi:type="dcterms:W3CDTF">2018-03-21T12:40:00Z</dcterms:modified>
</cp:coreProperties>
</file>