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8F5" w:rsidRDefault="004478F5" w:rsidP="00916583">
      <w:pPr>
        <w:tabs>
          <w:tab w:val="left" w:pos="7088"/>
        </w:tabs>
        <w:spacing w:line="360" w:lineRule="auto"/>
        <w:jc w:val="center"/>
      </w:pPr>
      <w:r w:rsidRPr="000239BB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4478F5" w:rsidRDefault="004478F5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4478F5" w:rsidRPr="007F053F" w:rsidRDefault="004478F5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4478F5" w:rsidRPr="00AC3001" w:rsidRDefault="004478F5" w:rsidP="00634E98">
      <w:pPr>
        <w:jc w:val="center"/>
        <w:rPr>
          <w:b/>
          <w:bCs/>
          <w:sz w:val="16"/>
          <w:szCs w:val="16"/>
        </w:rPr>
      </w:pPr>
    </w:p>
    <w:p w:rsidR="004478F5" w:rsidRPr="003B79B7" w:rsidRDefault="004478F5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4478F5" w:rsidRDefault="004478F5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4478F5" w:rsidRPr="007F053F" w:rsidRDefault="004478F5" w:rsidP="00634E98">
      <w:pPr>
        <w:jc w:val="center"/>
        <w:rPr>
          <w:b/>
          <w:bCs/>
        </w:rPr>
      </w:pPr>
    </w:p>
    <w:p w:rsidR="004478F5" w:rsidRDefault="004478F5" w:rsidP="00634E98">
      <w:pPr>
        <w:pStyle w:val="Header"/>
      </w:pPr>
      <w:r>
        <w:rPr>
          <w:b/>
          <w:bCs/>
        </w:rPr>
        <w:t>26.10.2018                                                  м. Ромни                                                         № 341-ОД</w:t>
      </w:r>
    </w:p>
    <w:p w:rsidR="004478F5" w:rsidRDefault="004478F5" w:rsidP="006F1E74">
      <w:pPr>
        <w:spacing w:line="360" w:lineRule="auto"/>
        <w:rPr>
          <w:b/>
          <w:sz w:val="28"/>
          <w:szCs w:val="28"/>
        </w:rPr>
      </w:pPr>
    </w:p>
    <w:tbl>
      <w:tblPr>
        <w:tblW w:w="9535" w:type="dxa"/>
        <w:tblLook w:val="00A0"/>
      </w:tblPr>
      <w:tblGrid>
        <w:gridCol w:w="4608"/>
        <w:gridCol w:w="4927"/>
      </w:tblGrid>
      <w:tr w:rsidR="004478F5" w:rsidRPr="00245418" w:rsidTr="005917E0">
        <w:tc>
          <w:tcPr>
            <w:tcW w:w="4608" w:type="dxa"/>
          </w:tcPr>
          <w:p w:rsidR="004478F5" w:rsidRPr="00A31AC1" w:rsidRDefault="004478F5" w:rsidP="005917E0">
            <w:pPr>
              <w:pStyle w:val="BodyText2"/>
              <w:tabs>
                <w:tab w:val="left" w:pos="4253"/>
              </w:tabs>
              <w:rPr>
                <w:b/>
                <w:szCs w:val="28"/>
              </w:rPr>
            </w:pPr>
            <w:r w:rsidRPr="00654F61">
              <w:rPr>
                <w:b/>
                <w:szCs w:val="28"/>
              </w:rPr>
              <w:t>Про</w:t>
            </w:r>
            <w:r>
              <w:rPr>
                <w:b/>
                <w:szCs w:val="28"/>
              </w:rPr>
              <w:t xml:space="preserve"> </w:t>
            </w:r>
            <w:r w:rsidRPr="00A31AC1">
              <w:rPr>
                <w:b/>
                <w:szCs w:val="28"/>
              </w:rPr>
              <w:t xml:space="preserve"> вибуття </w:t>
            </w:r>
            <w:r>
              <w:rPr>
                <w:b/>
                <w:szCs w:val="28"/>
              </w:rPr>
              <w:t xml:space="preserve">  </w:t>
            </w:r>
            <w:r w:rsidRPr="00A31AC1">
              <w:rPr>
                <w:b/>
                <w:szCs w:val="28"/>
              </w:rPr>
              <w:t>прийомної</w:t>
            </w:r>
            <w:r>
              <w:rPr>
                <w:b/>
                <w:szCs w:val="28"/>
              </w:rPr>
              <w:t xml:space="preserve">  </w:t>
            </w:r>
            <w:r w:rsidRPr="00A31AC1">
              <w:rPr>
                <w:b/>
                <w:szCs w:val="28"/>
              </w:rPr>
              <w:t xml:space="preserve"> дитини </w:t>
            </w:r>
          </w:p>
          <w:p w:rsidR="004478F5" w:rsidRPr="00654F61" w:rsidRDefault="004478F5" w:rsidP="00CD164C">
            <w:pPr>
              <w:pStyle w:val="BodyText2"/>
              <w:tabs>
                <w:tab w:val="left" w:pos="4253"/>
              </w:tabs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XXXXXXX</w:t>
            </w:r>
            <w:r w:rsidRPr="00E05C7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E05C7B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 w:rsidRPr="00E05C7B">
              <w:rPr>
                <w:b/>
                <w:szCs w:val="28"/>
              </w:rPr>
              <w:t>.</w:t>
            </w:r>
            <w:r>
              <w:rPr>
                <w:b/>
                <w:szCs w:val="28"/>
              </w:rPr>
              <w:t xml:space="preserve"> з прийомної сім</w:t>
            </w:r>
            <w:r w:rsidRPr="00E05C7B">
              <w:rPr>
                <w:b/>
                <w:szCs w:val="28"/>
              </w:rPr>
              <w:t>’</w:t>
            </w:r>
            <w:r>
              <w:rPr>
                <w:b/>
                <w:szCs w:val="28"/>
              </w:rPr>
              <w:t xml:space="preserve">ї </w:t>
            </w:r>
            <w:r>
              <w:rPr>
                <w:b/>
                <w:szCs w:val="28"/>
                <w:lang w:val="en-US"/>
              </w:rPr>
              <w:t>XXXXXXX</w:t>
            </w:r>
            <w:r w:rsidRPr="00E05C7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E05C7B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 xml:space="preserve">. та </w:t>
            </w:r>
            <w:r>
              <w:rPr>
                <w:b/>
                <w:szCs w:val="28"/>
                <w:lang w:val="en-US"/>
              </w:rPr>
              <w:t>XXXXXXX</w:t>
            </w:r>
            <w:r w:rsidRPr="00E05C7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X</w:t>
            </w:r>
            <w:r w:rsidRPr="00E05C7B">
              <w:rPr>
                <w:b/>
                <w:szCs w:val="28"/>
              </w:rPr>
              <w:t>.</w:t>
            </w:r>
            <w:r>
              <w:rPr>
                <w:b/>
                <w:szCs w:val="28"/>
                <w:lang w:val="en-US"/>
              </w:rPr>
              <w:t>X</w:t>
            </w:r>
            <w:r>
              <w:rPr>
                <w:b/>
                <w:szCs w:val="28"/>
              </w:rPr>
              <w:t>.</w:t>
            </w:r>
          </w:p>
        </w:tc>
        <w:tc>
          <w:tcPr>
            <w:tcW w:w="4927" w:type="dxa"/>
          </w:tcPr>
          <w:p w:rsidR="004478F5" w:rsidRPr="004F6712" w:rsidRDefault="004478F5" w:rsidP="005917E0">
            <w:pPr>
              <w:tabs>
                <w:tab w:val="left" w:pos="3780"/>
                <w:tab w:val="left" w:pos="8640"/>
              </w:tabs>
              <w:spacing w:line="360" w:lineRule="auto"/>
              <w:ind w:firstLine="708"/>
              <w:rPr>
                <w:sz w:val="28"/>
                <w:szCs w:val="28"/>
              </w:rPr>
            </w:pPr>
          </w:p>
        </w:tc>
      </w:tr>
    </w:tbl>
    <w:p w:rsidR="004478F5" w:rsidRDefault="004478F5" w:rsidP="00E76D6F">
      <w:pPr>
        <w:spacing w:line="360" w:lineRule="auto"/>
        <w:ind w:firstLine="709"/>
        <w:rPr>
          <w:sz w:val="28"/>
          <w:szCs w:val="28"/>
        </w:rPr>
      </w:pPr>
    </w:p>
    <w:p w:rsidR="004478F5" w:rsidRDefault="004478F5" w:rsidP="00BA00A5">
      <w:pPr>
        <w:tabs>
          <w:tab w:val="left" w:pos="7088"/>
        </w:tabs>
        <w:ind w:firstLine="700"/>
        <w:jc w:val="both"/>
        <w:rPr>
          <w:color w:val="2A2928"/>
          <w:spacing w:val="-6"/>
          <w:sz w:val="28"/>
          <w:szCs w:val="28"/>
        </w:rPr>
      </w:pPr>
      <w:r w:rsidRPr="00B913F5">
        <w:rPr>
          <w:color w:val="2A2928"/>
          <w:spacing w:val="-6"/>
          <w:sz w:val="28"/>
          <w:szCs w:val="28"/>
        </w:rPr>
        <w:t xml:space="preserve">Відповідно до статей 6, </w:t>
      </w:r>
      <w:r w:rsidRPr="009C3B9C">
        <w:rPr>
          <w:spacing w:val="-6"/>
          <w:sz w:val="28"/>
          <w:szCs w:val="28"/>
        </w:rPr>
        <w:t>13,</w:t>
      </w:r>
      <w:r w:rsidRPr="002C6E72">
        <w:rPr>
          <w:spacing w:val="-6"/>
          <w:sz w:val="28"/>
          <w:szCs w:val="28"/>
        </w:rPr>
        <w:t xml:space="preserve"> </w:t>
      </w:r>
      <w:r w:rsidRPr="009C3B9C">
        <w:rPr>
          <w:spacing w:val="-6"/>
          <w:sz w:val="28"/>
          <w:szCs w:val="28"/>
        </w:rPr>
        <w:t>23,</w:t>
      </w:r>
      <w:r w:rsidRPr="002C6E72">
        <w:rPr>
          <w:spacing w:val="-6"/>
          <w:sz w:val="28"/>
          <w:szCs w:val="28"/>
        </w:rPr>
        <w:t xml:space="preserve"> </w:t>
      </w:r>
      <w:r w:rsidRPr="009C3B9C">
        <w:rPr>
          <w:spacing w:val="-6"/>
          <w:sz w:val="28"/>
          <w:szCs w:val="28"/>
        </w:rPr>
        <w:t xml:space="preserve">39 </w:t>
      </w:r>
      <w:r w:rsidRPr="00B913F5">
        <w:rPr>
          <w:color w:val="2A2928"/>
          <w:spacing w:val="-6"/>
          <w:sz w:val="28"/>
          <w:szCs w:val="28"/>
        </w:rPr>
        <w:t>Закону України «Про місцеві державні адміністрації»,</w:t>
      </w:r>
      <w:r>
        <w:rPr>
          <w:color w:val="2A2928"/>
          <w:spacing w:val="-6"/>
          <w:sz w:val="28"/>
          <w:szCs w:val="28"/>
        </w:rPr>
        <w:t xml:space="preserve"> </w:t>
      </w:r>
      <w:r w:rsidRPr="00971D3C">
        <w:rPr>
          <w:color w:val="2A2928"/>
          <w:spacing w:val="-6"/>
          <w:sz w:val="28"/>
          <w:szCs w:val="28"/>
        </w:rPr>
        <w:t>П</w:t>
      </w:r>
      <w:r>
        <w:rPr>
          <w:color w:val="2A2928"/>
          <w:spacing w:val="-6"/>
          <w:sz w:val="28"/>
          <w:szCs w:val="28"/>
        </w:rPr>
        <w:t>орядку провадження органами опіки та піклування діяльності, пов</w:t>
      </w:r>
      <w:r w:rsidRPr="00E05C7B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язаної із захистом прав дитини, затвердженого постановою Кабінету Міністрів України від 24 вересня 2008 р. № 866, Положення про прийомну сім</w:t>
      </w:r>
      <w:r w:rsidRPr="00176B94">
        <w:rPr>
          <w:color w:val="2A2928"/>
          <w:spacing w:val="-6"/>
          <w:sz w:val="28"/>
          <w:szCs w:val="28"/>
        </w:rPr>
        <w:t>`</w:t>
      </w:r>
      <w:r>
        <w:rPr>
          <w:color w:val="2A2928"/>
          <w:spacing w:val="-6"/>
          <w:sz w:val="28"/>
          <w:szCs w:val="28"/>
        </w:rPr>
        <w:t xml:space="preserve">ю, затвердженого постановою Кабінету Міністрів України від 26 квітня 2002 р.№ 565, згідно протоколу комісії з питань захисту прав дитини Роменської районної державної адміністрації від 25.10.2018 № 11, на підставі заяви прийомних батьків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 w:rsidRPr="00E05C7B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 w:rsidRPr="00E05C7B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</w:t>
      </w:r>
      <w:r>
        <w:rPr>
          <w:color w:val="2A2928"/>
          <w:spacing w:val="-6"/>
          <w:sz w:val="28"/>
          <w:szCs w:val="28"/>
        </w:rPr>
        <w:t xml:space="preserve"> та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</w:t>
      </w:r>
      <w:r>
        <w:rPr>
          <w:color w:val="2A2928"/>
          <w:spacing w:val="-6"/>
          <w:sz w:val="28"/>
          <w:szCs w:val="28"/>
        </w:rPr>
        <w:t xml:space="preserve"> від </w:t>
      </w:r>
      <w:r w:rsidRPr="00D16FED">
        <w:rPr>
          <w:color w:val="2A2928"/>
          <w:spacing w:val="-6"/>
          <w:sz w:val="28"/>
          <w:szCs w:val="28"/>
        </w:rPr>
        <w:t>2</w:t>
      </w:r>
      <w:r>
        <w:rPr>
          <w:color w:val="2A2928"/>
          <w:spacing w:val="-6"/>
          <w:sz w:val="28"/>
          <w:szCs w:val="28"/>
        </w:rPr>
        <w:t>2</w:t>
      </w:r>
      <w:r w:rsidRPr="00D16FED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</w:rPr>
        <w:t>10</w:t>
      </w:r>
      <w:r w:rsidRPr="00D16FED">
        <w:rPr>
          <w:color w:val="2A2928"/>
          <w:spacing w:val="-6"/>
          <w:sz w:val="28"/>
          <w:szCs w:val="28"/>
        </w:rPr>
        <w:t>.2018</w:t>
      </w:r>
      <w:r>
        <w:rPr>
          <w:color w:val="2A2928"/>
          <w:spacing w:val="-6"/>
          <w:sz w:val="28"/>
          <w:szCs w:val="28"/>
        </w:rPr>
        <w:t xml:space="preserve"> та заяви прийомної дитини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XXXXXXXXXXXXXX</w:t>
      </w:r>
      <w:r>
        <w:rPr>
          <w:color w:val="2A2928"/>
          <w:spacing w:val="-6"/>
          <w:sz w:val="28"/>
          <w:szCs w:val="28"/>
        </w:rPr>
        <w:t xml:space="preserve"> від </w:t>
      </w:r>
      <w:r w:rsidRPr="00D16FED">
        <w:rPr>
          <w:color w:val="2A2928"/>
          <w:spacing w:val="-6"/>
          <w:sz w:val="28"/>
          <w:szCs w:val="28"/>
        </w:rPr>
        <w:t>2</w:t>
      </w:r>
      <w:r>
        <w:rPr>
          <w:color w:val="2A2928"/>
          <w:spacing w:val="-6"/>
          <w:sz w:val="28"/>
          <w:szCs w:val="28"/>
        </w:rPr>
        <w:t>2</w:t>
      </w:r>
      <w:r w:rsidRPr="00D16FED"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</w:rPr>
        <w:t>10</w:t>
      </w:r>
      <w:r w:rsidRPr="00D16FED">
        <w:rPr>
          <w:color w:val="2A2928"/>
          <w:spacing w:val="-6"/>
          <w:sz w:val="28"/>
          <w:szCs w:val="28"/>
        </w:rPr>
        <w:t>.2018</w:t>
      </w:r>
      <w:r>
        <w:rPr>
          <w:color w:val="2A2928"/>
          <w:spacing w:val="-6"/>
          <w:sz w:val="28"/>
          <w:szCs w:val="28"/>
        </w:rPr>
        <w:t>:</w:t>
      </w:r>
    </w:p>
    <w:p w:rsidR="004478F5" w:rsidRDefault="004478F5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1.</w:t>
      </w:r>
      <w:r w:rsidRPr="001A31BD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Вивести 26 жовтня 2018 року прийомну дитину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XXXXXXXXXXXXXX</w:t>
      </w:r>
      <w:r>
        <w:rPr>
          <w:color w:val="2A2928"/>
          <w:spacing w:val="-6"/>
          <w:sz w:val="28"/>
          <w:szCs w:val="28"/>
        </w:rPr>
        <w:t xml:space="preserve">, </w:t>
      </w:r>
      <w:r>
        <w:rPr>
          <w:color w:val="2A2928"/>
          <w:spacing w:val="-6"/>
          <w:sz w:val="28"/>
          <w:szCs w:val="28"/>
          <w:lang w:val="en-US"/>
        </w:rPr>
        <w:t>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XXXX</w:t>
      </w:r>
      <w:r>
        <w:rPr>
          <w:color w:val="2A2928"/>
          <w:spacing w:val="-6"/>
          <w:sz w:val="28"/>
          <w:szCs w:val="28"/>
        </w:rPr>
        <w:t xml:space="preserve"> року народження, з прийомної сім</w:t>
      </w:r>
      <w:r w:rsidRPr="00E05C7B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 xml:space="preserve">ї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 xml:space="preserve">. та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 w:rsidRPr="00045375">
        <w:rPr>
          <w:color w:val="2A2928"/>
          <w:spacing w:val="-6"/>
          <w:sz w:val="28"/>
          <w:szCs w:val="28"/>
        </w:rPr>
        <w:t xml:space="preserve"> </w:t>
      </w:r>
      <w:r w:rsidRPr="001A31BD">
        <w:rPr>
          <w:color w:val="2A2928"/>
          <w:spacing w:val="-6"/>
          <w:sz w:val="28"/>
          <w:szCs w:val="28"/>
        </w:rPr>
        <w:t>у</w:t>
      </w:r>
      <w:r>
        <w:rPr>
          <w:color w:val="2A2928"/>
          <w:spacing w:val="-6"/>
          <w:sz w:val="28"/>
          <w:szCs w:val="28"/>
        </w:rPr>
        <w:t xml:space="preserve"> зв</w:t>
      </w:r>
      <w:r w:rsidRPr="00E05C7B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язку з закінченням навчання.</w:t>
      </w:r>
    </w:p>
    <w:p w:rsidR="004478F5" w:rsidRDefault="004478F5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2</w:t>
      </w:r>
      <w:r w:rsidRPr="001A31BD">
        <w:rPr>
          <w:spacing w:val="-6"/>
          <w:sz w:val="28"/>
          <w:szCs w:val="28"/>
        </w:rPr>
        <w:t xml:space="preserve">. </w:t>
      </w:r>
      <w:r>
        <w:rPr>
          <w:color w:val="2A2928"/>
          <w:spacing w:val="-6"/>
          <w:sz w:val="28"/>
          <w:szCs w:val="28"/>
        </w:rPr>
        <w:t>Припинити дію угоди про влаштування дитини на виховання та спільне проживання до прийомної сім</w:t>
      </w:r>
      <w:r w:rsidRPr="00E05C7B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>ї від 24.03.2008 № 1</w:t>
      </w:r>
      <w:r w:rsidRPr="009C3B9C">
        <w:rPr>
          <w:spacing w:val="-6"/>
          <w:sz w:val="28"/>
          <w:szCs w:val="28"/>
        </w:rPr>
        <w:t xml:space="preserve">, в редакції </w:t>
      </w:r>
      <w:r>
        <w:rPr>
          <w:color w:val="2A2928"/>
          <w:spacing w:val="-6"/>
          <w:sz w:val="28"/>
          <w:szCs w:val="28"/>
        </w:rPr>
        <w:t xml:space="preserve">від 07.09.2016 № 16, в частині влаштування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</w:p>
    <w:p w:rsidR="004478F5" w:rsidRDefault="004478F5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3.</w:t>
      </w:r>
      <w:r w:rsidRPr="001A31BD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Службі у справах дітей Роменської </w:t>
      </w:r>
      <w:r w:rsidRPr="00515DF2">
        <w:rPr>
          <w:color w:val="2A2928"/>
          <w:spacing w:val="-6"/>
          <w:sz w:val="28"/>
          <w:szCs w:val="28"/>
        </w:rPr>
        <w:t>р</w:t>
      </w:r>
      <w:r>
        <w:rPr>
          <w:color w:val="2A2928"/>
          <w:spacing w:val="-6"/>
          <w:sz w:val="28"/>
          <w:szCs w:val="28"/>
        </w:rPr>
        <w:t xml:space="preserve">айонної державної адміністрації підготувати до </w:t>
      </w:r>
      <w:r w:rsidRPr="00515DF2">
        <w:rPr>
          <w:color w:val="2A2928"/>
          <w:spacing w:val="-6"/>
          <w:sz w:val="28"/>
          <w:szCs w:val="28"/>
        </w:rPr>
        <w:t>30</w:t>
      </w:r>
      <w:r w:rsidRPr="00D16FED"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>жовтня</w:t>
      </w:r>
      <w:r w:rsidRPr="00D16FED">
        <w:rPr>
          <w:color w:val="2A2928"/>
          <w:spacing w:val="-6"/>
          <w:sz w:val="28"/>
          <w:szCs w:val="28"/>
        </w:rPr>
        <w:t xml:space="preserve"> 2018</w:t>
      </w:r>
      <w:r>
        <w:rPr>
          <w:color w:val="2A2928"/>
          <w:spacing w:val="-6"/>
          <w:sz w:val="28"/>
          <w:szCs w:val="28"/>
        </w:rPr>
        <w:t xml:space="preserve"> року проект договору про припинення дії договору про влаштування дітей на виховання та спільне проживання у прийомній сім</w:t>
      </w:r>
      <w:r w:rsidRPr="00E05C7B">
        <w:rPr>
          <w:color w:val="2A2928"/>
          <w:spacing w:val="-6"/>
          <w:sz w:val="28"/>
          <w:szCs w:val="28"/>
        </w:rPr>
        <w:t>’</w:t>
      </w:r>
      <w:r>
        <w:rPr>
          <w:color w:val="2A2928"/>
          <w:spacing w:val="-6"/>
          <w:sz w:val="28"/>
          <w:szCs w:val="28"/>
        </w:rPr>
        <w:t xml:space="preserve">ї від 24.03.2008 № 1, </w:t>
      </w:r>
      <w:r w:rsidRPr="001A31BD">
        <w:rPr>
          <w:color w:val="2A2928"/>
          <w:spacing w:val="-6"/>
          <w:sz w:val="28"/>
          <w:szCs w:val="28"/>
        </w:rPr>
        <w:t>у</w:t>
      </w:r>
      <w:r w:rsidRPr="009C3B9C">
        <w:rPr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</w:rPr>
        <w:t xml:space="preserve">редакції від 07.09.2016 № 16, в частині влаштування </w:t>
      </w:r>
      <w:r>
        <w:rPr>
          <w:color w:val="2A2928"/>
          <w:spacing w:val="-6"/>
          <w:sz w:val="28"/>
          <w:szCs w:val="28"/>
          <w:lang w:val="en-US"/>
        </w:rPr>
        <w:t>XXXXXXX</w:t>
      </w:r>
      <w:r>
        <w:rPr>
          <w:color w:val="2A2928"/>
          <w:spacing w:val="-6"/>
          <w:sz w:val="28"/>
          <w:szCs w:val="28"/>
        </w:rPr>
        <w:t xml:space="preserve"> 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  <w:r>
        <w:rPr>
          <w:color w:val="2A2928"/>
          <w:spacing w:val="-6"/>
          <w:sz w:val="28"/>
          <w:szCs w:val="28"/>
          <w:lang w:val="en-US"/>
        </w:rPr>
        <w:t>X</w:t>
      </w:r>
      <w:r>
        <w:rPr>
          <w:color w:val="2A2928"/>
          <w:spacing w:val="-6"/>
          <w:sz w:val="28"/>
          <w:szCs w:val="28"/>
        </w:rPr>
        <w:t>.</w:t>
      </w:r>
    </w:p>
    <w:p w:rsidR="004478F5" w:rsidRDefault="004478F5" w:rsidP="00BA00A5">
      <w:pPr>
        <w:ind w:firstLine="700"/>
        <w:jc w:val="both"/>
        <w:rPr>
          <w:color w:val="2A2928"/>
          <w:spacing w:val="-6"/>
          <w:sz w:val="28"/>
          <w:szCs w:val="28"/>
        </w:rPr>
      </w:pPr>
      <w:r w:rsidRPr="009C3B9C">
        <w:rPr>
          <w:spacing w:val="-6"/>
          <w:sz w:val="28"/>
          <w:szCs w:val="28"/>
        </w:rPr>
        <w:t>4.</w:t>
      </w:r>
      <w:r>
        <w:rPr>
          <w:spacing w:val="-6"/>
          <w:sz w:val="28"/>
          <w:szCs w:val="28"/>
          <w:lang w:val="ru-RU"/>
        </w:rPr>
        <w:t xml:space="preserve"> </w:t>
      </w:r>
      <w:r>
        <w:rPr>
          <w:color w:val="2A2928"/>
          <w:spacing w:val="-6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  <w:r w:rsidRPr="00B913F5">
        <w:rPr>
          <w:color w:val="2A2928"/>
          <w:spacing w:val="-6"/>
          <w:sz w:val="28"/>
          <w:szCs w:val="28"/>
        </w:rPr>
        <w:t xml:space="preserve"> </w:t>
      </w:r>
    </w:p>
    <w:p w:rsidR="004478F5" w:rsidRDefault="004478F5" w:rsidP="00753AC6">
      <w:pPr>
        <w:spacing w:line="360" w:lineRule="auto"/>
        <w:ind w:firstLine="697"/>
        <w:jc w:val="both"/>
        <w:rPr>
          <w:color w:val="2A2928"/>
          <w:spacing w:val="-6"/>
          <w:sz w:val="28"/>
          <w:szCs w:val="28"/>
        </w:rPr>
      </w:pPr>
    </w:p>
    <w:p w:rsidR="004478F5" w:rsidRDefault="004478F5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</w:t>
      </w:r>
      <w:r w:rsidRPr="000A496F">
        <w:rPr>
          <w:b/>
          <w:noProof w:val="0"/>
          <w:sz w:val="28"/>
          <w:szCs w:val="28"/>
        </w:rPr>
        <w:tab/>
      </w:r>
      <w:r>
        <w:rPr>
          <w:b/>
          <w:noProof w:val="0"/>
          <w:sz w:val="28"/>
          <w:szCs w:val="28"/>
        </w:rPr>
        <w:t xml:space="preserve">                                         </w:t>
      </w:r>
      <w:r w:rsidRPr="00BD0470">
        <w:rPr>
          <w:b/>
          <w:noProof w:val="0"/>
          <w:sz w:val="28"/>
          <w:szCs w:val="28"/>
        </w:rPr>
        <w:t>В.Б</w:t>
      </w:r>
      <w:r>
        <w:rPr>
          <w:b/>
          <w:noProof w:val="0"/>
          <w:sz w:val="28"/>
          <w:szCs w:val="28"/>
        </w:rPr>
        <w:t>ІЛОХА</w:t>
      </w:r>
    </w:p>
    <w:p w:rsidR="004478F5" w:rsidRDefault="004478F5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478F5" w:rsidRDefault="004478F5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478F5" w:rsidRDefault="004478F5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478F5" w:rsidRDefault="004478F5" w:rsidP="00E76D6F">
      <w:pPr>
        <w:tabs>
          <w:tab w:val="left" w:pos="4140"/>
          <w:tab w:val="left" w:pos="7088"/>
        </w:tabs>
        <w:jc w:val="both"/>
        <w:rPr>
          <w:b/>
          <w:noProof w:val="0"/>
          <w:sz w:val="28"/>
          <w:szCs w:val="28"/>
        </w:rPr>
      </w:pPr>
    </w:p>
    <w:p w:rsidR="004478F5" w:rsidRPr="0008389A" w:rsidRDefault="004478F5" w:rsidP="00394C23">
      <w:pPr>
        <w:tabs>
          <w:tab w:val="left" w:leader="hyphen" w:pos="-142"/>
          <w:tab w:val="left" w:pos="2884"/>
          <w:tab w:val="left" w:pos="3202"/>
        </w:tabs>
        <w:ind w:left="170" w:right="170"/>
        <w:rPr>
          <w:bCs/>
          <w:noProof w:val="0"/>
          <w:sz w:val="28"/>
          <w:szCs w:val="28"/>
        </w:rPr>
      </w:pPr>
    </w:p>
    <w:sectPr w:rsidR="004478F5" w:rsidRPr="0008389A" w:rsidSect="00206A33">
      <w:headerReference w:type="even" r:id="rId8"/>
      <w:headerReference w:type="default" r:id="rId9"/>
      <w:pgSz w:w="11906" w:h="16838" w:code="9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8F5" w:rsidRDefault="004478F5" w:rsidP="00D80715">
      <w:r>
        <w:separator/>
      </w:r>
    </w:p>
  </w:endnote>
  <w:endnote w:type="continuationSeparator" w:id="0">
    <w:p w:rsidR="004478F5" w:rsidRDefault="004478F5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8F5" w:rsidRDefault="004478F5" w:rsidP="00D80715">
      <w:r>
        <w:separator/>
      </w:r>
    </w:p>
  </w:footnote>
  <w:footnote w:type="continuationSeparator" w:id="0">
    <w:p w:rsidR="004478F5" w:rsidRDefault="004478F5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8F5" w:rsidRDefault="004478F5" w:rsidP="00CF5ED6">
    <w:pPr>
      <w:pStyle w:val="Header"/>
      <w:jc w:val="center"/>
    </w:pPr>
    <w:r>
      <w:t>2</w:t>
    </w:r>
  </w:p>
  <w:p w:rsidR="004478F5" w:rsidRDefault="004478F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8F5" w:rsidRDefault="004478F5" w:rsidP="00206331">
    <w:pPr>
      <w:pStyle w:val="Header"/>
      <w:jc w:val="center"/>
    </w:pPr>
  </w:p>
  <w:p w:rsidR="004478F5" w:rsidRDefault="004478F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9BB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770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375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2AE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1C3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3F59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464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B94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D48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3BA"/>
    <w:rsid w:val="001A142F"/>
    <w:rsid w:val="001A14EA"/>
    <w:rsid w:val="001A1B1D"/>
    <w:rsid w:val="001A1D75"/>
    <w:rsid w:val="001A20A5"/>
    <w:rsid w:val="001A2971"/>
    <w:rsid w:val="001A31BD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17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6A33"/>
    <w:rsid w:val="002070CB"/>
    <w:rsid w:val="002071B7"/>
    <w:rsid w:val="002075F8"/>
    <w:rsid w:val="00210FA5"/>
    <w:rsid w:val="002115E3"/>
    <w:rsid w:val="00211A28"/>
    <w:rsid w:val="00211D4F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3FE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AA"/>
    <w:rsid w:val="002354B4"/>
    <w:rsid w:val="00235EE0"/>
    <w:rsid w:val="0023621B"/>
    <w:rsid w:val="00236990"/>
    <w:rsid w:val="002369B6"/>
    <w:rsid w:val="002369BA"/>
    <w:rsid w:val="00236BCA"/>
    <w:rsid w:val="0023793D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418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475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6E72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9B1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9B9"/>
    <w:rsid w:val="00301A26"/>
    <w:rsid w:val="00301B3C"/>
    <w:rsid w:val="00302409"/>
    <w:rsid w:val="0030265E"/>
    <w:rsid w:val="0030292A"/>
    <w:rsid w:val="00302932"/>
    <w:rsid w:val="00302A47"/>
    <w:rsid w:val="00303656"/>
    <w:rsid w:val="0030416C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4A0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A4E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4C23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57F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BB2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4FD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5A8"/>
    <w:rsid w:val="004457EF"/>
    <w:rsid w:val="0044580B"/>
    <w:rsid w:val="00446217"/>
    <w:rsid w:val="0044665D"/>
    <w:rsid w:val="004469C8"/>
    <w:rsid w:val="00447478"/>
    <w:rsid w:val="004478F5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6A84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78D"/>
    <w:rsid w:val="00496BDA"/>
    <w:rsid w:val="00496DF1"/>
    <w:rsid w:val="004971B8"/>
    <w:rsid w:val="0049750B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287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B31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712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6CA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5DF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4C61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2E91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15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22C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DF9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5022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7E0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7B2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E7B7A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07DDA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17844"/>
    <w:rsid w:val="006207E8"/>
    <w:rsid w:val="0062089A"/>
    <w:rsid w:val="0062099E"/>
    <w:rsid w:val="00620B13"/>
    <w:rsid w:val="00620D88"/>
    <w:rsid w:val="00621184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0D2A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61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283"/>
    <w:rsid w:val="00667AEE"/>
    <w:rsid w:val="0067031A"/>
    <w:rsid w:val="006707BB"/>
    <w:rsid w:val="006707D5"/>
    <w:rsid w:val="00670946"/>
    <w:rsid w:val="00670FF7"/>
    <w:rsid w:val="006711B3"/>
    <w:rsid w:val="0067132D"/>
    <w:rsid w:val="00671C03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D60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A7FFA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941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021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E7D59"/>
    <w:rsid w:val="006F02FC"/>
    <w:rsid w:val="006F055E"/>
    <w:rsid w:val="006F067D"/>
    <w:rsid w:val="006F09BD"/>
    <w:rsid w:val="006F13A9"/>
    <w:rsid w:val="006F1625"/>
    <w:rsid w:val="006F172C"/>
    <w:rsid w:val="006F1BC3"/>
    <w:rsid w:val="006F1E74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1E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0E1"/>
    <w:rsid w:val="00710399"/>
    <w:rsid w:val="00710810"/>
    <w:rsid w:val="00710C24"/>
    <w:rsid w:val="00710CBF"/>
    <w:rsid w:val="00710E20"/>
    <w:rsid w:val="00711C75"/>
    <w:rsid w:val="00711E84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91A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AC6"/>
    <w:rsid w:val="00753E5C"/>
    <w:rsid w:val="00753F6F"/>
    <w:rsid w:val="00755409"/>
    <w:rsid w:val="0075554D"/>
    <w:rsid w:val="00755729"/>
    <w:rsid w:val="00755A50"/>
    <w:rsid w:val="007563E4"/>
    <w:rsid w:val="0075679E"/>
    <w:rsid w:val="00756DCB"/>
    <w:rsid w:val="00756EA9"/>
    <w:rsid w:val="00756EDE"/>
    <w:rsid w:val="00757105"/>
    <w:rsid w:val="007571D8"/>
    <w:rsid w:val="00757298"/>
    <w:rsid w:val="00757509"/>
    <w:rsid w:val="007579C2"/>
    <w:rsid w:val="007605E3"/>
    <w:rsid w:val="00760D00"/>
    <w:rsid w:val="0076179D"/>
    <w:rsid w:val="007618D9"/>
    <w:rsid w:val="00761AB3"/>
    <w:rsid w:val="00761E98"/>
    <w:rsid w:val="00762294"/>
    <w:rsid w:val="0076239D"/>
    <w:rsid w:val="007625F4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501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4DAD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A8A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032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23D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3BE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4C1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1F6A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4FA9"/>
    <w:rsid w:val="008951B5"/>
    <w:rsid w:val="008955B4"/>
    <w:rsid w:val="00895903"/>
    <w:rsid w:val="00895C2B"/>
    <w:rsid w:val="00895D73"/>
    <w:rsid w:val="008960B1"/>
    <w:rsid w:val="008960C5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1CF8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07F0C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583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606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1A0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0AB"/>
    <w:rsid w:val="00950328"/>
    <w:rsid w:val="009508E7"/>
    <w:rsid w:val="00951043"/>
    <w:rsid w:val="0095119B"/>
    <w:rsid w:val="0095168D"/>
    <w:rsid w:val="0095220C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B9D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716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1D3C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5F"/>
    <w:rsid w:val="009906B0"/>
    <w:rsid w:val="0099076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B9C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2D0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1AC1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6E5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0F89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24B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3E49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B3C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B7EF9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B78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227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5B2A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925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3F5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0A5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7FE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0C0"/>
    <w:rsid w:val="00CA02C9"/>
    <w:rsid w:val="00CA0528"/>
    <w:rsid w:val="00CA0666"/>
    <w:rsid w:val="00CA109C"/>
    <w:rsid w:val="00CA14DD"/>
    <w:rsid w:val="00CA14E9"/>
    <w:rsid w:val="00CA1672"/>
    <w:rsid w:val="00CA1AFB"/>
    <w:rsid w:val="00CA214E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96E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64C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15E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6FED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1656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74B"/>
    <w:rsid w:val="00D71D03"/>
    <w:rsid w:val="00D71E11"/>
    <w:rsid w:val="00D71EB9"/>
    <w:rsid w:val="00D726C7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0A81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1FA0"/>
    <w:rsid w:val="00DC205F"/>
    <w:rsid w:val="00DC23FF"/>
    <w:rsid w:val="00DC2489"/>
    <w:rsid w:val="00DC24AF"/>
    <w:rsid w:val="00DC2EBD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B9F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5C7B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6AB0"/>
    <w:rsid w:val="00E1717C"/>
    <w:rsid w:val="00E1734A"/>
    <w:rsid w:val="00E173FA"/>
    <w:rsid w:val="00E17982"/>
    <w:rsid w:val="00E17C73"/>
    <w:rsid w:val="00E201C8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1E7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2CA2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D6F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D92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3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997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123A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963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507"/>
    <w:rsid w:val="00F34A68"/>
    <w:rsid w:val="00F34B2B"/>
    <w:rsid w:val="00F3509E"/>
    <w:rsid w:val="00F35535"/>
    <w:rsid w:val="00F355B5"/>
    <w:rsid w:val="00F35737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874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6E4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906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4EBE"/>
    <w:rsid w:val="00FC5FC4"/>
    <w:rsid w:val="00FC69C7"/>
    <w:rsid w:val="00FC7065"/>
    <w:rsid w:val="00FC7160"/>
    <w:rsid w:val="00FC72B2"/>
    <w:rsid w:val="00FC75B1"/>
    <w:rsid w:val="00FC7C32"/>
    <w:rsid w:val="00FD0666"/>
    <w:rsid w:val="00FD0739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A8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E76D6F"/>
    <w:pPr>
      <w:jc w:val="both"/>
    </w:pPr>
    <w:rPr>
      <w:noProof w:val="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76D6F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05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287</Words>
  <Characters>1636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3</cp:revision>
  <cp:lastPrinted>2018-07-25T12:12:00Z</cp:lastPrinted>
  <dcterms:created xsi:type="dcterms:W3CDTF">2018-10-29T11:33:00Z</dcterms:created>
  <dcterms:modified xsi:type="dcterms:W3CDTF">2018-10-29T12:23:00Z</dcterms:modified>
</cp:coreProperties>
</file>