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D2" w:rsidRDefault="00894FD2" w:rsidP="007574A5">
      <w:pPr>
        <w:jc w:val="center"/>
        <w:rPr>
          <w:rFonts w:ascii="Times New Roman" w:hAnsi="Times New Roman"/>
        </w:rPr>
      </w:pPr>
      <w:r w:rsidRPr="00CA5272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894FD2" w:rsidRDefault="00894FD2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94FD2" w:rsidRPr="007F053F" w:rsidRDefault="00894FD2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894FD2" w:rsidRPr="00AC3001" w:rsidRDefault="00894FD2" w:rsidP="007574A5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894FD2" w:rsidRPr="003B79B7" w:rsidRDefault="00894FD2" w:rsidP="007574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894FD2" w:rsidRDefault="00894FD2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894FD2" w:rsidRPr="007F053F" w:rsidRDefault="00894FD2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4FD2" w:rsidRDefault="00894FD2" w:rsidP="007574A5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27.11.2015                                                      м. Ромни                                                     № 294-ОД</w:t>
      </w:r>
    </w:p>
    <w:p w:rsidR="00894FD2" w:rsidRDefault="00894FD2" w:rsidP="007574A5">
      <w:pPr>
        <w:spacing w:line="360" w:lineRule="auto"/>
        <w:ind w:right="5527"/>
        <w:jc w:val="both"/>
        <w:rPr>
          <w:rFonts w:ascii="Calibri" w:hAnsi="Calibri"/>
          <w:b/>
          <w:sz w:val="28"/>
        </w:rPr>
      </w:pPr>
    </w:p>
    <w:p w:rsidR="00894FD2" w:rsidRPr="007574A5" w:rsidRDefault="00894FD2" w:rsidP="007574A5">
      <w:pPr>
        <w:ind w:right="5527"/>
        <w:jc w:val="both"/>
        <w:rPr>
          <w:rFonts w:ascii="Times New Roman" w:hAnsi="Times New Roman"/>
          <w:b/>
          <w:sz w:val="28"/>
        </w:rPr>
      </w:pPr>
      <w:r w:rsidRPr="007574A5">
        <w:rPr>
          <w:rFonts w:ascii="Times New Roman" w:hAnsi="Times New Roman"/>
          <w:b/>
          <w:sz w:val="28"/>
        </w:rPr>
        <w:t xml:space="preserve">Про розроблення проекту Районної антикорупційної програми на 2016-2020 роки  </w:t>
      </w:r>
    </w:p>
    <w:p w:rsidR="00894FD2" w:rsidRPr="007574A5" w:rsidRDefault="00894FD2" w:rsidP="007574A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94FD2" w:rsidRPr="007574A5" w:rsidRDefault="00894FD2" w:rsidP="007574A5">
      <w:pPr>
        <w:ind w:firstLine="709"/>
        <w:jc w:val="both"/>
        <w:rPr>
          <w:rFonts w:ascii="Times New Roman" w:hAnsi="Times New Roman"/>
          <w:sz w:val="28"/>
          <w:szCs w:val="24"/>
        </w:rPr>
      </w:pPr>
      <w:r w:rsidRPr="007574A5">
        <w:rPr>
          <w:rFonts w:ascii="Times New Roman" w:hAnsi="Times New Roman"/>
          <w:sz w:val="28"/>
        </w:rPr>
        <w:t xml:space="preserve">Відповідно до статей 2, 6, 13, 25, 39 Закону України «Про місцеві державні адміністрації», </w:t>
      </w:r>
      <w:r w:rsidRPr="007574A5">
        <w:rPr>
          <w:rFonts w:ascii="Times New Roman" w:hAnsi="Times New Roman"/>
          <w:sz w:val="28"/>
          <w:szCs w:val="24"/>
        </w:rPr>
        <w:t>Закону України «Про запобігання корупції», розпоряджен</w:t>
      </w:r>
      <w:r>
        <w:rPr>
          <w:rFonts w:ascii="Times New Roman" w:hAnsi="Times New Roman"/>
          <w:sz w:val="28"/>
          <w:szCs w:val="24"/>
        </w:rPr>
        <w:t>ня</w:t>
      </w:r>
      <w:r w:rsidRPr="007574A5">
        <w:rPr>
          <w:rFonts w:ascii="Times New Roman" w:hAnsi="Times New Roman"/>
          <w:sz w:val="28"/>
          <w:szCs w:val="24"/>
        </w:rPr>
        <w:t xml:space="preserve"> голови Сумської обласної державної адміністрації від 25.09.2015 № 468-ОД «Про схвалення проекту Регіональної антикорупційної програми на 2016-2020 роки», за результатами розгляду питання «Про стан виконання районної програми запобігання та протидії корупції на 2013-2015 роки» на засіданні колегії Роменської районної державної адміністрації 24 листопада 2015 року, з метою впровадження на території Роменського району механізмів зменшення рівня корупції:</w:t>
      </w:r>
    </w:p>
    <w:p w:rsidR="00894FD2" w:rsidRPr="007574A5" w:rsidRDefault="00894FD2" w:rsidP="007574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574A5">
        <w:rPr>
          <w:rFonts w:ascii="Times New Roman" w:hAnsi="Times New Roman"/>
          <w:sz w:val="28"/>
          <w:szCs w:val="24"/>
        </w:rPr>
        <w:t xml:space="preserve">1. </w:t>
      </w:r>
      <w:r w:rsidRPr="007574A5">
        <w:rPr>
          <w:rFonts w:ascii="Times New Roman" w:hAnsi="Times New Roman"/>
          <w:sz w:val="28"/>
          <w:szCs w:val="28"/>
        </w:rPr>
        <w:t>Головному спеціалісту (</w:t>
      </w:r>
      <w:r>
        <w:rPr>
          <w:rFonts w:ascii="Times New Roman" w:hAnsi="Times New Roman"/>
          <w:sz w:val="28"/>
          <w:szCs w:val="28"/>
        </w:rPr>
        <w:t xml:space="preserve">уповноваженій особі </w:t>
      </w:r>
      <w:r w:rsidRPr="007574A5">
        <w:rPr>
          <w:rFonts w:ascii="Times New Roman" w:hAnsi="Times New Roman"/>
          <w:sz w:val="28"/>
          <w:szCs w:val="28"/>
        </w:rPr>
        <w:t>з питань запобігання та виявлення корупції)  юридичного відділу апарату Роменської районної державної адміністрації розробити проект Районної антикорупційної програми на 2016-2020 роки та подати його на розгляд голові Роменської 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до 15 грудня 2015 року</w:t>
      </w:r>
      <w:r w:rsidRPr="007574A5">
        <w:rPr>
          <w:rFonts w:ascii="Times New Roman" w:hAnsi="Times New Roman"/>
          <w:sz w:val="28"/>
          <w:szCs w:val="28"/>
        </w:rPr>
        <w:t>.</w:t>
      </w:r>
    </w:p>
    <w:p w:rsidR="00894FD2" w:rsidRPr="007574A5" w:rsidRDefault="00894FD2" w:rsidP="007574A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</w:rPr>
      </w:pPr>
      <w:r w:rsidRPr="007574A5">
        <w:rPr>
          <w:rFonts w:ascii="Times New Roman" w:hAnsi="Times New Roman"/>
          <w:sz w:val="28"/>
          <w:szCs w:val="28"/>
        </w:rPr>
        <w:t>2. </w:t>
      </w:r>
      <w:r w:rsidRPr="007574A5">
        <w:rPr>
          <w:rFonts w:ascii="Times New Roman" w:hAnsi="Times New Roman"/>
          <w:sz w:val="28"/>
        </w:rPr>
        <w:t>Контроль за виконанням цього розпорядження покласти на заступника голови Роменської районної державної адміністрації</w:t>
      </w:r>
      <w:r>
        <w:rPr>
          <w:rFonts w:ascii="Times New Roman" w:hAnsi="Times New Roman"/>
          <w:sz w:val="28"/>
        </w:rPr>
        <w:t xml:space="preserve"> Журенко</w:t>
      </w:r>
      <w:r w:rsidRPr="007574A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 w:rsidRPr="007574A5">
        <w:rPr>
          <w:rFonts w:ascii="Times New Roman" w:hAnsi="Times New Roman"/>
          <w:sz w:val="28"/>
        </w:rPr>
        <w:t>.М.</w:t>
      </w:r>
    </w:p>
    <w:p w:rsidR="00894FD2" w:rsidRPr="007574A5" w:rsidRDefault="00894FD2" w:rsidP="007574A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</w:p>
    <w:p w:rsidR="00894FD2" w:rsidRPr="007574A5" w:rsidRDefault="00894FD2" w:rsidP="007574A5">
      <w:pPr>
        <w:jc w:val="both"/>
        <w:rPr>
          <w:rFonts w:ascii="Times New Roman" w:hAnsi="Times New Roman"/>
          <w:b/>
          <w:sz w:val="28"/>
        </w:rPr>
      </w:pPr>
      <w:r w:rsidRPr="007574A5">
        <w:rPr>
          <w:rFonts w:ascii="Times New Roman" w:hAnsi="Times New Roman"/>
          <w:b/>
          <w:sz w:val="28"/>
        </w:rPr>
        <w:t xml:space="preserve">Голова Роменської районної </w:t>
      </w:r>
    </w:p>
    <w:p w:rsidR="00894FD2" w:rsidRPr="007574A5" w:rsidRDefault="00894FD2" w:rsidP="007574A5">
      <w:pPr>
        <w:tabs>
          <w:tab w:val="left" w:pos="7020"/>
        </w:tabs>
        <w:jc w:val="both"/>
        <w:rPr>
          <w:rFonts w:ascii="Times New Roman" w:hAnsi="Times New Roman"/>
        </w:rPr>
      </w:pPr>
      <w:r w:rsidRPr="007574A5">
        <w:rPr>
          <w:rFonts w:ascii="Times New Roman" w:hAnsi="Times New Roman"/>
          <w:b/>
          <w:sz w:val="28"/>
        </w:rPr>
        <w:t>державної адміністрації</w:t>
      </w:r>
      <w:r w:rsidRPr="007574A5">
        <w:rPr>
          <w:rFonts w:ascii="Times New Roman" w:hAnsi="Times New Roman"/>
          <w:b/>
          <w:sz w:val="28"/>
        </w:rPr>
        <w:tab/>
      </w:r>
      <w:r w:rsidRPr="007574A5">
        <w:rPr>
          <w:rFonts w:ascii="Times New Roman" w:hAnsi="Times New Roman"/>
          <w:b/>
          <w:sz w:val="28"/>
        </w:rPr>
        <w:tab/>
        <w:t>В.О. Білоха</w:t>
      </w:r>
    </w:p>
    <w:p w:rsidR="00894FD2" w:rsidRDefault="00894FD2"/>
    <w:sectPr w:rsidR="00894FD2" w:rsidSect="007574A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4A5"/>
    <w:rsid w:val="000273E9"/>
    <w:rsid w:val="0008392D"/>
    <w:rsid w:val="001E7DA5"/>
    <w:rsid w:val="0027743A"/>
    <w:rsid w:val="00350ED6"/>
    <w:rsid w:val="0037582C"/>
    <w:rsid w:val="003B79B7"/>
    <w:rsid w:val="0043027C"/>
    <w:rsid w:val="00471D03"/>
    <w:rsid w:val="00680416"/>
    <w:rsid w:val="00733115"/>
    <w:rsid w:val="007574A5"/>
    <w:rsid w:val="007A74CB"/>
    <w:rsid w:val="007F053F"/>
    <w:rsid w:val="00894FD2"/>
    <w:rsid w:val="009D25E4"/>
    <w:rsid w:val="00A11BB8"/>
    <w:rsid w:val="00A16635"/>
    <w:rsid w:val="00A3677B"/>
    <w:rsid w:val="00A45D3F"/>
    <w:rsid w:val="00AC3001"/>
    <w:rsid w:val="00B53077"/>
    <w:rsid w:val="00B5338A"/>
    <w:rsid w:val="00C77640"/>
    <w:rsid w:val="00CA5272"/>
    <w:rsid w:val="00DF03DB"/>
    <w:rsid w:val="00E20E17"/>
    <w:rsid w:val="00E31F01"/>
    <w:rsid w:val="00EE4CB3"/>
    <w:rsid w:val="00F30138"/>
    <w:rsid w:val="00F51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7574A5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74A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74A5"/>
    <w:rPr>
      <w:rFonts w:ascii="Antiqua" w:hAnsi="Antiqua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57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74A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219</Words>
  <Characters>1249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Александр</dc:creator>
  <cp:keywords/>
  <dc:description/>
  <cp:lastModifiedBy>Admin</cp:lastModifiedBy>
  <cp:revision>2</cp:revision>
  <cp:lastPrinted>2015-11-18T07:32:00Z</cp:lastPrinted>
  <dcterms:created xsi:type="dcterms:W3CDTF">2015-11-30T08:50:00Z</dcterms:created>
  <dcterms:modified xsi:type="dcterms:W3CDTF">2015-11-30T08:50:00Z</dcterms:modified>
</cp:coreProperties>
</file>