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67F" w:rsidRDefault="0003467F" w:rsidP="00314018">
      <w:pPr>
        <w:jc w:val="center"/>
      </w:pPr>
      <w:r w:rsidRPr="00714B1F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7.6pt;visibility:visible">
            <v:imagedata r:id="rId5" o:title=""/>
          </v:shape>
        </w:pict>
      </w:r>
    </w:p>
    <w:p w:rsidR="0003467F" w:rsidRDefault="0003467F" w:rsidP="00314018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03467F" w:rsidRPr="007F053F" w:rsidRDefault="0003467F" w:rsidP="0031401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03467F" w:rsidRPr="00AC3001" w:rsidRDefault="0003467F" w:rsidP="00314018">
      <w:pPr>
        <w:jc w:val="center"/>
        <w:rPr>
          <w:b/>
          <w:bCs/>
          <w:sz w:val="16"/>
          <w:szCs w:val="16"/>
        </w:rPr>
      </w:pPr>
    </w:p>
    <w:p w:rsidR="0003467F" w:rsidRPr="003B79B7" w:rsidRDefault="0003467F" w:rsidP="00314018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03467F" w:rsidRDefault="0003467F" w:rsidP="00314018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03467F" w:rsidRPr="007F053F" w:rsidRDefault="0003467F" w:rsidP="00314018">
      <w:pPr>
        <w:jc w:val="center"/>
        <w:rPr>
          <w:b/>
          <w:bCs/>
        </w:rPr>
      </w:pPr>
    </w:p>
    <w:p w:rsidR="0003467F" w:rsidRPr="00080C39" w:rsidRDefault="0003467F" w:rsidP="00314018">
      <w:pPr>
        <w:tabs>
          <w:tab w:val="left" w:pos="4253"/>
        </w:tabs>
        <w:spacing w:line="360" w:lineRule="auto"/>
        <w:rPr>
          <w:b/>
          <w:bCs/>
        </w:rPr>
      </w:pPr>
      <w:r>
        <w:rPr>
          <w:b/>
          <w:bCs/>
          <w:lang w:val="uk-UA"/>
        </w:rPr>
        <w:t xml:space="preserve">28.03.2018                  </w:t>
      </w:r>
      <w:r>
        <w:rPr>
          <w:b/>
          <w:bCs/>
        </w:rPr>
        <w:t xml:space="preserve">                                м. Ромни                                       </w:t>
      </w:r>
      <w:r>
        <w:rPr>
          <w:b/>
          <w:bCs/>
          <w:lang w:val="uk-UA"/>
        </w:rPr>
        <w:t xml:space="preserve">        </w:t>
      </w:r>
      <w:r>
        <w:rPr>
          <w:b/>
          <w:bCs/>
        </w:rPr>
        <w:t xml:space="preserve">     № </w:t>
      </w:r>
      <w:r>
        <w:rPr>
          <w:b/>
          <w:bCs/>
          <w:lang w:val="uk-UA"/>
        </w:rPr>
        <w:t>121-ОД</w:t>
      </w:r>
    </w:p>
    <w:p w:rsidR="0003467F" w:rsidRPr="00080C39" w:rsidRDefault="0003467F" w:rsidP="00314018">
      <w:pPr>
        <w:tabs>
          <w:tab w:val="left" w:pos="4253"/>
        </w:tabs>
        <w:spacing w:line="360" w:lineRule="auto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8"/>
      </w:tblGrid>
      <w:tr w:rsidR="0003467F" w:rsidRPr="000B41E1" w:rsidTr="00256814">
        <w:trPr>
          <w:trHeight w:val="51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3467F" w:rsidRDefault="0003467F" w:rsidP="00403A10">
            <w:pPr>
              <w:jc w:val="both"/>
              <w:rPr>
                <w:b/>
                <w:bCs/>
                <w:sz w:val="28"/>
                <w:lang w:val="uk-UA"/>
              </w:rPr>
            </w:pPr>
            <w:r>
              <w:rPr>
                <w:b/>
                <w:bCs/>
                <w:sz w:val="28"/>
                <w:lang w:val="uk-UA"/>
              </w:rPr>
              <w:t xml:space="preserve">Про вибуття вихованки </w:t>
            </w:r>
            <w:r>
              <w:rPr>
                <w:b/>
                <w:bCs/>
                <w:sz w:val="28"/>
                <w:lang w:val="en-US"/>
              </w:rPr>
              <w:t>XXXXXXXXXX</w:t>
            </w:r>
            <w:r w:rsidRPr="00BB42A4">
              <w:rPr>
                <w:b/>
                <w:bCs/>
                <w:sz w:val="28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 w:rsidRPr="00BB42A4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 xml:space="preserve">. з дитячого будинку сімейного типу </w:t>
            </w:r>
          </w:p>
          <w:p w:rsidR="0003467F" w:rsidRPr="000B41E1" w:rsidRDefault="0003467F" w:rsidP="00403A10">
            <w:pPr>
              <w:spacing w:line="360" w:lineRule="auto"/>
              <w:jc w:val="both"/>
              <w:rPr>
                <w:b/>
                <w:bCs/>
                <w:sz w:val="28"/>
                <w:lang w:val="uk-UA"/>
              </w:rPr>
            </w:pPr>
          </w:p>
        </w:tc>
      </w:tr>
    </w:tbl>
    <w:p w:rsidR="0003467F" w:rsidRPr="00E876FE" w:rsidRDefault="0003467F" w:rsidP="00314018">
      <w:pPr>
        <w:ind w:firstLine="708"/>
        <w:jc w:val="both"/>
        <w:rPr>
          <w:sz w:val="28"/>
          <w:lang w:val="uk-UA"/>
        </w:rPr>
      </w:pPr>
      <w:r w:rsidRPr="00E876FE">
        <w:rPr>
          <w:bCs/>
          <w:sz w:val="28"/>
          <w:szCs w:val="28"/>
          <w:lang w:val="uk-UA"/>
        </w:rPr>
        <w:t xml:space="preserve">Відповідно </w:t>
      </w:r>
      <w:r w:rsidRPr="00813B3D">
        <w:rPr>
          <w:bCs/>
          <w:sz w:val="28"/>
          <w:szCs w:val="28"/>
          <w:lang w:val="uk-UA"/>
        </w:rPr>
        <w:t>до статей 6, 13, 23, 39 Закону України «Про місцеві дер</w:t>
      </w:r>
      <w:r>
        <w:rPr>
          <w:bCs/>
          <w:sz w:val="28"/>
          <w:szCs w:val="28"/>
          <w:lang w:val="uk-UA"/>
        </w:rPr>
        <w:t>жавні адміністрації», пункту 4 Положення про дитячий будинок сімейного типу,</w:t>
      </w:r>
      <w:r w:rsidRPr="00E876FE">
        <w:rPr>
          <w:sz w:val="28"/>
          <w:lang w:val="uk-UA"/>
        </w:rPr>
        <w:t xml:space="preserve"> </w:t>
      </w:r>
      <w:r w:rsidRPr="00352A32">
        <w:rPr>
          <w:spacing w:val="-6"/>
          <w:sz w:val="28"/>
          <w:lang w:val="uk-UA"/>
        </w:rPr>
        <w:t xml:space="preserve">затвердженого </w:t>
      </w:r>
      <w:r w:rsidRPr="00352A32">
        <w:rPr>
          <w:bCs/>
          <w:spacing w:val="-6"/>
          <w:sz w:val="28"/>
          <w:szCs w:val="28"/>
          <w:lang w:val="uk-UA"/>
        </w:rPr>
        <w:t>постановою Кабінету Міністрів України від 26 квітня 2002 р. №</w:t>
      </w:r>
      <w:r>
        <w:rPr>
          <w:bCs/>
          <w:sz w:val="28"/>
          <w:szCs w:val="28"/>
          <w:lang w:val="uk-UA"/>
        </w:rPr>
        <w:t xml:space="preserve"> 564, згідно протоколу комісії з питань захисту прав дитини Роменської районної державної адміністрації від 27.03.2018 № 04, </w:t>
      </w:r>
      <w:r w:rsidRPr="00E876FE">
        <w:rPr>
          <w:sz w:val="28"/>
          <w:lang w:val="uk-UA"/>
        </w:rPr>
        <w:t xml:space="preserve">на підставі </w:t>
      </w:r>
      <w:r>
        <w:rPr>
          <w:sz w:val="28"/>
          <w:lang w:val="uk-UA"/>
        </w:rPr>
        <w:t xml:space="preserve">заяви батьків-вихователів </w:t>
      </w:r>
      <w:r>
        <w:rPr>
          <w:sz w:val="28"/>
          <w:lang w:val="en-US"/>
        </w:rPr>
        <w:t>XXXXXX</w:t>
      </w:r>
      <w:r w:rsidRPr="00BB42A4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 w:rsidRPr="00BB42A4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</w:t>
      </w:r>
      <w:r w:rsidRPr="00BB42A4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від 21.03.2018 та заяви вихованки </w:t>
      </w:r>
      <w:r>
        <w:rPr>
          <w:sz w:val="28"/>
          <w:lang w:val="en-US"/>
        </w:rPr>
        <w:t>XXXXXXXXXXX</w:t>
      </w:r>
      <w:r w:rsidRPr="00BB42A4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 w:rsidRPr="00BB42A4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lang w:val="uk-UA"/>
        </w:rPr>
        <w:t xml:space="preserve"> від 12.03.2018</w:t>
      </w:r>
      <w:r w:rsidRPr="00E876FE">
        <w:rPr>
          <w:sz w:val="28"/>
          <w:lang w:val="uk-UA"/>
        </w:rPr>
        <w:t>:</w:t>
      </w:r>
    </w:p>
    <w:p w:rsidR="0003467F" w:rsidRDefault="0003467F" w:rsidP="0003750D">
      <w:pPr>
        <w:ind w:firstLine="720"/>
        <w:jc w:val="both"/>
        <w:rPr>
          <w:bCs/>
          <w:sz w:val="28"/>
          <w:szCs w:val="28"/>
          <w:lang w:val="uk-UA"/>
        </w:rPr>
      </w:pPr>
      <w:r w:rsidRPr="00E876FE">
        <w:rPr>
          <w:sz w:val="28"/>
          <w:lang w:val="uk-UA"/>
        </w:rPr>
        <w:t xml:space="preserve">1. </w:t>
      </w:r>
      <w:r>
        <w:rPr>
          <w:bCs/>
          <w:sz w:val="28"/>
          <w:szCs w:val="28"/>
          <w:lang w:val="uk-UA"/>
        </w:rPr>
        <w:t>Вивести 28 березня</w:t>
      </w:r>
      <w:r w:rsidRPr="00BD2A96">
        <w:rPr>
          <w:bCs/>
          <w:sz w:val="28"/>
          <w:szCs w:val="28"/>
          <w:lang w:val="uk-UA"/>
        </w:rPr>
        <w:t xml:space="preserve"> 201</w:t>
      </w:r>
      <w:r>
        <w:rPr>
          <w:bCs/>
          <w:sz w:val="28"/>
          <w:szCs w:val="28"/>
          <w:lang w:val="uk-UA"/>
        </w:rPr>
        <w:t xml:space="preserve">8 року вихованку </w:t>
      </w:r>
      <w:r>
        <w:rPr>
          <w:sz w:val="28"/>
          <w:lang w:val="en-US"/>
        </w:rPr>
        <w:t>XXXXXXXXXX</w:t>
      </w:r>
      <w:r w:rsidRPr="00BB42A4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 w:rsidRPr="00BB42A4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lang w:val="uk-UA"/>
        </w:rPr>
        <w:t xml:space="preserve">, </w:t>
      </w:r>
      <w:r>
        <w:rPr>
          <w:sz w:val="28"/>
          <w:lang w:val="en-US"/>
        </w:rPr>
        <w:t>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року народження,</w:t>
      </w:r>
      <w:r>
        <w:rPr>
          <w:bCs/>
          <w:sz w:val="28"/>
          <w:szCs w:val="28"/>
          <w:lang w:val="uk-UA"/>
        </w:rPr>
        <w:t xml:space="preserve"> з дитячого будинку сімейного типу </w:t>
      </w:r>
      <w:r>
        <w:rPr>
          <w:sz w:val="28"/>
          <w:lang w:val="en-US"/>
        </w:rPr>
        <w:t>XXXXXX</w:t>
      </w:r>
      <w:r w:rsidRPr="00BB42A4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 w:rsidRPr="00BB42A4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</w:t>
      </w:r>
      <w:r w:rsidRPr="00BB42A4"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 w:rsidRPr="00BD2A96">
        <w:rPr>
          <w:bCs/>
          <w:sz w:val="28"/>
          <w:szCs w:val="28"/>
          <w:lang w:val="uk-UA"/>
        </w:rPr>
        <w:t xml:space="preserve">, у зв’язку з </w:t>
      </w:r>
      <w:r>
        <w:rPr>
          <w:bCs/>
          <w:sz w:val="28"/>
          <w:szCs w:val="28"/>
          <w:lang w:val="uk-UA"/>
        </w:rPr>
        <w:t>її повноліттям.</w:t>
      </w:r>
    </w:p>
    <w:p w:rsidR="0003467F" w:rsidRPr="00BD2A96" w:rsidRDefault="0003467F" w:rsidP="0003750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2. Припинити дію угоди про організацію діяльності дитячого будинку сімейного типу від 21.08.2008 № 3, в редакції від 12.09.2016 № 18, в частині влаштування </w:t>
      </w:r>
      <w:r>
        <w:rPr>
          <w:bCs/>
          <w:sz w:val="28"/>
          <w:szCs w:val="28"/>
          <w:lang w:val="en-US"/>
        </w:rPr>
        <w:t>XXXXXXXXXX</w:t>
      </w:r>
      <w:r w:rsidRPr="00BB42A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</w:t>
      </w:r>
      <w:r w:rsidRPr="00BB42A4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lang w:val="uk-UA"/>
        </w:rPr>
        <w:t>.</w:t>
      </w:r>
    </w:p>
    <w:p w:rsidR="0003467F" w:rsidRPr="00B223B0" w:rsidRDefault="0003467F" w:rsidP="0003750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lang w:val="uk-UA"/>
        </w:rPr>
        <w:t xml:space="preserve">3. </w:t>
      </w:r>
      <w:r w:rsidRPr="00FD5459">
        <w:rPr>
          <w:bCs/>
          <w:sz w:val="28"/>
          <w:szCs w:val="28"/>
          <w:lang w:val="uk-UA"/>
        </w:rPr>
        <w:t xml:space="preserve">Службі у справах дітей Роменської районної державної адміністрації підготувати до </w:t>
      </w:r>
      <w:r>
        <w:rPr>
          <w:bCs/>
          <w:sz w:val="28"/>
          <w:szCs w:val="28"/>
          <w:lang w:val="uk-UA"/>
        </w:rPr>
        <w:t>30 березня 2018 року проект договору</w:t>
      </w:r>
      <w:r w:rsidRPr="00FD5459">
        <w:rPr>
          <w:bCs/>
          <w:sz w:val="28"/>
          <w:szCs w:val="28"/>
          <w:lang w:val="uk-UA"/>
        </w:rPr>
        <w:t xml:space="preserve"> про </w:t>
      </w:r>
      <w:r>
        <w:rPr>
          <w:bCs/>
          <w:sz w:val="28"/>
          <w:szCs w:val="28"/>
          <w:lang w:val="uk-UA"/>
        </w:rPr>
        <w:t xml:space="preserve">припинення дії угоди </w:t>
      </w:r>
      <w:r w:rsidRPr="00352A32">
        <w:rPr>
          <w:bCs/>
          <w:spacing w:val="-2"/>
          <w:sz w:val="28"/>
          <w:szCs w:val="28"/>
          <w:lang w:val="uk-UA"/>
        </w:rPr>
        <w:t>про організацію діяльності дитячого будинку сімейного типу від 21.08.2008 №</w:t>
      </w:r>
      <w:r>
        <w:rPr>
          <w:bCs/>
          <w:sz w:val="28"/>
          <w:szCs w:val="28"/>
          <w:lang w:val="uk-UA"/>
        </w:rPr>
        <w:t xml:space="preserve"> 3, в редакції від 12.09.2016 № 18, в частині влаштування </w:t>
      </w:r>
      <w:r>
        <w:rPr>
          <w:bCs/>
          <w:sz w:val="28"/>
          <w:szCs w:val="28"/>
          <w:lang w:val="en-US"/>
        </w:rPr>
        <w:t>XXXXXXXXXX</w:t>
      </w:r>
      <w:r w:rsidRPr="00BB42A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en-US"/>
        </w:rPr>
        <w:t>X</w:t>
      </w:r>
      <w:r w:rsidRPr="00BB42A4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en-US"/>
        </w:rPr>
        <w:t>X</w:t>
      </w:r>
      <w:r>
        <w:rPr>
          <w:bCs/>
          <w:sz w:val="28"/>
          <w:szCs w:val="28"/>
          <w:lang w:val="uk-UA"/>
        </w:rPr>
        <w:t xml:space="preserve">. </w:t>
      </w:r>
    </w:p>
    <w:p w:rsidR="0003467F" w:rsidRPr="00DC1801" w:rsidRDefault="0003467F" w:rsidP="00DC1801">
      <w:pPr>
        <w:tabs>
          <w:tab w:val="num" w:pos="1260"/>
          <w:tab w:val="num" w:pos="15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lang w:val="uk-UA"/>
        </w:rPr>
        <w:t>4</w:t>
      </w:r>
      <w:r w:rsidRPr="00E876FE">
        <w:rPr>
          <w:bCs/>
          <w:sz w:val="28"/>
          <w:lang w:val="uk-UA"/>
        </w:rPr>
        <w:t>. Контроль за виконання</w:t>
      </w:r>
      <w:r>
        <w:rPr>
          <w:bCs/>
          <w:sz w:val="28"/>
          <w:lang w:val="uk-UA"/>
        </w:rPr>
        <w:t xml:space="preserve">м цього розпорядження покласти </w:t>
      </w:r>
      <w:r>
        <w:rPr>
          <w:bCs/>
          <w:sz w:val="28"/>
          <w:szCs w:val="28"/>
        </w:rPr>
        <w:t xml:space="preserve">на першого </w:t>
      </w:r>
      <w:r w:rsidRPr="00352A32">
        <w:rPr>
          <w:bCs/>
          <w:spacing w:val="-2"/>
          <w:sz w:val="28"/>
          <w:szCs w:val="28"/>
        </w:rPr>
        <w:t>заступника голови Роменської районної державної адміністрації Татарінова</w:t>
      </w:r>
      <w:r>
        <w:rPr>
          <w:bCs/>
          <w:sz w:val="28"/>
          <w:szCs w:val="28"/>
        </w:rPr>
        <w:t xml:space="preserve"> В.М.</w:t>
      </w:r>
    </w:p>
    <w:p w:rsidR="0003467F" w:rsidRPr="00E876FE" w:rsidRDefault="0003467F" w:rsidP="00314018">
      <w:pPr>
        <w:tabs>
          <w:tab w:val="left" w:pos="7088"/>
        </w:tabs>
        <w:spacing w:line="360" w:lineRule="auto"/>
        <w:jc w:val="both"/>
        <w:rPr>
          <w:b/>
          <w:bCs/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E876FE">
        <w:rPr>
          <w:sz w:val="28"/>
          <w:lang w:val="uk-UA"/>
        </w:rPr>
        <w:tab/>
      </w:r>
    </w:p>
    <w:p w:rsidR="0003467F" w:rsidRPr="00E876FE" w:rsidRDefault="0003467F" w:rsidP="00314018">
      <w:pPr>
        <w:tabs>
          <w:tab w:val="left" w:pos="7088"/>
        </w:tabs>
        <w:rPr>
          <w:b/>
          <w:bCs/>
          <w:sz w:val="28"/>
          <w:lang w:val="uk-UA"/>
        </w:rPr>
      </w:pPr>
      <w:r w:rsidRPr="00E876FE">
        <w:rPr>
          <w:b/>
          <w:bCs/>
          <w:sz w:val="28"/>
          <w:lang w:val="uk-UA"/>
        </w:rPr>
        <w:t xml:space="preserve">Голова </w:t>
      </w:r>
      <w:r>
        <w:rPr>
          <w:b/>
          <w:bCs/>
          <w:sz w:val="28"/>
          <w:lang w:val="uk-UA"/>
        </w:rPr>
        <w:t xml:space="preserve">Роменської </w:t>
      </w:r>
      <w:r w:rsidRPr="00E876FE">
        <w:rPr>
          <w:b/>
          <w:bCs/>
          <w:sz w:val="28"/>
          <w:lang w:val="uk-UA"/>
        </w:rPr>
        <w:t>районної</w:t>
      </w:r>
    </w:p>
    <w:p w:rsidR="0003467F" w:rsidRPr="00E876FE" w:rsidRDefault="0003467F" w:rsidP="00314018">
      <w:pPr>
        <w:rPr>
          <w:b/>
          <w:bCs/>
          <w:sz w:val="28"/>
          <w:lang w:val="uk-UA"/>
        </w:rPr>
      </w:pPr>
      <w:r w:rsidRPr="00E876FE">
        <w:rPr>
          <w:b/>
          <w:bCs/>
          <w:sz w:val="28"/>
          <w:lang w:val="uk-UA"/>
        </w:rPr>
        <w:t>держав</w:t>
      </w:r>
      <w:r>
        <w:rPr>
          <w:b/>
          <w:bCs/>
          <w:sz w:val="28"/>
          <w:lang w:val="uk-UA"/>
        </w:rPr>
        <w:t>ної адміністрації</w:t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ab/>
        <w:t>В.О. Білоха</w:t>
      </w:r>
    </w:p>
    <w:p w:rsidR="0003467F" w:rsidRPr="00E876FE" w:rsidRDefault="0003467F" w:rsidP="00314018">
      <w:pPr>
        <w:ind w:left="7008" w:firstLine="72"/>
        <w:rPr>
          <w:b/>
          <w:bCs/>
          <w:sz w:val="28"/>
          <w:szCs w:val="28"/>
          <w:lang w:val="uk-UA"/>
        </w:rPr>
      </w:pPr>
    </w:p>
    <w:p w:rsidR="0003467F" w:rsidRPr="00AF0C9F" w:rsidRDefault="0003467F" w:rsidP="00314018">
      <w:pPr>
        <w:rPr>
          <w:lang w:val="uk-UA"/>
        </w:rPr>
      </w:pPr>
    </w:p>
    <w:p w:rsidR="0003467F" w:rsidRPr="00AF0C9F" w:rsidRDefault="0003467F">
      <w:pPr>
        <w:rPr>
          <w:lang w:val="uk-UA"/>
        </w:rPr>
      </w:pPr>
    </w:p>
    <w:sectPr w:rsidR="0003467F" w:rsidRPr="00AF0C9F" w:rsidSect="002B70A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018"/>
    <w:rsid w:val="000002B5"/>
    <w:rsid w:val="00000739"/>
    <w:rsid w:val="00001C1C"/>
    <w:rsid w:val="00002268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2F77"/>
    <w:rsid w:val="000133B0"/>
    <w:rsid w:val="0001343B"/>
    <w:rsid w:val="000141C2"/>
    <w:rsid w:val="00014248"/>
    <w:rsid w:val="00015136"/>
    <w:rsid w:val="000156C4"/>
    <w:rsid w:val="00015913"/>
    <w:rsid w:val="00015B68"/>
    <w:rsid w:val="00016688"/>
    <w:rsid w:val="00016D62"/>
    <w:rsid w:val="000170E2"/>
    <w:rsid w:val="000177CB"/>
    <w:rsid w:val="00017CDE"/>
    <w:rsid w:val="00020998"/>
    <w:rsid w:val="0002152B"/>
    <w:rsid w:val="00021A39"/>
    <w:rsid w:val="00021A47"/>
    <w:rsid w:val="00021D0D"/>
    <w:rsid w:val="000220AA"/>
    <w:rsid w:val="00022DAF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628C"/>
    <w:rsid w:val="000302F1"/>
    <w:rsid w:val="0003051F"/>
    <w:rsid w:val="00030732"/>
    <w:rsid w:val="000307D1"/>
    <w:rsid w:val="00030D6C"/>
    <w:rsid w:val="000317D9"/>
    <w:rsid w:val="00031D3D"/>
    <w:rsid w:val="00034057"/>
    <w:rsid w:val="0003467F"/>
    <w:rsid w:val="00034A12"/>
    <w:rsid w:val="00035055"/>
    <w:rsid w:val="000355B4"/>
    <w:rsid w:val="00035A31"/>
    <w:rsid w:val="00035CAD"/>
    <w:rsid w:val="00035E9A"/>
    <w:rsid w:val="00036A48"/>
    <w:rsid w:val="00036CDC"/>
    <w:rsid w:val="00036E25"/>
    <w:rsid w:val="00036FD3"/>
    <w:rsid w:val="0003709C"/>
    <w:rsid w:val="00037222"/>
    <w:rsid w:val="000374DE"/>
    <w:rsid w:val="0003750D"/>
    <w:rsid w:val="00037792"/>
    <w:rsid w:val="00040339"/>
    <w:rsid w:val="0004041A"/>
    <w:rsid w:val="000407E2"/>
    <w:rsid w:val="00040BE9"/>
    <w:rsid w:val="00040D48"/>
    <w:rsid w:val="000411EE"/>
    <w:rsid w:val="00041260"/>
    <w:rsid w:val="00041812"/>
    <w:rsid w:val="00042C3A"/>
    <w:rsid w:val="0004366F"/>
    <w:rsid w:val="00043CFE"/>
    <w:rsid w:val="0004436B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7C0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33D6"/>
    <w:rsid w:val="000648E3"/>
    <w:rsid w:val="00064F78"/>
    <w:rsid w:val="00065C11"/>
    <w:rsid w:val="00066494"/>
    <w:rsid w:val="00067FEF"/>
    <w:rsid w:val="00070EBA"/>
    <w:rsid w:val="00071298"/>
    <w:rsid w:val="00071794"/>
    <w:rsid w:val="00074185"/>
    <w:rsid w:val="000742CB"/>
    <w:rsid w:val="00074476"/>
    <w:rsid w:val="0007457C"/>
    <w:rsid w:val="00074867"/>
    <w:rsid w:val="00075034"/>
    <w:rsid w:val="000756D5"/>
    <w:rsid w:val="00075966"/>
    <w:rsid w:val="00075DE5"/>
    <w:rsid w:val="00075E61"/>
    <w:rsid w:val="00076FE4"/>
    <w:rsid w:val="00077EA7"/>
    <w:rsid w:val="000805BE"/>
    <w:rsid w:val="0008077D"/>
    <w:rsid w:val="00080A1E"/>
    <w:rsid w:val="00080C39"/>
    <w:rsid w:val="0008176E"/>
    <w:rsid w:val="00081DCB"/>
    <w:rsid w:val="00081E59"/>
    <w:rsid w:val="00082613"/>
    <w:rsid w:val="00082718"/>
    <w:rsid w:val="000834B7"/>
    <w:rsid w:val="000835D8"/>
    <w:rsid w:val="00083780"/>
    <w:rsid w:val="0008414C"/>
    <w:rsid w:val="00084460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906"/>
    <w:rsid w:val="000939A2"/>
    <w:rsid w:val="00093C5B"/>
    <w:rsid w:val="00093D7A"/>
    <w:rsid w:val="000977DC"/>
    <w:rsid w:val="00097D90"/>
    <w:rsid w:val="000A04EC"/>
    <w:rsid w:val="000A0F74"/>
    <w:rsid w:val="000A1E33"/>
    <w:rsid w:val="000A1FBE"/>
    <w:rsid w:val="000A2171"/>
    <w:rsid w:val="000A227B"/>
    <w:rsid w:val="000A2992"/>
    <w:rsid w:val="000A32BD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1E1"/>
    <w:rsid w:val="000B43E2"/>
    <w:rsid w:val="000B46B3"/>
    <w:rsid w:val="000B56C9"/>
    <w:rsid w:val="000B6949"/>
    <w:rsid w:val="000B697F"/>
    <w:rsid w:val="000B6FCF"/>
    <w:rsid w:val="000C05E4"/>
    <w:rsid w:val="000C07C6"/>
    <w:rsid w:val="000C09E1"/>
    <w:rsid w:val="000C0E40"/>
    <w:rsid w:val="000C1664"/>
    <w:rsid w:val="000C2AAE"/>
    <w:rsid w:val="000C306B"/>
    <w:rsid w:val="000C36D9"/>
    <w:rsid w:val="000C485B"/>
    <w:rsid w:val="000C6D03"/>
    <w:rsid w:val="000C6E9E"/>
    <w:rsid w:val="000C70E9"/>
    <w:rsid w:val="000C74CD"/>
    <w:rsid w:val="000C7871"/>
    <w:rsid w:val="000C7F60"/>
    <w:rsid w:val="000D084F"/>
    <w:rsid w:val="000D1C5C"/>
    <w:rsid w:val="000D2948"/>
    <w:rsid w:val="000D3358"/>
    <w:rsid w:val="000D33B4"/>
    <w:rsid w:val="000D4631"/>
    <w:rsid w:val="000D577F"/>
    <w:rsid w:val="000D651C"/>
    <w:rsid w:val="000D6757"/>
    <w:rsid w:val="000D6800"/>
    <w:rsid w:val="000D78DF"/>
    <w:rsid w:val="000D7D25"/>
    <w:rsid w:val="000E132F"/>
    <w:rsid w:val="000E1AFA"/>
    <w:rsid w:val="000E1B2F"/>
    <w:rsid w:val="000E21D3"/>
    <w:rsid w:val="000E2385"/>
    <w:rsid w:val="000E27E6"/>
    <w:rsid w:val="000E28F1"/>
    <w:rsid w:val="000E29A7"/>
    <w:rsid w:val="000E2D3A"/>
    <w:rsid w:val="000E38CF"/>
    <w:rsid w:val="000E3997"/>
    <w:rsid w:val="000E39DE"/>
    <w:rsid w:val="000E45D3"/>
    <w:rsid w:val="000E4F89"/>
    <w:rsid w:val="000E55FD"/>
    <w:rsid w:val="000E5698"/>
    <w:rsid w:val="000E6302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B64"/>
    <w:rsid w:val="000F2DD0"/>
    <w:rsid w:val="000F3AAD"/>
    <w:rsid w:val="000F3E23"/>
    <w:rsid w:val="000F3ECF"/>
    <w:rsid w:val="000F46A9"/>
    <w:rsid w:val="000F4A29"/>
    <w:rsid w:val="000F58B0"/>
    <w:rsid w:val="000F59B7"/>
    <w:rsid w:val="000F6492"/>
    <w:rsid w:val="000F6950"/>
    <w:rsid w:val="000F6BDE"/>
    <w:rsid w:val="000F794A"/>
    <w:rsid w:val="000F79F8"/>
    <w:rsid w:val="001000AE"/>
    <w:rsid w:val="001001E6"/>
    <w:rsid w:val="00100618"/>
    <w:rsid w:val="001033EF"/>
    <w:rsid w:val="00103405"/>
    <w:rsid w:val="00103441"/>
    <w:rsid w:val="0010346C"/>
    <w:rsid w:val="00103776"/>
    <w:rsid w:val="00103F14"/>
    <w:rsid w:val="00104AF6"/>
    <w:rsid w:val="00105726"/>
    <w:rsid w:val="001068C4"/>
    <w:rsid w:val="00106F59"/>
    <w:rsid w:val="001105C7"/>
    <w:rsid w:val="0011088A"/>
    <w:rsid w:val="00111B4B"/>
    <w:rsid w:val="00112338"/>
    <w:rsid w:val="00113404"/>
    <w:rsid w:val="00113B47"/>
    <w:rsid w:val="00113FD8"/>
    <w:rsid w:val="00114E0F"/>
    <w:rsid w:val="0011502D"/>
    <w:rsid w:val="00115132"/>
    <w:rsid w:val="0011525E"/>
    <w:rsid w:val="00115DA9"/>
    <w:rsid w:val="001162A6"/>
    <w:rsid w:val="00116721"/>
    <w:rsid w:val="00116B24"/>
    <w:rsid w:val="0012032F"/>
    <w:rsid w:val="00120885"/>
    <w:rsid w:val="00120F4A"/>
    <w:rsid w:val="001211B9"/>
    <w:rsid w:val="001216D7"/>
    <w:rsid w:val="001219ED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5A5F"/>
    <w:rsid w:val="00125B97"/>
    <w:rsid w:val="001268FB"/>
    <w:rsid w:val="001275CB"/>
    <w:rsid w:val="00127C8A"/>
    <w:rsid w:val="00130176"/>
    <w:rsid w:val="001314D0"/>
    <w:rsid w:val="00131B55"/>
    <w:rsid w:val="00132117"/>
    <w:rsid w:val="00132625"/>
    <w:rsid w:val="00132C0A"/>
    <w:rsid w:val="00132FBA"/>
    <w:rsid w:val="0013317E"/>
    <w:rsid w:val="001332E8"/>
    <w:rsid w:val="00133B1D"/>
    <w:rsid w:val="001348D4"/>
    <w:rsid w:val="00134F43"/>
    <w:rsid w:val="00135DE9"/>
    <w:rsid w:val="00135EF1"/>
    <w:rsid w:val="0013634C"/>
    <w:rsid w:val="00136469"/>
    <w:rsid w:val="00137A25"/>
    <w:rsid w:val="00140199"/>
    <w:rsid w:val="00140A9A"/>
    <w:rsid w:val="00140F31"/>
    <w:rsid w:val="00141279"/>
    <w:rsid w:val="001417E4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6B6E"/>
    <w:rsid w:val="00147213"/>
    <w:rsid w:val="001475C8"/>
    <w:rsid w:val="00147DD7"/>
    <w:rsid w:val="00150179"/>
    <w:rsid w:val="00150323"/>
    <w:rsid w:val="00150772"/>
    <w:rsid w:val="001510B6"/>
    <w:rsid w:val="00151CFB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0E"/>
    <w:rsid w:val="0015698B"/>
    <w:rsid w:val="001571AD"/>
    <w:rsid w:val="00157862"/>
    <w:rsid w:val="00157A35"/>
    <w:rsid w:val="001607A6"/>
    <w:rsid w:val="001618A4"/>
    <w:rsid w:val="00161E57"/>
    <w:rsid w:val="00162590"/>
    <w:rsid w:val="001630F9"/>
    <w:rsid w:val="00163FD8"/>
    <w:rsid w:val="001648D2"/>
    <w:rsid w:val="00164AA0"/>
    <w:rsid w:val="00165B4C"/>
    <w:rsid w:val="001662FA"/>
    <w:rsid w:val="001669C4"/>
    <w:rsid w:val="0016717D"/>
    <w:rsid w:val="001679C3"/>
    <w:rsid w:val="00167D82"/>
    <w:rsid w:val="00170546"/>
    <w:rsid w:val="00171190"/>
    <w:rsid w:val="0017163C"/>
    <w:rsid w:val="00171B5A"/>
    <w:rsid w:val="001729BA"/>
    <w:rsid w:val="001733C7"/>
    <w:rsid w:val="00173481"/>
    <w:rsid w:val="001736CE"/>
    <w:rsid w:val="00173DCD"/>
    <w:rsid w:val="00174422"/>
    <w:rsid w:val="00174556"/>
    <w:rsid w:val="00174631"/>
    <w:rsid w:val="001762D7"/>
    <w:rsid w:val="0017643F"/>
    <w:rsid w:val="00176D88"/>
    <w:rsid w:val="001776DA"/>
    <w:rsid w:val="0018015E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0D69"/>
    <w:rsid w:val="00191176"/>
    <w:rsid w:val="00192317"/>
    <w:rsid w:val="00192D11"/>
    <w:rsid w:val="001934A4"/>
    <w:rsid w:val="00193969"/>
    <w:rsid w:val="00194476"/>
    <w:rsid w:val="0019448C"/>
    <w:rsid w:val="001944F9"/>
    <w:rsid w:val="001957DC"/>
    <w:rsid w:val="0019588E"/>
    <w:rsid w:val="00195C63"/>
    <w:rsid w:val="00196522"/>
    <w:rsid w:val="0019658C"/>
    <w:rsid w:val="00196C74"/>
    <w:rsid w:val="00196E52"/>
    <w:rsid w:val="00196EB4"/>
    <w:rsid w:val="00197ABB"/>
    <w:rsid w:val="00197B0A"/>
    <w:rsid w:val="00197F98"/>
    <w:rsid w:val="001A01C0"/>
    <w:rsid w:val="001A02F5"/>
    <w:rsid w:val="001A0451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00D"/>
    <w:rsid w:val="001A54F0"/>
    <w:rsid w:val="001A6DD7"/>
    <w:rsid w:val="001A76D4"/>
    <w:rsid w:val="001B00EB"/>
    <w:rsid w:val="001B1127"/>
    <w:rsid w:val="001B1C92"/>
    <w:rsid w:val="001B1CF2"/>
    <w:rsid w:val="001B28D4"/>
    <w:rsid w:val="001B30DB"/>
    <w:rsid w:val="001B3AC7"/>
    <w:rsid w:val="001B48A7"/>
    <w:rsid w:val="001B4955"/>
    <w:rsid w:val="001B4F9C"/>
    <w:rsid w:val="001B6400"/>
    <w:rsid w:val="001B64CC"/>
    <w:rsid w:val="001B7903"/>
    <w:rsid w:val="001C00A1"/>
    <w:rsid w:val="001C0198"/>
    <w:rsid w:val="001C06A9"/>
    <w:rsid w:val="001C076F"/>
    <w:rsid w:val="001C0836"/>
    <w:rsid w:val="001C1CB7"/>
    <w:rsid w:val="001C240C"/>
    <w:rsid w:val="001C24B1"/>
    <w:rsid w:val="001C2B1E"/>
    <w:rsid w:val="001C35C4"/>
    <w:rsid w:val="001C4963"/>
    <w:rsid w:val="001C4AC6"/>
    <w:rsid w:val="001C4CEB"/>
    <w:rsid w:val="001C4D79"/>
    <w:rsid w:val="001C5905"/>
    <w:rsid w:val="001C5D4E"/>
    <w:rsid w:val="001C616A"/>
    <w:rsid w:val="001C6413"/>
    <w:rsid w:val="001C7509"/>
    <w:rsid w:val="001C7D48"/>
    <w:rsid w:val="001D0A0A"/>
    <w:rsid w:val="001D20F5"/>
    <w:rsid w:val="001D358E"/>
    <w:rsid w:val="001D3DCE"/>
    <w:rsid w:val="001D3E3C"/>
    <w:rsid w:val="001D4866"/>
    <w:rsid w:val="001D49D4"/>
    <w:rsid w:val="001D4A58"/>
    <w:rsid w:val="001D529B"/>
    <w:rsid w:val="001D7A7D"/>
    <w:rsid w:val="001E044C"/>
    <w:rsid w:val="001E0906"/>
    <w:rsid w:val="001E182C"/>
    <w:rsid w:val="001E2313"/>
    <w:rsid w:val="001E286C"/>
    <w:rsid w:val="001E2D0B"/>
    <w:rsid w:val="001E2E3C"/>
    <w:rsid w:val="001E3017"/>
    <w:rsid w:val="001E3EE8"/>
    <w:rsid w:val="001E4981"/>
    <w:rsid w:val="001E5098"/>
    <w:rsid w:val="001E5A1B"/>
    <w:rsid w:val="001E6266"/>
    <w:rsid w:val="001E71B5"/>
    <w:rsid w:val="001E7400"/>
    <w:rsid w:val="001E7CC9"/>
    <w:rsid w:val="001F08FD"/>
    <w:rsid w:val="001F0C9B"/>
    <w:rsid w:val="001F113B"/>
    <w:rsid w:val="001F11D8"/>
    <w:rsid w:val="001F12C4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6CBE"/>
    <w:rsid w:val="001F7092"/>
    <w:rsid w:val="001F7A00"/>
    <w:rsid w:val="00200002"/>
    <w:rsid w:val="00200885"/>
    <w:rsid w:val="00200ABE"/>
    <w:rsid w:val="00201639"/>
    <w:rsid w:val="00201942"/>
    <w:rsid w:val="00201C2B"/>
    <w:rsid w:val="00201C4F"/>
    <w:rsid w:val="002024E6"/>
    <w:rsid w:val="00202A60"/>
    <w:rsid w:val="00202AFB"/>
    <w:rsid w:val="00202BF9"/>
    <w:rsid w:val="00202E36"/>
    <w:rsid w:val="00203BB2"/>
    <w:rsid w:val="00203EAA"/>
    <w:rsid w:val="00204A27"/>
    <w:rsid w:val="00204AF9"/>
    <w:rsid w:val="002071B7"/>
    <w:rsid w:val="002115E3"/>
    <w:rsid w:val="00211A28"/>
    <w:rsid w:val="00212305"/>
    <w:rsid w:val="00212646"/>
    <w:rsid w:val="00212A8A"/>
    <w:rsid w:val="00213096"/>
    <w:rsid w:val="0021320D"/>
    <w:rsid w:val="00214751"/>
    <w:rsid w:val="00215157"/>
    <w:rsid w:val="002158D7"/>
    <w:rsid w:val="00216277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E33"/>
    <w:rsid w:val="002221F7"/>
    <w:rsid w:val="0022220F"/>
    <w:rsid w:val="00222459"/>
    <w:rsid w:val="00222B55"/>
    <w:rsid w:val="00222EED"/>
    <w:rsid w:val="002262E5"/>
    <w:rsid w:val="00226658"/>
    <w:rsid w:val="00226C98"/>
    <w:rsid w:val="00227269"/>
    <w:rsid w:val="002272F9"/>
    <w:rsid w:val="00227655"/>
    <w:rsid w:val="00227779"/>
    <w:rsid w:val="00227BE8"/>
    <w:rsid w:val="00227ED5"/>
    <w:rsid w:val="00231234"/>
    <w:rsid w:val="00231361"/>
    <w:rsid w:val="00232BBF"/>
    <w:rsid w:val="00233193"/>
    <w:rsid w:val="0023364E"/>
    <w:rsid w:val="00233AD8"/>
    <w:rsid w:val="002344AF"/>
    <w:rsid w:val="00234640"/>
    <w:rsid w:val="00234ADE"/>
    <w:rsid w:val="002354B4"/>
    <w:rsid w:val="00235EE0"/>
    <w:rsid w:val="00236990"/>
    <w:rsid w:val="00241212"/>
    <w:rsid w:val="00242490"/>
    <w:rsid w:val="00242527"/>
    <w:rsid w:val="00242743"/>
    <w:rsid w:val="00242A03"/>
    <w:rsid w:val="00243003"/>
    <w:rsid w:val="0024332E"/>
    <w:rsid w:val="002436CE"/>
    <w:rsid w:val="0024393C"/>
    <w:rsid w:val="00243AAB"/>
    <w:rsid w:val="00243B2F"/>
    <w:rsid w:val="00244822"/>
    <w:rsid w:val="00244F10"/>
    <w:rsid w:val="002451C1"/>
    <w:rsid w:val="00245741"/>
    <w:rsid w:val="00246337"/>
    <w:rsid w:val="00247AF2"/>
    <w:rsid w:val="002505D5"/>
    <w:rsid w:val="002514C4"/>
    <w:rsid w:val="0025401A"/>
    <w:rsid w:val="002540C8"/>
    <w:rsid w:val="0025422F"/>
    <w:rsid w:val="002547D1"/>
    <w:rsid w:val="0025495A"/>
    <w:rsid w:val="002558E7"/>
    <w:rsid w:val="002558FD"/>
    <w:rsid w:val="0025599A"/>
    <w:rsid w:val="00255C45"/>
    <w:rsid w:val="00256014"/>
    <w:rsid w:val="002564B8"/>
    <w:rsid w:val="00256814"/>
    <w:rsid w:val="00257AC9"/>
    <w:rsid w:val="00257F10"/>
    <w:rsid w:val="0026059D"/>
    <w:rsid w:val="00260AAD"/>
    <w:rsid w:val="00261E87"/>
    <w:rsid w:val="002628AA"/>
    <w:rsid w:val="00264468"/>
    <w:rsid w:val="002649C3"/>
    <w:rsid w:val="00264B40"/>
    <w:rsid w:val="00266011"/>
    <w:rsid w:val="002664AF"/>
    <w:rsid w:val="002665FE"/>
    <w:rsid w:val="00266FE1"/>
    <w:rsid w:val="0027024E"/>
    <w:rsid w:val="002703EE"/>
    <w:rsid w:val="00270D26"/>
    <w:rsid w:val="00270EAA"/>
    <w:rsid w:val="00270FD2"/>
    <w:rsid w:val="00272272"/>
    <w:rsid w:val="00272990"/>
    <w:rsid w:val="00273760"/>
    <w:rsid w:val="00273847"/>
    <w:rsid w:val="00273CEB"/>
    <w:rsid w:val="00273D70"/>
    <w:rsid w:val="00273D9B"/>
    <w:rsid w:val="002743BE"/>
    <w:rsid w:val="002744F5"/>
    <w:rsid w:val="00275356"/>
    <w:rsid w:val="002763E2"/>
    <w:rsid w:val="00277299"/>
    <w:rsid w:val="002774B2"/>
    <w:rsid w:val="002777E0"/>
    <w:rsid w:val="0027781B"/>
    <w:rsid w:val="00277C08"/>
    <w:rsid w:val="00280716"/>
    <w:rsid w:val="002821B1"/>
    <w:rsid w:val="00282819"/>
    <w:rsid w:val="00282904"/>
    <w:rsid w:val="00282BBD"/>
    <w:rsid w:val="00282DEA"/>
    <w:rsid w:val="002832AC"/>
    <w:rsid w:val="00283DE1"/>
    <w:rsid w:val="002848CC"/>
    <w:rsid w:val="002849BA"/>
    <w:rsid w:val="00285487"/>
    <w:rsid w:val="00285A6E"/>
    <w:rsid w:val="00285B0C"/>
    <w:rsid w:val="002862A3"/>
    <w:rsid w:val="002863BA"/>
    <w:rsid w:val="00286A29"/>
    <w:rsid w:val="00287810"/>
    <w:rsid w:val="00287969"/>
    <w:rsid w:val="00290089"/>
    <w:rsid w:val="002901AE"/>
    <w:rsid w:val="00290F3E"/>
    <w:rsid w:val="002920C3"/>
    <w:rsid w:val="00292674"/>
    <w:rsid w:val="00292736"/>
    <w:rsid w:val="00293089"/>
    <w:rsid w:val="00293358"/>
    <w:rsid w:val="00293A9C"/>
    <w:rsid w:val="002941E4"/>
    <w:rsid w:val="0029430B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4C2"/>
    <w:rsid w:val="002A06AB"/>
    <w:rsid w:val="002A0829"/>
    <w:rsid w:val="002A19EE"/>
    <w:rsid w:val="002A1C76"/>
    <w:rsid w:val="002A1DD5"/>
    <w:rsid w:val="002A2108"/>
    <w:rsid w:val="002A249F"/>
    <w:rsid w:val="002A25EE"/>
    <w:rsid w:val="002A2874"/>
    <w:rsid w:val="002A2895"/>
    <w:rsid w:val="002A2F77"/>
    <w:rsid w:val="002A3385"/>
    <w:rsid w:val="002A3ECD"/>
    <w:rsid w:val="002A3FDB"/>
    <w:rsid w:val="002A436F"/>
    <w:rsid w:val="002A4384"/>
    <w:rsid w:val="002A4746"/>
    <w:rsid w:val="002A489F"/>
    <w:rsid w:val="002A4A79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A62"/>
    <w:rsid w:val="002B41F5"/>
    <w:rsid w:val="002B509D"/>
    <w:rsid w:val="002B553A"/>
    <w:rsid w:val="002B5C8A"/>
    <w:rsid w:val="002B5CD9"/>
    <w:rsid w:val="002B5DEC"/>
    <w:rsid w:val="002B5E66"/>
    <w:rsid w:val="002B6106"/>
    <w:rsid w:val="002B61D8"/>
    <w:rsid w:val="002B6338"/>
    <w:rsid w:val="002B6FFA"/>
    <w:rsid w:val="002B70A6"/>
    <w:rsid w:val="002B7D0C"/>
    <w:rsid w:val="002B7DB0"/>
    <w:rsid w:val="002C0B79"/>
    <w:rsid w:val="002C112D"/>
    <w:rsid w:val="002C1973"/>
    <w:rsid w:val="002C1EC6"/>
    <w:rsid w:val="002C22B1"/>
    <w:rsid w:val="002C278C"/>
    <w:rsid w:val="002C353E"/>
    <w:rsid w:val="002C364F"/>
    <w:rsid w:val="002C3A74"/>
    <w:rsid w:val="002C4665"/>
    <w:rsid w:val="002C5CC0"/>
    <w:rsid w:val="002C62D4"/>
    <w:rsid w:val="002C65CC"/>
    <w:rsid w:val="002C69A7"/>
    <w:rsid w:val="002C6B31"/>
    <w:rsid w:val="002C739A"/>
    <w:rsid w:val="002C7B1B"/>
    <w:rsid w:val="002D0510"/>
    <w:rsid w:val="002D0D95"/>
    <w:rsid w:val="002D15B0"/>
    <w:rsid w:val="002D207C"/>
    <w:rsid w:val="002D26B4"/>
    <w:rsid w:val="002D2B05"/>
    <w:rsid w:val="002D4425"/>
    <w:rsid w:val="002D4E9E"/>
    <w:rsid w:val="002D4EF5"/>
    <w:rsid w:val="002D520C"/>
    <w:rsid w:val="002D55FD"/>
    <w:rsid w:val="002D5AE1"/>
    <w:rsid w:val="002D6C79"/>
    <w:rsid w:val="002D7206"/>
    <w:rsid w:val="002E0902"/>
    <w:rsid w:val="002E19E7"/>
    <w:rsid w:val="002E1B44"/>
    <w:rsid w:val="002E1E51"/>
    <w:rsid w:val="002E32CF"/>
    <w:rsid w:val="002E3D79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4EE"/>
    <w:rsid w:val="00300736"/>
    <w:rsid w:val="003007CA"/>
    <w:rsid w:val="00301A26"/>
    <w:rsid w:val="00301B3C"/>
    <w:rsid w:val="00302409"/>
    <w:rsid w:val="0030265E"/>
    <w:rsid w:val="0030292A"/>
    <w:rsid w:val="00302932"/>
    <w:rsid w:val="003045C8"/>
    <w:rsid w:val="003045F6"/>
    <w:rsid w:val="0030506B"/>
    <w:rsid w:val="0030555C"/>
    <w:rsid w:val="00305DB7"/>
    <w:rsid w:val="00305FD8"/>
    <w:rsid w:val="00306647"/>
    <w:rsid w:val="00306CA4"/>
    <w:rsid w:val="003075BE"/>
    <w:rsid w:val="00307674"/>
    <w:rsid w:val="003076E2"/>
    <w:rsid w:val="0031048D"/>
    <w:rsid w:val="00310732"/>
    <w:rsid w:val="00310BFE"/>
    <w:rsid w:val="00310DEC"/>
    <w:rsid w:val="00310E06"/>
    <w:rsid w:val="00312008"/>
    <w:rsid w:val="0031286E"/>
    <w:rsid w:val="00312DA5"/>
    <w:rsid w:val="00313735"/>
    <w:rsid w:val="00314018"/>
    <w:rsid w:val="00314AD0"/>
    <w:rsid w:val="00314C9C"/>
    <w:rsid w:val="00315387"/>
    <w:rsid w:val="00315845"/>
    <w:rsid w:val="003163A3"/>
    <w:rsid w:val="00317130"/>
    <w:rsid w:val="00317926"/>
    <w:rsid w:val="00320FA7"/>
    <w:rsid w:val="003216DA"/>
    <w:rsid w:val="003225A0"/>
    <w:rsid w:val="003227F5"/>
    <w:rsid w:val="003228CF"/>
    <w:rsid w:val="00322AB2"/>
    <w:rsid w:val="003234B2"/>
    <w:rsid w:val="00323B9C"/>
    <w:rsid w:val="00323D93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C76"/>
    <w:rsid w:val="00330D14"/>
    <w:rsid w:val="00330DC2"/>
    <w:rsid w:val="003317BD"/>
    <w:rsid w:val="00331926"/>
    <w:rsid w:val="00332040"/>
    <w:rsid w:val="00332278"/>
    <w:rsid w:val="003327D1"/>
    <w:rsid w:val="00332A9F"/>
    <w:rsid w:val="00332B6A"/>
    <w:rsid w:val="00332C9D"/>
    <w:rsid w:val="0033369C"/>
    <w:rsid w:val="0033413E"/>
    <w:rsid w:val="00334334"/>
    <w:rsid w:val="00334F1D"/>
    <w:rsid w:val="00335370"/>
    <w:rsid w:val="003354C4"/>
    <w:rsid w:val="00335702"/>
    <w:rsid w:val="00336014"/>
    <w:rsid w:val="00336176"/>
    <w:rsid w:val="00340AB1"/>
    <w:rsid w:val="003410E5"/>
    <w:rsid w:val="00341317"/>
    <w:rsid w:val="00342660"/>
    <w:rsid w:val="00342909"/>
    <w:rsid w:val="003430DC"/>
    <w:rsid w:val="003433A6"/>
    <w:rsid w:val="00343A78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543"/>
    <w:rsid w:val="00350AAC"/>
    <w:rsid w:val="00352011"/>
    <w:rsid w:val="00352191"/>
    <w:rsid w:val="00352A32"/>
    <w:rsid w:val="003534D5"/>
    <w:rsid w:val="00353B1B"/>
    <w:rsid w:val="00354992"/>
    <w:rsid w:val="00354FA7"/>
    <w:rsid w:val="00355497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42F"/>
    <w:rsid w:val="00362C2B"/>
    <w:rsid w:val="00362C5E"/>
    <w:rsid w:val="0036372F"/>
    <w:rsid w:val="00363FCC"/>
    <w:rsid w:val="00364EED"/>
    <w:rsid w:val="003668B4"/>
    <w:rsid w:val="00366A07"/>
    <w:rsid w:val="00367205"/>
    <w:rsid w:val="00367505"/>
    <w:rsid w:val="00367F56"/>
    <w:rsid w:val="0037129D"/>
    <w:rsid w:val="00371D45"/>
    <w:rsid w:val="00371FF5"/>
    <w:rsid w:val="00373084"/>
    <w:rsid w:val="0037348C"/>
    <w:rsid w:val="00373846"/>
    <w:rsid w:val="0037447B"/>
    <w:rsid w:val="00375363"/>
    <w:rsid w:val="00375C45"/>
    <w:rsid w:val="0037636A"/>
    <w:rsid w:val="0037677E"/>
    <w:rsid w:val="0037687C"/>
    <w:rsid w:val="003769B5"/>
    <w:rsid w:val="00376ECC"/>
    <w:rsid w:val="00380516"/>
    <w:rsid w:val="00380709"/>
    <w:rsid w:val="0038103F"/>
    <w:rsid w:val="003814EF"/>
    <w:rsid w:val="00382F95"/>
    <w:rsid w:val="003838F7"/>
    <w:rsid w:val="00384C01"/>
    <w:rsid w:val="003857EE"/>
    <w:rsid w:val="00385CA7"/>
    <w:rsid w:val="00385E9C"/>
    <w:rsid w:val="00386B6B"/>
    <w:rsid w:val="00386F82"/>
    <w:rsid w:val="003876F0"/>
    <w:rsid w:val="00387B22"/>
    <w:rsid w:val="00387E53"/>
    <w:rsid w:val="0039021F"/>
    <w:rsid w:val="00390FE6"/>
    <w:rsid w:val="00391345"/>
    <w:rsid w:val="00391C2D"/>
    <w:rsid w:val="00391ED7"/>
    <w:rsid w:val="003927BF"/>
    <w:rsid w:val="00392BE9"/>
    <w:rsid w:val="00393596"/>
    <w:rsid w:val="003953AE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1F67"/>
    <w:rsid w:val="003A2BEC"/>
    <w:rsid w:val="003A2CEF"/>
    <w:rsid w:val="003A329C"/>
    <w:rsid w:val="003A3928"/>
    <w:rsid w:val="003A4243"/>
    <w:rsid w:val="003A4628"/>
    <w:rsid w:val="003A4C46"/>
    <w:rsid w:val="003A508D"/>
    <w:rsid w:val="003A528F"/>
    <w:rsid w:val="003A538F"/>
    <w:rsid w:val="003A53C1"/>
    <w:rsid w:val="003A5683"/>
    <w:rsid w:val="003A56BC"/>
    <w:rsid w:val="003A5BCA"/>
    <w:rsid w:val="003A5E3E"/>
    <w:rsid w:val="003A6A6A"/>
    <w:rsid w:val="003A6DED"/>
    <w:rsid w:val="003A7382"/>
    <w:rsid w:val="003A7C4F"/>
    <w:rsid w:val="003B01C5"/>
    <w:rsid w:val="003B187D"/>
    <w:rsid w:val="003B229D"/>
    <w:rsid w:val="003B286B"/>
    <w:rsid w:val="003B35B3"/>
    <w:rsid w:val="003B37A9"/>
    <w:rsid w:val="003B45D6"/>
    <w:rsid w:val="003B4824"/>
    <w:rsid w:val="003B54BA"/>
    <w:rsid w:val="003B5BE6"/>
    <w:rsid w:val="003B6D71"/>
    <w:rsid w:val="003B70FF"/>
    <w:rsid w:val="003B755D"/>
    <w:rsid w:val="003B78C9"/>
    <w:rsid w:val="003B79B7"/>
    <w:rsid w:val="003B7E1A"/>
    <w:rsid w:val="003C0498"/>
    <w:rsid w:val="003C0BC7"/>
    <w:rsid w:val="003C141B"/>
    <w:rsid w:val="003C1CE9"/>
    <w:rsid w:val="003C1F9B"/>
    <w:rsid w:val="003C2D69"/>
    <w:rsid w:val="003C3775"/>
    <w:rsid w:val="003C3B37"/>
    <w:rsid w:val="003C4E9C"/>
    <w:rsid w:val="003C4ECD"/>
    <w:rsid w:val="003C52F7"/>
    <w:rsid w:val="003C562D"/>
    <w:rsid w:val="003C5896"/>
    <w:rsid w:val="003C5D8E"/>
    <w:rsid w:val="003C5DC0"/>
    <w:rsid w:val="003C6464"/>
    <w:rsid w:val="003C721C"/>
    <w:rsid w:val="003C73CC"/>
    <w:rsid w:val="003D0B9E"/>
    <w:rsid w:val="003D0F68"/>
    <w:rsid w:val="003D1BC5"/>
    <w:rsid w:val="003D2BB4"/>
    <w:rsid w:val="003D39A1"/>
    <w:rsid w:val="003D46DE"/>
    <w:rsid w:val="003D4861"/>
    <w:rsid w:val="003D4D6A"/>
    <w:rsid w:val="003D5674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3F8D"/>
    <w:rsid w:val="003E570D"/>
    <w:rsid w:val="003E5BD1"/>
    <w:rsid w:val="003E6C11"/>
    <w:rsid w:val="003E7A38"/>
    <w:rsid w:val="003F02F6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42B"/>
    <w:rsid w:val="003F277F"/>
    <w:rsid w:val="003F2DC6"/>
    <w:rsid w:val="003F3071"/>
    <w:rsid w:val="003F37EB"/>
    <w:rsid w:val="003F41B3"/>
    <w:rsid w:val="003F41EB"/>
    <w:rsid w:val="003F484A"/>
    <w:rsid w:val="003F6D5D"/>
    <w:rsid w:val="003F7F6F"/>
    <w:rsid w:val="003F7FDB"/>
    <w:rsid w:val="00400245"/>
    <w:rsid w:val="00400D37"/>
    <w:rsid w:val="00401009"/>
    <w:rsid w:val="00401636"/>
    <w:rsid w:val="00401790"/>
    <w:rsid w:val="004024B4"/>
    <w:rsid w:val="00402BA6"/>
    <w:rsid w:val="00402E07"/>
    <w:rsid w:val="00402F00"/>
    <w:rsid w:val="0040338E"/>
    <w:rsid w:val="00403A10"/>
    <w:rsid w:val="00403C86"/>
    <w:rsid w:val="004051B7"/>
    <w:rsid w:val="004058FB"/>
    <w:rsid w:val="00405D4B"/>
    <w:rsid w:val="00405DCE"/>
    <w:rsid w:val="00406130"/>
    <w:rsid w:val="00406439"/>
    <w:rsid w:val="00406933"/>
    <w:rsid w:val="00406FF9"/>
    <w:rsid w:val="0040708A"/>
    <w:rsid w:val="00407277"/>
    <w:rsid w:val="004111EC"/>
    <w:rsid w:val="00411AEC"/>
    <w:rsid w:val="00412655"/>
    <w:rsid w:val="00414145"/>
    <w:rsid w:val="00414353"/>
    <w:rsid w:val="00414383"/>
    <w:rsid w:val="00415480"/>
    <w:rsid w:val="00415A1F"/>
    <w:rsid w:val="00416485"/>
    <w:rsid w:val="00416924"/>
    <w:rsid w:val="00416956"/>
    <w:rsid w:val="00416EC6"/>
    <w:rsid w:val="00417115"/>
    <w:rsid w:val="00417411"/>
    <w:rsid w:val="004178B7"/>
    <w:rsid w:val="00420D0C"/>
    <w:rsid w:val="0042132B"/>
    <w:rsid w:val="00421C11"/>
    <w:rsid w:val="00421DDE"/>
    <w:rsid w:val="00422B03"/>
    <w:rsid w:val="00422E54"/>
    <w:rsid w:val="004232E6"/>
    <w:rsid w:val="00424980"/>
    <w:rsid w:val="0042663A"/>
    <w:rsid w:val="00426C54"/>
    <w:rsid w:val="00426C9B"/>
    <w:rsid w:val="00427616"/>
    <w:rsid w:val="00427C2D"/>
    <w:rsid w:val="004305BF"/>
    <w:rsid w:val="004314B9"/>
    <w:rsid w:val="00431C8C"/>
    <w:rsid w:val="0043299E"/>
    <w:rsid w:val="0043307B"/>
    <w:rsid w:val="00434A36"/>
    <w:rsid w:val="00434A94"/>
    <w:rsid w:val="00434C56"/>
    <w:rsid w:val="004351CC"/>
    <w:rsid w:val="00435458"/>
    <w:rsid w:val="00435626"/>
    <w:rsid w:val="00435CEA"/>
    <w:rsid w:val="00435D14"/>
    <w:rsid w:val="00435F2A"/>
    <w:rsid w:val="0043620D"/>
    <w:rsid w:val="0043689E"/>
    <w:rsid w:val="00436C91"/>
    <w:rsid w:val="00441A78"/>
    <w:rsid w:val="004428AF"/>
    <w:rsid w:val="00442F38"/>
    <w:rsid w:val="0044304C"/>
    <w:rsid w:val="00444056"/>
    <w:rsid w:val="0044494D"/>
    <w:rsid w:val="00444C47"/>
    <w:rsid w:val="00446217"/>
    <w:rsid w:val="00450C22"/>
    <w:rsid w:val="00450CFC"/>
    <w:rsid w:val="00450DCB"/>
    <w:rsid w:val="00451B60"/>
    <w:rsid w:val="004531E5"/>
    <w:rsid w:val="00454134"/>
    <w:rsid w:val="00454614"/>
    <w:rsid w:val="00454659"/>
    <w:rsid w:val="00454C4C"/>
    <w:rsid w:val="0045569B"/>
    <w:rsid w:val="0045626D"/>
    <w:rsid w:val="00456309"/>
    <w:rsid w:val="00457595"/>
    <w:rsid w:val="00457AFC"/>
    <w:rsid w:val="00460403"/>
    <w:rsid w:val="004608C4"/>
    <w:rsid w:val="00460CF8"/>
    <w:rsid w:val="00460FA9"/>
    <w:rsid w:val="00461D6F"/>
    <w:rsid w:val="00462493"/>
    <w:rsid w:val="004625F3"/>
    <w:rsid w:val="0046388A"/>
    <w:rsid w:val="00464398"/>
    <w:rsid w:val="004648CE"/>
    <w:rsid w:val="00464A1C"/>
    <w:rsid w:val="00465C1C"/>
    <w:rsid w:val="00465C24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3B40"/>
    <w:rsid w:val="00474387"/>
    <w:rsid w:val="004749D4"/>
    <w:rsid w:val="00474C48"/>
    <w:rsid w:val="00474D67"/>
    <w:rsid w:val="00475A1D"/>
    <w:rsid w:val="00476640"/>
    <w:rsid w:val="00477703"/>
    <w:rsid w:val="00477BDC"/>
    <w:rsid w:val="00477DEA"/>
    <w:rsid w:val="00481BBB"/>
    <w:rsid w:val="004822B3"/>
    <w:rsid w:val="004825AA"/>
    <w:rsid w:val="004829DB"/>
    <w:rsid w:val="00482C17"/>
    <w:rsid w:val="004841FB"/>
    <w:rsid w:val="00484DCA"/>
    <w:rsid w:val="00485675"/>
    <w:rsid w:val="0048598F"/>
    <w:rsid w:val="0048612D"/>
    <w:rsid w:val="004866FA"/>
    <w:rsid w:val="0048738B"/>
    <w:rsid w:val="00487EF6"/>
    <w:rsid w:val="00490629"/>
    <w:rsid w:val="004908DA"/>
    <w:rsid w:val="004917EA"/>
    <w:rsid w:val="00491813"/>
    <w:rsid w:val="00492330"/>
    <w:rsid w:val="00492442"/>
    <w:rsid w:val="004927BD"/>
    <w:rsid w:val="00492B05"/>
    <w:rsid w:val="00492B65"/>
    <w:rsid w:val="00492DA1"/>
    <w:rsid w:val="00493252"/>
    <w:rsid w:val="004933CD"/>
    <w:rsid w:val="004933F6"/>
    <w:rsid w:val="00493688"/>
    <w:rsid w:val="00493879"/>
    <w:rsid w:val="0049492C"/>
    <w:rsid w:val="00494949"/>
    <w:rsid w:val="00494969"/>
    <w:rsid w:val="004955A8"/>
    <w:rsid w:val="004955CF"/>
    <w:rsid w:val="00496DF1"/>
    <w:rsid w:val="004971B8"/>
    <w:rsid w:val="004A02C1"/>
    <w:rsid w:val="004A0BCD"/>
    <w:rsid w:val="004A1688"/>
    <w:rsid w:val="004A1E14"/>
    <w:rsid w:val="004A2BE7"/>
    <w:rsid w:val="004A2BFA"/>
    <w:rsid w:val="004A379B"/>
    <w:rsid w:val="004A3EA1"/>
    <w:rsid w:val="004A4D3F"/>
    <w:rsid w:val="004A5715"/>
    <w:rsid w:val="004A607F"/>
    <w:rsid w:val="004A6097"/>
    <w:rsid w:val="004A6347"/>
    <w:rsid w:val="004A65DE"/>
    <w:rsid w:val="004A719D"/>
    <w:rsid w:val="004B0D5D"/>
    <w:rsid w:val="004B0EF4"/>
    <w:rsid w:val="004B1AE8"/>
    <w:rsid w:val="004B2FFA"/>
    <w:rsid w:val="004B3563"/>
    <w:rsid w:val="004B37B8"/>
    <w:rsid w:val="004B3CBD"/>
    <w:rsid w:val="004B3F06"/>
    <w:rsid w:val="004B42D7"/>
    <w:rsid w:val="004B5911"/>
    <w:rsid w:val="004B6F0F"/>
    <w:rsid w:val="004B7335"/>
    <w:rsid w:val="004B763D"/>
    <w:rsid w:val="004B7799"/>
    <w:rsid w:val="004B7ADA"/>
    <w:rsid w:val="004B7CB2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EA7"/>
    <w:rsid w:val="004C5F74"/>
    <w:rsid w:val="004C6197"/>
    <w:rsid w:val="004C6EF3"/>
    <w:rsid w:val="004C79F7"/>
    <w:rsid w:val="004C7EB4"/>
    <w:rsid w:val="004C7EB9"/>
    <w:rsid w:val="004C7F38"/>
    <w:rsid w:val="004D090B"/>
    <w:rsid w:val="004D0DA1"/>
    <w:rsid w:val="004D23DA"/>
    <w:rsid w:val="004D335C"/>
    <w:rsid w:val="004D3D2D"/>
    <w:rsid w:val="004D4431"/>
    <w:rsid w:val="004D5140"/>
    <w:rsid w:val="004D5A33"/>
    <w:rsid w:val="004D6DCD"/>
    <w:rsid w:val="004D6E7A"/>
    <w:rsid w:val="004D70E8"/>
    <w:rsid w:val="004D73B3"/>
    <w:rsid w:val="004E0B07"/>
    <w:rsid w:val="004E16AE"/>
    <w:rsid w:val="004E1D86"/>
    <w:rsid w:val="004E1E64"/>
    <w:rsid w:val="004E21E2"/>
    <w:rsid w:val="004E2598"/>
    <w:rsid w:val="004E2992"/>
    <w:rsid w:val="004E2C26"/>
    <w:rsid w:val="004E2E0A"/>
    <w:rsid w:val="004E3A95"/>
    <w:rsid w:val="004E3BCA"/>
    <w:rsid w:val="004E446C"/>
    <w:rsid w:val="004E4F3F"/>
    <w:rsid w:val="004E669E"/>
    <w:rsid w:val="004E6903"/>
    <w:rsid w:val="004E7ABA"/>
    <w:rsid w:val="004F01A4"/>
    <w:rsid w:val="004F0764"/>
    <w:rsid w:val="004F10A3"/>
    <w:rsid w:val="004F3554"/>
    <w:rsid w:val="004F426E"/>
    <w:rsid w:val="004F48D4"/>
    <w:rsid w:val="004F4D1C"/>
    <w:rsid w:val="004F559E"/>
    <w:rsid w:val="004F6918"/>
    <w:rsid w:val="004F7043"/>
    <w:rsid w:val="00500263"/>
    <w:rsid w:val="00500E7A"/>
    <w:rsid w:val="005010D5"/>
    <w:rsid w:val="00501E32"/>
    <w:rsid w:val="0050365B"/>
    <w:rsid w:val="00503B89"/>
    <w:rsid w:val="00503BF2"/>
    <w:rsid w:val="0050400C"/>
    <w:rsid w:val="005049C3"/>
    <w:rsid w:val="00504CD8"/>
    <w:rsid w:val="00504CFA"/>
    <w:rsid w:val="00505236"/>
    <w:rsid w:val="0050607A"/>
    <w:rsid w:val="00506199"/>
    <w:rsid w:val="0050640A"/>
    <w:rsid w:val="00506498"/>
    <w:rsid w:val="00506E33"/>
    <w:rsid w:val="00507926"/>
    <w:rsid w:val="005103B8"/>
    <w:rsid w:val="00510455"/>
    <w:rsid w:val="005107B9"/>
    <w:rsid w:val="0051138F"/>
    <w:rsid w:val="005117EB"/>
    <w:rsid w:val="00511905"/>
    <w:rsid w:val="00511A1E"/>
    <w:rsid w:val="0051293E"/>
    <w:rsid w:val="00512BDD"/>
    <w:rsid w:val="005138F6"/>
    <w:rsid w:val="005140BA"/>
    <w:rsid w:val="005143CD"/>
    <w:rsid w:val="0051454B"/>
    <w:rsid w:val="005152DE"/>
    <w:rsid w:val="00515342"/>
    <w:rsid w:val="005162CF"/>
    <w:rsid w:val="0051648E"/>
    <w:rsid w:val="0051728E"/>
    <w:rsid w:val="00517767"/>
    <w:rsid w:val="00517F1B"/>
    <w:rsid w:val="00520614"/>
    <w:rsid w:val="00520726"/>
    <w:rsid w:val="005214D2"/>
    <w:rsid w:val="005222E7"/>
    <w:rsid w:val="0052248E"/>
    <w:rsid w:val="00524302"/>
    <w:rsid w:val="00525252"/>
    <w:rsid w:val="005258BA"/>
    <w:rsid w:val="00525990"/>
    <w:rsid w:val="00525E36"/>
    <w:rsid w:val="00527640"/>
    <w:rsid w:val="00527765"/>
    <w:rsid w:val="00527F80"/>
    <w:rsid w:val="0053000A"/>
    <w:rsid w:val="005306AC"/>
    <w:rsid w:val="0053229F"/>
    <w:rsid w:val="005340DC"/>
    <w:rsid w:val="005345B0"/>
    <w:rsid w:val="00534841"/>
    <w:rsid w:val="005352BA"/>
    <w:rsid w:val="00536067"/>
    <w:rsid w:val="00536926"/>
    <w:rsid w:val="00537A82"/>
    <w:rsid w:val="00540462"/>
    <w:rsid w:val="005404A2"/>
    <w:rsid w:val="0054093F"/>
    <w:rsid w:val="00540CBA"/>
    <w:rsid w:val="00541400"/>
    <w:rsid w:val="005414D3"/>
    <w:rsid w:val="0054180F"/>
    <w:rsid w:val="00543181"/>
    <w:rsid w:val="00543237"/>
    <w:rsid w:val="005432C0"/>
    <w:rsid w:val="005438E4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18FD"/>
    <w:rsid w:val="005529AB"/>
    <w:rsid w:val="00553112"/>
    <w:rsid w:val="0055399A"/>
    <w:rsid w:val="005539A9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1489"/>
    <w:rsid w:val="00561872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9C7"/>
    <w:rsid w:val="00570A49"/>
    <w:rsid w:val="00570B0C"/>
    <w:rsid w:val="0057115B"/>
    <w:rsid w:val="00571F6E"/>
    <w:rsid w:val="00572599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2C7"/>
    <w:rsid w:val="00580765"/>
    <w:rsid w:val="00581612"/>
    <w:rsid w:val="00581D2A"/>
    <w:rsid w:val="005820D3"/>
    <w:rsid w:val="005821E9"/>
    <w:rsid w:val="005830EF"/>
    <w:rsid w:val="005833B8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725A"/>
    <w:rsid w:val="00587B88"/>
    <w:rsid w:val="005903BF"/>
    <w:rsid w:val="00590C63"/>
    <w:rsid w:val="0059143B"/>
    <w:rsid w:val="005918B4"/>
    <w:rsid w:val="00591AE6"/>
    <w:rsid w:val="00593D01"/>
    <w:rsid w:val="00593F5F"/>
    <w:rsid w:val="0059403E"/>
    <w:rsid w:val="00594A5D"/>
    <w:rsid w:val="0059592B"/>
    <w:rsid w:val="00596861"/>
    <w:rsid w:val="00596C09"/>
    <w:rsid w:val="00596E56"/>
    <w:rsid w:val="00596FC2"/>
    <w:rsid w:val="005970C9"/>
    <w:rsid w:val="00597D8B"/>
    <w:rsid w:val="005A05C7"/>
    <w:rsid w:val="005A0954"/>
    <w:rsid w:val="005A09D1"/>
    <w:rsid w:val="005A0CA0"/>
    <w:rsid w:val="005A1013"/>
    <w:rsid w:val="005A1578"/>
    <w:rsid w:val="005A158C"/>
    <w:rsid w:val="005A1D63"/>
    <w:rsid w:val="005A26E1"/>
    <w:rsid w:val="005A2C20"/>
    <w:rsid w:val="005A3181"/>
    <w:rsid w:val="005A344D"/>
    <w:rsid w:val="005A4D21"/>
    <w:rsid w:val="005A59A9"/>
    <w:rsid w:val="005A6B7A"/>
    <w:rsid w:val="005B1A09"/>
    <w:rsid w:val="005B1F9B"/>
    <w:rsid w:val="005B240D"/>
    <w:rsid w:val="005B3B8E"/>
    <w:rsid w:val="005B43CA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094"/>
    <w:rsid w:val="005C53AC"/>
    <w:rsid w:val="005C7D37"/>
    <w:rsid w:val="005D0AF9"/>
    <w:rsid w:val="005D117B"/>
    <w:rsid w:val="005D1481"/>
    <w:rsid w:val="005D1506"/>
    <w:rsid w:val="005D2A1C"/>
    <w:rsid w:val="005D3217"/>
    <w:rsid w:val="005D37A7"/>
    <w:rsid w:val="005D3B5B"/>
    <w:rsid w:val="005D3D82"/>
    <w:rsid w:val="005D437C"/>
    <w:rsid w:val="005D483C"/>
    <w:rsid w:val="005D52DD"/>
    <w:rsid w:val="005D5898"/>
    <w:rsid w:val="005D62F1"/>
    <w:rsid w:val="005D63B2"/>
    <w:rsid w:val="005D6974"/>
    <w:rsid w:val="005D6A8C"/>
    <w:rsid w:val="005D7EC3"/>
    <w:rsid w:val="005E04B2"/>
    <w:rsid w:val="005E12D8"/>
    <w:rsid w:val="005E1EF3"/>
    <w:rsid w:val="005E2A4F"/>
    <w:rsid w:val="005E3942"/>
    <w:rsid w:val="005E3BA7"/>
    <w:rsid w:val="005E403E"/>
    <w:rsid w:val="005E651E"/>
    <w:rsid w:val="005E6D60"/>
    <w:rsid w:val="005E7474"/>
    <w:rsid w:val="005E751C"/>
    <w:rsid w:val="005F00E9"/>
    <w:rsid w:val="005F0C58"/>
    <w:rsid w:val="005F114A"/>
    <w:rsid w:val="005F30EA"/>
    <w:rsid w:val="005F3265"/>
    <w:rsid w:val="005F353A"/>
    <w:rsid w:val="005F41FA"/>
    <w:rsid w:val="005F4440"/>
    <w:rsid w:val="005F4C04"/>
    <w:rsid w:val="005F56C1"/>
    <w:rsid w:val="005F60A1"/>
    <w:rsid w:val="005F72F3"/>
    <w:rsid w:val="005F7629"/>
    <w:rsid w:val="005F7983"/>
    <w:rsid w:val="00600BF6"/>
    <w:rsid w:val="006011A9"/>
    <w:rsid w:val="00601585"/>
    <w:rsid w:val="00601A56"/>
    <w:rsid w:val="00601AF8"/>
    <w:rsid w:val="00601EFE"/>
    <w:rsid w:val="00602A20"/>
    <w:rsid w:val="00602CD7"/>
    <w:rsid w:val="0060375A"/>
    <w:rsid w:val="00603C99"/>
    <w:rsid w:val="00604570"/>
    <w:rsid w:val="006050AB"/>
    <w:rsid w:val="0060531F"/>
    <w:rsid w:val="006055D7"/>
    <w:rsid w:val="00605F06"/>
    <w:rsid w:val="006063DD"/>
    <w:rsid w:val="00606830"/>
    <w:rsid w:val="00607227"/>
    <w:rsid w:val="006077DA"/>
    <w:rsid w:val="006100B3"/>
    <w:rsid w:val="00610F70"/>
    <w:rsid w:val="006129EC"/>
    <w:rsid w:val="00613A0A"/>
    <w:rsid w:val="00614389"/>
    <w:rsid w:val="006145C3"/>
    <w:rsid w:val="00615223"/>
    <w:rsid w:val="006154D7"/>
    <w:rsid w:val="00615992"/>
    <w:rsid w:val="00616D7A"/>
    <w:rsid w:val="00616E48"/>
    <w:rsid w:val="00617573"/>
    <w:rsid w:val="00620D88"/>
    <w:rsid w:val="006221EA"/>
    <w:rsid w:val="006226EA"/>
    <w:rsid w:val="006228CD"/>
    <w:rsid w:val="00622DDF"/>
    <w:rsid w:val="006236CB"/>
    <w:rsid w:val="00623FE4"/>
    <w:rsid w:val="00624874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21B5"/>
    <w:rsid w:val="00633594"/>
    <w:rsid w:val="006335F4"/>
    <w:rsid w:val="00634905"/>
    <w:rsid w:val="00635E19"/>
    <w:rsid w:val="00635FBF"/>
    <w:rsid w:val="006374AF"/>
    <w:rsid w:val="00640236"/>
    <w:rsid w:val="006405A2"/>
    <w:rsid w:val="006407CB"/>
    <w:rsid w:val="00640E53"/>
    <w:rsid w:val="00641764"/>
    <w:rsid w:val="00641CF4"/>
    <w:rsid w:val="006422C4"/>
    <w:rsid w:val="00642933"/>
    <w:rsid w:val="006430CA"/>
    <w:rsid w:val="0064335B"/>
    <w:rsid w:val="0064352D"/>
    <w:rsid w:val="0064385E"/>
    <w:rsid w:val="00643FF6"/>
    <w:rsid w:val="00644DDE"/>
    <w:rsid w:val="00644E94"/>
    <w:rsid w:val="00645D3C"/>
    <w:rsid w:val="0064617A"/>
    <w:rsid w:val="00646D53"/>
    <w:rsid w:val="00646F7D"/>
    <w:rsid w:val="00647C9E"/>
    <w:rsid w:val="00650654"/>
    <w:rsid w:val="00650E48"/>
    <w:rsid w:val="00650F1F"/>
    <w:rsid w:val="006522A6"/>
    <w:rsid w:val="00652517"/>
    <w:rsid w:val="006545B1"/>
    <w:rsid w:val="006548B9"/>
    <w:rsid w:val="00654A4E"/>
    <w:rsid w:val="0065525F"/>
    <w:rsid w:val="0065696F"/>
    <w:rsid w:val="00656F12"/>
    <w:rsid w:val="006572A1"/>
    <w:rsid w:val="006577AB"/>
    <w:rsid w:val="00657C71"/>
    <w:rsid w:val="006603A2"/>
    <w:rsid w:val="006604DD"/>
    <w:rsid w:val="00660B29"/>
    <w:rsid w:val="00660D5B"/>
    <w:rsid w:val="006611DA"/>
    <w:rsid w:val="00661A4E"/>
    <w:rsid w:val="00661F52"/>
    <w:rsid w:val="006626BA"/>
    <w:rsid w:val="00664A72"/>
    <w:rsid w:val="00664D2F"/>
    <w:rsid w:val="006650D6"/>
    <w:rsid w:val="00665EB2"/>
    <w:rsid w:val="00665FC9"/>
    <w:rsid w:val="006670C4"/>
    <w:rsid w:val="006707BB"/>
    <w:rsid w:val="00671EA4"/>
    <w:rsid w:val="00672234"/>
    <w:rsid w:val="006722FF"/>
    <w:rsid w:val="0067342D"/>
    <w:rsid w:val="00673A38"/>
    <w:rsid w:val="00673AB0"/>
    <w:rsid w:val="00675494"/>
    <w:rsid w:val="006754B7"/>
    <w:rsid w:val="00675707"/>
    <w:rsid w:val="006767C9"/>
    <w:rsid w:val="00676A43"/>
    <w:rsid w:val="00676CBA"/>
    <w:rsid w:val="00677BB8"/>
    <w:rsid w:val="00681295"/>
    <w:rsid w:val="0068129E"/>
    <w:rsid w:val="006816B8"/>
    <w:rsid w:val="006819D7"/>
    <w:rsid w:val="00681DE0"/>
    <w:rsid w:val="006822E4"/>
    <w:rsid w:val="0068272B"/>
    <w:rsid w:val="00682995"/>
    <w:rsid w:val="00682B55"/>
    <w:rsid w:val="00683084"/>
    <w:rsid w:val="006839B8"/>
    <w:rsid w:val="006841E2"/>
    <w:rsid w:val="00684276"/>
    <w:rsid w:val="00684B51"/>
    <w:rsid w:val="0068510E"/>
    <w:rsid w:val="00685849"/>
    <w:rsid w:val="00685A1D"/>
    <w:rsid w:val="0068626E"/>
    <w:rsid w:val="00686C5C"/>
    <w:rsid w:val="00687849"/>
    <w:rsid w:val="00690698"/>
    <w:rsid w:val="00690A8E"/>
    <w:rsid w:val="00691418"/>
    <w:rsid w:val="006914BC"/>
    <w:rsid w:val="006917F8"/>
    <w:rsid w:val="00691A69"/>
    <w:rsid w:val="00692F2B"/>
    <w:rsid w:val="00693125"/>
    <w:rsid w:val="00693BC9"/>
    <w:rsid w:val="00694411"/>
    <w:rsid w:val="006948FF"/>
    <w:rsid w:val="00694F01"/>
    <w:rsid w:val="00695BF4"/>
    <w:rsid w:val="0069750A"/>
    <w:rsid w:val="00697658"/>
    <w:rsid w:val="006A0063"/>
    <w:rsid w:val="006A04BE"/>
    <w:rsid w:val="006A04ED"/>
    <w:rsid w:val="006A0A36"/>
    <w:rsid w:val="006A0AE9"/>
    <w:rsid w:val="006A0B12"/>
    <w:rsid w:val="006A1844"/>
    <w:rsid w:val="006A251E"/>
    <w:rsid w:val="006A2E6F"/>
    <w:rsid w:val="006A33F4"/>
    <w:rsid w:val="006A38F1"/>
    <w:rsid w:val="006A3A5D"/>
    <w:rsid w:val="006A3F21"/>
    <w:rsid w:val="006A522B"/>
    <w:rsid w:val="006A5C93"/>
    <w:rsid w:val="006A697D"/>
    <w:rsid w:val="006A6D23"/>
    <w:rsid w:val="006A6FE5"/>
    <w:rsid w:val="006A7122"/>
    <w:rsid w:val="006A776E"/>
    <w:rsid w:val="006B02DA"/>
    <w:rsid w:val="006B05EB"/>
    <w:rsid w:val="006B0633"/>
    <w:rsid w:val="006B0A96"/>
    <w:rsid w:val="006B10C4"/>
    <w:rsid w:val="006B1A49"/>
    <w:rsid w:val="006B25D8"/>
    <w:rsid w:val="006B2785"/>
    <w:rsid w:val="006B2BC5"/>
    <w:rsid w:val="006B2EF0"/>
    <w:rsid w:val="006B33AD"/>
    <w:rsid w:val="006B3C5E"/>
    <w:rsid w:val="006B43AA"/>
    <w:rsid w:val="006B4BAA"/>
    <w:rsid w:val="006B56F9"/>
    <w:rsid w:val="006B5965"/>
    <w:rsid w:val="006B6111"/>
    <w:rsid w:val="006B761F"/>
    <w:rsid w:val="006B7F76"/>
    <w:rsid w:val="006C0087"/>
    <w:rsid w:val="006C0EA2"/>
    <w:rsid w:val="006C29A7"/>
    <w:rsid w:val="006C30C8"/>
    <w:rsid w:val="006C3B54"/>
    <w:rsid w:val="006C58DD"/>
    <w:rsid w:val="006C5C6F"/>
    <w:rsid w:val="006C5E8B"/>
    <w:rsid w:val="006C6DF5"/>
    <w:rsid w:val="006C6F30"/>
    <w:rsid w:val="006C6F5C"/>
    <w:rsid w:val="006C7200"/>
    <w:rsid w:val="006C7BFF"/>
    <w:rsid w:val="006D0B15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528C"/>
    <w:rsid w:val="006D6214"/>
    <w:rsid w:val="006D6748"/>
    <w:rsid w:val="006D6DF9"/>
    <w:rsid w:val="006D6E61"/>
    <w:rsid w:val="006D7056"/>
    <w:rsid w:val="006D74F5"/>
    <w:rsid w:val="006D786E"/>
    <w:rsid w:val="006D7AD6"/>
    <w:rsid w:val="006E0483"/>
    <w:rsid w:val="006E07F4"/>
    <w:rsid w:val="006E11C1"/>
    <w:rsid w:val="006E1F85"/>
    <w:rsid w:val="006E1F87"/>
    <w:rsid w:val="006E219D"/>
    <w:rsid w:val="006E35BD"/>
    <w:rsid w:val="006E3AF4"/>
    <w:rsid w:val="006E3DBA"/>
    <w:rsid w:val="006E4128"/>
    <w:rsid w:val="006E47BF"/>
    <w:rsid w:val="006E5119"/>
    <w:rsid w:val="006E59F5"/>
    <w:rsid w:val="006E5F58"/>
    <w:rsid w:val="006E6373"/>
    <w:rsid w:val="006E6A7D"/>
    <w:rsid w:val="006F067D"/>
    <w:rsid w:val="006F13A9"/>
    <w:rsid w:val="006F1625"/>
    <w:rsid w:val="006F1E7F"/>
    <w:rsid w:val="006F24FB"/>
    <w:rsid w:val="006F2DD5"/>
    <w:rsid w:val="006F370E"/>
    <w:rsid w:val="006F4EFC"/>
    <w:rsid w:val="006F5301"/>
    <w:rsid w:val="006F5972"/>
    <w:rsid w:val="006F5D25"/>
    <w:rsid w:val="006F5EE0"/>
    <w:rsid w:val="006F616B"/>
    <w:rsid w:val="006F6C41"/>
    <w:rsid w:val="00700FD6"/>
    <w:rsid w:val="007011DF"/>
    <w:rsid w:val="0070168B"/>
    <w:rsid w:val="00701797"/>
    <w:rsid w:val="00701838"/>
    <w:rsid w:val="00702091"/>
    <w:rsid w:val="00702E64"/>
    <w:rsid w:val="0070339E"/>
    <w:rsid w:val="007038CD"/>
    <w:rsid w:val="00703A63"/>
    <w:rsid w:val="00703C8F"/>
    <w:rsid w:val="00705A22"/>
    <w:rsid w:val="00705DED"/>
    <w:rsid w:val="00706EDF"/>
    <w:rsid w:val="00707F32"/>
    <w:rsid w:val="007100D6"/>
    <w:rsid w:val="00710CBF"/>
    <w:rsid w:val="00710E20"/>
    <w:rsid w:val="00712783"/>
    <w:rsid w:val="007129DE"/>
    <w:rsid w:val="007130F3"/>
    <w:rsid w:val="00713466"/>
    <w:rsid w:val="00713AD7"/>
    <w:rsid w:val="00713CDF"/>
    <w:rsid w:val="007141E1"/>
    <w:rsid w:val="00714B1F"/>
    <w:rsid w:val="0071540D"/>
    <w:rsid w:val="00715A72"/>
    <w:rsid w:val="00715C0C"/>
    <w:rsid w:val="007163DF"/>
    <w:rsid w:val="00716741"/>
    <w:rsid w:val="00716C5C"/>
    <w:rsid w:val="00717686"/>
    <w:rsid w:val="00717AB7"/>
    <w:rsid w:val="00717B58"/>
    <w:rsid w:val="00717D60"/>
    <w:rsid w:val="0072080A"/>
    <w:rsid w:val="00720AF9"/>
    <w:rsid w:val="007227DD"/>
    <w:rsid w:val="00723826"/>
    <w:rsid w:val="00723E52"/>
    <w:rsid w:val="00723E66"/>
    <w:rsid w:val="0072465B"/>
    <w:rsid w:val="007249C1"/>
    <w:rsid w:val="00725216"/>
    <w:rsid w:val="007252A4"/>
    <w:rsid w:val="0072612C"/>
    <w:rsid w:val="007263FE"/>
    <w:rsid w:val="0072679D"/>
    <w:rsid w:val="00726984"/>
    <w:rsid w:val="007272A0"/>
    <w:rsid w:val="007307E7"/>
    <w:rsid w:val="007308A0"/>
    <w:rsid w:val="0073121A"/>
    <w:rsid w:val="007324E1"/>
    <w:rsid w:val="00732EFF"/>
    <w:rsid w:val="007332F6"/>
    <w:rsid w:val="0073355D"/>
    <w:rsid w:val="007338EC"/>
    <w:rsid w:val="00734DF8"/>
    <w:rsid w:val="00734F04"/>
    <w:rsid w:val="00736CAD"/>
    <w:rsid w:val="00737844"/>
    <w:rsid w:val="00737B3D"/>
    <w:rsid w:val="00737B3F"/>
    <w:rsid w:val="007404A8"/>
    <w:rsid w:val="007404D0"/>
    <w:rsid w:val="00740970"/>
    <w:rsid w:val="00740CA0"/>
    <w:rsid w:val="00741964"/>
    <w:rsid w:val="00742A64"/>
    <w:rsid w:val="00742A81"/>
    <w:rsid w:val="007448CF"/>
    <w:rsid w:val="00744E7A"/>
    <w:rsid w:val="00744FC5"/>
    <w:rsid w:val="00745294"/>
    <w:rsid w:val="00745A7A"/>
    <w:rsid w:val="00745B67"/>
    <w:rsid w:val="0074615D"/>
    <w:rsid w:val="007465F6"/>
    <w:rsid w:val="0075076B"/>
    <w:rsid w:val="0075292E"/>
    <w:rsid w:val="00753268"/>
    <w:rsid w:val="007532EE"/>
    <w:rsid w:val="007536FB"/>
    <w:rsid w:val="007538AF"/>
    <w:rsid w:val="00753E5C"/>
    <w:rsid w:val="00753F6F"/>
    <w:rsid w:val="00755409"/>
    <w:rsid w:val="00755729"/>
    <w:rsid w:val="00755A50"/>
    <w:rsid w:val="007563E4"/>
    <w:rsid w:val="00756EA9"/>
    <w:rsid w:val="007571D8"/>
    <w:rsid w:val="00757298"/>
    <w:rsid w:val="00757509"/>
    <w:rsid w:val="007605E3"/>
    <w:rsid w:val="007618D9"/>
    <w:rsid w:val="0076239D"/>
    <w:rsid w:val="00762B52"/>
    <w:rsid w:val="0076336D"/>
    <w:rsid w:val="00763718"/>
    <w:rsid w:val="0076395A"/>
    <w:rsid w:val="00764262"/>
    <w:rsid w:val="0076483F"/>
    <w:rsid w:val="00764B3C"/>
    <w:rsid w:val="00764BD1"/>
    <w:rsid w:val="007650B1"/>
    <w:rsid w:val="0076540B"/>
    <w:rsid w:val="00766245"/>
    <w:rsid w:val="0076661B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3FA0"/>
    <w:rsid w:val="0077453E"/>
    <w:rsid w:val="0077549C"/>
    <w:rsid w:val="007756CF"/>
    <w:rsid w:val="0077586A"/>
    <w:rsid w:val="00775A1E"/>
    <w:rsid w:val="00775A42"/>
    <w:rsid w:val="00775A7D"/>
    <w:rsid w:val="00775D6C"/>
    <w:rsid w:val="00776266"/>
    <w:rsid w:val="007778E6"/>
    <w:rsid w:val="00777927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80B"/>
    <w:rsid w:val="00783881"/>
    <w:rsid w:val="00784641"/>
    <w:rsid w:val="00784836"/>
    <w:rsid w:val="007854FC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495"/>
    <w:rsid w:val="00794A31"/>
    <w:rsid w:val="00797472"/>
    <w:rsid w:val="007976C9"/>
    <w:rsid w:val="007A0527"/>
    <w:rsid w:val="007A0EE4"/>
    <w:rsid w:val="007A1ADF"/>
    <w:rsid w:val="007A2403"/>
    <w:rsid w:val="007A2AFF"/>
    <w:rsid w:val="007A3365"/>
    <w:rsid w:val="007A3538"/>
    <w:rsid w:val="007A3AF5"/>
    <w:rsid w:val="007A3B39"/>
    <w:rsid w:val="007A4241"/>
    <w:rsid w:val="007A5C6C"/>
    <w:rsid w:val="007A621F"/>
    <w:rsid w:val="007A6D1B"/>
    <w:rsid w:val="007A6D3F"/>
    <w:rsid w:val="007A6D5F"/>
    <w:rsid w:val="007A72BF"/>
    <w:rsid w:val="007A772E"/>
    <w:rsid w:val="007A7A26"/>
    <w:rsid w:val="007A7FF4"/>
    <w:rsid w:val="007B139F"/>
    <w:rsid w:val="007B1CC4"/>
    <w:rsid w:val="007B1E6B"/>
    <w:rsid w:val="007B402A"/>
    <w:rsid w:val="007B4BE2"/>
    <w:rsid w:val="007B4ED2"/>
    <w:rsid w:val="007B5355"/>
    <w:rsid w:val="007B5556"/>
    <w:rsid w:val="007B5C5D"/>
    <w:rsid w:val="007C0D94"/>
    <w:rsid w:val="007C0E20"/>
    <w:rsid w:val="007C112F"/>
    <w:rsid w:val="007C1A1B"/>
    <w:rsid w:val="007C2B77"/>
    <w:rsid w:val="007C2BCF"/>
    <w:rsid w:val="007C2F3B"/>
    <w:rsid w:val="007C2FFD"/>
    <w:rsid w:val="007C30E5"/>
    <w:rsid w:val="007C35CE"/>
    <w:rsid w:val="007C3830"/>
    <w:rsid w:val="007C3BFF"/>
    <w:rsid w:val="007C3D63"/>
    <w:rsid w:val="007C4BA5"/>
    <w:rsid w:val="007C50BA"/>
    <w:rsid w:val="007C5146"/>
    <w:rsid w:val="007C5212"/>
    <w:rsid w:val="007C5E7B"/>
    <w:rsid w:val="007C6F24"/>
    <w:rsid w:val="007C7310"/>
    <w:rsid w:val="007C74E6"/>
    <w:rsid w:val="007D015D"/>
    <w:rsid w:val="007D06A4"/>
    <w:rsid w:val="007D13A4"/>
    <w:rsid w:val="007D1ED4"/>
    <w:rsid w:val="007D2081"/>
    <w:rsid w:val="007D21A0"/>
    <w:rsid w:val="007D315B"/>
    <w:rsid w:val="007D40E7"/>
    <w:rsid w:val="007D4319"/>
    <w:rsid w:val="007D5CDF"/>
    <w:rsid w:val="007D6567"/>
    <w:rsid w:val="007D6CCB"/>
    <w:rsid w:val="007D7203"/>
    <w:rsid w:val="007E07E1"/>
    <w:rsid w:val="007E0D9E"/>
    <w:rsid w:val="007E0DA8"/>
    <w:rsid w:val="007E13F2"/>
    <w:rsid w:val="007E1F27"/>
    <w:rsid w:val="007E22A0"/>
    <w:rsid w:val="007E25A6"/>
    <w:rsid w:val="007E3CD4"/>
    <w:rsid w:val="007E44B3"/>
    <w:rsid w:val="007E48C5"/>
    <w:rsid w:val="007E4965"/>
    <w:rsid w:val="007E4FD7"/>
    <w:rsid w:val="007E541A"/>
    <w:rsid w:val="007E5DF1"/>
    <w:rsid w:val="007E5E9C"/>
    <w:rsid w:val="007E5F5D"/>
    <w:rsid w:val="007E5F88"/>
    <w:rsid w:val="007E6206"/>
    <w:rsid w:val="007E624F"/>
    <w:rsid w:val="007E641D"/>
    <w:rsid w:val="007E750C"/>
    <w:rsid w:val="007F053F"/>
    <w:rsid w:val="007F080B"/>
    <w:rsid w:val="007F0D5E"/>
    <w:rsid w:val="007F1818"/>
    <w:rsid w:val="007F3157"/>
    <w:rsid w:val="007F361A"/>
    <w:rsid w:val="007F3668"/>
    <w:rsid w:val="007F3D02"/>
    <w:rsid w:val="007F40E4"/>
    <w:rsid w:val="007F44B8"/>
    <w:rsid w:val="007F476B"/>
    <w:rsid w:val="007F4891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B3F"/>
    <w:rsid w:val="00801C8A"/>
    <w:rsid w:val="00801D53"/>
    <w:rsid w:val="00801FE0"/>
    <w:rsid w:val="00802E8B"/>
    <w:rsid w:val="0080365C"/>
    <w:rsid w:val="0080554B"/>
    <w:rsid w:val="00805DBE"/>
    <w:rsid w:val="00807163"/>
    <w:rsid w:val="008073BA"/>
    <w:rsid w:val="008074D5"/>
    <w:rsid w:val="008076FF"/>
    <w:rsid w:val="00807917"/>
    <w:rsid w:val="00810003"/>
    <w:rsid w:val="008105F9"/>
    <w:rsid w:val="00810D76"/>
    <w:rsid w:val="008112F6"/>
    <w:rsid w:val="00811A74"/>
    <w:rsid w:val="008123D5"/>
    <w:rsid w:val="008125FD"/>
    <w:rsid w:val="00813ABE"/>
    <w:rsid w:val="00813B3D"/>
    <w:rsid w:val="00813BE4"/>
    <w:rsid w:val="00813FB0"/>
    <w:rsid w:val="008144FC"/>
    <w:rsid w:val="008145B6"/>
    <w:rsid w:val="00814790"/>
    <w:rsid w:val="0081499F"/>
    <w:rsid w:val="008157A8"/>
    <w:rsid w:val="00816436"/>
    <w:rsid w:val="00817317"/>
    <w:rsid w:val="0081744F"/>
    <w:rsid w:val="00820787"/>
    <w:rsid w:val="0082097F"/>
    <w:rsid w:val="008209F8"/>
    <w:rsid w:val="00821450"/>
    <w:rsid w:val="008216F8"/>
    <w:rsid w:val="00821E7F"/>
    <w:rsid w:val="008230B1"/>
    <w:rsid w:val="00823549"/>
    <w:rsid w:val="00824053"/>
    <w:rsid w:val="00825902"/>
    <w:rsid w:val="0082653F"/>
    <w:rsid w:val="00826A54"/>
    <w:rsid w:val="00826C46"/>
    <w:rsid w:val="0082774D"/>
    <w:rsid w:val="00827EAB"/>
    <w:rsid w:val="00830539"/>
    <w:rsid w:val="0083070D"/>
    <w:rsid w:val="00830C14"/>
    <w:rsid w:val="00831FFF"/>
    <w:rsid w:val="00832478"/>
    <w:rsid w:val="00832E36"/>
    <w:rsid w:val="008330A3"/>
    <w:rsid w:val="00833406"/>
    <w:rsid w:val="008334C5"/>
    <w:rsid w:val="00834DB3"/>
    <w:rsid w:val="008350D7"/>
    <w:rsid w:val="008351B0"/>
    <w:rsid w:val="008358D7"/>
    <w:rsid w:val="00835C28"/>
    <w:rsid w:val="00835E26"/>
    <w:rsid w:val="008360E0"/>
    <w:rsid w:val="0083628E"/>
    <w:rsid w:val="008376D3"/>
    <w:rsid w:val="008417F8"/>
    <w:rsid w:val="00841D72"/>
    <w:rsid w:val="0084222E"/>
    <w:rsid w:val="00842254"/>
    <w:rsid w:val="0084292F"/>
    <w:rsid w:val="008436F6"/>
    <w:rsid w:val="008439E4"/>
    <w:rsid w:val="00843C51"/>
    <w:rsid w:val="00845B8B"/>
    <w:rsid w:val="0084603C"/>
    <w:rsid w:val="0084629B"/>
    <w:rsid w:val="0084635C"/>
    <w:rsid w:val="008463C3"/>
    <w:rsid w:val="008477FB"/>
    <w:rsid w:val="00847C14"/>
    <w:rsid w:val="00851271"/>
    <w:rsid w:val="00851928"/>
    <w:rsid w:val="00851E33"/>
    <w:rsid w:val="008524CE"/>
    <w:rsid w:val="008531EC"/>
    <w:rsid w:val="008538C2"/>
    <w:rsid w:val="008538F6"/>
    <w:rsid w:val="00853A72"/>
    <w:rsid w:val="00853DD1"/>
    <w:rsid w:val="008542FC"/>
    <w:rsid w:val="00854653"/>
    <w:rsid w:val="0085465B"/>
    <w:rsid w:val="00854B89"/>
    <w:rsid w:val="00854D4C"/>
    <w:rsid w:val="00854DE3"/>
    <w:rsid w:val="00854F97"/>
    <w:rsid w:val="0085571D"/>
    <w:rsid w:val="008557EA"/>
    <w:rsid w:val="0085607B"/>
    <w:rsid w:val="00856362"/>
    <w:rsid w:val="00856432"/>
    <w:rsid w:val="008564B4"/>
    <w:rsid w:val="00857CF7"/>
    <w:rsid w:val="00860511"/>
    <w:rsid w:val="008606F0"/>
    <w:rsid w:val="0086099C"/>
    <w:rsid w:val="00860DCE"/>
    <w:rsid w:val="00862D58"/>
    <w:rsid w:val="00862DE6"/>
    <w:rsid w:val="008647FA"/>
    <w:rsid w:val="008659EB"/>
    <w:rsid w:val="00865E84"/>
    <w:rsid w:val="00865F09"/>
    <w:rsid w:val="00866336"/>
    <w:rsid w:val="008672C8"/>
    <w:rsid w:val="0086739A"/>
    <w:rsid w:val="008701D4"/>
    <w:rsid w:val="00870795"/>
    <w:rsid w:val="00870DA6"/>
    <w:rsid w:val="00870F41"/>
    <w:rsid w:val="0087134C"/>
    <w:rsid w:val="008730E1"/>
    <w:rsid w:val="008736F2"/>
    <w:rsid w:val="00874872"/>
    <w:rsid w:val="00874FA8"/>
    <w:rsid w:val="00875D87"/>
    <w:rsid w:val="008763DC"/>
    <w:rsid w:val="00876591"/>
    <w:rsid w:val="0087667F"/>
    <w:rsid w:val="00877026"/>
    <w:rsid w:val="00877105"/>
    <w:rsid w:val="00877134"/>
    <w:rsid w:val="008772E4"/>
    <w:rsid w:val="008801FD"/>
    <w:rsid w:val="00880E9B"/>
    <w:rsid w:val="0088131B"/>
    <w:rsid w:val="00882B27"/>
    <w:rsid w:val="00883530"/>
    <w:rsid w:val="0088354A"/>
    <w:rsid w:val="00883869"/>
    <w:rsid w:val="00883A32"/>
    <w:rsid w:val="00883BFB"/>
    <w:rsid w:val="00883E0B"/>
    <w:rsid w:val="00884562"/>
    <w:rsid w:val="00884839"/>
    <w:rsid w:val="0088499E"/>
    <w:rsid w:val="008850CB"/>
    <w:rsid w:val="0088533D"/>
    <w:rsid w:val="00885577"/>
    <w:rsid w:val="00886126"/>
    <w:rsid w:val="008868A9"/>
    <w:rsid w:val="00886AEB"/>
    <w:rsid w:val="00887073"/>
    <w:rsid w:val="00887AC2"/>
    <w:rsid w:val="00890016"/>
    <w:rsid w:val="00890F17"/>
    <w:rsid w:val="00891907"/>
    <w:rsid w:val="00892368"/>
    <w:rsid w:val="008928B5"/>
    <w:rsid w:val="00892F92"/>
    <w:rsid w:val="00893B0C"/>
    <w:rsid w:val="008947C6"/>
    <w:rsid w:val="008955B4"/>
    <w:rsid w:val="00895903"/>
    <w:rsid w:val="00895D73"/>
    <w:rsid w:val="00896C04"/>
    <w:rsid w:val="00897227"/>
    <w:rsid w:val="00897ED0"/>
    <w:rsid w:val="008A044B"/>
    <w:rsid w:val="008A0589"/>
    <w:rsid w:val="008A0713"/>
    <w:rsid w:val="008A0B8F"/>
    <w:rsid w:val="008A17C8"/>
    <w:rsid w:val="008A192F"/>
    <w:rsid w:val="008A1C1C"/>
    <w:rsid w:val="008A1E4E"/>
    <w:rsid w:val="008A1EBE"/>
    <w:rsid w:val="008A2443"/>
    <w:rsid w:val="008A2B28"/>
    <w:rsid w:val="008A2CFB"/>
    <w:rsid w:val="008A3320"/>
    <w:rsid w:val="008A3712"/>
    <w:rsid w:val="008A3C83"/>
    <w:rsid w:val="008A3CBC"/>
    <w:rsid w:val="008A499F"/>
    <w:rsid w:val="008A4DA7"/>
    <w:rsid w:val="008A4F7C"/>
    <w:rsid w:val="008A5708"/>
    <w:rsid w:val="008A5CE4"/>
    <w:rsid w:val="008A688B"/>
    <w:rsid w:val="008A6D40"/>
    <w:rsid w:val="008A72F0"/>
    <w:rsid w:val="008B03E8"/>
    <w:rsid w:val="008B0887"/>
    <w:rsid w:val="008B08B6"/>
    <w:rsid w:val="008B08C4"/>
    <w:rsid w:val="008B0CAA"/>
    <w:rsid w:val="008B0D92"/>
    <w:rsid w:val="008B1447"/>
    <w:rsid w:val="008B2875"/>
    <w:rsid w:val="008B2CD2"/>
    <w:rsid w:val="008B3CB8"/>
    <w:rsid w:val="008B3D35"/>
    <w:rsid w:val="008B3D70"/>
    <w:rsid w:val="008B3DDC"/>
    <w:rsid w:val="008B3FF5"/>
    <w:rsid w:val="008B41CE"/>
    <w:rsid w:val="008B5267"/>
    <w:rsid w:val="008B55E5"/>
    <w:rsid w:val="008B566C"/>
    <w:rsid w:val="008B603D"/>
    <w:rsid w:val="008B627E"/>
    <w:rsid w:val="008B7880"/>
    <w:rsid w:val="008B7C3A"/>
    <w:rsid w:val="008C01DF"/>
    <w:rsid w:val="008C04A1"/>
    <w:rsid w:val="008C0FA7"/>
    <w:rsid w:val="008C0FA9"/>
    <w:rsid w:val="008C1A9C"/>
    <w:rsid w:val="008C1DC5"/>
    <w:rsid w:val="008C2C65"/>
    <w:rsid w:val="008C2DD2"/>
    <w:rsid w:val="008C2F32"/>
    <w:rsid w:val="008C4032"/>
    <w:rsid w:val="008C40A0"/>
    <w:rsid w:val="008C437F"/>
    <w:rsid w:val="008C4890"/>
    <w:rsid w:val="008C4C15"/>
    <w:rsid w:val="008C5157"/>
    <w:rsid w:val="008C5659"/>
    <w:rsid w:val="008C5A87"/>
    <w:rsid w:val="008C6052"/>
    <w:rsid w:val="008C6823"/>
    <w:rsid w:val="008C6FA5"/>
    <w:rsid w:val="008C71B3"/>
    <w:rsid w:val="008C758B"/>
    <w:rsid w:val="008C7C60"/>
    <w:rsid w:val="008D098B"/>
    <w:rsid w:val="008D0A8A"/>
    <w:rsid w:val="008D1A46"/>
    <w:rsid w:val="008D1C3D"/>
    <w:rsid w:val="008D1CD4"/>
    <w:rsid w:val="008D1F32"/>
    <w:rsid w:val="008D2491"/>
    <w:rsid w:val="008D2C1D"/>
    <w:rsid w:val="008D2EBE"/>
    <w:rsid w:val="008D33FD"/>
    <w:rsid w:val="008D393E"/>
    <w:rsid w:val="008D48BC"/>
    <w:rsid w:val="008D6D9C"/>
    <w:rsid w:val="008D73A0"/>
    <w:rsid w:val="008D73A8"/>
    <w:rsid w:val="008D7620"/>
    <w:rsid w:val="008D7B39"/>
    <w:rsid w:val="008E1A63"/>
    <w:rsid w:val="008E1C15"/>
    <w:rsid w:val="008E270B"/>
    <w:rsid w:val="008E2ED3"/>
    <w:rsid w:val="008E375B"/>
    <w:rsid w:val="008E3CA3"/>
    <w:rsid w:val="008E3DC9"/>
    <w:rsid w:val="008E481B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1C"/>
    <w:rsid w:val="008F182D"/>
    <w:rsid w:val="008F26D5"/>
    <w:rsid w:val="008F3D1E"/>
    <w:rsid w:val="008F4492"/>
    <w:rsid w:val="008F54CE"/>
    <w:rsid w:val="008F55E1"/>
    <w:rsid w:val="008F5616"/>
    <w:rsid w:val="008F6164"/>
    <w:rsid w:val="008F623C"/>
    <w:rsid w:val="008F63F3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B17"/>
    <w:rsid w:val="00903245"/>
    <w:rsid w:val="009033F9"/>
    <w:rsid w:val="00903B7B"/>
    <w:rsid w:val="00903DDC"/>
    <w:rsid w:val="00903EBC"/>
    <w:rsid w:val="00904331"/>
    <w:rsid w:val="00904F86"/>
    <w:rsid w:val="0090577C"/>
    <w:rsid w:val="00905C93"/>
    <w:rsid w:val="009072A2"/>
    <w:rsid w:val="00907CB2"/>
    <w:rsid w:val="00910934"/>
    <w:rsid w:val="009110CE"/>
    <w:rsid w:val="00911A25"/>
    <w:rsid w:val="00911BA4"/>
    <w:rsid w:val="00913935"/>
    <w:rsid w:val="00914374"/>
    <w:rsid w:val="00914B70"/>
    <w:rsid w:val="00916212"/>
    <w:rsid w:val="009163F8"/>
    <w:rsid w:val="00916521"/>
    <w:rsid w:val="009167A9"/>
    <w:rsid w:val="0091718E"/>
    <w:rsid w:val="00921372"/>
    <w:rsid w:val="00921B4B"/>
    <w:rsid w:val="009227C4"/>
    <w:rsid w:val="00922E37"/>
    <w:rsid w:val="00923423"/>
    <w:rsid w:val="0092368D"/>
    <w:rsid w:val="009240A4"/>
    <w:rsid w:val="00924775"/>
    <w:rsid w:val="009248E3"/>
    <w:rsid w:val="00924BD5"/>
    <w:rsid w:val="00925ECB"/>
    <w:rsid w:val="00926E7F"/>
    <w:rsid w:val="009304D0"/>
    <w:rsid w:val="00930A98"/>
    <w:rsid w:val="00930E96"/>
    <w:rsid w:val="00930FCB"/>
    <w:rsid w:val="0093184D"/>
    <w:rsid w:val="00931B3B"/>
    <w:rsid w:val="00932012"/>
    <w:rsid w:val="0093246A"/>
    <w:rsid w:val="0093311C"/>
    <w:rsid w:val="0093375A"/>
    <w:rsid w:val="009348F5"/>
    <w:rsid w:val="00934C09"/>
    <w:rsid w:val="00934C5A"/>
    <w:rsid w:val="00935236"/>
    <w:rsid w:val="00935325"/>
    <w:rsid w:val="009358FC"/>
    <w:rsid w:val="00936192"/>
    <w:rsid w:val="00936968"/>
    <w:rsid w:val="0093700A"/>
    <w:rsid w:val="0093732D"/>
    <w:rsid w:val="00937550"/>
    <w:rsid w:val="00937FC5"/>
    <w:rsid w:val="00940039"/>
    <w:rsid w:val="00941353"/>
    <w:rsid w:val="009414F1"/>
    <w:rsid w:val="00941D56"/>
    <w:rsid w:val="00942398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7CB"/>
    <w:rsid w:val="009462A6"/>
    <w:rsid w:val="00946366"/>
    <w:rsid w:val="00951043"/>
    <w:rsid w:val="0095119B"/>
    <w:rsid w:val="00951506"/>
    <w:rsid w:val="0095168D"/>
    <w:rsid w:val="00952248"/>
    <w:rsid w:val="0095283D"/>
    <w:rsid w:val="00953127"/>
    <w:rsid w:val="00953FA4"/>
    <w:rsid w:val="00954302"/>
    <w:rsid w:val="00954A03"/>
    <w:rsid w:val="0095569B"/>
    <w:rsid w:val="00955C5B"/>
    <w:rsid w:val="009564DF"/>
    <w:rsid w:val="009567FE"/>
    <w:rsid w:val="009576F4"/>
    <w:rsid w:val="00957BCC"/>
    <w:rsid w:val="0096008F"/>
    <w:rsid w:val="00960116"/>
    <w:rsid w:val="00960155"/>
    <w:rsid w:val="00960175"/>
    <w:rsid w:val="0096020D"/>
    <w:rsid w:val="00960AF0"/>
    <w:rsid w:val="00960ED5"/>
    <w:rsid w:val="00961050"/>
    <w:rsid w:val="00961209"/>
    <w:rsid w:val="009612F9"/>
    <w:rsid w:val="00961DBC"/>
    <w:rsid w:val="009623F0"/>
    <w:rsid w:val="00964290"/>
    <w:rsid w:val="00964383"/>
    <w:rsid w:val="009650A9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D78"/>
    <w:rsid w:val="00982EB1"/>
    <w:rsid w:val="00983293"/>
    <w:rsid w:val="00983BBA"/>
    <w:rsid w:val="00983C91"/>
    <w:rsid w:val="009853BC"/>
    <w:rsid w:val="009857BC"/>
    <w:rsid w:val="00985F22"/>
    <w:rsid w:val="0098691B"/>
    <w:rsid w:val="00986E41"/>
    <w:rsid w:val="009906B0"/>
    <w:rsid w:val="00990B3F"/>
    <w:rsid w:val="00990FBD"/>
    <w:rsid w:val="00991025"/>
    <w:rsid w:val="009925F5"/>
    <w:rsid w:val="00993126"/>
    <w:rsid w:val="00994485"/>
    <w:rsid w:val="00994546"/>
    <w:rsid w:val="00995173"/>
    <w:rsid w:val="00996108"/>
    <w:rsid w:val="00996580"/>
    <w:rsid w:val="009975B2"/>
    <w:rsid w:val="009A059F"/>
    <w:rsid w:val="009A0B9A"/>
    <w:rsid w:val="009A15A5"/>
    <w:rsid w:val="009A21EF"/>
    <w:rsid w:val="009A2BB2"/>
    <w:rsid w:val="009A36A7"/>
    <w:rsid w:val="009A384E"/>
    <w:rsid w:val="009A3F97"/>
    <w:rsid w:val="009A4071"/>
    <w:rsid w:val="009A5859"/>
    <w:rsid w:val="009A6553"/>
    <w:rsid w:val="009A72E4"/>
    <w:rsid w:val="009B0D3F"/>
    <w:rsid w:val="009B12A6"/>
    <w:rsid w:val="009B12DE"/>
    <w:rsid w:val="009B1FF5"/>
    <w:rsid w:val="009B31F0"/>
    <w:rsid w:val="009B3BA4"/>
    <w:rsid w:val="009B3E22"/>
    <w:rsid w:val="009B3F2D"/>
    <w:rsid w:val="009B4722"/>
    <w:rsid w:val="009B5810"/>
    <w:rsid w:val="009B641C"/>
    <w:rsid w:val="009B6E93"/>
    <w:rsid w:val="009B6FB5"/>
    <w:rsid w:val="009B7149"/>
    <w:rsid w:val="009B7735"/>
    <w:rsid w:val="009C044E"/>
    <w:rsid w:val="009C08EE"/>
    <w:rsid w:val="009C1D4B"/>
    <w:rsid w:val="009C1ED3"/>
    <w:rsid w:val="009C2DA6"/>
    <w:rsid w:val="009C3064"/>
    <w:rsid w:val="009C37F1"/>
    <w:rsid w:val="009C3878"/>
    <w:rsid w:val="009C3B2E"/>
    <w:rsid w:val="009C4049"/>
    <w:rsid w:val="009C47F4"/>
    <w:rsid w:val="009C5189"/>
    <w:rsid w:val="009C54BC"/>
    <w:rsid w:val="009C55A8"/>
    <w:rsid w:val="009C5975"/>
    <w:rsid w:val="009C634C"/>
    <w:rsid w:val="009C697A"/>
    <w:rsid w:val="009C7C1E"/>
    <w:rsid w:val="009C7F07"/>
    <w:rsid w:val="009D0211"/>
    <w:rsid w:val="009D0AD6"/>
    <w:rsid w:val="009D239D"/>
    <w:rsid w:val="009D2C61"/>
    <w:rsid w:val="009D3175"/>
    <w:rsid w:val="009D374C"/>
    <w:rsid w:val="009D4CFD"/>
    <w:rsid w:val="009D55DC"/>
    <w:rsid w:val="009D614D"/>
    <w:rsid w:val="009D6651"/>
    <w:rsid w:val="009D6A19"/>
    <w:rsid w:val="009D751E"/>
    <w:rsid w:val="009D76BC"/>
    <w:rsid w:val="009E0C02"/>
    <w:rsid w:val="009E0C21"/>
    <w:rsid w:val="009E14AE"/>
    <w:rsid w:val="009E23A5"/>
    <w:rsid w:val="009E3392"/>
    <w:rsid w:val="009E3DEE"/>
    <w:rsid w:val="009E4699"/>
    <w:rsid w:val="009E4973"/>
    <w:rsid w:val="009E4EAA"/>
    <w:rsid w:val="009E5291"/>
    <w:rsid w:val="009E53FC"/>
    <w:rsid w:val="009E5966"/>
    <w:rsid w:val="009E5DE5"/>
    <w:rsid w:val="009E5F92"/>
    <w:rsid w:val="009E6049"/>
    <w:rsid w:val="009E61E3"/>
    <w:rsid w:val="009E692E"/>
    <w:rsid w:val="009E745A"/>
    <w:rsid w:val="009E7F88"/>
    <w:rsid w:val="009F0A51"/>
    <w:rsid w:val="009F1B72"/>
    <w:rsid w:val="009F2E40"/>
    <w:rsid w:val="009F36A1"/>
    <w:rsid w:val="009F43EB"/>
    <w:rsid w:val="009F4FAB"/>
    <w:rsid w:val="009F56A7"/>
    <w:rsid w:val="009F5FBB"/>
    <w:rsid w:val="00A00109"/>
    <w:rsid w:val="00A0106F"/>
    <w:rsid w:val="00A016F1"/>
    <w:rsid w:val="00A01B82"/>
    <w:rsid w:val="00A0256E"/>
    <w:rsid w:val="00A02595"/>
    <w:rsid w:val="00A03156"/>
    <w:rsid w:val="00A03801"/>
    <w:rsid w:val="00A03B9C"/>
    <w:rsid w:val="00A0447E"/>
    <w:rsid w:val="00A0565D"/>
    <w:rsid w:val="00A061FA"/>
    <w:rsid w:val="00A069F3"/>
    <w:rsid w:val="00A06C46"/>
    <w:rsid w:val="00A06E66"/>
    <w:rsid w:val="00A0776A"/>
    <w:rsid w:val="00A103EA"/>
    <w:rsid w:val="00A10447"/>
    <w:rsid w:val="00A104F9"/>
    <w:rsid w:val="00A1118C"/>
    <w:rsid w:val="00A11744"/>
    <w:rsid w:val="00A11BF4"/>
    <w:rsid w:val="00A1202D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0539"/>
    <w:rsid w:val="00A220C4"/>
    <w:rsid w:val="00A222B6"/>
    <w:rsid w:val="00A22820"/>
    <w:rsid w:val="00A22A63"/>
    <w:rsid w:val="00A23768"/>
    <w:rsid w:val="00A23BD4"/>
    <w:rsid w:val="00A243BC"/>
    <w:rsid w:val="00A24A54"/>
    <w:rsid w:val="00A25B94"/>
    <w:rsid w:val="00A261A6"/>
    <w:rsid w:val="00A27BDD"/>
    <w:rsid w:val="00A30EE2"/>
    <w:rsid w:val="00A32A07"/>
    <w:rsid w:val="00A34EBA"/>
    <w:rsid w:val="00A35798"/>
    <w:rsid w:val="00A35C42"/>
    <w:rsid w:val="00A37154"/>
    <w:rsid w:val="00A37B17"/>
    <w:rsid w:val="00A37C25"/>
    <w:rsid w:val="00A37C5E"/>
    <w:rsid w:val="00A40C69"/>
    <w:rsid w:val="00A41D0C"/>
    <w:rsid w:val="00A4239C"/>
    <w:rsid w:val="00A439CB"/>
    <w:rsid w:val="00A44771"/>
    <w:rsid w:val="00A449D9"/>
    <w:rsid w:val="00A45ED6"/>
    <w:rsid w:val="00A46CAB"/>
    <w:rsid w:val="00A47858"/>
    <w:rsid w:val="00A50E33"/>
    <w:rsid w:val="00A5101C"/>
    <w:rsid w:val="00A514B1"/>
    <w:rsid w:val="00A514C1"/>
    <w:rsid w:val="00A5213C"/>
    <w:rsid w:val="00A52175"/>
    <w:rsid w:val="00A52490"/>
    <w:rsid w:val="00A52964"/>
    <w:rsid w:val="00A52AFC"/>
    <w:rsid w:val="00A533BB"/>
    <w:rsid w:val="00A5363B"/>
    <w:rsid w:val="00A555EA"/>
    <w:rsid w:val="00A55962"/>
    <w:rsid w:val="00A5638F"/>
    <w:rsid w:val="00A57271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6DF"/>
    <w:rsid w:val="00A659A4"/>
    <w:rsid w:val="00A65B36"/>
    <w:rsid w:val="00A66B4D"/>
    <w:rsid w:val="00A708D3"/>
    <w:rsid w:val="00A721ED"/>
    <w:rsid w:val="00A731D2"/>
    <w:rsid w:val="00A732DA"/>
    <w:rsid w:val="00A73ECE"/>
    <w:rsid w:val="00A74099"/>
    <w:rsid w:val="00A74628"/>
    <w:rsid w:val="00A75AE2"/>
    <w:rsid w:val="00A76D3A"/>
    <w:rsid w:val="00A7723B"/>
    <w:rsid w:val="00A7726D"/>
    <w:rsid w:val="00A77DA9"/>
    <w:rsid w:val="00A8096B"/>
    <w:rsid w:val="00A80BCA"/>
    <w:rsid w:val="00A81BC6"/>
    <w:rsid w:val="00A82E85"/>
    <w:rsid w:val="00A837FC"/>
    <w:rsid w:val="00A83D3E"/>
    <w:rsid w:val="00A84759"/>
    <w:rsid w:val="00A857F2"/>
    <w:rsid w:val="00A858E0"/>
    <w:rsid w:val="00A85C3C"/>
    <w:rsid w:val="00A85E14"/>
    <w:rsid w:val="00A86C2B"/>
    <w:rsid w:val="00A870B8"/>
    <w:rsid w:val="00A9058A"/>
    <w:rsid w:val="00A90DB7"/>
    <w:rsid w:val="00A9152F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6D4E"/>
    <w:rsid w:val="00A97318"/>
    <w:rsid w:val="00A978AF"/>
    <w:rsid w:val="00AA0B15"/>
    <w:rsid w:val="00AA0B2C"/>
    <w:rsid w:val="00AA0FE7"/>
    <w:rsid w:val="00AA1579"/>
    <w:rsid w:val="00AA1688"/>
    <w:rsid w:val="00AA1B56"/>
    <w:rsid w:val="00AA2E8A"/>
    <w:rsid w:val="00AA3330"/>
    <w:rsid w:val="00AA3B08"/>
    <w:rsid w:val="00AA4AA4"/>
    <w:rsid w:val="00AA59DE"/>
    <w:rsid w:val="00AA5AB0"/>
    <w:rsid w:val="00AA6DB9"/>
    <w:rsid w:val="00AA7458"/>
    <w:rsid w:val="00AB0B9E"/>
    <w:rsid w:val="00AB2105"/>
    <w:rsid w:val="00AB2292"/>
    <w:rsid w:val="00AB3F6E"/>
    <w:rsid w:val="00AB47AF"/>
    <w:rsid w:val="00AB53F2"/>
    <w:rsid w:val="00AB5AE1"/>
    <w:rsid w:val="00AB5B9E"/>
    <w:rsid w:val="00AB5C71"/>
    <w:rsid w:val="00AB617A"/>
    <w:rsid w:val="00AB7470"/>
    <w:rsid w:val="00AB75E1"/>
    <w:rsid w:val="00AB7D04"/>
    <w:rsid w:val="00AC0897"/>
    <w:rsid w:val="00AC0E0C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42AA"/>
    <w:rsid w:val="00AC4AE3"/>
    <w:rsid w:val="00AC5814"/>
    <w:rsid w:val="00AC6F00"/>
    <w:rsid w:val="00AC7069"/>
    <w:rsid w:val="00AC77D8"/>
    <w:rsid w:val="00AC77EF"/>
    <w:rsid w:val="00AD0213"/>
    <w:rsid w:val="00AD0584"/>
    <w:rsid w:val="00AD17EF"/>
    <w:rsid w:val="00AD1F60"/>
    <w:rsid w:val="00AD279C"/>
    <w:rsid w:val="00AD367B"/>
    <w:rsid w:val="00AD42A3"/>
    <w:rsid w:val="00AD4E4A"/>
    <w:rsid w:val="00AD587B"/>
    <w:rsid w:val="00AD58B4"/>
    <w:rsid w:val="00AD6397"/>
    <w:rsid w:val="00AD680E"/>
    <w:rsid w:val="00AD7159"/>
    <w:rsid w:val="00AD71BA"/>
    <w:rsid w:val="00AD72FD"/>
    <w:rsid w:val="00AD73EF"/>
    <w:rsid w:val="00AD7FE1"/>
    <w:rsid w:val="00AE0778"/>
    <w:rsid w:val="00AE13CC"/>
    <w:rsid w:val="00AE1454"/>
    <w:rsid w:val="00AE1F15"/>
    <w:rsid w:val="00AE24E2"/>
    <w:rsid w:val="00AE3643"/>
    <w:rsid w:val="00AE3B9C"/>
    <w:rsid w:val="00AE412D"/>
    <w:rsid w:val="00AE45A5"/>
    <w:rsid w:val="00AE519B"/>
    <w:rsid w:val="00AE5580"/>
    <w:rsid w:val="00AE618E"/>
    <w:rsid w:val="00AF0C9F"/>
    <w:rsid w:val="00AF2486"/>
    <w:rsid w:val="00AF252B"/>
    <w:rsid w:val="00AF2622"/>
    <w:rsid w:val="00AF2F3D"/>
    <w:rsid w:val="00AF3117"/>
    <w:rsid w:val="00AF336D"/>
    <w:rsid w:val="00AF4139"/>
    <w:rsid w:val="00AF4686"/>
    <w:rsid w:val="00AF4C10"/>
    <w:rsid w:val="00AF4F04"/>
    <w:rsid w:val="00AF6744"/>
    <w:rsid w:val="00AF6B60"/>
    <w:rsid w:val="00AF70FA"/>
    <w:rsid w:val="00B005EA"/>
    <w:rsid w:val="00B01EB4"/>
    <w:rsid w:val="00B03D79"/>
    <w:rsid w:val="00B03DFB"/>
    <w:rsid w:val="00B03EAD"/>
    <w:rsid w:val="00B03F5D"/>
    <w:rsid w:val="00B03F9D"/>
    <w:rsid w:val="00B0472B"/>
    <w:rsid w:val="00B04F05"/>
    <w:rsid w:val="00B05885"/>
    <w:rsid w:val="00B06797"/>
    <w:rsid w:val="00B06A05"/>
    <w:rsid w:val="00B073AF"/>
    <w:rsid w:val="00B10BCB"/>
    <w:rsid w:val="00B118E3"/>
    <w:rsid w:val="00B12E43"/>
    <w:rsid w:val="00B132F6"/>
    <w:rsid w:val="00B14044"/>
    <w:rsid w:val="00B14248"/>
    <w:rsid w:val="00B14F11"/>
    <w:rsid w:val="00B15290"/>
    <w:rsid w:val="00B15AF8"/>
    <w:rsid w:val="00B15BB3"/>
    <w:rsid w:val="00B15D66"/>
    <w:rsid w:val="00B161D5"/>
    <w:rsid w:val="00B16869"/>
    <w:rsid w:val="00B16930"/>
    <w:rsid w:val="00B17511"/>
    <w:rsid w:val="00B1781C"/>
    <w:rsid w:val="00B205BB"/>
    <w:rsid w:val="00B20D54"/>
    <w:rsid w:val="00B223B0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C2B"/>
    <w:rsid w:val="00B26FA8"/>
    <w:rsid w:val="00B274EE"/>
    <w:rsid w:val="00B2791B"/>
    <w:rsid w:val="00B279F1"/>
    <w:rsid w:val="00B27B61"/>
    <w:rsid w:val="00B27B66"/>
    <w:rsid w:val="00B30885"/>
    <w:rsid w:val="00B31242"/>
    <w:rsid w:val="00B3216B"/>
    <w:rsid w:val="00B326FA"/>
    <w:rsid w:val="00B34646"/>
    <w:rsid w:val="00B349EF"/>
    <w:rsid w:val="00B35121"/>
    <w:rsid w:val="00B353A7"/>
    <w:rsid w:val="00B3562C"/>
    <w:rsid w:val="00B35CAB"/>
    <w:rsid w:val="00B35DFE"/>
    <w:rsid w:val="00B367EA"/>
    <w:rsid w:val="00B370B6"/>
    <w:rsid w:val="00B40531"/>
    <w:rsid w:val="00B40D1F"/>
    <w:rsid w:val="00B4169D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C14"/>
    <w:rsid w:val="00B52804"/>
    <w:rsid w:val="00B52B72"/>
    <w:rsid w:val="00B53241"/>
    <w:rsid w:val="00B542B0"/>
    <w:rsid w:val="00B56351"/>
    <w:rsid w:val="00B56AA5"/>
    <w:rsid w:val="00B573D3"/>
    <w:rsid w:val="00B57943"/>
    <w:rsid w:val="00B57CBB"/>
    <w:rsid w:val="00B57D14"/>
    <w:rsid w:val="00B57EE0"/>
    <w:rsid w:val="00B604C2"/>
    <w:rsid w:val="00B60E3B"/>
    <w:rsid w:val="00B61D1E"/>
    <w:rsid w:val="00B62982"/>
    <w:rsid w:val="00B62CED"/>
    <w:rsid w:val="00B6301E"/>
    <w:rsid w:val="00B644ED"/>
    <w:rsid w:val="00B6457C"/>
    <w:rsid w:val="00B64BE6"/>
    <w:rsid w:val="00B64C6D"/>
    <w:rsid w:val="00B64CBB"/>
    <w:rsid w:val="00B64ED3"/>
    <w:rsid w:val="00B65B97"/>
    <w:rsid w:val="00B66CE8"/>
    <w:rsid w:val="00B67BF1"/>
    <w:rsid w:val="00B70068"/>
    <w:rsid w:val="00B7041B"/>
    <w:rsid w:val="00B706B6"/>
    <w:rsid w:val="00B70A88"/>
    <w:rsid w:val="00B70EF5"/>
    <w:rsid w:val="00B70F7C"/>
    <w:rsid w:val="00B710E9"/>
    <w:rsid w:val="00B716F5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122"/>
    <w:rsid w:val="00B85F54"/>
    <w:rsid w:val="00B864A8"/>
    <w:rsid w:val="00B86F21"/>
    <w:rsid w:val="00B87404"/>
    <w:rsid w:val="00B8789A"/>
    <w:rsid w:val="00B87F8B"/>
    <w:rsid w:val="00B90D6B"/>
    <w:rsid w:val="00B91A91"/>
    <w:rsid w:val="00B92133"/>
    <w:rsid w:val="00B92710"/>
    <w:rsid w:val="00B931F3"/>
    <w:rsid w:val="00B9353E"/>
    <w:rsid w:val="00B9378D"/>
    <w:rsid w:val="00B93A47"/>
    <w:rsid w:val="00B94138"/>
    <w:rsid w:val="00B94291"/>
    <w:rsid w:val="00B949DA"/>
    <w:rsid w:val="00B950F6"/>
    <w:rsid w:val="00B95AB0"/>
    <w:rsid w:val="00B95D54"/>
    <w:rsid w:val="00B961B9"/>
    <w:rsid w:val="00B97519"/>
    <w:rsid w:val="00B9781A"/>
    <w:rsid w:val="00B97838"/>
    <w:rsid w:val="00B9786A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B03"/>
    <w:rsid w:val="00BA624C"/>
    <w:rsid w:val="00BA7409"/>
    <w:rsid w:val="00BB12B4"/>
    <w:rsid w:val="00BB2E7C"/>
    <w:rsid w:val="00BB2FF6"/>
    <w:rsid w:val="00BB38CB"/>
    <w:rsid w:val="00BB3938"/>
    <w:rsid w:val="00BB3E03"/>
    <w:rsid w:val="00BB3E96"/>
    <w:rsid w:val="00BB4082"/>
    <w:rsid w:val="00BB4275"/>
    <w:rsid w:val="00BB42A4"/>
    <w:rsid w:val="00BB5A16"/>
    <w:rsid w:val="00BB5A61"/>
    <w:rsid w:val="00BB6115"/>
    <w:rsid w:val="00BB688C"/>
    <w:rsid w:val="00BB733C"/>
    <w:rsid w:val="00BB7486"/>
    <w:rsid w:val="00BB77A1"/>
    <w:rsid w:val="00BC0115"/>
    <w:rsid w:val="00BC0130"/>
    <w:rsid w:val="00BC01B4"/>
    <w:rsid w:val="00BC0CCA"/>
    <w:rsid w:val="00BC0E9C"/>
    <w:rsid w:val="00BC12CA"/>
    <w:rsid w:val="00BC1311"/>
    <w:rsid w:val="00BC1B02"/>
    <w:rsid w:val="00BC1FDE"/>
    <w:rsid w:val="00BC21B6"/>
    <w:rsid w:val="00BC323F"/>
    <w:rsid w:val="00BC3C1F"/>
    <w:rsid w:val="00BC576B"/>
    <w:rsid w:val="00BC5D06"/>
    <w:rsid w:val="00BC5D7C"/>
    <w:rsid w:val="00BC5FF1"/>
    <w:rsid w:val="00BC66BD"/>
    <w:rsid w:val="00BC7B08"/>
    <w:rsid w:val="00BD019F"/>
    <w:rsid w:val="00BD0380"/>
    <w:rsid w:val="00BD048D"/>
    <w:rsid w:val="00BD099D"/>
    <w:rsid w:val="00BD0F5E"/>
    <w:rsid w:val="00BD0FFB"/>
    <w:rsid w:val="00BD1AEF"/>
    <w:rsid w:val="00BD243E"/>
    <w:rsid w:val="00BD2A96"/>
    <w:rsid w:val="00BD3878"/>
    <w:rsid w:val="00BD4944"/>
    <w:rsid w:val="00BD497C"/>
    <w:rsid w:val="00BD5015"/>
    <w:rsid w:val="00BD502E"/>
    <w:rsid w:val="00BD54E6"/>
    <w:rsid w:val="00BD5E8C"/>
    <w:rsid w:val="00BD62A1"/>
    <w:rsid w:val="00BD683A"/>
    <w:rsid w:val="00BD75DE"/>
    <w:rsid w:val="00BD79AC"/>
    <w:rsid w:val="00BD7BBE"/>
    <w:rsid w:val="00BD7E5F"/>
    <w:rsid w:val="00BE06BA"/>
    <w:rsid w:val="00BE14E0"/>
    <w:rsid w:val="00BE2415"/>
    <w:rsid w:val="00BE2C72"/>
    <w:rsid w:val="00BE2D7C"/>
    <w:rsid w:val="00BE3FB6"/>
    <w:rsid w:val="00BE3FEB"/>
    <w:rsid w:val="00BE463C"/>
    <w:rsid w:val="00BE5415"/>
    <w:rsid w:val="00BE5D5D"/>
    <w:rsid w:val="00BE681F"/>
    <w:rsid w:val="00BF0BCB"/>
    <w:rsid w:val="00BF1B7A"/>
    <w:rsid w:val="00BF1BEE"/>
    <w:rsid w:val="00BF219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98F"/>
    <w:rsid w:val="00C01BBA"/>
    <w:rsid w:val="00C02097"/>
    <w:rsid w:val="00C02413"/>
    <w:rsid w:val="00C02B7E"/>
    <w:rsid w:val="00C033C9"/>
    <w:rsid w:val="00C03504"/>
    <w:rsid w:val="00C04289"/>
    <w:rsid w:val="00C04A09"/>
    <w:rsid w:val="00C04EF8"/>
    <w:rsid w:val="00C04F29"/>
    <w:rsid w:val="00C04F6C"/>
    <w:rsid w:val="00C05657"/>
    <w:rsid w:val="00C05778"/>
    <w:rsid w:val="00C05C0B"/>
    <w:rsid w:val="00C0607C"/>
    <w:rsid w:val="00C06D96"/>
    <w:rsid w:val="00C07420"/>
    <w:rsid w:val="00C078DF"/>
    <w:rsid w:val="00C07E77"/>
    <w:rsid w:val="00C1023A"/>
    <w:rsid w:val="00C1075C"/>
    <w:rsid w:val="00C1083E"/>
    <w:rsid w:val="00C10AE0"/>
    <w:rsid w:val="00C1217D"/>
    <w:rsid w:val="00C1303F"/>
    <w:rsid w:val="00C1360C"/>
    <w:rsid w:val="00C13750"/>
    <w:rsid w:val="00C14B4B"/>
    <w:rsid w:val="00C14BA8"/>
    <w:rsid w:val="00C151FF"/>
    <w:rsid w:val="00C1651D"/>
    <w:rsid w:val="00C16C81"/>
    <w:rsid w:val="00C16CCD"/>
    <w:rsid w:val="00C16F42"/>
    <w:rsid w:val="00C17485"/>
    <w:rsid w:val="00C179F9"/>
    <w:rsid w:val="00C202E3"/>
    <w:rsid w:val="00C205AF"/>
    <w:rsid w:val="00C21120"/>
    <w:rsid w:val="00C2165D"/>
    <w:rsid w:val="00C218C0"/>
    <w:rsid w:val="00C2192B"/>
    <w:rsid w:val="00C21EBB"/>
    <w:rsid w:val="00C229F3"/>
    <w:rsid w:val="00C22B09"/>
    <w:rsid w:val="00C22B26"/>
    <w:rsid w:val="00C22FB1"/>
    <w:rsid w:val="00C23D63"/>
    <w:rsid w:val="00C23E9F"/>
    <w:rsid w:val="00C242CD"/>
    <w:rsid w:val="00C246B3"/>
    <w:rsid w:val="00C25350"/>
    <w:rsid w:val="00C25D37"/>
    <w:rsid w:val="00C26C59"/>
    <w:rsid w:val="00C27267"/>
    <w:rsid w:val="00C27331"/>
    <w:rsid w:val="00C301BD"/>
    <w:rsid w:val="00C3048C"/>
    <w:rsid w:val="00C30689"/>
    <w:rsid w:val="00C3096A"/>
    <w:rsid w:val="00C315E0"/>
    <w:rsid w:val="00C31796"/>
    <w:rsid w:val="00C317E3"/>
    <w:rsid w:val="00C31A63"/>
    <w:rsid w:val="00C31FAF"/>
    <w:rsid w:val="00C324B5"/>
    <w:rsid w:val="00C3283A"/>
    <w:rsid w:val="00C33F89"/>
    <w:rsid w:val="00C34245"/>
    <w:rsid w:val="00C35708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8DD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1D1"/>
    <w:rsid w:val="00C50682"/>
    <w:rsid w:val="00C50D02"/>
    <w:rsid w:val="00C51883"/>
    <w:rsid w:val="00C51CC0"/>
    <w:rsid w:val="00C52538"/>
    <w:rsid w:val="00C53277"/>
    <w:rsid w:val="00C53451"/>
    <w:rsid w:val="00C544A2"/>
    <w:rsid w:val="00C54548"/>
    <w:rsid w:val="00C5495C"/>
    <w:rsid w:val="00C5506C"/>
    <w:rsid w:val="00C5533F"/>
    <w:rsid w:val="00C55AA2"/>
    <w:rsid w:val="00C567DA"/>
    <w:rsid w:val="00C56CCB"/>
    <w:rsid w:val="00C572D9"/>
    <w:rsid w:val="00C57F44"/>
    <w:rsid w:val="00C60178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31F3"/>
    <w:rsid w:val="00C73522"/>
    <w:rsid w:val="00C743F3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681E"/>
    <w:rsid w:val="00C769F4"/>
    <w:rsid w:val="00C76B75"/>
    <w:rsid w:val="00C76B86"/>
    <w:rsid w:val="00C779BC"/>
    <w:rsid w:val="00C77B60"/>
    <w:rsid w:val="00C77E8F"/>
    <w:rsid w:val="00C80850"/>
    <w:rsid w:val="00C80943"/>
    <w:rsid w:val="00C81862"/>
    <w:rsid w:val="00C820FB"/>
    <w:rsid w:val="00C827D4"/>
    <w:rsid w:val="00C82B2E"/>
    <w:rsid w:val="00C8385F"/>
    <w:rsid w:val="00C84481"/>
    <w:rsid w:val="00C84826"/>
    <w:rsid w:val="00C84943"/>
    <w:rsid w:val="00C857DC"/>
    <w:rsid w:val="00C857F3"/>
    <w:rsid w:val="00C85821"/>
    <w:rsid w:val="00C858FA"/>
    <w:rsid w:val="00C860D1"/>
    <w:rsid w:val="00C8753A"/>
    <w:rsid w:val="00C87D7A"/>
    <w:rsid w:val="00C87E40"/>
    <w:rsid w:val="00C91B38"/>
    <w:rsid w:val="00C91FC4"/>
    <w:rsid w:val="00C92D2D"/>
    <w:rsid w:val="00C93963"/>
    <w:rsid w:val="00C93A7B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A15"/>
    <w:rsid w:val="00CA4BE0"/>
    <w:rsid w:val="00CA4CE6"/>
    <w:rsid w:val="00CA5682"/>
    <w:rsid w:val="00CA74AD"/>
    <w:rsid w:val="00CA74DE"/>
    <w:rsid w:val="00CA7643"/>
    <w:rsid w:val="00CA7E3F"/>
    <w:rsid w:val="00CA7EC7"/>
    <w:rsid w:val="00CB13A5"/>
    <w:rsid w:val="00CB21C3"/>
    <w:rsid w:val="00CB28D5"/>
    <w:rsid w:val="00CB38F8"/>
    <w:rsid w:val="00CB46B3"/>
    <w:rsid w:val="00CB57E9"/>
    <w:rsid w:val="00CB59C5"/>
    <w:rsid w:val="00CB6206"/>
    <w:rsid w:val="00CB6559"/>
    <w:rsid w:val="00CB6EA2"/>
    <w:rsid w:val="00CB716A"/>
    <w:rsid w:val="00CB762B"/>
    <w:rsid w:val="00CB772F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C756D"/>
    <w:rsid w:val="00CC75A7"/>
    <w:rsid w:val="00CD099B"/>
    <w:rsid w:val="00CD0F77"/>
    <w:rsid w:val="00CD235D"/>
    <w:rsid w:val="00CD322F"/>
    <w:rsid w:val="00CD4367"/>
    <w:rsid w:val="00CD4831"/>
    <w:rsid w:val="00CD4916"/>
    <w:rsid w:val="00CD52F5"/>
    <w:rsid w:val="00CD683F"/>
    <w:rsid w:val="00CD6DE0"/>
    <w:rsid w:val="00CD73B3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97B"/>
    <w:rsid w:val="00CE3EE9"/>
    <w:rsid w:val="00CE406C"/>
    <w:rsid w:val="00CE4651"/>
    <w:rsid w:val="00CE478D"/>
    <w:rsid w:val="00CE4BBB"/>
    <w:rsid w:val="00CE59F3"/>
    <w:rsid w:val="00CE5B9A"/>
    <w:rsid w:val="00CE6272"/>
    <w:rsid w:val="00CE65A4"/>
    <w:rsid w:val="00CE79EF"/>
    <w:rsid w:val="00CE7B1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4CCD"/>
    <w:rsid w:val="00CF5DB6"/>
    <w:rsid w:val="00CF6A5E"/>
    <w:rsid w:val="00CF6E84"/>
    <w:rsid w:val="00CF6FBA"/>
    <w:rsid w:val="00CF7101"/>
    <w:rsid w:val="00CF79CB"/>
    <w:rsid w:val="00CF7C4A"/>
    <w:rsid w:val="00D00B58"/>
    <w:rsid w:val="00D00EE8"/>
    <w:rsid w:val="00D023C2"/>
    <w:rsid w:val="00D0249C"/>
    <w:rsid w:val="00D0286D"/>
    <w:rsid w:val="00D02C79"/>
    <w:rsid w:val="00D02D0F"/>
    <w:rsid w:val="00D03C76"/>
    <w:rsid w:val="00D044A3"/>
    <w:rsid w:val="00D05441"/>
    <w:rsid w:val="00D0606A"/>
    <w:rsid w:val="00D06AFB"/>
    <w:rsid w:val="00D1036A"/>
    <w:rsid w:val="00D111FE"/>
    <w:rsid w:val="00D11B50"/>
    <w:rsid w:val="00D11ECE"/>
    <w:rsid w:val="00D12965"/>
    <w:rsid w:val="00D12DFD"/>
    <w:rsid w:val="00D134C4"/>
    <w:rsid w:val="00D13BB5"/>
    <w:rsid w:val="00D14116"/>
    <w:rsid w:val="00D1495D"/>
    <w:rsid w:val="00D14A2A"/>
    <w:rsid w:val="00D15062"/>
    <w:rsid w:val="00D15136"/>
    <w:rsid w:val="00D15E7B"/>
    <w:rsid w:val="00D16262"/>
    <w:rsid w:val="00D204AF"/>
    <w:rsid w:val="00D214B1"/>
    <w:rsid w:val="00D216C5"/>
    <w:rsid w:val="00D21994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8F8"/>
    <w:rsid w:val="00D259EF"/>
    <w:rsid w:val="00D25EB0"/>
    <w:rsid w:val="00D265E6"/>
    <w:rsid w:val="00D27235"/>
    <w:rsid w:val="00D2745F"/>
    <w:rsid w:val="00D27DEC"/>
    <w:rsid w:val="00D303BC"/>
    <w:rsid w:val="00D30FF6"/>
    <w:rsid w:val="00D311DD"/>
    <w:rsid w:val="00D315F6"/>
    <w:rsid w:val="00D31F54"/>
    <w:rsid w:val="00D329AD"/>
    <w:rsid w:val="00D32D88"/>
    <w:rsid w:val="00D33665"/>
    <w:rsid w:val="00D33699"/>
    <w:rsid w:val="00D336B2"/>
    <w:rsid w:val="00D336FB"/>
    <w:rsid w:val="00D33BEB"/>
    <w:rsid w:val="00D33DE0"/>
    <w:rsid w:val="00D33F09"/>
    <w:rsid w:val="00D3416E"/>
    <w:rsid w:val="00D34C2C"/>
    <w:rsid w:val="00D3534D"/>
    <w:rsid w:val="00D3575F"/>
    <w:rsid w:val="00D35778"/>
    <w:rsid w:val="00D35BC8"/>
    <w:rsid w:val="00D3664A"/>
    <w:rsid w:val="00D36C16"/>
    <w:rsid w:val="00D378D6"/>
    <w:rsid w:val="00D378F4"/>
    <w:rsid w:val="00D37CA6"/>
    <w:rsid w:val="00D37CD5"/>
    <w:rsid w:val="00D41990"/>
    <w:rsid w:val="00D4275C"/>
    <w:rsid w:val="00D43214"/>
    <w:rsid w:val="00D43DAD"/>
    <w:rsid w:val="00D43E65"/>
    <w:rsid w:val="00D44116"/>
    <w:rsid w:val="00D4477C"/>
    <w:rsid w:val="00D447D3"/>
    <w:rsid w:val="00D454AC"/>
    <w:rsid w:val="00D46305"/>
    <w:rsid w:val="00D47ACA"/>
    <w:rsid w:val="00D47CBE"/>
    <w:rsid w:val="00D47E67"/>
    <w:rsid w:val="00D508B2"/>
    <w:rsid w:val="00D50F0B"/>
    <w:rsid w:val="00D50F7D"/>
    <w:rsid w:val="00D5112D"/>
    <w:rsid w:val="00D52ACD"/>
    <w:rsid w:val="00D530F5"/>
    <w:rsid w:val="00D532ED"/>
    <w:rsid w:val="00D53B34"/>
    <w:rsid w:val="00D53DC4"/>
    <w:rsid w:val="00D54187"/>
    <w:rsid w:val="00D543BB"/>
    <w:rsid w:val="00D54652"/>
    <w:rsid w:val="00D5491C"/>
    <w:rsid w:val="00D54E22"/>
    <w:rsid w:val="00D54F67"/>
    <w:rsid w:val="00D5570E"/>
    <w:rsid w:val="00D55C7A"/>
    <w:rsid w:val="00D55FD5"/>
    <w:rsid w:val="00D561DF"/>
    <w:rsid w:val="00D56302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AE3"/>
    <w:rsid w:val="00D61BD5"/>
    <w:rsid w:val="00D62388"/>
    <w:rsid w:val="00D62E5D"/>
    <w:rsid w:val="00D62FFA"/>
    <w:rsid w:val="00D63EE5"/>
    <w:rsid w:val="00D6418E"/>
    <w:rsid w:val="00D65335"/>
    <w:rsid w:val="00D6706A"/>
    <w:rsid w:val="00D672FA"/>
    <w:rsid w:val="00D6736C"/>
    <w:rsid w:val="00D70B8B"/>
    <w:rsid w:val="00D71E11"/>
    <w:rsid w:val="00D72782"/>
    <w:rsid w:val="00D728C3"/>
    <w:rsid w:val="00D730C0"/>
    <w:rsid w:val="00D73993"/>
    <w:rsid w:val="00D73B0D"/>
    <w:rsid w:val="00D74046"/>
    <w:rsid w:val="00D741A9"/>
    <w:rsid w:val="00D74D3B"/>
    <w:rsid w:val="00D752A1"/>
    <w:rsid w:val="00D75BA8"/>
    <w:rsid w:val="00D75E96"/>
    <w:rsid w:val="00D76302"/>
    <w:rsid w:val="00D7709D"/>
    <w:rsid w:val="00D770E2"/>
    <w:rsid w:val="00D778B9"/>
    <w:rsid w:val="00D80DAF"/>
    <w:rsid w:val="00D82C31"/>
    <w:rsid w:val="00D83479"/>
    <w:rsid w:val="00D8386A"/>
    <w:rsid w:val="00D84744"/>
    <w:rsid w:val="00D84746"/>
    <w:rsid w:val="00D84973"/>
    <w:rsid w:val="00D84ED2"/>
    <w:rsid w:val="00D85068"/>
    <w:rsid w:val="00D8507E"/>
    <w:rsid w:val="00D855DD"/>
    <w:rsid w:val="00D855E5"/>
    <w:rsid w:val="00D86896"/>
    <w:rsid w:val="00D8710B"/>
    <w:rsid w:val="00D87C2D"/>
    <w:rsid w:val="00D90C6F"/>
    <w:rsid w:val="00D91DD5"/>
    <w:rsid w:val="00D92AE6"/>
    <w:rsid w:val="00D92AF5"/>
    <w:rsid w:val="00D92D1C"/>
    <w:rsid w:val="00D92F2D"/>
    <w:rsid w:val="00D93000"/>
    <w:rsid w:val="00D9310F"/>
    <w:rsid w:val="00D932F2"/>
    <w:rsid w:val="00D937CD"/>
    <w:rsid w:val="00D93ED0"/>
    <w:rsid w:val="00D94D04"/>
    <w:rsid w:val="00D95788"/>
    <w:rsid w:val="00D958C7"/>
    <w:rsid w:val="00D96232"/>
    <w:rsid w:val="00D96CCB"/>
    <w:rsid w:val="00D97730"/>
    <w:rsid w:val="00D977AA"/>
    <w:rsid w:val="00D97967"/>
    <w:rsid w:val="00D9796F"/>
    <w:rsid w:val="00DA0AD1"/>
    <w:rsid w:val="00DA2C5D"/>
    <w:rsid w:val="00DA2D4B"/>
    <w:rsid w:val="00DA47AE"/>
    <w:rsid w:val="00DA47CF"/>
    <w:rsid w:val="00DA51AF"/>
    <w:rsid w:val="00DA6A78"/>
    <w:rsid w:val="00DA7AC7"/>
    <w:rsid w:val="00DB0316"/>
    <w:rsid w:val="00DB039E"/>
    <w:rsid w:val="00DB05EE"/>
    <w:rsid w:val="00DB072A"/>
    <w:rsid w:val="00DB08A5"/>
    <w:rsid w:val="00DB116A"/>
    <w:rsid w:val="00DB12FA"/>
    <w:rsid w:val="00DB1527"/>
    <w:rsid w:val="00DB1C4A"/>
    <w:rsid w:val="00DB1EE0"/>
    <w:rsid w:val="00DB2674"/>
    <w:rsid w:val="00DB2A0F"/>
    <w:rsid w:val="00DB484C"/>
    <w:rsid w:val="00DB4E7D"/>
    <w:rsid w:val="00DB634F"/>
    <w:rsid w:val="00DC0114"/>
    <w:rsid w:val="00DC1781"/>
    <w:rsid w:val="00DC1801"/>
    <w:rsid w:val="00DC1AF3"/>
    <w:rsid w:val="00DC24AF"/>
    <w:rsid w:val="00DC3EC4"/>
    <w:rsid w:val="00DC41FB"/>
    <w:rsid w:val="00DC516C"/>
    <w:rsid w:val="00DC5807"/>
    <w:rsid w:val="00DC667E"/>
    <w:rsid w:val="00DC69AE"/>
    <w:rsid w:val="00DC6B31"/>
    <w:rsid w:val="00DC6DD7"/>
    <w:rsid w:val="00DC6F7B"/>
    <w:rsid w:val="00DC7144"/>
    <w:rsid w:val="00DC73FE"/>
    <w:rsid w:val="00DD0219"/>
    <w:rsid w:val="00DD1875"/>
    <w:rsid w:val="00DD1E9A"/>
    <w:rsid w:val="00DD225C"/>
    <w:rsid w:val="00DD24D8"/>
    <w:rsid w:val="00DD3E6A"/>
    <w:rsid w:val="00DD3F77"/>
    <w:rsid w:val="00DD4A45"/>
    <w:rsid w:val="00DD64EF"/>
    <w:rsid w:val="00DD6E0D"/>
    <w:rsid w:val="00DD7E36"/>
    <w:rsid w:val="00DE00BC"/>
    <w:rsid w:val="00DE070E"/>
    <w:rsid w:val="00DE29B8"/>
    <w:rsid w:val="00DE324C"/>
    <w:rsid w:val="00DE37A4"/>
    <w:rsid w:val="00DE43C4"/>
    <w:rsid w:val="00DE5964"/>
    <w:rsid w:val="00DE5D89"/>
    <w:rsid w:val="00DE5E17"/>
    <w:rsid w:val="00DE645C"/>
    <w:rsid w:val="00DE6472"/>
    <w:rsid w:val="00DE77BA"/>
    <w:rsid w:val="00DE7E39"/>
    <w:rsid w:val="00DF18D8"/>
    <w:rsid w:val="00DF2634"/>
    <w:rsid w:val="00DF28A1"/>
    <w:rsid w:val="00DF2A1B"/>
    <w:rsid w:val="00DF31BC"/>
    <w:rsid w:val="00DF3419"/>
    <w:rsid w:val="00DF3E50"/>
    <w:rsid w:val="00DF4C84"/>
    <w:rsid w:val="00DF4ECA"/>
    <w:rsid w:val="00DF5E5B"/>
    <w:rsid w:val="00DF6F83"/>
    <w:rsid w:val="00DF7463"/>
    <w:rsid w:val="00DF795A"/>
    <w:rsid w:val="00DF7A4A"/>
    <w:rsid w:val="00E002EA"/>
    <w:rsid w:val="00E0067E"/>
    <w:rsid w:val="00E01965"/>
    <w:rsid w:val="00E02453"/>
    <w:rsid w:val="00E025E0"/>
    <w:rsid w:val="00E03FB0"/>
    <w:rsid w:val="00E04658"/>
    <w:rsid w:val="00E06544"/>
    <w:rsid w:val="00E069E8"/>
    <w:rsid w:val="00E071D8"/>
    <w:rsid w:val="00E07D8D"/>
    <w:rsid w:val="00E10B6C"/>
    <w:rsid w:val="00E10BD3"/>
    <w:rsid w:val="00E10CE6"/>
    <w:rsid w:val="00E10EE7"/>
    <w:rsid w:val="00E11182"/>
    <w:rsid w:val="00E11293"/>
    <w:rsid w:val="00E1131E"/>
    <w:rsid w:val="00E117EB"/>
    <w:rsid w:val="00E124DD"/>
    <w:rsid w:val="00E1295E"/>
    <w:rsid w:val="00E12DB8"/>
    <w:rsid w:val="00E12FD9"/>
    <w:rsid w:val="00E137A7"/>
    <w:rsid w:val="00E153C9"/>
    <w:rsid w:val="00E15569"/>
    <w:rsid w:val="00E15930"/>
    <w:rsid w:val="00E15C5C"/>
    <w:rsid w:val="00E1636F"/>
    <w:rsid w:val="00E164C2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308A8"/>
    <w:rsid w:val="00E308D6"/>
    <w:rsid w:val="00E30D89"/>
    <w:rsid w:val="00E31758"/>
    <w:rsid w:val="00E31BF0"/>
    <w:rsid w:val="00E31D0B"/>
    <w:rsid w:val="00E32103"/>
    <w:rsid w:val="00E337CC"/>
    <w:rsid w:val="00E33B06"/>
    <w:rsid w:val="00E346F1"/>
    <w:rsid w:val="00E35216"/>
    <w:rsid w:val="00E354C7"/>
    <w:rsid w:val="00E358FF"/>
    <w:rsid w:val="00E35A27"/>
    <w:rsid w:val="00E37859"/>
    <w:rsid w:val="00E40220"/>
    <w:rsid w:val="00E41C92"/>
    <w:rsid w:val="00E421C2"/>
    <w:rsid w:val="00E422F5"/>
    <w:rsid w:val="00E42DD9"/>
    <w:rsid w:val="00E43995"/>
    <w:rsid w:val="00E439C2"/>
    <w:rsid w:val="00E43E12"/>
    <w:rsid w:val="00E441B2"/>
    <w:rsid w:val="00E44724"/>
    <w:rsid w:val="00E44BBC"/>
    <w:rsid w:val="00E453DD"/>
    <w:rsid w:val="00E462EB"/>
    <w:rsid w:val="00E47605"/>
    <w:rsid w:val="00E50573"/>
    <w:rsid w:val="00E5074C"/>
    <w:rsid w:val="00E50C56"/>
    <w:rsid w:val="00E5254B"/>
    <w:rsid w:val="00E53445"/>
    <w:rsid w:val="00E5449F"/>
    <w:rsid w:val="00E556C2"/>
    <w:rsid w:val="00E603F4"/>
    <w:rsid w:val="00E623FD"/>
    <w:rsid w:val="00E62B05"/>
    <w:rsid w:val="00E63297"/>
    <w:rsid w:val="00E635FE"/>
    <w:rsid w:val="00E63AE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66D31"/>
    <w:rsid w:val="00E67558"/>
    <w:rsid w:val="00E7123B"/>
    <w:rsid w:val="00E71D8D"/>
    <w:rsid w:val="00E71F2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77CBB"/>
    <w:rsid w:val="00E80AAD"/>
    <w:rsid w:val="00E80D47"/>
    <w:rsid w:val="00E815A4"/>
    <w:rsid w:val="00E81F33"/>
    <w:rsid w:val="00E82399"/>
    <w:rsid w:val="00E851A6"/>
    <w:rsid w:val="00E8545C"/>
    <w:rsid w:val="00E85713"/>
    <w:rsid w:val="00E85962"/>
    <w:rsid w:val="00E85AFB"/>
    <w:rsid w:val="00E85DF0"/>
    <w:rsid w:val="00E876FE"/>
    <w:rsid w:val="00E8789A"/>
    <w:rsid w:val="00E90761"/>
    <w:rsid w:val="00E9136A"/>
    <w:rsid w:val="00E91F16"/>
    <w:rsid w:val="00E92783"/>
    <w:rsid w:val="00E9391E"/>
    <w:rsid w:val="00E95B44"/>
    <w:rsid w:val="00E95BE5"/>
    <w:rsid w:val="00E95D82"/>
    <w:rsid w:val="00EA14F8"/>
    <w:rsid w:val="00EA2155"/>
    <w:rsid w:val="00EA253B"/>
    <w:rsid w:val="00EA26C4"/>
    <w:rsid w:val="00EA2E83"/>
    <w:rsid w:val="00EA3458"/>
    <w:rsid w:val="00EA34AA"/>
    <w:rsid w:val="00EA461E"/>
    <w:rsid w:val="00EA4EDF"/>
    <w:rsid w:val="00EA5061"/>
    <w:rsid w:val="00EA620C"/>
    <w:rsid w:val="00EA6299"/>
    <w:rsid w:val="00EA62B3"/>
    <w:rsid w:val="00EA639B"/>
    <w:rsid w:val="00EA6DE0"/>
    <w:rsid w:val="00EA6FAC"/>
    <w:rsid w:val="00EA7CFE"/>
    <w:rsid w:val="00EB0B49"/>
    <w:rsid w:val="00EB1AEC"/>
    <w:rsid w:val="00EB1B17"/>
    <w:rsid w:val="00EB1B96"/>
    <w:rsid w:val="00EB1D2D"/>
    <w:rsid w:val="00EB2136"/>
    <w:rsid w:val="00EB2C24"/>
    <w:rsid w:val="00EB2EC2"/>
    <w:rsid w:val="00EB30C8"/>
    <w:rsid w:val="00EB3475"/>
    <w:rsid w:val="00EB3599"/>
    <w:rsid w:val="00EB4F58"/>
    <w:rsid w:val="00EB569E"/>
    <w:rsid w:val="00EB5C7B"/>
    <w:rsid w:val="00EB5F63"/>
    <w:rsid w:val="00EB6073"/>
    <w:rsid w:val="00EB61DE"/>
    <w:rsid w:val="00EB6597"/>
    <w:rsid w:val="00EB6A65"/>
    <w:rsid w:val="00EB7750"/>
    <w:rsid w:val="00EB7ADF"/>
    <w:rsid w:val="00EC1093"/>
    <w:rsid w:val="00EC1B31"/>
    <w:rsid w:val="00EC1FE1"/>
    <w:rsid w:val="00EC347C"/>
    <w:rsid w:val="00EC4378"/>
    <w:rsid w:val="00EC43BD"/>
    <w:rsid w:val="00EC4864"/>
    <w:rsid w:val="00EC4B2B"/>
    <w:rsid w:val="00EC4DFE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2E7"/>
    <w:rsid w:val="00ED4910"/>
    <w:rsid w:val="00ED51D8"/>
    <w:rsid w:val="00ED5535"/>
    <w:rsid w:val="00ED61E5"/>
    <w:rsid w:val="00ED7213"/>
    <w:rsid w:val="00ED75D7"/>
    <w:rsid w:val="00ED7688"/>
    <w:rsid w:val="00ED7AC2"/>
    <w:rsid w:val="00ED7D1D"/>
    <w:rsid w:val="00EE0A25"/>
    <w:rsid w:val="00EE0B17"/>
    <w:rsid w:val="00EE0C84"/>
    <w:rsid w:val="00EE10A7"/>
    <w:rsid w:val="00EE1692"/>
    <w:rsid w:val="00EE1778"/>
    <w:rsid w:val="00EE17FE"/>
    <w:rsid w:val="00EE18DA"/>
    <w:rsid w:val="00EE1CC1"/>
    <w:rsid w:val="00EE1DF3"/>
    <w:rsid w:val="00EE2BB1"/>
    <w:rsid w:val="00EE4177"/>
    <w:rsid w:val="00EE4549"/>
    <w:rsid w:val="00EE4587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E7BDA"/>
    <w:rsid w:val="00EF0F23"/>
    <w:rsid w:val="00EF204E"/>
    <w:rsid w:val="00EF21C8"/>
    <w:rsid w:val="00EF237F"/>
    <w:rsid w:val="00EF30A1"/>
    <w:rsid w:val="00EF3F27"/>
    <w:rsid w:val="00EF3F45"/>
    <w:rsid w:val="00EF4BB9"/>
    <w:rsid w:val="00EF5836"/>
    <w:rsid w:val="00EF62F9"/>
    <w:rsid w:val="00EF6D71"/>
    <w:rsid w:val="00EF6E1D"/>
    <w:rsid w:val="00EF79BF"/>
    <w:rsid w:val="00EF7BB5"/>
    <w:rsid w:val="00F0031B"/>
    <w:rsid w:val="00F0265C"/>
    <w:rsid w:val="00F03865"/>
    <w:rsid w:val="00F041E4"/>
    <w:rsid w:val="00F045F1"/>
    <w:rsid w:val="00F0479C"/>
    <w:rsid w:val="00F04B5D"/>
    <w:rsid w:val="00F053E4"/>
    <w:rsid w:val="00F062CD"/>
    <w:rsid w:val="00F07940"/>
    <w:rsid w:val="00F07FC1"/>
    <w:rsid w:val="00F1031C"/>
    <w:rsid w:val="00F10518"/>
    <w:rsid w:val="00F105DC"/>
    <w:rsid w:val="00F10874"/>
    <w:rsid w:val="00F122A5"/>
    <w:rsid w:val="00F12543"/>
    <w:rsid w:val="00F128C7"/>
    <w:rsid w:val="00F12B9E"/>
    <w:rsid w:val="00F134EF"/>
    <w:rsid w:val="00F13698"/>
    <w:rsid w:val="00F136B5"/>
    <w:rsid w:val="00F13CA3"/>
    <w:rsid w:val="00F1472A"/>
    <w:rsid w:val="00F1494C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313D"/>
    <w:rsid w:val="00F24221"/>
    <w:rsid w:val="00F2676A"/>
    <w:rsid w:val="00F26E06"/>
    <w:rsid w:val="00F27B77"/>
    <w:rsid w:val="00F316E6"/>
    <w:rsid w:val="00F325C2"/>
    <w:rsid w:val="00F32709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B5D"/>
    <w:rsid w:val="00F41C18"/>
    <w:rsid w:val="00F4200B"/>
    <w:rsid w:val="00F426FB"/>
    <w:rsid w:val="00F42C86"/>
    <w:rsid w:val="00F42DF8"/>
    <w:rsid w:val="00F45337"/>
    <w:rsid w:val="00F453F1"/>
    <w:rsid w:val="00F458E5"/>
    <w:rsid w:val="00F45BDC"/>
    <w:rsid w:val="00F45E3D"/>
    <w:rsid w:val="00F45ECF"/>
    <w:rsid w:val="00F46BF5"/>
    <w:rsid w:val="00F479BD"/>
    <w:rsid w:val="00F47ADA"/>
    <w:rsid w:val="00F50F40"/>
    <w:rsid w:val="00F5104B"/>
    <w:rsid w:val="00F51304"/>
    <w:rsid w:val="00F52BB9"/>
    <w:rsid w:val="00F53045"/>
    <w:rsid w:val="00F53499"/>
    <w:rsid w:val="00F53AAC"/>
    <w:rsid w:val="00F54425"/>
    <w:rsid w:val="00F54581"/>
    <w:rsid w:val="00F55071"/>
    <w:rsid w:val="00F55540"/>
    <w:rsid w:val="00F55F50"/>
    <w:rsid w:val="00F56054"/>
    <w:rsid w:val="00F563AF"/>
    <w:rsid w:val="00F5645A"/>
    <w:rsid w:val="00F56AF7"/>
    <w:rsid w:val="00F56BCB"/>
    <w:rsid w:val="00F56D39"/>
    <w:rsid w:val="00F56DD1"/>
    <w:rsid w:val="00F56ECB"/>
    <w:rsid w:val="00F572FB"/>
    <w:rsid w:val="00F61132"/>
    <w:rsid w:val="00F61376"/>
    <w:rsid w:val="00F6168E"/>
    <w:rsid w:val="00F61D69"/>
    <w:rsid w:val="00F634D7"/>
    <w:rsid w:val="00F63A38"/>
    <w:rsid w:val="00F63BE6"/>
    <w:rsid w:val="00F63F83"/>
    <w:rsid w:val="00F6430A"/>
    <w:rsid w:val="00F64D94"/>
    <w:rsid w:val="00F64ED5"/>
    <w:rsid w:val="00F657E2"/>
    <w:rsid w:val="00F65BE1"/>
    <w:rsid w:val="00F65FC6"/>
    <w:rsid w:val="00F66281"/>
    <w:rsid w:val="00F6635A"/>
    <w:rsid w:val="00F669E0"/>
    <w:rsid w:val="00F67EE2"/>
    <w:rsid w:val="00F7033C"/>
    <w:rsid w:val="00F70B78"/>
    <w:rsid w:val="00F70CCD"/>
    <w:rsid w:val="00F70DCB"/>
    <w:rsid w:val="00F71992"/>
    <w:rsid w:val="00F71F73"/>
    <w:rsid w:val="00F72333"/>
    <w:rsid w:val="00F72362"/>
    <w:rsid w:val="00F73CAF"/>
    <w:rsid w:val="00F73DF0"/>
    <w:rsid w:val="00F748CA"/>
    <w:rsid w:val="00F74C1E"/>
    <w:rsid w:val="00F74DAF"/>
    <w:rsid w:val="00F74E7A"/>
    <w:rsid w:val="00F756DE"/>
    <w:rsid w:val="00F75C92"/>
    <w:rsid w:val="00F760CC"/>
    <w:rsid w:val="00F76D7C"/>
    <w:rsid w:val="00F7726D"/>
    <w:rsid w:val="00F803FF"/>
    <w:rsid w:val="00F81049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33A"/>
    <w:rsid w:val="00F90543"/>
    <w:rsid w:val="00F90CCF"/>
    <w:rsid w:val="00F90E62"/>
    <w:rsid w:val="00F90F80"/>
    <w:rsid w:val="00F9110A"/>
    <w:rsid w:val="00F91E7D"/>
    <w:rsid w:val="00F9252E"/>
    <w:rsid w:val="00F92796"/>
    <w:rsid w:val="00F92946"/>
    <w:rsid w:val="00F92D95"/>
    <w:rsid w:val="00F93482"/>
    <w:rsid w:val="00F9365F"/>
    <w:rsid w:val="00F93AD2"/>
    <w:rsid w:val="00F93E48"/>
    <w:rsid w:val="00F93E74"/>
    <w:rsid w:val="00F93EC7"/>
    <w:rsid w:val="00F94535"/>
    <w:rsid w:val="00F9529B"/>
    <w:rsid w:val="00F957A5"/>
    <w:rsid w:val="00F95B44"/>
    <w:rsid w:val="00F9630D"/>
    <w:rsid w:val="00F96F2A"/>
    <w:rsid w:val="00FA0366"/>
    <w:rsid w:val="00FA09E5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0B59"/>
    <w:rsid w:val="00FB0F35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00F"/>
    <w:rsid w:val="00FB57EA"/>
    <w:rsid w:val="00FB5C2B"/>
    <w:rsid w:val="00FB6DA8"/>
    <w:rsid w:val="00FB6F40"/>
    <w:rsid w:val="00FB70A3"/>
    <w:rsid w:val="00FB74E3"/>
    <w:rsid w:val="00FB79B8"/>
    <w:rsid w:val="00FB7A72"/>
    <w:rsid w:val="00FC093C"/>
    <w:rsid w:val="00FC113A"/>
    <w:rsid w:val="00FC1719"/>
    <w:rsid w:val="00FC22C5"/>
    <w:rsid w:val="00FC292D"/>
    <w:rsid w:val="00FC2E39"/>
    <w:rsid w:val="00FC353C"/>
    <w:rsid w:val="00FC40C7"/>
    <w:rsid w:val="00FC4494"/>
    <w:rsid w:val="00FC4E54"/>
    <w:rsid w:val="00FC5FC4"/>
    <w:rsid w:val="00FC69C7"/>
    <w:rsid w:val="00FC7160"/>
    <w:rsid w:val="00FC75B1"/>
    <w:rsid w:val="00FC7C32"/>
    <w:rsid w:val="00FD0666"/>
    <w:rsid w:val="00FD08E5"/>
    <w:rsid w:val="00FD09BC"/>
    <w:rsid w:val="00FD10C9"/>
    <w:rsid w:val="00FD164A"/>
    <w:rsid w:val="00FD18A1"/>
    <w:rsid w:val="00FD23BB"/>
    <w:rsid w:val="00FD2DF5"/>
    <w:rsid w:val="00FD33FD"/>
    <w:rsid w:val="00FD433A"/>
    <w:rsid w:val="00FD4A6E"/>
    <w:rsid w:val="00FD4BF6"/>
    <w:rsid w:val="00FD5459"/>
    <w:rsid w:val="00FD5764"/>
    <w:rsid w:val="00FD590C"/>
    <w:rsid w:val="00FD5910"/>
    <w:rsid w:val="00FD5D6B"/>
    <w:rsid w:val="00FD6335"/>
    <w:rsid w:val="00FD6D33"/>
    <w:rsid w:val="00FD6F18"/>
    <w:rsid w:val="00FD712A"/>
    <w:rsid w:val="00FD7220"/>
    <w:rsid w:val="00FD72E4"/>
    <w:rsid w:val="00FD7ED1"/>
    <w:rsid w:val="00FE04D0"/>
    <w:rsid w:val="00FE08A8"/>
    <w:rsid w:val="00FE0935"/>
    <w:rsid w:val="00FE1DC5"/>
    <w:rsid w:val="00FE204A"/>
    <w:rsid w:val="00FE20C7"/>
    <w:rsid w:val="00FE242F"/>
    <w:rsid w:val="00FE31AA"/>
    <w:rsid w:val="00FE3539"/>
    <w:rsid w:val="00FE47CF"/>
    <w:rsid w:val="00FE4A89"/>
    <w:rsid w:val="00FE4B13"/>
    <w:rsid w:val="00FE4D32"/>
    <w:rsid w:val="00FE4D74"/>
    <w:rsid w:val="00FE52C4"/>
    <w:rsid w:val="00FE5387"/>
    <w:rsid w:val="00FE5B0E"/>
    <w:rsid w:val="00FE5BAB"/>
    <w:rsid w:val="00FE5BCF"/>
    <w:rsid w:val="00FE6AA9"/>
    <w:rsid w:val="00FE7A33"/>
    <w:rsid w:val="00FF0A7D"/>
    <w:rsid w:val="00FF0AA5"/>
    <w:rsid w:val="00FF1440"/>
    <w:rsid w:val="00FF14A5"/>
    <w:rsid w:val="00FF15AF"/>
    <w:rsid w:val="00FF1629"/>
    <w:rsid w:val="00FF1A9A"/>
    <w:rsid w:val="00FF29E7"/>
    <w:rsid w:val="00FF3132"/>
    <w:rsid w:val="00FF327F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0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4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01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262</Words>
  <Characters>1495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4</cp:revision>
  <cp:lastPrinted>2018-03-27T08:30:00Z</cp:lastPrinted>
  <dcterms:created xsi:type="dcterms:W3CDTF">2018-03-27T11:43:00Z</dcterms:created>
  <dcterms:modified xsi:type="dcterms:W3CDTF">2018-04-05T10:28:00Z</dcterms:modified>
</cp:coreProperties>
</file>