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D0E" w:rsidRDefault="00AB6D0E" w:rsidP="002B70A6">
      <w:pPr>
        <w:jc w:val="center"/>
      </w:pPr>
      <w:r w:rsidRPr="00B300FC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5.7pt;height:44.45pt;visibility:visible">
            <v:imagedata r:id="rId5" o:title=""/>
          </v:shape>
        </w:pict>
      </w:r>
    </w:p>
    <w:p w:rsidR="00AB6D0E" w:rsidRDefault="00AB6D0E" w:rsidP="002B70A6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AB6D0E" w:rsidRPr="007F053F" w:rsidRDefault="00AB6D0E" w:rsidP="002B70A6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AB6D0E" w:rsidRPr="00AC3001" w:rsidRDefault="00AB6D0E" w:rsidP="002B70A6">
      <w:pPr>
        <w:jc w:val="center"/>
        <w:rPr>
          <w:b/>
          <w:bCs/>
          <w:sz w:val="16"/>
          <w:szCs w:val="16"/>
        </w:rPr>
      </w:pPr>
    </w:p>
    <w:p w:rsidR="00AB6D0E" w:rsidRPr="003B79B7" w:rsidRDefault="00AB6D0E" w:rsidP="002B70A6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AB6D0E" w:rsidRDefault="00AB6D0E" w:rsidP="002B70A6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AB6D0E" w:rsidRPr="007F053F" w:rsidRDefault="00AB6D0E" w:rsidP="002B70A6">
      <w:pPr>
        <w:jc w:val="center"/>
        <w:rPr>
          <w:b/>
          <w:bCs/>
        </w:rPr>
      </w:pPr>
    </w:p>
    <w:p w:rsidR="00AB6D0E" w:rsidRPr="00802A66" w:rsidRDefault="00AB6D0E" w:rsidP="002B70A6">
      <w:pPr>
        <w:tabs>
          <w:tab w:val="left" w:pos="4253"/>
        </w:tabs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30.05.2017                           </w:t>
      </w:r>
      <w:r>
        <w:rPr>
          <w:b/>
          <w:bCs/>
        </w:rPr>
        <w:t xml:space="preserve">                          м. Ромни                              </w:t>
      </w:r>
      <w:r>
        <w:rPr>
          <w:b/>
          <w:bCs/>
          <w:lang w:val="uk-UA"/>
        </w:rPr>
        <w:t xml:space="preserve">  </w:t>
      </w:r>
      <w:r>
        <w:rPr>
          <w:b/>
          <w:bCs/>
        </w:rPr>
        <w:t xml:space="preserve">    </w:t>
      </w:r>
      <w:r>
        <w:rPr>
          <w:b/>
          <w:bCs/>
          <w:lang w:val="uk-UA"/>
        </w:rPr>
        <w:t xml:space="preserve">     </w:t>
      </w:r>
      <w:r>
        <w:rPr>
          <w:b/>
          <w:bCs/>
        </w:rPr>
        <w:t xml:space="preserve">          № </w:t>
      </w:r>
      <w:r>
        <w:rPr>
          <w:b/>
          <w:bCs/>
          <w:lang w:val="uk-UA"/>
        </w:rPr>
        <w:t>161-ОД</w:t>
      </w:r>
    </w:p>
    <w:p w:rsidR="00AB6D0E" w:rsidRPr="00802A66" w:rsidRDefault="00AB6D0E" w:rsidP="00A9557E">
      <w:pPr>
        <w:tabs>
          <w:tab w:val="left" w:pos="4253"/>
        </w:tabs>
        <w:spacing w:line="360" w:lineRule="auto"/>
        <w:jc w:val="both"/>
        <w:rPr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3"/>
      </w:tblGrid>
      <w:tr w:rsidR="00AB6D0E" w:rsidRPr="00CD2275" w:rsidTr="00DE63CC">
        <w:trPr>
          <w:trHeight w:val="51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AB6D0E" w:rsidRPr="009814BB" w:rsidRDefault="00AB6D0E" w:rsidP="00CD2275">
            <w:pPr>
              <w:widowControl w:val="0"/>
              <w:tabs>
                <w:tab w:val="left" w:pos="885"/>
              </w:tabs>
              <w:jc w:val="both"/>
              <w:rPr>
                <w:b/>
                <w:bCs/>
                <w:spacing w:val="-12"/>
                <w:sz w:val="28"/>
                <w:lang w:val="uk-UA"/>
              </w:rPr>
            </w:pPr>
            <w:r w:rsidRPr="00A9557E">
              <w:rPr>
                <w:b/>
                <w:bCs/>
                <w:color w:val="000000"/>
                <w:sz w:val="28"/>
                <w:lang w:val="uk-UA"/>
              </w:rPr>
              <w:t>Про</w:t>
            </w:r>
            <w:r>
              <w:rPr>
                <w:b/>
                <w:bCs/>
                <w:sz w:val="28"/>
                <w:lang w:val="uk-UA"/>
              </w:rPr>
              <w:t xml:space="preserve"> припинення піклування над неповнолітнім </w:t>
            </w:r>
            <w:r>
              <w:rPr>
                <w:b/>
                <w:bCs/>
                <w:sz w:val="28"/>
                <w:lang w:val="en-US"/>
              </w:rPr>
              <w:t>XXXXXX</w:t>
            </w:r>
            <w:r>
              <w:rPr>
                <w:b/>
                <w:bCs/>
                <w:sz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>.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>.</w:t>
            </w:r>
          </w:p>
          <w:p w:rsidR="00AB6D0E" w:rsidRPr="000B41E1" w:rsidRDefault="00AB6D0E" w:rsidP="00A9557E">
            <w:pPr>
              <w:spacing w:line="360" w:lineRule="auto"/>
              <w:jc w:val="both"/>
              <w:rPr>
                <w:b/>
                <w:bCs/>
                <w:sz w:val="28"/>
                <w:lang w:val="uk-UA"/>
              </w:rPr>
            </w:pPr>
          </w:p>
        </w:tc>
      </w:tr>
    </w:tbl>
    <w:p w:rsidR="00AB6D0E" w:rsidRPr="003A45E1" w:rsidRDefault="00AB6D0E" w:rsidP="002B70A6">
      <w:pPr>
        <w:ind w:firstLine="708"/>
        <w:jc w:val="both"/>
        <w:rPr>
          <w:sz w:val="28"/>
          <w:lang w:val="uk-UA"/>
        </w:rPr>
      </w:pPr>
      <w:r w:rsidRPr="003A45E1">
        <w:rPr>
          <w:bCs/>
          <w:sz w:val="28"/>
          <w:szCs w:val="28"/>
          <w:lang w:val="uk-UA"/>
        </w:rPr>
        <w:t xml:space="preserve">Відповідно до статей 6, 13, 23, 39 Закону України «Про місцеві державні адміністрації», </w:t>
      </w:r>
      <w:r w:rsidRPr="003A45E1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р. № 866 «Питання діяльності органів опіки та піклування, пов’язаної із захистом прав дитини»</w:t>
      </w:r>
      <w:r>
        <w:rPr>
          <w:bCs/>
          <w:sz w:val="28"/>
          <w:szCs w:val="28"/>
          <w:lang w:val="uk-UA"/>
        </w:rPr>
        <w:t xml:space="preserve">, враховуючи, що піклувальник </w:t>
      </w:r>
      <w:r>
        <w:rPr>
          <w:bCs/>
          <w:sz w:val="28"/>
          <w:szCs w:val="28"/>
          <w:lang w:val="en-US"/>
        </w:rPr>
        <w:t>XXXXX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XXXXXXXXX</w:t>
      </w:r>
      <w:r>
        <w:rPr>
          <w:bCs/>
          <w:sz w:val="28"/>
          <w:szCs w:val="28"/>
          <w:lang w:val="uk-UA"/>
        </w:rPr>
        <w:t xml:space="preserve"> померла </w:t>
      </w:r>
      <w:r>
        <w:rPr>
          <w:bCs/>
          <w:sz w:val="28"/>
          <w:szCs w:val="28"/>
          <w:lang w:val="en-US"/>
        </w:rPr>
        <w:t>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</w:t>
      </w:r>
      <w:r>
        <w:rPr>
          <w:bCs/>
          <w:sz w:val="28"/>
          <w:szCs w:val="28"/>
          <w:lang w:val="uk-UA"/>
        </w:rPr>
        <w:t xml:space="preserve"> року (свідоцтво про смерть серії </w:t>
      </w:r>
      <w:r>
        <w:rPr>
          <w:bCs/>
          <w:sz w:val="28"/>
          <w:szCs w:val="28"/>
          <w:lang w:val="en-US"/>
        </w:rPr>
        <w:t>X</w:t>
      </w:r>
      <w:r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en-US"/>
        </w:rPr>
        <w:t>XX</w:t>
      </w:r>
      <w:r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en-US"/>
        </w:rPr>
        <w:t>XXXXXX</w:t>
      </w:r>
      <w:r>
        <w:rPr>
          <w:bCs/>
          <w:sz w:val="28"/>
          <w:szCs w:val="28"/>
          <w:lang w:val="uk-UA"/>
        </w:rPr>
        <w:t xml:space="preserve">, видане виконавчим комітетом </w:t>
      </w:r>
      <w:r>
        <w:rPr>
          <w:bCs/>
          <w:sz w:val="28"/>
          <w:szCs w:val="28"/>
          <w:lang w:val="en-US"/>
        </w:rPr>
        <w:t>XXXXXXXXXXX</w:t>
      </w:r>
      <w:r>
        <w:rPr>
          <w:bCs/>
          <w:sz w:val="28"/>
          <w:szCs w:val="28"/>
          <w:lang w:val="uk-UA"/>
        </w:rPr>
        <w:t xml:space="preserve"> сільської ради Роменського району Сумської області </w:t>
      </w:r>
      <w:r>
        <w:rPr>
          <w:bCs/>
          <w:sz w:val="28"/>
          <w:szCs w:val="28"/>
          <w:lang w:val="en-US"/>
        </w:rPr>
        <w:t>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</w:t>
      </w:r>
      <w:r>
        <w:rPr>
          <w:bCs/>
          <w:sz w:val="28"/>
          <w:szCs w:val="28"/>
          <w:lang w:val="uk-UA"/>
        </w:rPr>
        <w:t xml:space="preserve"> року): </w:t>
      </w:r>
    </w:p>
    <w:p w:rsidR="00AB6D0E" w:rsidRPr="00AE7411" w:rsidRDefault="00AB6D0E" w:rsidP="002E7A2D">
      <w:pPr>
        <w:ind w:firstLine="708"/>
        <w:jc w:val="both"/>
        <w:rPr>
          <w:sz w:val="28"/>
          <w:lang w:val="uk-UA"/>
        </w:rPr>
      </w:pPr>
      <w:r w:rsidRPr="00766920">
        <w:rPr>
          <w:sz w:val="28"/>
          <w:lang w:val="uk-UA"/>
        </w:rPr>
        <w:t>1.</w:t>
      </w:r>
      <w:r>
        <w:rPr>
          <w:sz w:val="28"/>
          <w:lang w:val="uk-UA"/>
        </w:rPr>
        <w:t xml:space="preserve"> Припинити піклування над дитиною, позбавленою батьківського піклування </w:t>
      </w:r>
      <w:r>
        <w:rPr>
          <w:sz w:val="28"/>
          <w:lang w:val="en-US"/>
        </w:rPr>
        <w:t>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XXXXXXXXXXXX</w:t>
      </w:r>
      <w:r>
        <w:rPr>
          <w:sz w:val="28"/>
          <w:lang w:val="uk-UA"/>
        </w:rPr>
        <w:t xml:space="preserve">, </w:t>
      </w:r>
      <w:r>
        <w:rPr>
          <w:sz w:val="28"/>
          <w:lang w:val="en-US"/>
        </w:rPr>
        <w:t>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року народження, уродженцем міста </w:t>
      </w:r>
      <w:r>
        <w:rPr>
          <w:sz w:val="28"/>
          <w:lang w:val="en-US"/>
        </w:rPr>
        <w:t>XXXXXXXXXXXXXXXX</w:t>
      </w:r>
      <w:r>
        <w:rPr>
          <w:sz w:val="28"/>
          <w:lang w:val="uk-UA"/>
        </w:rPr>
        <w:t xml:space="preserve">, який проживає за адресою: вулиця </w:t>
      </w:r>
      <w:r>
        <w:rPr>
          <w:sz w:val="28"/>
          <w:lang w:val="en-US"/>
        </w:rPr>
        <w:t>XXXXXXX</w:t>
      </w:r>
      <w:r>
        <w:rPr>
          <w:sz w:val="28"/>
          <w:lang w:val="uk-UA"/>
        </w:rPr>
        <w:t xml:space="preserve">, будинок </w:t>
      </w:r>
      <w:r>
        <w:rPr>
          <w:sz w:val="28"/>
          <w:lang w:val="en-US"/>
        </w:rPr>
        <w:t>XX</w:t>
      </w:r>
      <w:r>
        <w:rPr>
          <w:sz w:val="28"/>
          <w:lang w:val="uk-UA"/>
        </w:rPr>
        <w:t xml:space="preserve">, село </w:t>
      </w:r>
      <w:r>
        <w:rPr>
          <w:sz w:val="28"/>
          <w:lang w:val="en-US"/>
        </w:rPr>
        <w:t>XXXXX</w:t>
      </w:r>
      <w:r>
        <w:rPr>
          <w:sz w:val="28"/>
          <w:lang w:val="uk-UA"/>
        </w:rPr>
        <w:t>, Роменського району, Сумської області, в зв’</w:t>
      </w:r>
      <w:r w:rsidRPr="00AE7411">
        <w:rPr>
          <w:sz w:val="28"/>
          <w:lang w:val="uk-UA"/>
        </w:rPr>
        <w:t xml:space="preserve">язку зі смертю піклувальника </w:t>
      </w:r>
      <w:r>
        <w:rPr>
          <w:sz w:val="28"/>
          <w:lang w:val="en-US"/>
        </w:rPr>
        <w:t>XXXXX</w:t>
      </w:r>
      <w:r w:rsidRPr="00AE7411">
        <w:rPr>
          <w:sz w:val="28"/>
          <w:lang w:val="uk-UA"/>
        </w:rPr>
        <w:t xml:space="preserve"> </w:t>
      </w:r>
      <w:r>
        <w:rPr>
          <w:sz w:val="28"/>
          <w:lang w:val="en-US"/>
        </w:rPr>
        <w:t>XXXX</w:t>
      </w:r>
      <w:r w:rsidRPr="00AE7411"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</w:t>
      </w:r>
      <w:r w:rsidRPr="00AE7411">
        <w:rPr>
          <w:sz w:val="28"/>
          <w:lang w:val="uk-UA"/>
        </w:rPr>
        <w:t>.</w:t>
      </w:r>
    </w:p>
    <w:p w:rsidR="00AB6D0E" w:rsidRPr="00AE7411" w:rsidRDefault="00AB6D0E" w:rsidP="002E7A2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>
        <w:rPr>
          <w:bCs/>
          <w:sz w:val="28"/>
          <w:szCs w:val="28"/>
          <w:lang w:val="uk-UA"/>
        </w:rPr>
        <w:t>Службі у справах дітей Роменської районної державної адміністрації вирішити питання подальшого влаштування дитини, позбавленої батьківського піклування.</w:t>
      </w:r>
    </w:p>
    <w:p w:rsidR="00AB6D0E" w:rsidRPr="008A65E9" w:rsidRDefault="00AB6D0E" w:rsidP="008A65E9">
      <w:pPr>
        <w:ind w:firstLine="720"/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3. </w:t>
      </w:r>
      <w:r w:rsidRPr="00E876FE">
        <w:rPr>
          <w:bCs/>
          <w:sz w:val="28"/>
          <w:lang w:val="uk-UA"/>
        </w:rPr>
        <w:t>Контроль за виконання</w:t>
      </w:r>
      <w:r>
        <w:rPr>
          <w:bCs/>
          <w:sz w:val="28"/>
          <w:lang w:val="uk-UA"/>
        </w:rPr>
        <w:t>м цього розпорядження покласти на першого заступника голови Роменської районної державної адміністрації Татарінова В.М.</w:t>
      </w:r>
    </w:p>
    <w:p w:rsidR="00AB6D0E" w:rsidRPr="00E876FE" w:rsidRDefault="00AB6D0E" w:rsidP="002B70A6">
      <w:pPr>
        <w:tabs>
          <w:tab w:val="left" w:pos="7088"/>
        </w:tabs>
        <w:spacing w:line="360" w:lineRule="auto"/>
        <w:jc w:val="both"/>
        <w:rPr>
          <w:b/>
          <w:bCs/>
          <w:sz w:val="28"/>
          <w:lang w:val="uk-UA"/>
        </w:rPr>
      </w:pPr>
      <w:r w:rsidRPr="00E876FE">
        <w:rPr>
          <w:sz w:val="28"/>
          <w:lang w:val="uk-UA"/>
        </w:rPr>
        <w:tab/>
      </w:r>
    </w:p>
    <w:p w:rsidR="00AB6D0E" w:rsidRPr="00F46DED" w:rsidRDefault="00AB6D0E" w:rsidP="00A56A1A">
      <w:pPr>
        <w:tabs>
          <w:tab w:val="left" w:pos="7088"/>
        </w:tabs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Голова</w:t>
      </w:r>
      <w:r w:rsidRPr="00E876FE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Роменської </w:t>
      </w:r>
      <w:r w:rsidRPr="00E876FE">
        <w:rPr>
          <w:b/>
          <w:bCs/>
          <w:sz w:val="28"/>
          <w:lang w:val="uk-UA"/>
        </w:rPr>
        <w:t>районної</w:t>
      </w:r>
    </w:p>
    <w:p w:rsidR="00AB6D0E" w:rsidRPr="00A9557E" w:rsidRDefault="00AB6D0E">
      <w:pPr>
        <w:rPr>
          <w:lang w:val="uk-UA"/>
        </w:rPr>
      </w:pPr>
      <w:r w:rsidRPr="00E876FE">
        <w:rPr>
          <w:b/>
          <w:bCs/>
          <w:sz w:val="28"/>
          <w:lang w:val="uk-UA"/>
        </w:rPr>
        <w:t>держав</w:t>
      </w:r>
      <w:r>
        <w:rPr>
          <w:b/>
          <w:bCs/>
          <w:sz w:val="28"/>
          <w:lang w:val="uk-UA"/>
        </w:rPr>
        <w:t>ної адміністрації</w:t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 xml:space="preserve">    В.О. Білоха</w:t>
      </w:r>
    </w:p>
    <w:sectPr w:rsidR="00AB6D0E" w:rsidRPr="00A9557E" w:rsidSect="004D19CE">
      <w:pgSz w:w="11906" w:h="16838"/>
      <w:pgMar w:top="28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3B40"/>
    <w:multiLevelType w:val="hybridMultilevel"/>
    <w:tmpl w:val="772AEA4C"/>
    <w:lvl w:ilvl="0" w:tplc="C3D663C8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21FC77CB"/>
    <w:multiLevelType w:val="hybridMultilevel"/>
    <w:tmpl w:val="11DA4112"/>
    <w:lvl w:ilvl="0" w:tplc="7C36A142">
      <w:start w:val="1"/>
      <w:numFmt w:val="decimal"/>
      <w:lvlText w:val="%1."/>
      <w:lvlJc w:val="left"/>
      <w:pPr>
        <w:ind w:left="1773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0A6"/>
    <w:rsid w:val="00000739"/>
    <w:rsid w:val="00001C1C"/>
    <w:rsid w:val="000032E1"/>
    <w:rsid w:val="000034A8"/>
    <w:rsid w:val="00003BDD"/>
    <w:rsid w:val="00004406"/>
    <w:rsid w:val="00004C7D"/>
    <w:rsid w:val="00005236"/>
    <w:rsid w:val="000055E8"/>
    <w:rsid w:val="000056B3"/>
    <w:rsid w:val="00005ECB"/>
    <w:rsid w:val="00011551"/>
    <w:rsid w:val="00011DF2"/>
    <w:rsid w:val="00012E1D"/>
    <w:rsid w:val="000133B0"/>
    <w:rsid w:val="000156C4"/>
    <w:rsid w:val="00016D62"/>
    <w:rsid w:val="00022143"/>
    <w:rsid w:val="00023044"/>
    <w:rsid w:val="0002422C"/>
    <w:rsid w:val="00024D9E"/>
    <w:rsid w:val="00025823"/>
    <w:rsid w:val="000261AB"/>
    <w:rsid w:val="00026270"/>
    <w:rsid w:val="000302F1"/>
    <w:rsid w:val="00030732"/>
    <w:rsid w:val="000307D1"/>
    <w:rsid w:val="00030805"/>
    <w:rsid w:val="000317D9"/>
    <w:rsid w:val="00034A12"/>
    <w:rsid w:val="00036A48"/>
    <w:rsid w:val="00036CDC"/>
    <w:rsid w:val="00036FD3"/>
    <w:rsid w:val="00037222"/>
    <w:rsid w:val="000374DE"/>
    <w:rsid w:val="00040339"/>
    <w:rsid w:val="0004041A"/>
    <w:rsid w:val="000407E2"/>
    <w:rsid w:val="00040BE9"/>
    <w:rsid w:val="000411EE"/>
    <w:rsid w:val="00043CFE"/>
    <w:rsid w:val="00044FC1"/>
    <w:rsid w:val="00045088"/>
    <w:rsid w:val="00045CB1"/>
    <w:rsid w:val="00046635"/>
    <w:rsid w:val="00046C4F"/>
    <w:rsid w:val="00047615"/>
    <w:rsid w:val="000511C8"/>
    <w:rsid w:val="000514DF"/>
    <w:rsid w:val="00051C48"/>
    <w:rsid w:val="00052F8A"/>
    <w:rsid w:val="00053F09"/>
    <w:rsid w:val="00054893"/>
    <w:rsid w:val="00054AE6"/>
    <w:rsid w:val="000553B2"/>
    <w:rsid w:val="00056706"/>
    <w:rsid w:val="00057782"/>
    <w:rsid w:val="00060993"/>
    <w:rsid w:val="00060B38"/>
    <w:rsid w:val="00061412"/>
    <w:rsid w:val="00062040"/>
    <w:rsid w:val="00062097"/>
    <w:rsid w:val="00062DDB"/>
    <w:rsid w:val="00065C11"/>
    <w:rsid w:val="000665D9"/>
    <w:rsid w:val="00071298"/>
    <w:rsid w:val="0007457C"/>
    <w:rsid w:val="00075966"/>
    <w:rsid w:val="00075DE5"/>
    <w:rsid w:val="0008077D"/>
    <w:rsid w:val="0008176E"/>
    <w:rsid w:val="00081E59"/>
    <w:rsid w:val="00083780"/>
    <w:rsid w:val="0008414C"/>
    <w:rsid w:val="000874B2"/>
    <w:rsid w:val="0008798A"/>
    <w:rsid w:val="000900E7"/>
    <w:rsid w:val="00091010"/>
    <w:rsid w:val="00091CBC"/>
    <w:rsid w:val="00093906"/>
    <w:rsid w:val="000A04EC"/>
    <w:rsid w:val="000A2171"/>
    <w:rsid w:val="000A227B"/>
    <w:rsid w:val="000A2992"/>
    <w:rsid w:val="000A45EF"/>
    <w:rsid w:val="000A5B34"/>
    <w:rsid w:val="000A7111"/>
    <w:rsid w:val="000A7201"/>
    <w:rsid w:val="000A7E60"/>
    <w:rsid w:val="000B0801"/>
    <w:rsid w:val="000B1986"/>
    <w:rsid w:val="000B2006"/>
    <w:rsid w:val="000B2024"/>
    <w:rsid w:val="000B336E"/>
    <w:rsid w:val="000B3854"/>
    <w:rsid w:val="000B41E1"/>
    <w:rsid w:val="000B43E2"/>
    <w:rsid w:val="000B46B3"/>
    <w:rsid w:val="000B56C9"/>
    <w:rsid w:val="000B6949"/>
    <w:rsid w:val="000C05E4"/>
    <w:rsid w:val="000C0E40"/>
    <w:rsid w:val="000C306B"/>
    <w:rsid w:val="000C36D9"/>
    <w:rsid w:val="000C6D03"/>
    <w:rsid w:val="000C6E9E"/>
    <w:rsid w:val="000C74CD"/>
    <w:rsid w:val="000D3358"/>
    <w:rsid w:val="000D33B4"/>
    <w:rsid w:val="000D651C"/>
    <w:rsid w:val="000D7D25"/>
    <w:rsid w:val="000E1AFA"/>
    <w:rsid w:val="000E1B2F"/>
    <w:rsid w:val="000E21D3"/>
    <w:rsid w:val="000E39DE"/>
    <w:rsid w:val="000E45D3"/>
    <w:rsid w:val="000E4F89"/>
    <w:rsid w:val="000E673F"/>
    <w:rsid w:val="000E69E6"/>
    <w:rsid w:val="000E7197"/>
    <w:rsid w:val="000E7704"/>
    <w:rsid w:val="000F1024"/>
    <w:rsid w:val="000F2335"/>
    <w:rsid w:val="000F2DD0"/>
    <w:rsid w:val="000F3AAD"/>
    <w:rsid w:val="000F3ECF"/>
    <w:rsid w:val="000F4A29"/>
    <w:rsid w:val="000F58B0"/>
    <w:rsid w:val="000F6492"/>
    <w:rsid w:val="000F6950"/>
    <w:rsid w:val="000F794A"/>
    <w:rsid w:val="001001E6"/>
    <w:rsid w:val="00103F14"/>
    <w:rsid w:val="0011088A"/>
    <w:rsid w:val="00111B4B"/>
    <w:rsid w:val="00112338"/>
    <w:rsid w:val="00113B47"/>
    <w:rsid w:val="00113FD8"/>
    <w:rsid w:val="0011502D"/>
    <w:rsid w:val="0012032F"/>
    <w:rsid w:val="00120885"/>
    <w:rsid w:val="00120F4A"/>
    <w:rsid w:val="001211B9"/>
    <w:rsid w:val="001216D7"/>
    <w:rsid w:val="001246E6"/>
    <w:rsid w:val="00124709"/>
    <w:rsid w:val="00124B09"/>
    <w:rsid w:val="0012575B"/>
    <w:rsid w:val="001275CB"/>
    <w:rsid w:val="00127C8A"/>
    <w:rsid w:val="001314D0"/>
    <w:rsid w:val="00131B55"/>
    <w:rsid w:val="00132625"/>
    <w:rsid w:val="00132C0A"/>
    <w:rsid w:val="001332E8"/>
    <w:rsid w:val="00133A8D"/>
    <w:rsid w:val="00135DE9"/>
    <w:rsid w:val="00135EF1"/>
    <w:rsid w:val="00137A25"/>
    <w:rsid w:val="00140199"/>
    <w:rsid w:val="00140A9A"/>
    <w:rsid w:val="00140F31"/>
    <w:rsid w:val="00141279"/>
    <w:rsid w:val="00141F0B"/>
    <w:rsid w:val="0014344C"/>
    <w:rsid w:val="00144230"/>
    <w:rsid w:val="0014489D"/>
    <w:rsid w:val="00144BB8"/>
    <w:rsid w:val="00146B6E"/>
    <w:rsid w:val="00147DD7"/>
    <w:rsid w:val="00150179"/>
    <w:rsid w:val="00150323"/>
    <w:rsid w:val="00150772"/>
    <w:rsid w:val="00152297"/>
    <w:rsid w:val="00152D75"/>
    <w:rsid w:val="00153001"/>
    <w:rsid w:val="00153331"/>
    <w:rsid w:val="001533B7"/>
    <w:rsid w:val="00153833"/>
    <w:rsid w:val="001542D4"/>
    <w:rsid w:val="00155530"/>
    <w:rsid w:val="00155585"/>
    <w:rsid w:val="001558EF"/>
    <w:rsid w:val="00155DE0"/>
    <w:rsid w:val="001607A6"/>
    <w:rsid w:val="00162590"/>
    <w:rsid w:val="00163FD8"/>
    <w:rsid w:val="001648D2"/>
    <w:rsid w:val="00167D82"/>
    <w:rsid w:val="00170546"/>
    <w:rsid w:val="00171190"/>
    <w:rsid w:val="0017163C"/>
    <w:rsid w:val="00171B5A"/>
    <w:rsid w:val="001733C7"/>
    <w:rsid w:val="00174422"/>
    <w:rsid w:val="00174556"/>
    <w:rsid w:val="00174631"/>
    <w:rsid w:val="0017643F"/>
    <w:rsid w:val="00176D88"/>
    <w:rsid w:val="00180D29"/>
    <w:rsid w:val="00180FAB"/>
    <w:rsid w:val="00182CAE"/>
    <w:rsid w:val="00183157"/>
    <w:rsid w:val="001834A6"/>
    <w:rsid w:val="0018492E"/>
    <w:rsid w:val="00185F37"/>
    <w:rsid w:val="00186448"/>
    <w:rsid w:val="00186747"/>
    <w:rsid w:val="0018738D"/>
    <w:rsid w:val="001944F9"/>
    <w:rsid w:val="0019588E"/>
    <w:rsid w:val="00196E52"/>
    <w:rsid w:val="00197B0A"/>
    <w:rsid w:val="001A12EE"/>
    <w:rsid w:val="001A14EA"/>
    <w:rsid w:val="001A1B1D"/>
    <w:rsid w:val="001A3F20"/>
    <w:rsid w:val="001A47BD"/>
    <w:rsid w:val="001A54F0"/>
    <w:rsid w:val="001A76D4"/>
    <w:rsid w:val="001B00EB"/>
    <w:rsid w:val="001B1C92"/>
    <w:rsid w:val="001B1CF2"/>
    <w:rsid w:val="001B28D4"/>
    <w:rsid w:val="001B30DB"/>
    <w:rsid w:val="001B3AC7"/>
    <w:rsid w:val="001B48A7"/>
    <w:rsid w:val="001B4955"/>
    <w:rsid w:val="001B6400"/>
    <w:rsid w:val="001C0198"/>
    <w:rsid w:val="001C0836"/>
    <w:rsid w:val="001C24B1"/>
    <w:rsid w:val="001C2B1E"/>
    <w:rsid w:val="001C4963"/>
    <w:rsid w:val="001C4AC6"/>
    <w:rsid w:val="001C4D79"/>
    <w:rsid w:val="001C5905"/>
    <w:rsid w:val="001C5D4E"/>
    <w:rsid w:val="001C616A"/>
    <w:rsid w:val="001C7509"/>
    <w:rsid w:val="001C7D48"/>
    <w:rsid w:val="001D0A0A"/>
    <w:rsid w:val="001D358E"/>
    <w:rsid w:val="001D3E3C"/>
    <w:rsid w:val="001D4866"/>
    <w:rsid w:val="001D7A7D"/>
    <w:rsid w:val="001E0906"/>
    <w:rsid w:val="001E182C"/>
    <w:rsid w:val="001E2313"/>
    <w:rsid w:val="001E2E3C"/>
    <w:rsid w:val="001E3EE8"/>
    <w:rsid w:val="001E4981"/>
    <w:rsid w:val="001E5A1B"/>
    <w:rsid w:val="001E6266"/>
    <w:rsid w:val="001E7CC9"/>
    <w:rsid w:val="001F08FD"/>
    <w:rsid w:val="001F0C9B"/>
    <w:rsid w:val="001F2531"/>
    <w:rsid w:val="001F272A"/>
    <w:rsid w:val="001F2CEF"/>
    <w:rsid w:val="001F3105"/>
    <w:rsid w:val="001F3A4B"/>
    <w:rsid w:val="001F3CD8"/>
    <w:rsid w:val="001F40B1"/>
    <w:rsid w:val="001F4DFD"/>
    <w:rsid w:val="001F520B"/>
    <w:rsid w:val="001F563A"/>
    <w:rsid w:val="001F5ACE"/>
    <w:rsid w:val="00200885"/>
    <w:rsid w:val="00201639"/>
    <w:rsid w:val="00201942"/>
    <w:rsid w:val="00201C4F"/>
    <w:rsid w:val="00202AFB"/>
    <w:rsid w:val="00202BF9"/>
    <w:rsid w:val="00203EAA"/>
    <w:rsid w:val="00215157"/>
    <w:rsid w:val="00217B5E"/>
    <w:rsid w:val="00217BD9"/>
    <w:rsid w:val="00220096"/>
    <w:rsid w:val="00220C0B"/>
    <w:rsid w:val="00221C25"/>
    <w:rsid w:val="002221F7"/>
    <w:rsid w:val="0022220F"/>
    <w:rsid w:val="00222459"/>
    <w:rsid w:val="00222B55"/>
    <w:rsid w:val="00227269"/>
    <w:rsid w:val="00227779"/>
    <w:rsid w:val="00227BE8"/>
    <w:rsid w:val="002344AF"/>
    <w:rsid w:val="00241212"/>
    <w:rsid w:val="00242527"/>
    <w:rsid w:val="00242743"/>
    <w:rsid w:val="00243003"/>
    <w:rsid w:val="002436CE"/>
    <w:rsid w:val="0024393C"/>
    <w:rsid w:val="00243AAB"/>
    <w:rsid w:val="00243B2F"/>
    <w:rsid w:val="00244822"/>
    <w:rsid w:val="00245741"/>
    <w:rsid w:val="002505D5"/>
    <w:rsid w:val="002514C4"/>
    <w:rsid w:val="0025401A"/>
    <w:rsid w:val="0025495A"/>
    <w:rsid w:val="002564B8"/>
    <w:rsid w:val="00257F10"/>
    <w:rsid w:val="00260AAD"/>
    <w:rsid w:val="00264468"/>
    <w:rsid w:val="002664AF"/>
    <w:rsid w:val="002665FE"/>
    <w:rsid w:val="0027024E"/>
    <w:rsid w:val="002703EE"/>
    <w:rsid w:val="00270D26"/>
    <w:rsid w:val="00270EAA"/>
    <w:rsid w:val="00270FD2"/>
    <w:rsid w:val="00272990"/>
    <w:rsid w:val="00273CEB"/>
    <w:rsid w:val="00273D70"/>
    <w:rsid w:val="00273D9B"/>
    <w:rsid w:val="002744F5"/>
    <w:rsid w:val="00275356"/>
    <w:rsid w:val="002777E0"/>
    <w:rsid w:val="00277C08"/>
    <w:rsid w:val="002832AC"/>
    <w:rsid w:val="00283DE1"/>
    <w:rsid w:val="002848CC"/>
    <w:rsid w:val="00285487"/>
    <w:rsid w:val="00285B0C"/>
    <w:rsid w:val="002862A3"/>
    <w:rsid w:val="00290089"/>
    <w:rsid w:val="00292674"/>
    <w:rsid w:val="00294E78"/>
    <w:rsid w:val="00294F8A"/>
    <w:rsid w:val="00295462"/>
    <w:rsid w:val="00295C18"/>
    <w:rsid w:val="00295D7E"/>
    <w:rsid w:val="0029710C"/>
    <w:rsid w:val="002A06AB"/>
    <w:rsid w:val="002A2108"/>
    <w:rsid w:val="002A249F"/>
    <w:rsid w:val="002A2874"/>
    <w:rsid w:val="002A3FDB"/>
    <w:rsid w:val="002A4384"/>
    <w:rsid w:val="002A4746"/>
    <w:rsid w:val="002A489F"/>
    <w:rsid w:val="002A4BCE"/>
    <w:rsid w:val="002A6E63"/>
    <w:rsid w:val="002B16AB"/>
    <w:rsid w:val="002B553A"/>
    <w:rsid w:val="002B5CD9"/>
    <w:rsid w:val="002B6106"/>
    <w:rsid w:val="002B61D8"/>
    <w:rsid w:val="002B70A6"/>
    <w:rsid w:val="002C112D"/>
    <w:rsid w:val="002C1973"/>
    <w:rsid w:val="002C22B1"/>
    <w:rsid w:val="002C364F"/>
    <w:rsid w:val="002C65CC"/>
    <w:rsid w:val="002C7B1B"/>
    <w:rsid w:val="002D0510"/>
    <w:rsid w:val="002D15B0"/>
    <w:rsid w:val="002D207C"/>
    <w:rsid w:val="002D26B4"/>
    <w:rsid w:val="002D2B05"/>
    <w:rsid w:val="002D4425"/>
    <w:rsid w:val="002D55FD"/>
    <w:rsid w:val="002E19E7"/>
    <w:rsid w:val="002E1B44"/>
    <w:rsid w:val="002E668B"/>
    <w:rsid w:val="002E6E53"/>
    <w:rsid w:val="002E7A2D"/>
    <w:rsid w:val="002F14BA"/>
    <w:rsid w:val="002F3DEC"/>
    <w:rsid w:val="002F4DCD"/>
    <w:rsid w:val="002F5951"/>
    <w:rsid w:val="002F67FC"/>
    <w:rsid w:val="002F7923"/>
    <w:rsid w:val="003007CA"/>
    <w:rsid w:val="00301B3C"/>
    <w:rsid w:val="00302409"/>
    <w:rsid w:val="0030265E"/>
    <w:rsid w:val="0030292A"/>
    <w:rsid w:val="0030506B"/>
    <w:rsid w:val="00305DB7"/>
    <w:rsid w:val="003076E2"/>
    <w:rsid w:val="0031048D"/>
    <w:rsid w:val="00310BFE"/>
    <w:rsid w:val="00313735"/>
    <w:rsid w:val="00314AD0"/>
    <w:rsid w:val="00314C9C"/>
    <w:rsid w:val="00315387"/>
    <w:rsid w:val="00316DEE"/>
    <w:rsid w:val="003216DA"/>
    <w:rsid w:val="003228CF"/>
    <w:rsid w:val="003234B2"/>
    <w:rsid w:val="00324271"/>
    <w:rsid w:val="003246C7"/>
    <w:rsid w:val="003264A0"/>
    <w:rsid w:val="00326533"/>
    <w:rsid w:val="00326DC0"/>
    <w:rsid w:val="00330C42"/>
    <w:rsid w:val="00332151"/>
    <w:rsid w:val="00332278"/>
    <w:rsid w:val="00333462"/>
    <w:rsid w:val="0033369C"/>
    <w:rsid w:val="0033413E"/>
    <w:rsid w:val="00335370"/>
    <w:rsid w:val="003354C4"/>
    <w:rsid w:val="00341317"/>
    <w:rsid w:val="00344213"/>
    <w:rsid w:val="003448B0"/>
    <w:rsid w:val="00344B75"/>
    <w:rsid w:val="003468F5"/>
    <w:rsid w:val="0034736A"/>
    <w:rsid w:val="003478F2"/>
    <w:rsid w:val="00347F9E"/>
    <w:rsid w:val="0035037B"/>
    <w:rsid w:val="003504B5"/>
    <w:rsid w:val="00352191"/>
    <w:rsid w:val="003534D5"/>
    <w:rsid w:val="00353B1B"/>
    <w:rsid w:val="00355E02"/>
    <w:rsid w:val="00355FF8"/>
    <w:rsid w:val="0035619C"/>
    <w:rsid w:val="003563FB"/>
    <w:rsid w:val="00357FAA"/>
    <w:rsid w:val="003608C9"/>
    <w:rsid w:val="00361FB1"/>
    <w:rsid w:val="003622EC"/>
    <w:rsid w:val="00362C2B"/>
    <w:rsid w:val="0036372F"/>
    <w:rsid w:val="003668B4"/>
    <w:rsid w:val="00366A07"/>
    <w:rsid w:val="00371D45"/>
    <w:rsid w:val="00373084"/>
    <w:rsid w:val="00373846"/>
    <w:rsid w:val="0037447B"/>
    <w:rsid w:val="00375C45"/>
    <w:rsid w:val="0037636A"/>
    <w:rsid w:val="003769B5"/>
    <w:rsid w:val="00380516"/>
    <w:rsid w:val="00385E9C"/>
    <w:rsid w:val="00386B6B"/>
    <w:rsid w:val="00387E53"/>
    <w:rsid w:val="00391345"/>
    <w:rsid w:val="0039545F"/>
    <w:rsid w:val="003957F8"/>
    <w:rsid w:val="00395BD2"/>
    <w:rsid w:val="00395E3D"/>
    <w:rsid w:val="00397787"/>
    <w:rsid w:val="003978BC"/>
    <w:rsid w:val="003A012B"/>
    <w:rsid w:val="003A18A0"/>
    <w:rsid w:val="003A2BEC"/>
    <w:rsid w:val="003A2CEF"/>
    <w:rsid w:val="003A3928"/>
    <w:rsid w:val="003A45E1"/>
    <w:rsid w:val="003A4C46"/>
    <w:rsid w:val="003A528F"/>
    <w:rsid w:val="003A53C1"/>
    <w:rsid w:val="003A5E3E"/>
    <w:rsid w:val="003A6A6A"/>
    <w:rsid w:val="003A6DED"/>
    <w:rsid w:val="003A7C4F"/>
    <w:rsid w:val="003B187D"/>
    <w:rsid w:val="003B286B"/>
    <w:rsid w:val="003B35B3"/>
    <w:rsid w:val="003B64CF"/>
    <w:rsid w:val="003B6D71"/>
    <w:rsid w:val="003B70FF"/>
    <w:rsid w:val="003B78C9"/>
    <w:rsid w:val="003B79B7"/>
    <w:rsid w:val="003B7E1A"/>
    <w:rsid w:val="003C0498"/>
    <w:rsid w:val="003C2D69"/>
    <w:rsid w:val="003C3775"/>
    <w:rsid w:val="003C3B37"/>
    <w:rsid w:val="003C52F7"/>
    <w:rsid w:val="003C562D"/>
    <w:rsid w:val="003C5DC0"/>
    <w:rsid w:val="003D597E"/>
    <w:rsid w:val="003D7A25"/>
    <w:rsid w:val="003E1947"/>
    <w:rsid w:val="003E1D44"/>
    <w:rsid w:val="003E3688"/>
    <w:rsid w:val="003E41D0"/>
    <w:rsid w:val="003E6C11"/>
    <w:rsid w:val="003E7A38"/>
    <w:rsid w:val="003F0498"/>
    <w:rsid w:val="003F08A5"/>
    <w:rsid w:val="003F0BD6"/>
    <w:rsid w:val="003F0EDC"/>
    <w:rsid w:val="003F156A"/>
    <w:rsid w:val="003F16C8"/>
    <w:rsid w:val="003F1FBC"/>
    <w:rsid w:val="003F277F"/>
    <w:rsid w:val="003F37EB"/>
    <w:rsid w:val="003F42E7"/>
    <w:rsid w:val="003F484A"/>
    <w:rsid w:val="003F6D5D"/>
    <w:rsid w:val="00400245"/>
    <w:rsid w:val="00401790"/>
    <w:rsid w:val="004024B4"/>
    <w:rsid w:val="0040338E"/>
    <w:rsid w:val="00406439"/>
    <w:rsid w:val="0040708A"/>
    <w:rsid w:val="00407277"/>
    <w:rsid w:val="004111EC"/>
    <w:rsid w:val="00414383"/>
    <w:rsid w:val="00416485"/>
    <w:rsid w:val="00417115"/>
    <w:rsid w:val="00420D0C"/>
    <w:rsid w:val="0042132B"/>
    <w:rsid w:val="00421C11"/>
    <w:rsid w:val="00421DDE"/>
    <w:rsid w:val="00422B03"/>
    <w:rsid w:val="004232E6"/>
    <w:rsid w:val="00424980"/>
    <w:rsid w:val="0042663A"/>
    <w:rsid w:val="004305BF"/>
    <w:rsid w:val="00431B37"/>
    <w:rsid w:val="0043299E"/>
    <w:rsid w:val="0043307B"/>
    <w:rsid w:val="00435626"/>
    <w:rsid w:val="0043689E"/>
    <w:rsid w:val="00441B2A"/>
    <w:rsid w:val="00444056"/>
    <w:rsid w:val="0044494D"/>
    <w:rsid w:val="00450C22"/>
    <w:rsid w:val="00454614"/>
    <w:rsid w:val="0045569B"/>
    <w:rsid w:val="00457595"/>
    <w:rsid w:val="00457AFC"/>
    <w:rsid w:val="004608C4"/>
    <w:rsid w:val="00460CF8"/>
    <w:rsid w:val="004625F3"/>
    <w:rsid w:val="0046351A"/>
    <w:rsid w:val="0046388A"/>
    <w:rsid w:val="004648CE"/>
    <w:rsid w:val="00464A1C"/>
    <w:rsid w:val="004668D0"/>
    <w:rsid w:val="004677E2"/>
    <w:rsid w:val="004678B2"/>
    <w:rsid w:val="00467EDD"/>
    <w:rsid w:val="004710A4"/>
    <w:rsid w:val="00471393"/>
    <w:rsid w:val="0047203F"/>
    <w:rsid w:val="00473A2E"/>
    <w:rsid w:val="004749D4"/>
    <w:rsid w:val="00474C48"/>
    <w:rsid w:val="00474D67"/>
    <w:rsid w:val="00475A1D"/>
    <w:rsid w:val="00476640"/>
    <w:rsid w:val="00477703"/>
    <w:rsid w:val="004829DB"/>
    <w:rsid w:val="00482C17"/>
    <w:rsid w:val="00484DCA"/>
    <w:rsid w:val="0048612D"/>
    <w:rsid w:val="004866FA"/>
    <w:rsid w:val="00487EF6"/>
    <w:rsid w:val="00492330"/>
    <w:rsid w:val="00492442"/>
    <w:rsid w:val="004927BD"/>
    <w:rsid w:val="00492B05"/>
    <w:rsid w:val="00494949"/>
    <w:rsid w:val="004A02C1"/>
    <w:rsid w:val="004A2BE7"/>
    <w:rsid w:val="004A2BFA"/>
    <w:rsid w:val="004B0D5D"/>
    <w:rsid w:val="004B3563"/>
    <w:rsid w:val="004B3F06"/>
    <w:rsid w:val="004B7335"/>
    <w:rsid w:val="004B7799"/>
    <w:rsid w:val="004C00EA"/>
    <w:rsid w:val="004C0C34"/>
    <w:rsid w:val="004C0FFC"/>
    <w:rsid w:val="004C1873"/>
    <w:rsid w:val="004C191F"/>
    <w:rsid w:val="004C31B1"/>
    <w:rsid w:val="004C3DC7"/>
    <w:rsid w:val="004C46CA"/>
    <w:rsid w:val="004C497A"/>
    <w:rsid w:val="004C6197"/>
    <w:rsid w:val="004C673D"/>
    <w:rsid w:val="004C6EF3"/>
    <w:rsid w:val="004D090B"/>
    <w:rsid w:val="004D0DA1"/>
    <w:rsid w:val="004D19CE"/>
    <w:rsid w:val="004D335C"/>
    <w:rsid w:val="004D3D2D"/>
    <w:rsid w:val="004D4431"/>
    <w:rsid w:val="004D5A33"/>
    <w:rsid w:val="004D6DCD"/>
    <w:rsid w:val="004D70E8"/>
    <w:rsid w:val="004D73B3"/>
    <w:rsid w:val="004E0809"/>
    <w:rsid w:val="004E21E2"/>
    <w:rsid w:val="004E2C26"/>
    <w:rsid w:val="004E3BCA"/>
    <w:rsid w:val="004E669E"/>
    <w:rsid w:val="004E6903"/>
    <w:rsid w:val="004F10A3"/>
    <w:rsid w:val="004F426E"/>
    <w:rsid w:val="004F559E"/>
    <w:rsid w:val="004F6918"/>
    <w:rsid w:val="00500E7A"/>
    <w:rsid w:val="00503B89"/>
    <w:rsid w:val="005049C3"/>
    <w:rsid w:val="00505236"/>
    <w:rsid w:val="005117EB"/>
    <w:rsid w:val="00511905"/>
    <w:rsid w:val="00512BDD"/>
    <w:rsid w:val="005143CD"/>
    <w:rsid w:val="005152DE"/>
    <w:rsid w:val="005162CF"/>
    <w:rsid w:val="0051648E"/>
    <w:rsid w:val="0051728E"/>
    <w:rsid w:val="00517767"/>
    <w:rsid w:val="00520726"/>
    <w:rsid w:val="00524302"/>
    <w:rsid w:val="005258BA"/>
    <w:rsid w:val="00527640"/>
    <w:rsid w:val="0053000A"/>
    <w:rsid w:val="00534841"/>
    <w:rsid w:val="005352BA"/>
    <w:rsid w:val="00540CBA"/>
    <w:rsid w:val="0054180F"/>
    <w:rsid w:val="00543181"/>
    <w:rsid w:val="00543237"/>
    <w:rsid w:val="00543F28"/>
    <w:rsid w:val="00544659"/>
    <w:rsid w:val="00546127"/>
    <w:rsid w:val="00546476"/>
    <w:rsid w:val="00547054"/>
    <w:rsid w:val="005518DD"/>
    <w:rsid w:val="00553112"/>
    <w:rsid w:val="0055399A"/>
    <w:rsid w:val="0055487E"/>
    <w:rsid w:val="00554918"/>
    <w:rsid w:val="00554E15"/>
    <w:rsid w:val="00556626"/>
    <w:rsid w:val="00556F07"/>
    <w:rsid w:val="00560936"/>
    <w:rsid w:val="00562826"/>
    <w:rsid w:val="00566BA6"/>
    <w:rsid w:val="0056736D"/>
    <w:rsid w:val="005677A2"/>
    <w:rsid w:val="00567BEF"/>
    <w:rsid w:val="00570120"/>
    <w:rsid w:val="00570B0C"/>
    <w:rsid w:val="00571F6E"/>
    <w:rsid w:val="00573D01"/>
    <w:rsid w:val="00573F3B"/>
    <w:rsid w:val="0057471A"/>
    <w:rsid w:val="00574E41"/>
    <w:rsid w:val="0057735C"/>
    <w:rsid w:val="00577501"/>
    <w:rsid w:val="00577EB9"/>
    <w:rsid w:val="00580006"/>
    <w:rsid w:val="00580765"/>
    <w:rsid w:val="005820D3"/>
    <w:rsid w:val="005821E9"/>
    <w:rsid w:val="005833B8"/>
    <w:rsid w:val="00584D17"/>
    <w:rsid w:val="00585035"/>
    <w:rsid w:val="005851CF"/>
    <w:rsid w:val="005861FE"/>
    <w:rsid w:val="00586CC4"/>
    <w:rsid w:val="00587B88"/>
    <w:rsid w:val="00590C63"/>
    <w:rsid w:val="0059403E"/>
    <w:rsid w:val="00594087"/>
    <w:rsid w:val="0059592B"/>
    <w:rsid w:val="00596861"/>
    <w:rsid w:val="00596C09"/>
    <w:rsid w:val="00596E56"/>
    <w:rsid w:val="00596FC2"/>
    <w:rsid w:val="00597D8B"/>
    <w:rsid w:val="005A0CA0"/>
    <w:rsid w:val="005A1013"/>
    <w:rsid w:val="005A2C20"/>
    <w:rsid w:val="005A344D"/>
    <w:rsid w:val="005A59A9"/>
    <w:rsid w:val="005B4F5C"/>
    <w:rsid w:val="005B5503"/>
    <w:rsid w:val="005B58BB"/>
    <w:rsid w:val="005B7E83"/>
    <w:rsid w:val="005C1738"/>
    <w:rsid w:val="005C20E7"/>
    <w:rsid w:val="005C45E6"/>
    <w:rsid w:val="005C7D37"/>
    <w:rsid w:val="005D1481"/>
    <w:rsid w:val="005D37A7"/>
    <w:rsid w:val="005D5898"/>
    <w:rsid w:val="005D6509"/>
    <w:rsid w:val="005D6A8C"/>
    <w:rsid w:val="005E04B2"/>
    <w:rsid w:val="005E12D8"/>
    <w:rsid w:val="005E1EF3"/>
    <w:rsid w:val="005E651E"/>
    <w:rsid w:val="005E6D60"/>
    <w:rsid w:val="005E7474"/>
    <w:rsid w:val="005E751C"/>
    <w:rsid w:val="005F00E9"/>
    <w:rsid w:val="005F0C58"/>
    <w:rsid w:val="005F353A"/>
    <w:rsid w:val="005F4440"/>
    <w:rsid w:val="005F60A1"/>
    <w:rsid w:val="00601585"/>
    <w:rsid w:val="00601A56"/>
    <w:rsid w:val="00601AF8"/>
    <w:rsid w:val="00602A20"/>
    <w:rsid w:val="00602CD7"/>
    <w:rsid w:val="006050AB"/>
    <w:rsid w:val="0060531F"/>
    <w:rsid w:val="006063DD"/>
    <w:rsid w:val="006077DA"/>
    <w:rsid w:val="006100B3"/>
    <w:rsid w:val="00610F70"/>
    <w:rsid w:val="006145C3"/>
    <w:rsid w:val="0061473D"/>
    <w:rsid w:val="00615223"/>
    <w:rsid w:val="00615992"/>
    <w:rsid w:val="00620D88"/>
    <w:rsid w:val="006221EA"/>
    <w:rsid w:val="006228CD"/>
    <w:rsid w:val="00622DDF"/>
    <w:rsid w:val="00626BB2"/>
    <w:rsid w:val="00626FE7"/>
    <w:rsid w:val="00627206"/>
    <w:rsid w:val="0062787A"/>
    <w:rsid w:val="00630133"/>
    <w:rsid w:val="00631406"/>
    <w:rsid w:val="00631783"/>
    <w:rsid w:val="00633594"/>
    <w:rsid w:val="00634905"/>
    <w:rsid w:val="00635E19"/>
    <w:rsid w:val="00635FBF"/>
    <w:rsid w:val="006407CB"/>
    <w:rsid w:val="00640E53"/>
    <w:rsid w:val="00641764"/>
    <w:rsid w:val="006422C4"/>
    <w:rsid w:val="00642933"/>
    <w:rsid w:val="0064352D"/>
    <w:rsid w:val="0064385E"/>
    <w:rsid w:val="00644DDE"/>
    <w:rsid w:val="00647C9E"/>
    <w:rsid w:val="00650654"/>
    <w:rsid w:val="00650E48"/>
    <w:rsid w:val="006522A6"/>
    <w:rsid w:val="00652517"/>
    <w:rsid w:val="006545B1"/>
    <w:rsid w:val="00654A4E"/>
    <w:rsid w:val="006572A1"/>
    <w:rsid w:val="006603A2"/>
    <w:rsid w:val="00660B29"/>
    <w:rsid w:val="00661A4E"/>
    <w:rsid w:val="00664A72"/>
    <w:rsid w:val="00670DE5"/>
    <w:rsid w:val="00671EA4"/>
    <w:rsid w:val="00672234"/>
    <w:rsid w:val="00673A38"/>
    <w:rsid w:val="00675707"/>
    <w:rsid w:val="00676A43"/>
    <w:rsid w:val="00676CBA"/>
    <w:rsid w:val="0068272B"/>
    <w:rsid w:val="00682B55"/>
    <w:rsid w:val="00683084"/>
    <w:rsid w:val="006839B8"/>
    <w:rsid w:val="006841E2"/>
    <w:rsid w:val="00685A1D"/>
    <w:rsid w:val="0068626E"/>
    <w:rsid w:val="00687849"/>
    <w:rsid w:val="00690A8E"/>
    <w:rsid w:val="006914BC"/>
    <w:rsid w:val="006917F8"/>
    <w:rsid w:val="00692F2B"/>
    <w:rsid w:val="00694411"/>
    <w:rsid w:val="00694F01"/>
    <w:rsid w:val="00697658"/>
    <w:rsid w:val="006A0B12"/>
    <w:rsid w:val="006A1844"/>
    <w:rsid w:val="006A2E6F"/>
    <w:rsid w:val="006A33F4"/>
    <w:rsid w:val="006A6D23"/>
    <w:rsid w:val="006A7122"/>
    <w:rsid w:val="006A776E"/>
    <w:rsid w:val="006B05EB"/>
    <w:rsid w:val="006B1A49"/>
    <w:rsid w:val="006B2EF0"/>
    <w:rsid w:val="006B3C5E"/>
    <w:rsid w:val="006B4BAA"/>
    <w:rsid w:val="006B5965"/>
    <w:rsid w:val="006B761F"/>
    <w:rsid w:val="006C0087"/>
    <w:rsid w:val="006C29A7"/>
    <w:rsid w:val="006C5C6F"/>
    <w:rsid w:val="006C5E8B"/>
    <w:rsid w:val="006C6DF5"/>
    <w:rsid w:val="006C7BFF"/>
    <w:rsid w:val="006D0B15"/>
    <w:rsid w:val="006D172A"/>
    <w:rsid w:val="006D187E"/>
    <w:rsid w:val="006D1A4D"/>
    <w:rsid w:val="006D1DA9"/>
    <w:rsid w:val="006D2687"/>
    <w:rsid w:val="006D27F7"/>
    <w:rsid w:val="006D35CE"/>
    <w:rsid w:val="006D4B3F"/>
    <w:rsid w:val="006D7AD6"/>
    <w:rsid w:val="006E0483"/>
    <w:rsid w:val="006E07F4"/>
    <w:rsid w:val="006E1F85"/>
    <w:rsid w:val="006E219D"/>
    <w:rsid w:val="006E3DBA"/>
    <w:rsid w:val="006E4128"/>
    <w:rsid w:val="006E6373"/>
    <w:rsid w:val="006E6A7D"/>
    <w:rsid w:val="006F067D"/>
    <w:rsid w:val="006F1625"/>
    <w:rsid w:val="006F370E"/>
    <w:rsid w:val="006F5301"/>
    <w:rsid w:val="006F6C41"/>
    <w:rsid w:val="00700FD6"/>
    <w:rsid w:val="007011DF"/>
    <w:rsid w:val="0070168B"/>
    <w:rsid w:val="00702E64"/>
    <w:rsid w:val="007038CD"/>
    <w:rsid w:val="00706EDF"/>
    <w:rsid w:val="00710E20"/>
    <w:rsid w:val="007130F3"/>
    <w:rsid w:val="00713466"/>
    <w:rsid w:val="00713CDF"/>
    <w:rsid w:val="0071540D"/>
    <w:rsid w:val="00716C5C"/>
    <w:rsid w:val="00723E66"/>
    <w:rsid w:val="0072465B"/>
    <w:rsid w:val="007249C1"/>
    <w:rsid w:val="007252A4"/>
    <w:rsid w:val="007272A0"/>
    <w:rsid w:val="00732EFF"/>
    <w:rsid w:val="0073355D"/>
    <w:rsid w:val="00734DF8"/>
    <w:rsid w:val="00734F04"/>
    <w:rsid w:val="00737844"/>
    <w:rsid w:val="00737B3D"/>
    <w:rsid w:val="00737B3F"/>
    <w:rsid w:val="007404A8"/>
    <w:rsid w:val="00740CA0"/>
    <w:rsid w:val="00742A64"/>
    <w:rsid w:val="00742A81"/>
    <w:rsid w:val="007448CF"/>
    <w:rsid w:val="0074615D"/>
    <w:rsid w:val="007465F6"/>
    <w:rsid w:val="00746CF2"/>
    <w:rsid w:val="0075076B"/>
    <w:rsid w:val="0075292E"/>
    <w:rsid w:val="007532EE"/>
    <w:rsid w:val="007536FB"/>
    <w:rsid w:val="00755A50"/>
    <w:rsid w:val="007563E4"/>
    <w:rsid w:val="00756EA9"/>
    <w:rsid w:val="007618D9"/>
    <w:rsid w:val="0076239D"/>
    <w:rsid w:val="00762B52"/>
    <w:rsid w:val="00763718"/>
    <w:rsid w:val="0076395A"/>
    <w:rsid w:val="0076483F"/>
    <w:rsid w:val="00766920"/>
    <w:rsid w:val="007702AB"/>
    <w:rsid w:val="00770318"/>
    <w:rsid w:val="00770331"/>
    <w:rsid w:val="00771026"/>
    <w:rsid w:val="007713A1"/>
    <w:rsid w:val="0077586A"/>
    <w:rsid w:val="007778E6"/>
    <w:rsid w:val="007808EC"/>
    <w:rsid w:val="00780DC7"/>
    <w:rsid w:val="00781301"/>
    <w:rsid w:val="0078170F"/>
    <w:rsid w:val="007819D2"/>
    <w:rsid w:val="00781A4D"/>
    <w:rsid w:val="00781D83"/>
    <w:rsid w:val="007827E3"/>
    <w:rsid w:val="00782FCF"/>
    <w:rsid w:val="00784641"/>
    <w:rsid w:val="00784836"/>
    <w:rsid w:val="00785BA7"/>
    <w:rsid w:val="007866D1"/>
    <w:rsid w:val="00787831"/>
    <w:rsid w:val="007910ED"/>
    <w:rsid w:val="00792940"/>
    <w:rsid w:val="00792D21"/>
    <w:rsid w:val="00794A31"/>
    <w:rsid w:val="00797472"/>
    <w:rsid w:val="007A0527"/>
    <w:rsid w:val="007A3365"/>
    <w:rsid w:val="007A5C6C"/>
    <w:rsid w:val="007A7A26"/>
    <w:rsid w:val="007B139F"/>
    <w:rsid w:val="007C0E20"/>
    <w:rsid w:val="007C112F"/>
    <w:rsid w:val="007C2B77"/>
    <w:rsid w:val="007C30E5"/>
    <w:rsid w:val="007C3D63"/>
    <w:rsid w:val="007C4BA5"/>
    <w:rsid w:val="007C50BA"/>
    <w:rsid w:val="007C6F24"/>
    <w:rsid w:val="007C7310"/>
    <w:rsid w:val="007D015D"/>
    <w:rsid w:val="007D1ED4"/>
    <w:rsid w:val="007D2081"/>
    <w:rsid w:val="007D40E7"/>
    <w:rsid w:val="007D6CCB"/>
    <w:rsid w:val="007E22A0"/>
    <w:rsid w:val="007E44B3"/>
    <w:rsid w:val="007E4965"/>
    <w:rsid w:val="007E4FD7"/>
    <w:rsid w:val="007E6206"/>
    <w:rsid w:val="007E624F"/>
    <w:rsid w:val="007E641D"/>
    <w:rsid w:val="007F053F"/>
    <w:rsid w:val="007F080B"/>
    <w:rsid w:val="007F361A"/>
    <w:rsid w:val="007F3668"/>
    <w:rsid w:val="007F3D02"/>
    <w:rsid w:val="007F4891"/>
    <w:rsid w:val="007F4EE0"/>
    <w:rsid w:val="007F651B"/>
    <w:rsid w:val="007F720A"/>
    <w:rsid w:val="007F757E"/>
    <w:rsid w:val="007F7793"/>
    <w:rsid w:val="00800DA3"/>
    <w:rsid w:val="0080116F"/>
    <w:rsid w:val="00801AAA"/>
    <w:rsid w:val="00801D53"/>
    <w:rsid w:val="00802A66"/>
    <w:rsid w:val="00802D8C"/>
    <w:rsid w:val="0080365C"/>
    <w:rsid w:val="00807163"/>
    <w:rsid w:val="008073BA"/>
    <w:rsid w:val="008074D5"/>
    <w:rsid w:val="008076FF"/>
    <w:rsid w:val="00807917"/>
    <w:rsid w:val="008105F9"/>
    <w:rsid w:val="008112F6"/>
    <w:rsid w:val="00811A74"/>
    <w:rsid w:val="00813BE4"/>
    <w:rsid w:val="00814790"/>
    <w:rsid w:val="008157A8"/>
    <w:rsid w:val="008216F8"/>
    <w:rsid w:val="008230B1"/>
    <w:rsid w:val="00823549"/>
    <w:rsid w:val="00826A54"/>
    <w:rsid w:val="00832E36"/>
    <w:rsid w:val="008330A3"/>
    <w:rsid w:val="00834DB3"/>
    <w:rsid w:val="008351B0"/>
    <w:rsid w:val="0083547B"/>
    <w:rsid w:val="008360E0"/>
    <w:rsid w:val="008436F6"/>
    <w:rsid w:val="00843C51"/>
    <w:rsid w:val="00845B8B"/>
    <w:rsid w:val="0084603C"/>
    <w:rsid w:val="0084629B"/>
    <w:rsid w:val="0084635C"/>
    <w:rsid w:val="008477FB"/>
    <w:rsid w:val="00851928"/>
    <w:rsid w:val="008538C2"/>
    <w:rsid w:val="008538F6"/>
    <w:rsid w:val="008557EA"/>
    <w:rsid w:val="0085607B"/>
    <w:rsid w:val="00857CF7"/>
    <w:rsid w:val="00860DCE"/>
    <w:rsid w:val="00862D58"/>
    <w:rsid w:val="008672C8"/>
    <w:rsid w:val="0086739A"/>
    <w:rsid w:val="00870795"/>
    <w:rsid w:val="00870DA6"/>
    <w:rsid w:val="00870F41"/>
    <w:rsid w:val="008736F2"/>
    <w:rsid w:val="00874FA8"/>
    <w:rsid w:val="00875D87"/>
    <w:rsid w:val="0087667F"/>
    <w:rsid w:val="00877134"/>
    <w:rsid w:val="008772E4"/>
    <w:rsid w:val="00880E9B"/>
    <w:rsid w:val="0088131B"/>
    <w:rsid w:val="00883869"/>
    <w:rsid w:val="00883BFB"/>
    <w:rsid w:val="00884562"/>
    <w:rsid w:val="00890016"/>
    <w:rsid w:val="00890F17"/>
    <w:rsid w:val="00891139"/>
    <w:rsid w:val="00893B0C"/>
    <w:rsid w:val="008947C6"/>
    <w:rsid w:val="008955B4"/>
    <w:rsid w:val="00895903"/>
    <w:rsid w:val="00896577"/>
    <w:rsid w:val="00896C04"/>
    <w:rsid w:val="00897ED0"/>
    <w:rsid w:val="008A0713"/>
    <w:rsid w:val="008A17C8"/>
    <w:rsid w:val="008A192F"/>
    <w:rsid w:val="008A2B28"/>
    <w:rsid w:val="008A2CFB"/>
    <w:rsid w:val="008A3712"/>
    <w:rsid w:val="008A3C83"/>
    <w:rsid w:val="008A3CBC"/>
    <w:rsid w:val="008A4F7C"/>
    <w:rsid w:val="008A65E9"/>
    <w:rsid w:val="008A7211"/>
    <w:rsid w:val="008A72F0"/>
    <w:rsid w:val="008B0887"/>
    <w:rsid w:val="008B0D92"/>
    <w:rsid w:val="008B2CD2"/>
    <w:rsid w:val="008B3D35"/>
    <w:rsid w:val="008B3FF5"/>
    <w:rsid w:val="008B5267"/>
    <w:rsid w:val="008B566C"/>
    <w:rsid w:val="008B627E"/>
    <w:rsid w:val="008C01DF"/>
    <w:rsid w:val="008C0FA7"/>
    <w:rsid w:val="008C6823"/>
    <w:rsid w:val="008C69EB"/>
    <w:rsid w:val="008C7C60"/>
    <w:rsid w:val="008D0A8A"/>
    <w:rsid w:val="008D1A46"/>
    <w:rsid w:val="008D1CD4"/>
    <w:rsid w:val="008D2491"/>
    <w:rsid w:val="008D2EBE"/>
    <w:rsid w:val="008D4BFF"/>
    <w:rsid w:val="008D73A0"/>
    <w:rsid w:val="008D7B39"/>
    <w:rsid w:val="008E2ED3"/>
    <w:rsid w:val="008E3CA3"/>
    <w:rsid w:val="008E3DC9"/>
    <w:rsid w:val="008E5132"/>
    <w:rsid w:val="008E704D"/>
    <w:rsid w:val="008E7B50"/>
    <w:rsid w:val="008F07B1"/>
    <w:rsid w:val="008F0EAC"/>
    <w:rsid w:val="008F139C"/>
    <w:rsid w:val="008F26D5"/>
    <w:rsid w:val="008F54CE"/>
    <w:rsid w:val="008F55E1"/>
    <w:rsid w:val="008F6164"/>
    <w:rsid w:val="008F6713"/>
    <w:rsid w:val="008F6829"/>
    <w:rsid w:val="008F6DE2"/>
    <w:rsid w:val="008F7450"/>
    <w:rsid w:val="009005CD"/>
    <w:rsid w:val="00900D97"/>
    <w:rsid w:val="009010E4"/>
    <w:rsid w:val="00901F60"/>
    <w:rsid w:val="00902B17"/>
    <w:rsid w:val="009033F9"/>
    <w:rsid w:val="00903B7B"/>
    <w:rsid w:val="00903DDC"/>
    <w:rsid w:val="00903EBC"/>
    <w:rsid w:val="00904331"/>
    <w:rsid w:val="00905C93"/>
    <w:rsid w:val="009072A2"/>
    <w:rsid w:val="00907CB2"/>
    <w:rsid w:val="00911A25"/>
    <w:rsid w:val="00913935"/>
    <w:rsid w:val="0091718E"/>
    <w:rsid w:val="00921372"/>
    <w:rsid w:val="0092211A"/>
    <w:rsid w:val="009227C4"/>
    <w:rsid w:val="00922E37"/>
    <w:rsid w:val="00924775"/>
    <w:rsid w:val="00924BD5"/>
    <w:rsid w:val="00925ECB"/>
    <w:rsid w:val="009304D0"/>
    <w:rsid w:val="0093184D"/>
    <w:rsid w:val="00932012"/>
    <w:rsid w:val="00934C09"/>
    <w:rsid w:val="009358FC"/>
    <w:rsid w:val="0093700A"/>
    <w:rsid w:val="0093732D"/>
    <w:rsid w:val="00941353"/>
    <w:rsid w:val="009414F1"/>
    <w:rsid w:val="0094304B"/>
    <w:rsid w:val="0094353E"/>
    <w:rsid w:val="00943616"/>
    <w:rsid w:val="009439BA"/>
    <w:rsid w:val="009445CF"/>
    <w:rsid w:val="009446D8"/>
    <w:rsid w:val="00944B6C"/>
    <w:rsid w:val="00944DEC"/>
    <w:rsid w:val="00944F75"/>
    <w:rsid w:val="009457CB"/>
    <w:rsid w:val="0095283D"/>
    <w:rsid w:val="00952C7E"/>
    <w:rsid w:val="00953FA4"/>
    <w:rsid w:val="0095569B"/>
    <w:rsid w:val="00955C5B"/>
    <w:rsid w:val="009564DF"/>
    <w:rsid w:val="009567FE"/>
    <w:rsid w:val="00960175"/>
    <w:rsid w:val="0096020D"/>
    <w:rsid w:val="00960ED5"/>
    <w:rsid w:val="00961050"/>
    <w:rsid w:val="00961209"/>
    <w:rsid w:val="009623F0"/>
    <w:rsid w:val="00964383"/>
    <w:rsid w:val="00965A97"/>
    <w:rsid w:val="00967F16"/>
    <w:rsid w:val="009713D9"/>
    <w:rsid w:val="009724A1"/>
    <w:rsid w:val="00973566"/>
    <w:rsid w:val="00974FE1"/>
    <w:rsid w:val="00976766"/>
    <w:rsid w:val="00976E83"/>
    <w:rsid w:val="00977F10"/>
    <w:rsid w:val="009814BB"/>
    <w:rsid w:val="009816F0"/>
    <w:rsid w:val="009824FE"/>
    <w:rsid w:val="00982521"/>
    <w:rsid w:val="00982EB1"/>
    <w:rsid w:val="00983293"/>
    <w:rsid w:val="009853BC"/>
    <w:rsid w:val="00990FBD"/>
    <w:rsid w:val="009947F6"/>
    <w:rsid w:val="00996108"/>
    <w:rsid w:val="00996580"/>
    <w:rsid w:val="009A0B9A"/>
    <w:rsid w:val="009A15A5"/>
    <w:rsid w:val="009A2BB2"/>
    <w:rsid w:val="009A36A7"/>
    <w:rsid w:val="009A609C"/>
    <w:rsid w:val="009B12A6"/>
    <w:rsid w:val="009B31F0"/>
    <w:rsid w:val="009B4722"/>
    <w:rsid w:val="009B5810"/>
    <w:rsid w:val="009B6FB5"/>
    <w:rsid w:val="009B7510"/>
    <w:rsid w:val="009B7735"/>
    <w:rsid w:val="009C044E"/>
    <w:rsid w:val="009C3064"/>
    <w:rsid w:val="009C37F1"/>
    <w:rsid w:val="009C3B2E"/>
    <w:rsid w:val="009C4049"/>
    <w:rsid w:val="009C54BC"/>
    <w:rsid w:val="009C634C"/>
    <w:rsid w:val="009C7C1E"/>
    <w:rsid w:val="009D0AD6"/>
    <w:rsid w:val="009D239D"/>
    <w:rsid w:val="009D3175"/>
    <w:rsid w:val="009D374C"/>
    <w:rsid w:val="009D4CFD"/>
    <w:rsid w:val="009D4FBC"/>
    <w:rsid w:val="009D55DC"/>
    <w:rsid w:val="009D6651"/>
    <w:rsid w:val="009E0C21"/>
    <w:rsid w:val="009E3DEE"/>
    <w:rsid w:val="009E4699"/>
    <w:rsid w:val="009E5291"/>
    <w:rsid w:val="009E53FC"/>
    <w:rsid w:val="009E5966"/>
    <w:rsid w:val="009E61E3"/>
    <w:rsid w:val="009E7F88"/>
    <w:rsid w:val="009F1B72"/>
    <w:rsid w:val="009F36A1"/>
    <w:rsid w:val="009F43EB"/>
    <w:rsid w:val="00A0106F"/>
    <w:rsid w:val="00A016F1"/>
    <w:rsid w:val="00A01B82"/>
    <w:rsid w:val="00A0526A"/>
    <w:rsid w:val="00A06E66"/>
    <w:rsid w:val="00A0776A"/>
    <w:rsid w:val="00A11BF4"/>
    <w:rsid w:val="00A1224F"/>
    <w:rsid w:val="00A16287"/>
    <w:rsid w:val="00A16960"/>
    <w:rsid w:val="00A17D33"/>
    <w:rsid w:val="00A30EE2"/>
    <w:rsid w:val="00A359CF"/>
    <w:rsid w:val="00A37C25"/>
    <w:rsid w:val="00A40C69"/>
    <w:rsid w:val="00A4239C"/>
    <w:rsid w:val="00A449D9"/>
    <w:rsid w:val="00A45ED6"/>
    <w:rsid w:val="00A46CAB"/>
    <w:rsid w:val="00A47858"/>
    <w:rsid w:val="00A514B1"/>
    <w:rsid w:val="00A514C1"/>
    <w:rsid w:val="00A533BB"/>
    <w:rsid w:val="00A5363B"/>
    <w:rsid w:val="00A555EA"/>
    <w:rsid w:val="00A56A1A"/>
    <w:rsid w:val="00A57C9F"/>
    <w:rsid w:val="00A57CD4"/>
    <w:rsid w:val="00A60D5C"/>
    <w:rsid w:val="00A6132A"/>
    <w:rsid w:val="00A62030"/>
    <w:rsid w:val="00A624D1"/>
    <w:rsid w:val="00A62B97"/>
    <w:rsid w:val="00A6341E"/>
    <w:rsid w:val="00A63B1B"/>
    <w:rsid w:val="00A643FD"/>
    <w:rsid w:val="00A64598"/>
    <w:rsid w:val="00A645BC"/>
    <w:rsid w:val="00A64D2D"/>
    <w:rsid w:val="00A659A4"/>
    <w:rsid w:val="00A65B36"/>
    <w:rsid w:val="00A731D2"/>
    <w:rsid w:val="00A74099"/>
    <w:rsid w:val="00A81BC6"/>
    <w:rsid w:val="00A83D3E"/>
    <w:rsid w:val="00A841CD"/>
    <w:rsid w:val="00A8519D"/>
    <w:rsid w:val="00A857F2"/>
    <w:rsid w:val="00A858E0"/>
    <w:rsid w:val="00A86C2B"/>
    <w:rsid w:val="00A9152F"/>
    <w:rsid w:val="00A92F19"/>
    <w:rsid w:val="00A92F5C"/>
    <w:rsid w:val="00A932D8"/>
    <w:rsid w:val="00A93E1E"/>
    <w:rsid w:val="00A94D50"/>
    <w:rsid w:val="00A9557E"/>
    <w:rsid w:val="00A955E9"/>
    <w:rsid w:val="00A95F78"/>
    <w:rsid w:val="00A97318"/>
    <w:rsid w:val="00A978AF"/>
    <w:rsid w:val="00AA0B15"/>
    <w:rsid w:val="00AA0FE7"/>
    <w:rsid w:val="00AA1B56"/>
    <w:rsid w:val="00AA4AA4"/>
    <w:rsid w:val="00AA563A"/>
    <w:rsid w:val="00AA5AB0"/>
    <w:rsid w:val="00AA6DB9"/>
    <w:rsid w:val="00AB2105"/>
    <w:rsid w:val="00AB47AF"/>
    <w:rsid w:val="00AB5C71"/>
    <w:rsid w:val="00AB6D0E"/>
    <w:rsid w:val="00AC0897"/>
    <w:rsid w:val="00AC1296"/>
    <w:rsid w:val="00AC1305"/>
    <w:rsid w:val="00AC134E"/>
    <w:rsid w:val="00AC1CDA"/>
    <w:rsid w:val="00AC2ED3"/>
    <w:rsid w:val="00AC3001"/>
    <w:rsid w:val="00AC3639"/>
    <w:rsid w:val="00AC3736"/>
    <w:rsid w:val="00AC42AA"/>
    <w:rsid w:val="00AC4AE3"/>
    <w:rsid w:val="00AC6F00"/>
    <w:rsid w:val="00AC77D8"/>
    <w:rsid w:val="00AD0213"/>
    <w:rsid w:val="00AD4E4A"/>
    <w:rsid w:val="00AD587B"/>
    <w:rsid w:val="00AD58B4"/>
    <w:rsid w:val="00AD6397"/>
    <w:rsid w:val="00AD7159"/>
    <w:rsid w:val="00AD73EF"/>
    <w:rsid w:val="00AE0778"/>
    <w:rsid w:val="00AE3B9C"/>
    <w:rsid w:val="00AE519B"/>
    <w:rsid w:val="00AE7411"/>
    <w:rsid w:val="00AF252B"/>
    <w:rsid w:val="00AF2622"/>
    <w:rsid w:val="00AF336D"/>
    <w:rsid w:val="00AF4686"/>
    <w:rsid w:val="00AF6B60"/>
    <w:rsid w:val="00B04F05"/>
    <w:rsid w:val="00B06797"/>
    <w:rsid w:val="00B06A05"/>
    <w:rsid w:val="00B0774C"/>
    <w:rsid w:val="00B118E3"/>
    <w:rsid w:val="00B12E43"/>
    <w:rsid w:val="00B132F6"/>
    <w:rsid w:val="00B14248"/>
    <w:rsid w:val="00B14F11"/>
    <w:rsid w:val="00B15290"/>
    <w:rsid w:val="00B15BB3"/>
    <w:rsid w:val="00B17511"/>
    <w:rsid w:val="00B1781C"/>
    <w:rsid w:val="00B228D1"/>
    <w:rsid w:val="00B22BE2"/>
    <w:rsid w:val="00B22D73"/>
    <w:rsid w:val="00B24841"/>
    <w:rsid w:val="00B26FA8"/>
    <w:rsid w:val="00B274EE"/>
    <w:rsid w:val="00B2791B"/>
    <w:rsid w:val="00B300FC"/>
    <w:rsid w:val="00B30885"/>
    <w:rsid w:val="00B31242"/>
    <w:rsid w:val="00B326FA"/>
    <w:rsid w:val="00B34646"/>
    <w:rsid w:val="00B349EF"/>
    <w:rsid w:val="00B35CAB"/>
    <w:rsid w:val="00B35DFE"/>
    <w:rsid w:val="00B374F6"/>
    <w:rsid w:val="00B40531"/>
    <w:rsid w:val="00B4169D"/>
    <w:rsid w:val="00B424F3"/>
    <w:rsid w:val="00B450E2"/>
    <w:rsid w:val="00B460E1"/>
    <w:rsid w:val="00B46B79"/>
    <w:rsid w:val="00B47074"/>
    <w:rsid w:val="00B475AD"/>
    <w:rsid w:val="00B4774E"/>
    <w:rsid w:val="00B542B0"/>
    <w:rsid w:val="00B604C2"/>
    <w:rsid w:val="00B61D1E"/>
    <w:rsid w:val="00B6301E"/>
    <w:rsid w:val="00B64CBB"/>
    <w:rsid w:val="00B64ED3"/>
    <w:rsid w:val="00B65B97"/>
    <w:rsid w:val="00B67BF1"/>
    <w:rsid w:val="00B7229D"/>
    <w:rsid w:val="00B73F63"/>
    <w:rsid w:val="00B754B9"/>
    <w:rsid w:val="00B772FA"/>
    <w:rsid w:val="00B77C02"/>
    <w:rsid w:val="00B77E1A"/>
    <w:rsid w:val="00B80A17"/>
    <w:rsid w:val="00B82E24"/>
    <w:rsid w:val="00B83072"/>
    <w:rsid w:val="00B838A4"/>
    <w:rsid w:val="00B83985"/>
    <w:rsid w:val="00B840FD"/>
    <w:rsid w:val="00B84EA4"/>
    <w:rsid w:val="00B85F54"/>
    <w:rsid w:val="00B86F21"/>
    <w:rsid w:val="00B87404"/>
    <w:rsid w:val="00B90D6B"/>
    <w:rsid w:val="00B91A91"/>
    <w:rsid w:val="00B92133"/>
    <w:rsid w:val="00B931F3"/>
    <w:rsid w:val="00B9353E"/>
    <w:rsid w:val="00B94138"/>
    <w:rsid w:val="00B979AC"/>
    <w:rsid w:val="00BA01C6"/>
    <w:rsid w:val="00BA1233"/>
    <w:rsid w:val="00BA139E"/>
    <w:rsid w:val="00BA2C87"/>
    <w:rsid w:val="00BA407D"/>
    <w:rsid w:val="00BA4BF6"/>
    <w:rsid w:val="00BA4E31"/>
    <w:rsid w:val="00BA624C"/>
    <w:rsid w:val="00BA7409"/>
    <w:rsid w:val="00BB2FF6"/>
    <w:rsid w:val="00BB3E03"/>
    <w:rsid w:val="00BB4082"/>
    <w:rsid w:val="00BB57E5"/>
    <w:rsid w:val="00BB688C"/>
    <w:rsid w:val="00BB77A1"/>
    <w:rsid w:val="00BC0115"/>
    <w:rsid w:val="00BC0130"/>
    <w:rsid w:val="00BC01B4"/>
    <w:rsid w:val="00BC0E9C"/>
    <w:rsid w:val="00BC3C1F"/>
    <w:rsid w:val="00BC5D06"/>
    <w:rsid w:val="00BC5D7C"/>
    <w:rsid w:val="00BC66BD"/>
    <w:rsid w:val="00BD019F"/>
    <w:rsid w:val="00BD1AEF"/>
    <w:rsid w:val="00BD3878"/>
    <w:rsid w:val="00BD5015"/>
    <w:rsid w:val="00BD54E6"/>
    <w:rsid w:val="00BD62A1"/>
    <w:rsid w:val="00BD79AC"/>
    <w:rsid w:val="00BD7E5F"/>
    <w:rsid w:val="00BE3FEB"/>
    <w:rsid w:val="00BF1B7A"/>
    <w:rsid w:val="00BF2C58"/>
    <w:rsid w:val="00BF3784"/>
    <w:rsid w:val="00BF3D90"/>
    <w:rsid w:val="00BF5460"/>
    <w:rsid w:val="00BF74A9"/>
    <w:rsid w:val="00BF7C50"/>
    <w:rsid w:val="00BF7DF8"/>
    <w:rsid w:val="00C004EF"/>
    <w:rsid w:val="00C008C9"/>
    <w:rsid w:val="00C00F55"/>
    <w:rsid w:val="00C02413"/>
    <w:rsid w:val="00C04A09"/>
    <w:rsid w:val="00C04F29"/>
    <w:rsid w:val="00C04F6C"/>
    <w:rsid w:val="00C05657"/>
    <w:rsid w:val="00C05C0B"/>
    <w:rsid w:val="00C06D96"/>
    <w:rsid w:val="00C07420"/>
    <w:rsid w:val="00C1075C"/>
    <w:rsid w:val="00C10AE0"/>
    <w:rsid w:val="00C1217D"/>
    <w:rsid w:val="00C12222"/>
    <w:rsid w:val="00C14BA8"/>
    <w:rsid w:val="00C16CCD"/>
    <w:rsid w:val="00C205AF"/>
    <w:rsid w:val="00C2165D"/>
    <w:rsid w:val="00C2192B"/>
    <w:rsid w:val="00C22FB1"/>
    <w:rsid w:val="00C23E9F"/>
    <w:rsid w:val="00C27267"/>
    <w:rsid w:val="00C27331"/>
    <w:rsid w:val="00C2765D"/>
    <w:rsid w:val="00C301BD"/>
    <w:rsid w:val="00C3096A"/>
    <w:rsid w:val="00C31A63"/>
    <w:rsid w:val="00C33F89"/>
    <w:rsid w:val="00C34245"/>
    <w:rsid w:val="00C3704B"/>
    <w:rsid w:val="00C37569"/>
    <w:rsid w:val="00C37E0F"/>
    <w:rsid w:val="00C402E9"/>
    <w:rsid w:val="00C430E6"/>
    <w:rsid w:val="00C43CDA"/>
    <w:rsid w:val="00C458E1"/>
    <w:rsid w:val="00C46042"/>
    <w:rsid w:val="00C46344"/>
    <w:rsid w:val="00C464BE"/>
    <w:rsid w:val="00C46615"/>
    <w:rsid w:val="00C46E39"/>
    <w:rsid w:val="00C47ABC"/>
    <w:rsid w:val="00C50682"/>
    <w:rsid w:val="00C51CC0"/>
    <w:rsid w:val="00C53277"/>
    <w:rsid w:val="00C544A2"/>
    <w:rsid w:val="00C5495C"/>
    <w:rsid w:val="00C56CCB"/>
    <w:rsid w:val="00C60220"/>
    <w:rsid w:val="00C60230"/>
    <w:rsid w:val="00C604EE"/>
    <w:rsid w:val="00C60664"/>
    <w:rsid w:val="00C61115"/>
    <w:rsid w:val="00C6210C"/>
    <w:rsid w:val="00C62707"/>
    <w:rsid w:val="00C63813"/>
    <w:rsid w:val="00C63D38"/>
    <w:rsid w:val="00C651DA"/>
    <w:rsid w:val="00C711A5"/>
    <w:rsid w:val="00C71C29"/>
    <w:rsid w:val="00C731F3"/>
    <w:rsid w:val="00C743F3"/>
    <w:rsid w:val="00C744C4"/>
    <w:rsid w:val="00C7536E"/>
    <w:rsid w:val="00C75748"/>
    <w:rsid w:val="00C7587F"/>
    <w:rsid w:val="00C758F5"/>
    <w:rsid w:val="00C7681E"/>
    <w:rsid w:val="00C76B75"/>
    <w:rsid w:val="00C779BC"/>
    <w:rsid w:val="00C8385F"/>
    <w:rsid w:val="00C857F3"/>
    <w:rsid w:val="00C858FA"/>
    <w:rsid w:val="00C8753A"/>
    <w:rsid w:val="00C91B38"/>
    <w:rsid w:val="00C91FC4"/>
    <w:rsid w:val="00C93963"/>
    <w:rsid w:val="00C93CF5"/>
    <w:rsid w:val="00C9528C"/>
    <w:rsid w:val="00C956D5"/>
    <w:rsid w:val="00C9614D"/>
    <w:rsid w:val="00CA14E9"/>
    <w:rsid w:val="00CA30AD"/>
    <w:rsid w:val="00CA3EAE"/>
    <w:rsid w:val="00CA4BE0"/>
    <w:rsid w:val="00CA4CE6"/>
    <w:rsid w:val="00CA74DE"/>
    <w:rsid w:val="00CA7643"/>
    <w:rsid w:val="00CA7E3F"/>
    <w:rsid w:val="00CB13A5"/>
    <w:rsid w:val="00CB59C5"/>
    <w:rsid w:val="00CB716A"/>
    <w:rsid w:val="00CB762B"/>
    <w:rsid w:val="00CC12D7"/>
    <w:rsid w:val="00CC1F3E"/>
    <w:rsid w:val="00CC30BC"/>
    <w:rsid w:val="00CC3656"/>
    <w:rsid w:val="00CC4E65"/>
    <w:rsid w:val="00CC6EDD"/>
    <w:rsid w:val="00CD2275"/>
    <w:rsid w:val="00CD683F"/>
    <w:rsid w:val="00CD6DE0"/>
    <w:rsid w:val="00CE0792"/>
    <w:rsid w:val="00CE0EA8"/>
    <w:rsid w:val="00CE2C13"/>
    <w:rsid w:val="00CE406C"/>
    <w:rsid w:val="00CE478D"/>
    <w:rsid w:val="00CE4BBB"/>
    <w:rsid w:val="00CE59F3"/>
    <w:rsid w:val="00CE6272"/>
    <w:rsid w:val="00CE65A4"/>
    <w:rsid w:val="00CE7EA6"/>
    <w:rsid w:val="00CE7EC5"/>
    <w:rsid w:val="00CF0739"/>
    <w:rsid w:val="00CF0A12"/>
    <w:rsid w:val="00CF12AB"/>
    <w:rsid w:val="00CF1599"/>
    <w:rsid w:val="00CF164E"/>
    <w:rsid w:val="00CF31CC"/>
    <w:rsid w:val="00CF3F34"/>
    <w:rsid w:val="00CF5DB6"/>
    <w:rsid w:val="00CF6E84"/>
    <w:rsid w:val="00CF79CB"/>
    <w:rsid w:val="00D023C2"/>
    <w:rsid w:val="00D02D0F"/>
    <w:rsid w:val="00D03C76"/>
    <w:rsid w:val="00D0606A"/>
    <w:rsid w:val="00D111FE"/>
    <w:rsid w:val="00D11ECE"/>
    <w:rsid w:val="00D134C4"/>
    <w:rsid w:val="00D13BB5"/>
    <w:rsid w:val="00D14116"/>
    <w:rsid w:val="00D1495D"/>
    <w:rsid w:val="00D15062"/>
    <w:rsid w:val="00D15136"/>
    <w:rsid w:val="00D204AF"/>
    <w:rsid w:val="00D216C5"/>
    <w:rsid w:val="00D22A15"/>
    <w:rsid w:val="00D22A41"/>
    <w:rsid w:val="00D22D68"/>
    <w:rsid w:val="00D22E1C"/>
    <w:rsid w:val="00D22EC0"/>
    <w:rsid w:val="00D23334"/>
    <w:rsid w:val="00D24AAA"/>
    <w:rsid w:val="00D2560A"/>
    <w:rsid w:val="00D25EB0"/>
    <w:rsid w:val="00D265E6"/>
    <w:rsid w:val="00D303BC"/>
    <w:rsid w:val="00D311DD"/>
    <w:rsid w:val="00D315F6"/>
    <w:rsid w:val="00D32D88"/>
    <w:rsid w:val="00D33665"/>
    <w:rsid w:val="00D33699"/>
    <w:rsid w:val="00D336B2"/>
    <w:rsid w:val="00D33BEB"/>
    <w:rsid w:val="00D33DE0"/>
    <w:rsid w:val="00D340B1"/>
    <w:rsid w:val="00D3534D"/>
    <w:rsid w:val="00D3575F"/>
    <w:rsid w:val="00D35BC8"/>
    <w:rsid w:val="00D36C16"/>
    <w:rsid w:val="00D378D6"/>
    <w:rsid w:val="00D41990"/>
    <w:rsid w:val="00D4275C"/>
    <w:rsid w:val="00D43DAD"/>
    <w:rsid w:val="00D43E65"/>
    <w:rsid w:val="00D447D3"/>
    <w:rsid w:val="00D47E67"/>
    <w:rsid w:val="00D508B2"/>
    <w:rsid w:val="00D50F0B"/>
    <w:rsid w:val="00D55C7A"/>
    <w:rsid w:val="00D561DF"/>
    <w:rsid w:val="00D56302"/>
    <w:rsid w:val="00D57EBA"/>
    <w:rsid w:val="00D611F5"/>
    <w:rsid w:val="00D62E5D"/>
    <w:rsid w:val="00D70B8B"/>
    <w:rsid w:val="00D71E11"/>
    <w:rsid w:val="00D728C3"/>
    <w:rsid w:val="00D73993"/>
    <w:rsid w:val="00D73B0D"/>
    <w:rsid w:val="00D74046"/>
    <w:rsid w:val="00D7709D"/>
    <w:rsid w:val="00D7796D"/>
    <w:rsid w:val="00D8386A"/>
    <w:rsid w:val="00D84973"/>
    <w:rsid w:val="00D85068"/>
    <w:rsid w:val="00D8507E"/>
    <w:rsid w:val="00D855E5"/>
    <w:rsid w:val="00D8710B"/>
    <w:rsid w:val="00D87C2D"/>
    <w:rsid w:val="00D91DD5"/>
    <w:rsid w:val="00D92D1C"/>
    <w:rsid w:val="00D93000"/>
    <w:rsid w:val="00D932F2"/>
    <w:rsid w:val="00D95788"/>
    <w:rsid w:val="00D96CCB"/>
    <w:rsid w:val="00D97730"/>
    <w:rsid w:val="00D977AA"/>
    <w:rsid w:val="00D97967"/>
    <w:rsid w:val="00DA0AD1"/>
    <w:rsid w:val="00DA47CF"/>
    <w:rsid w:val="00DA7AC7"/>
    <w:rsid w:val="00DB116A"/>
    <w:rsid w:val="00DB1527"/>
    <w:rsid w:val="00DB1C4A"/>
    <w:rsid w:val="00DB2674"/>
    <w:rsid w:val="00DB484C"/>
    <w:rsid w:val="00DB4E7D"/>
    <w:rsid w:val="00DB634F"/>
    <w:rsid w:val="00DB78F8"/>
    <w:rsid w:val="00DC24AF"/>
    <w:rsid w:val="00DC7144"/>
    <w:rsid w:val="00DC73FE"/>
    <w:rsid w:val="00DD1875"/>
    <w:rsid w:val="00DD24D8"/>
    <w:rsid w:val="00DD64EF"/>
    <w:rsid w:val="00DE63CC"/>
    <w:rsid w:val="00DE645C"/>
    <w:rsid w:val="00DE77BA"/>
    <w:rsid w:val="00DE7E39"/>
    <w:rsid w:val="00DF2CCD"/>
    <w:rsid w:val="00DF3419"/>
    <w:rsid w:val="00DF4ECA"/>
    <w:rsid w:val="00DF5E5B"/>
    <w:rsid w:val="00DF7463"/>
    <w:rsid w:val="00DF795A"/>
    <w:rsid w:val="00E01965"/>
    <w:rsid w:val="00E025E0"/>
    <w:rsid w:val="00E071D8"/>
    <w:rsid w:val="00E07D8D"/>
    <w:rsid w:val="00E1131E"/>
    <w:rsid w:val="00E12FD9"/>
    <w:rsid w:val="00E153C9"/>
    <w:rsid w:val="00E15569"/>
    <w:rsid w:val="00E1636F"/>
    <w:rsid w:val="00E167BB"/>
    <w:rsid w:val="00E17982"/>
    <w:rsid w:val="00E17C73"/>
    <w:rsid w:val="00E20EB8"/>
    <w:rsid w:val="00E235D7"/>
    <w:rsid w:val="00E23F1D"/>
    <w:rsid w:val="00E2485B"/>
    <w:rsid w:val="00E24B89"/>
    <w:rsid w:val="00E24BFF"/>
    <w:rsid w:val="00E25771"/>
    <w:rsid w:val="00E25BDA"/>
    <w:rsid w:val="00E30D89"/>
    <w:rsid w:val="00E31D0B"/>
    <w:rsid w:val="00E33B06"/>
    <w:rsid w:val="00E346F1"/>
    <w:rsid w:val="00E354C7"/>
    <w:rsid w:val="00E41C92"/>
    <w:rsid w:val="00E421C2"/>
    <w:rsid w:val="00E43995"/>
    <w:rsid w:val="00E439C2"/>
    <w:rsid w:val="00E441B2"/>
    <w:rsid w:val="00E44724"/>
    <w:rsid w:val="00E453DD"/>
    <w:rsid w:val="00E462EB"/>
    <w:rsid w:val="00E47605"/>
    <w:rsid w:val="00E5254B"/>
    <w:rsid w:val="00E5449F"/>
    <w:rsid w:val="00E603F4"/>
    <w:rsid w:val="00E623FD"/>
    <w:rsid w:val="00E62B05"/>
    <w:rsid w:val="00E64A7D"/>
    <w:rsid w:val="00E650DE"/>
    <w:rsid w:val="00E654C2"/>
    <w:rsid w:val="00E654F4"/>
    <w:rsid w:val="00E65AEC"/>
    <w:rsid w:val="00E65F8F"/>
    <w:rsid w:val="00E665E2"/>
    <w:rsid w:val="00E66805"/>
    <w:rsid w:val="00E7123B"/>
    <w:rsid w:val="00E71FFE"/>
    <w:rsid w:val="00E7321F"/>
    <w:rsid w:val="00E7571D"/>
    <w:rsid w:val="00E759E4"/>
    <w:rsid w:val="00E80AAD"/>
    <w:rsid w:val="00E82399"/>
    <w:rsid w:val="00E851A6"/>
    <w:rsid w:val="00E85713"/>
    <w:rsid w:val="00E85962"/>
    <w:rsid w:val="00E876FE"/>
    <w:rsid w:val="00E95B44"/>
    <w:rsid w:val="00E95BE5"/>
    <w:rsid w:val="00E962AA"/>
    <w:rsid w:val="00EA14F8"/>
    <w:rsid w:val="00EA3458"/>
    <w:rsid w:val="00EA5061"/>
    <w:rsid w:val="00EA620C"/>
    <w:rsid w:val="00EA6299"/>
    <w:rsid w:val="00EA6DE0"/>
    <w:rsid w:val="00EA6FAC"/>
    <w:rsid w:val="00EB1B17"/>
    <w:rsid w:val="00EB2C24"/>
    <w:rsid w:val="00EB2EC2"/>
    <w:rsid w:val="00EB3475"/>
    <w:rsid w:val="00EB3599"/>
    <w:rsid w:val="00EB5BCD"/>
    <w:rsid w:val="00EB5F63"/>
    <w:rsid w:val="00EB7ADF"/>
    <w:rsid w:val="00EC1FE1"/>
    <w:rsid w:val="00EC347C"/>
    <w:rsid w:val="00EC43BD"/>
    <w:rsid w:val="00EC7B67"/>
    <w:rsid w:val="00ED07D1"/>
    <w:rsid w:val="00ED09B5"/>
    <w:rsid w:val="00ED0B79"/>
    <w:rsid w:val="00ED61E5"/>
    <w:rsid w:val="00ED7213"/>
    <w:rsid w:val="00ED7AC2"/>
    <w:rsid w:val="00EE0A25"/>
    <w:rsid w:val="00EE0C84"/>
    <w:rsid w:val="00EE1692"/>
    <w:rsid w:val="00EE1CC1"/>
    <w:rsid w:val="00EE4CD6"/>
    <w:rsid w:val="00EE4E2A"/>
    <w:rsid w:val="00EE5744"/>
    <w:rsid w:val="00EE5888"/>
    <w:rsid w:val="00EE71E1"/>
    <w:rsid w:val="00EF0F23"/>
    <w:rsid w:val="00EF3F27"/>
    <w:rsid w:val="00EF4BB9"/>
    <w:rsid w:val="00EF6E1D"/>
    <w:rsid w:val="00EF79BF"/>
    <w:rsid w:val="00EF7BB5"/>
    <w:rsid w:val="00F03865"/>
    <w:rsid w:val="00F039D4"/>
    <w:rsid w:val="00F041E4"/>
    <w:rsid w:val="00F04B5D"/>
    <w:rsid w:val="00F105DC"/>
    <w:rsid w:val="00F122A5"/>
    <w:rsid w:val="00F128C7"/>
    <w:rsid w:val="00F134EF"/>
    <w:rsid w:val="00F136B5"/>
    <w:rsid w:val="00F15AFC"/>
    <w:rsid w:val="00F15F51"/>
    <w:rsid w:val="00F163C3"/>
    <w:rsid w:val="00F175D9"/>
    <w:rsid w:val="00F200BD"/>
    <w:rsid w:val="00F21E4C"/>
    <w:rsid w:val="00F226EB"/>
    <w:rsid w:val="00F27B77"/>
    <w:rsid w:val="00F332F6"/>
    <w:rsid w:val="00F3509E"/>
    <w:rsid w:val="00F37734"/>
    <w:rsid w:val="00F37B69"/>
    <w:rsid w:val="00F415D1"/>
    <w:rsid w:val="00F4200B"/>
    <w:rsid w:val="00F42C86"/>
    <w:rsid w:val="00F45337"/>
    <w:rsid w:val="00F453F1"/>
    <w:rsid w:val="00F45E3D"/>
    <w:rsid w:val="00F45ECF"/>
    <w:rsid w:val="00F46BF5"/>
    <w:rsid w:val="00F46DED"/>
    <w:rsid w:val="00F479BD"/>
    <w:rsid w:val="00F47ADA"/>
    <w:rsid w:val="00F50F40"/>
    <w:rsid w:val="00F51304"/>
    <w:rsid w:val="00F52BB9"/>
    <w:rsid w:val="00F563AF"/>
    <w:rsid w:val="00F56ECB"/>
    <w:rsid w:val="00F61132"/>
    <w:rsid w:val="00F63BE6"/>
    <w:rsid w:val="00F6430A"/>
    <w:rsid w:val="00F64ED5"/>
    <w:rsid w:val="00F65BE1"/>
    <w:rsid w:val="00F71992"/>
    <w:rsid w:val="00F72362"/>
    <w:rsid w:val="00F74E7A"/>
    <w:rsid w:val="00F7726D"/>
    <w:rsid w:val="00F83348"/>
    <w:rsid w:val="00F844CC"/>
    <w:rsid w:val="00F84520"/>
    <w:rsid w:val="00F84865"/>
    <w:rsid w:val="00F84B77"/>
    <w:rsid w:val="00F85D9D"/>
    <w:rsid w:val="00F90CCF"/>
    <w:rsid w:val="00F90F80"/>
    <w:rsid w:val="00F9110A"/>
    <w:rsid w:val="00F91E7D"/>
    <w:rsid w:val="00F92796"/>
    <w:rsid w:val="00F93482"/>
    <w:rsid w:val="00F93E48"/>
    <w:rsid w:val="00F93E74"/>
    <w:rsid w:val="00F94535"/>
    <w:rsid w:val="00FA29EF"/>
    <w:rsid w:val="00FA2E3A"/>
    <w:rsid w:val="00FA301E"/>
    <w:rsid w:val="00FA42B3"/>
    <w:rsid w:val="00FA718C"/>
    <w:rsid w:val="00FA7781"/>
    <w:rsid w:val="00FA7936"/>
    <w:rsid w:val="00FB0D6C"/>
    <w:rsid w:val="00FB2972"/>
    <w:rsid w:val="00FB3359"/>
    <w:rsid w:val="00FB3A6F"/>
    <w:rsid w:val="00FB3BCD"/>
    <w:rsid w:val="00FB4257"/>
    <w:rsid w:val="00FB43AF"/>
    <w:rsid w:val="00FB57EA"/>
    <w:rsid w:val="00FB5C2B"/>
    <w:rsid w:val="00FC113A"/>
    <w:rsid w:val="00FC1719"/>
    <w:rsid w:val="00FC292D"/>
    <w:rsid w:val="00FC2E39"/>
    <w:rsid w:val="00FC4494"/>
    <w:rsid w:val="00FC4E54"/>
    <w:rsid w:val="00FC69C7"/>
    <w:rsid w:val="00FC7160"/>
    <w:rsid w:val="00FC75B1"/>
    <w:rsid w:val="00FD09BC"/>
    <w:rsid w:val="00FD10C9"/>
    <w:rsid w:val="00FD33FD"/>
    <w:rsid w:val="00FD37C1"/>
    <w:rsid w:val="00FD4A6E"/>
    <w:rsid w:val="00FD4BF6"/>
    <w:rsid w:val="00FD5764"/>
    <w:rsid w:val="00FD590C"/>
    <w:rsid w:val="00FD6335"/>
    <w:rsid w:val="00FD7220"/>
    <w:rsid w:val="00FD7ED1"/>
    <w:rsid w:val="00FE08A8"/>
    <w:rsid w:val="00FE0935"/>
    <w:rsid w:val="00FE204A"/>
    <w:rsid w:val="00FE20C7"/>
    <w:rsid w:val="00FE3539"/>
    <w:rsid w:val="00FE4A89"/>
    <w:rsid w:val="00FE4D74"/>
    <w:rsid w:val="00FE5B0E"/>
    <w:rsid w:val="00FE5BCF"/>
    <w:rsid w:val="00FE7A33"/>
    <w:rsid w:val="00FF1440"/>
    <w:rsid w:val="00FF15AF"/>
    <w:rsid w:val="00FF1629"/>
    <w:rsid w:val="00FF1A9A"/>
    <w:rsid w:val="00FF3132"/>
    <w:rsid w:val="00FF37D9"/>
    <w:rsid w:val="00FF3F61"/>
    <w:rsid w:val="00FF522C"/>
    <w:rsid w:val="00FF5A04"/>
    <w:rsid w:val="00FF658D"/>
    <w:rsid w:val="00FF6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0A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B70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70A6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C602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238</Words>
  <Characters>1360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Лариса</cp:lastModifiedBy>
  <cp:revision>5</cp:revision>
  <cp:lastPrinted>2017-05-30T11:59:00Z</cp:lastPrinted>
  <dcterms:created xsi:type="dcterms:W3CDTF">2017-05-31T06:18:00Z</dcterms:created>
  <dcterms:modified xsi:type="dcterms:W3CDTF">2018-04-10T07:15:00Z</dcterms:modified>
</cp:coreProperties>
</file>