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0C" w:rsidRPr="00F86843" w:rsidRDefault="00F8270C" w:rsidP="00C16333">
      <w:pPr>
        <w:jc w:val="center"/>
      </w:pPr>
      <w:bookmarkStart w:id="0" w:name="top"/>
      <w:r w:rsidRPr="00253163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F8270C" w:rsidRPr="00F86843" w:rsidRDefault="00F8270C" w:rsidP="00C16333">
      <w:pPr>
        <w:jc w:val="center"/>
        <w:rPr>
          <w:b/>
          <w:bCs/>
        </w:rPr>
      </w:pPr>
      <w:r w:rsidRPr="00F86843">
        <w:rPr>
          <w:b/>
          <w:bCs/>
        </w:rPr>
        <w:t xml:space="preserve">РОМЕНСЬКА РАЙОННА ДЕРЖАВНА АДМІНІСТРАЦІЯ </w:t>
      </w:r>
    </w:p>
    <w:p w:rsidR="00F8270C" w:rsidRPr="00F86843" w:rsidRDefault="00F8270C" w:rsidP="00C16333">
      <w:pPr>
        <w:jc w:val="center"/>
        <w:rPr>
          <w:b/>
          <w:bCs/>
        </w:rPr>
      </w:pPr>
      <w:r w:rsidRPr="00F86843">
        <w:rPr>
          <w:b/>
          <w:bCs/>
        </w:rPr>
        <w:t>СУМСЬКОЇ ОБЛАСТІ</w:t>
      </w:r>
    </w:p>
    <w:p w:rsidR="00F8270C" w:rsidRPr="00F86843" w:rsidRDefault="00F8270C" w:rsidP="00C16333">
      <w:pPr>
        <w:jc w:val="center"/>
        <w:rPr>
          <w:b/>
          <w:bCs/>
          <w:sz w:val="16"/>
          <w:szCs w:val="16"/>
        </w:rPr>
      </w:pPr>
    </w:p>
    <w:p w:rsidR="00F8270C" w:rsidRPr="001F6866" w:rsidRDefault="00F8270C" w:rsidP="00C16333">
      <w:pPr>
        <w:jc w:val="center"/>
        <w:rPr>
          <w:b/>
          <w:bCs/>
          <w:sz w:val="28"/>
          <w:szCs w:val="28"/>
        </w:rPr>
      </w:pPr>
      <w:r w:rsidRPr="001F6866">
        <w:rPr>
          <w:b/>
          <w:bCs/>
          <w:sz w:val="28"/>
          <w:szCs w:val="28"/>
        </w:rPr>
        <w:t xml:space="preserve">РОЗПОРЯДЖЕННЯ </w:t>
      </w:r>
    </w:p>
    <w:p w:rsidR="00F8270C" w:rsidRPr="00F86843" w:rsidRDefault="00F8270C" w:rsidP="00C16333">
      <w:pPr>
        <w:jc w:val="center"/>
        <w:rPr>
          <w:b/>
          <w:bCs/>
        </w:rPr>
      </w:pPr>
      <w:r w:rsidRPr="00F86843">
        <w:rPr>
          <w:b/>
          <w:bCs/>
        </w:rPr>
        <w:t>ГОЛОВИ РАЙОННОЇ ДЕРЖАВНОЇ АДМІНІСТРАЦІЇ</w:t>
      </w:r>
    </w:p>
    <w:p w:rsidR="00F8270C" w:rsidRPr="00F86843" w:rsidRDefault="00F8270C" w:rsidP="00C16333">
      <w:pPr>
        <w:jc w:val="center"/>
        <w:rPr>
          <w:b/>
          <w:bCs/>
        </w:rPr>
      </w:pPr>
    </w:p>
    <w:p w:rsidR="00F8270C" w:rsidRPr="00F86843" w:rsidRDefault="00F8270C" w:rsidP="00C16333">
      <w:pPr>
        <w:pStyle w:val="Header"/>
        <w:rPr>
          <w:b/>
          <w:bCs/>
        </w:rPr>
      </w:pPr>
      <w:r>
        <w:rPr>
          <w:b/>
          <w:bCs/>
        </w:rPr>
        <w:t xml:space="preserve">30.07.2018                 </w:t>
      </w:r>
      <w:r w:rsidRPr="00F86843">
        <w:rPr>
          <w:b/>
          <w:bCs/>
        </w:rPr>
        <w:t xml:space="preserve">                                   м. Ромни                                      </w:t>
      </w:r>
      <w:r>
        <w:rPr>
          <w:b/>
          <w:bCs/>
        </w:rPr>
        <w:t xml:space="preserve">               № 255-ОД</w:t>
      </w:r>
    </w:p>
    <w:p w:rsidR="00F8270C" w:rsidRPr="00AE0F47" w:rsidRDefault="00F8270C" w:rsidP="00C16333">
      <w:pPr>
        <w:spacing w:line="360" w:lineRule="auto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47"/>
      </w:tblGrid>
      <w:tr w:rsidR="00F8270C" w:rsidRPr="00245418" w:rsidTr="007C12DC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F8270C" w:rsidRPr="00A839ED" w:rsidRDefault="00F8270C" w:rsidP="007C12DC">
            <w:pPr>
              <w:jc w:val="both"/>
            </w:pPr>
            <w:r w:rsidRPr="00A839ED">
              <w:rPr>
                <w:b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</w:rPr>
              <w:t>включення жилого приміщення до числа службового, придбаного Хмелівською сільською радою в комунальну власність та видачу спеціального ордера для вселення в службове житло</w:t>
            </w:r>
            <w:r w:rsidRPr="00A839E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лікарю загальної практики сімейної медицини Хмелівської амбулаторії загальної практики сімейної медицини Приходьку О.Р.</w:t>
            </w:r>
          </w:p>
          <w:p w:rsidR="00F8270C" w:rsidRDefault="00F8270C" w:rsidP="007C12DC">
            <w:pPr>
              <w:jc w:val="both"/>
            </w:pPr>
          </w:p>
        </w:tc>
      </w:tr>
    </w:tbl>
    <w:p w:rsidR="00F8270C" w:rsidRPr="00E208D0" w:rsidRDefault="00F8270C" w:rsidP="008504E5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A839ED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 xml:space="preserve">ей </w:t>
      </w:r>
      <w:r w:rsidRPr="00A839ED">
        <w:rPr>
          <w:sz w:val="28"/>
          <w:szCs w:val="28"/>
        </w:rPr>
        <w:t>6</w:t>
      </w:r>
      <w:r>
        <w:rPr>
          <w:sz w:val="28"/>
          <w:szCs w:val="28"/>
        </w:rPr>
        <w:t>, 41</w:t>
      </w:r>
      <w:r w:rsidRPr="00A839ED">
        <w:rPr>
          <w:sz w:val="28"/>
          <w:szCs w:val="28"/>
        </w:rPr>
        <w:t xml:space="preserve"> Закону України «Про місцеві державні адміністрації», </w:t>
      </w:r>
      <w:r>
        <w:rPr>
          <w:sz w:val="28"/>
          <w:szCs w:val="28"/>
        </w:rPr>
        <w:t xml:space="preserve">пункту 9 частини 1 статті 15, </w:t>
      </w:r>
      <w:r w:rsidRPr="00A839ED">
        <w:rPr>
          <w:sz w:val="28"/>
          <w:szCs w:val="28"/>
        </w:rPr>
        <w:t>стат</w:t>
      </w:r>
      <w:r>
        <w:rPr>
          <w:sz w:val="28"/>
          <w:szCs w:val="28"/>
        </w:rPr>
        <w:t>ей</w:t>
      </w:r>
      <w:r w:rsidRPr="00A83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118, 122 Житлового Кодексу Української РСР, </w:t>
      </w:r>
      <w:r w:rsidRPr="00FF3297">
        <w:rPr>
          <w:sz w:val="28"/>
          <w:szCs w:val="28"/>
        </w:rPr>
        <w:t>Положення про порядок надання службових жилих приміщень і користування ними в Українській РСР</w:t>
      </w:r>
      <w:r>
        <w:rPr>
          <w:sz w:val="28"/>
          <w:szCs w:val="28"/>
        </w:rPr>
        <w:t xml:space="preserve">, </w:t>
      </w:r>
      <w:r w:rsidRPr="00FF3297">
        <w:rPr>
          <w:sz w:val="28"/>
          <w:szCs w:val="28"/>
        </w:rPr>
        <w:t>затвердженого постановою Ради Міністрів УРСР від 4 лютого 1988 р</w:t>
      </w:r>
      <w:r>
        <w:rPr>
          <w:sz w:val="28"/>
          <w:szCs w:val="28"/>
        </w:rPr>
        <w:t>.</w:t>
      </w:r>
      <w:r w:rsidRPr="00FF3297">
        <w:rPr>
          <w:sz w:val="28"/>
          <w:szCs w:val="28"/>
        </w:rPr>
        <w:t xml:space="preserve"> № 37</w:t>
      </w:r>
      <w:r>
        <w:rPr>
          <w:sz w:val="28"/>
          <w:szCs w:val="28"/>
        </w:rPr>
        <w:t xml:space="preserve">, на підставі звернення виконавчого комітету Хмелівської сільської ради Роменського району Сумської області від 30.07.2018 № 02-35/502, рішення виконавчого комітету Хмелівської сільської ради від 26.07.2018 № 63 «Про надання жилого приміщення», з метою </w:t>
      </w:r>
      <w:r w:rsidRPr="00E208D0">
        <w:rPr>
          <w:sz w:val="28"/>
          <w:szCs w:val="28"/>
        </w:rPr>
        <w:t>виконання Програми економічного і соціального розвитку Роменського району на 2017 рік (зі змінами), затвердженої рішенням шістнадцятої сесії сьомого скликання від 23.12.2016</w:t>
      </w:r>
      <w:r>
        <w:rPr>
          <w:sz w:val="28"/>
          <w:szCs w:val="28"/>
        </w:rPr>
        <w:t>:</w:t>
      </w:r>
    </w:p>
    <w:p w:rsidR="00F8270C" w:rsidRDefault="00F8270C" w:rsidP="008504E5">
      <w:pPr>
        <w:ind w:firstLine="708"/>
        <w:jc w:val="both"/>
        <w:rPr>
          <w:sz w:val="28"/>
          <w:szCs w:val="28"/>
          <w:vertAlign w:val="superscript"/>
        </w:rPr>
      </w:pPr>
      <w:r w:rsidRPr="00A839ED">
        <w:rPr>
          <w:sz w:val="28"/>
          <w:szCs w:val="28"/>
        </w:rPr>
        <w:t xml:space="preserve">1. </w:t>
      </w:r>
      <w:r>
        <w:rPr>
          <w:sz w:val="28"/>
          <w:szCs w:val="28"/>
        </w:rPr>
        <w:t>Включити трикімнатну квартиру, придбану в комунальну власність Хмелівською сільською радою Роменського району Сумської області за адресою: вул. Прибережна, буд. 9, кв. 6, с. Хмелів Роменського району Сумської області, загальною площею 65,4 кв.м, жилою площею 41,4 кв.м, до числа службового жилого приміщення.</w:t>
      </w:r>
      <w:r>
        <w:rPr>
          <w:sz w:val="28"/>
          <w:szCs w:val="28"/>
          <w:vertAlign w:val="superscript"/>
        </w:rPr>
        <w:t xml:space="preserve"> </w:t>
      </w:r>
    </w:p>
    <w:p w:rsidR="00F8270C" w:rsidRDefault="00F8270C" w:rsidP="008504E5">
      <w:pPr>
        <w:ind w:firstLine="708"/>
        <w:jc w:val="both"/>
        <w:rPr>
          <w:sz w:val="28"/>
          <w:szCs w:val="28"/>
        </w:rPr>
      </w:pPr>
      <w:r w:rsidRPr="00A839ED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Відділу </w:t>
      </w:r>
      <w:r w:rsidRPr="00F64BC9">
        <w:rPr>
          <w:sz w:val="28"/>
          <w:szCs w:val="28"/>
        </w:rPr>
        <w:t xml:space="preserve">житлово-комунального господарства, </w:t>
      </w:r>
      <w:r>
        <w:rPr>
          <w:sz w:val="28"/>
          <w:szCs w:val="28"/>
        </w:rPr>
        <w:t xml:space="preserve">будівництва </w:t>
      </w:r>
      <w:r w:rsidRPr="00F64BC9">
        <w:rPr>
          <w:sz w:val="28"/>
          <w:szCs w:val="28"/>
        </w:rPr>
        <w:t>та інфраструктури Роменської районної державної адміністрації</w:t>
      </w:r>
      <w:r>
        <w:rPr>
          <w:sz w:val="28"/>
          <w:szCs w:val="28"/>
        </w:rPr>
        <w:t>:</w:t>
      </w:r>
    </w:p>
    <w:p w:rsidR="00F8270C" w:rsidRDefault="00F8270C" w:rsidP="008504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внести зазначене службове приміщення </w:t>
      </w:r>
      <w:r w:rsidRPr="00F64BC9">
        <w:rPr>
          <w:sz w:val="28"/>
          <w:szCs w:val="28"/>
        </w:rPr>
        <w:t>в журнал обліку службових жилих приміщень</w:t>
      </w:r>
      <w:r>
        <w:rPr>
          <w:sz w:val="28"/>
          <w:szCs w:val="28"/>
        </w:rPr>
        <w:t>;</w:t>
      </w:r>
    </w:p>
    <w:p w:rsidR="00F8270C" w:rsidRPr="00D84973" w:rsidRDefault="00F8270C" w:rsidP="00D84973">
      <w:pPr>
        <w:jc w:val="both"/>
      </w:pPr>
      <w:r>
        <w:rPr>
          <w:sz w:val="28"/>
          <w:szCs w:val="28"/>
        </w:rPr>
        <w:tab/>
        <w:t xml:space="preserve">2) підготувати спеціальний ордер на службове жиле приміщення для видачі </w:t>
      </w:r>
      <w:r w:rsidRPr="00D84973">
        <w:rPr>
          <w:sz w:val="28"/>
          <w:szCs w:val="28"/>
        </w:rPr>
        <w:t xml:space="preserve">лікарю загальної практики сімейної медицини Хмелівської амбулаторії загальної практики сімейної медицини </w:t>
      </w:r>
      <w:r>
        <w:rPr>
          <w:sz w:val="28"/>
          <w:szCs w:val="28"/>
        </w:rPr>
        <w:t xml:space="preserve">Приходьку Олексію </w:t>
      </w:r>
      <w:r w:rsidRPr="00D84973">
        <w:rPr>
          <w:sz w:val="28"/>
          <w:szCs w:val="28"/>
        </w:rPr>
        <w:t>Р</w:t>
      </w:r>
      <w:r>
        <w:rPr>
          <w:sz w:val="28"/>
          <w:szCs w:val="28"/>
        </w:rPr>
        <w:t>омановичу</w:t>
      </w:r>
      <w:r>
        <w:t xml:space="preserve"> </w:t>
      </w:r>
      <w:r>
        <w:rPr>
          <w:sz w:val="28"/>
          <w:szCs w:val="28"/>
        </w:rPr>
        <w:t>(із сім’єю).</w:t>
      </w:r>
    </w:p>
    <w:p w:rsidR="00F8270C" w:rsidRPr="00645BFB" w:rsidRDefault="00F8270C" w:rsidP="008504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Затвердити рішення виконавчого комітету Хмелівської сільської ради від 26.07.2018 № 63 «Про надання жилого приміщення».</w:t>
      </w:r>
    </w:p>
    <w:p w:rsidR="00F8270C" w:rsidRDefault="00F8270C" w:rsidP="008504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839ED">
        <w:rPr>
          <w:sz w:val="28"/>
          <w:szCs w:val="28"/>
        </w:rPr>
        <w:t xml:space="preserve">Контроль за виконанням цього розпорядження покласти на заступника голови Роменської районної державної адміністрації </w:t>
      </w:r>
      <w:r>
        <w:rPr>
          <w:sz w:val="28"/>
          <w:szCs w:val="28"/>
        </w:rPr>
        <w:t>Наумову І</w:t>
      </w:r>
      <w:r w:rsidRPr="00A839ED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Pr="00A839ED">
        <w:rPr>
          <w:sz w:val="28"/>
          <w:szCs w:val="28"/>
        </w:rPr>
        <w:t>.</w:t>
      </w:r>
    </w:p>
    <w:p w:rsidR="00F8270C" w:rsidRDefault="00F8270C" w:rsidP="00C16333">
      <w:pPr>
        <w:spacing w:line="360" w:lineRule="auto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626"/>
      </w:tblGrid>
      <w:tr w:rsidR="00F8270C" w:rsidRPr="00DF2B9C" w:rsidTr="0040760B">
        <w:trPr>
          <w:trHeight w:val="80"/>
        </w:trPr>
        <w:tc>
          <w:tcPr>
            <w:tcW w:w="4626" w:type="dxa"/>
          </w:tcPr>
          <w:p w:rsidR="00F8270C" w:rsidRPr="00DF2B9C" w:rsidRDefault="00F8270C" w:rsidP="00A750C7">
            <w:pPr>
              <w:jc w:val="both"/>
              <w:rPr>
                <w:b/>
                <w:sz w:val="28"/>
                <w:szCs w:val="28"/>
              </w:rPr>
            </w:pPr>
            <w:bookmarkStart w:id="1" w:name="_GoBack"/>
            <w:bookmarkEnd w:id="1"/>
            <w:r>
              <w:rPr>
                <w:b/>
                <w:sz w:val="28"/>
                <w:szCs w:val="28"/>
              </w:rPr>
              <w:t>Голова</w:t>
            </w:r>
            <w:r w:rsidRPr="00DF2B9C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F8270C" w:rsidRPr="00DF2B9C" w:rsidRDefault="00F8270C" w:rsidP="00C16333">
      <w:pPr>
        <w:tabs>
          <w:tab w:val="left" w:pos="7200"/>
        </w:tabs>
        <w:jc w:val="both"/>
        <w:rPr>
          <w:b/>
          <w:sz w:val="28"/>
          <w:szCs w:val="28"/>
        </w:rPr>
      </w:pPr>
      <w:r w:rsidRPr="00DF2B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В.БІЛОХА</w:t>
      </w:r>
    </w:p>
    <w:p w:rsidR="00F8270C" w:rsidRDefault="00F8270C"/>
    <w:sectPr w:rsidR="00F8270C" w:rsidSect="001953FE">
      <w:headerReference w:type="even" r:id="rId8"/>
      <w:headerReference w:type="default" r:id="rId9"/>
      <w:pgSz w:w="11906" w:h="16838"/>
      <w:pgMar w:top="-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70C" w:rsidRDefault="00F8270C">
      <w:r>
        <w:separator/>
      </w:r>
    </w:p>
  </w:endnote>
  <w:endnote w:type="continuationSeparator" w:id="0">
    <w:p w:rsidR="00F8270C" w:rsidRDefault="00F82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70C" w:rsidRDefault="00F8270C">
      <w:r>
        <w:separator/>
      </w:r>
    </w:p>
  </w:footnote>
  <w:footnote w:type="continuationSeparator" w:id="0">
    <w:p w:rsidR="00F8270C" w:rsidRDefault="00F82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70C" w:rsidRDefault="00F8270C" w:rsidP="006F4E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270C" w:rsidRDefault="00F827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70C" w:rsidRDefault="00F8270C" w:rsidP="006F4E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8270C" w:rsidRDefault="00F827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2251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93081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508B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8585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49A2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0E7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7CD7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7E57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D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228B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333"/>
    <w:rsid w:val="00016E34"/>
    <w:rsid w:val="00020A04"/>
    <w:rsid w:val="00041007"/>
    <w:rsid w:val="00056939"/>
    <w:rsid w:val="000616A8"/>
    <w:rsid w:val="000653E3"/>
    <w:rsid w:val="000773CC"/>
    <w:rsid w:val="0008579E"/>
    <w:rsid w:val="000A3203"/>
    <w:rsid w:val="000A6EF0"/>
    <w:rsid w:val="000B6D03"/>
    <w:rsid w:val="000C3536"/>
    <w:rsid w:val="000E5647"/>
    <w:rsid w:val="001054A4"/>
    <w:rsid w:val="00117D8E"/>
    <w:rsid w:val="00117E5E"/>
    <w:rsid w:val="00127AF4"/>
    <w:rsid w:val="00160BB5"/>
    <w:rsid w:val="001725E8"/>
    <w:rsid w:val="00194183"/>
    <w:rsid w:val="001953FE"/>
    <w:rsid w:val="001B2469"/>
    <w:rsid w:val="001B363D"/>
    <w:rsid w:val="001C265B"/>
    <w:rsid w:val="001D3240"/>
    <w:rsid w:val="001D366A"/>
    <w:rsid w:val="001F1CD5"/>
    <w:rsid w:val="001F6866"/>
    <w:rsid w:val="00227BE6"/>
    <w:rsid w:val="00230BE2"/>
    <w:rsid w:val="00231CC0"/>
    <w:rsid w:val="00236A35"/>
    <w:rsid w:val="00245418"/>
    <w:rsid w:val="00247F04"/>
    <w:rsid w:val="00253163"/>
    <w:rsid w:val="00263E1C"/>
    <w:rsid w:val="00265425"/>
    <w:rsid w:val="002C1A51"/>
    <w:rsid w:val="002C1E9F"/>
    <w:rsid w:val="002C69E5"/>
    <w:rsid w:val="002F2FB4"/>
    <w:rsid w:val="003113EB"/>
    <w:rsid w:val="00322794"/>
    <w:rsid w:val="0032754C"/>
    <w:rsid w:val="00340271"/>
    <w:rsid w:val="00350780"/>
    <w:rsid w:val="00355092"/>
    <w:rsid w:val="003613ED"/>
    <w:rsid w:val="00362767"/>
    <w:rsid w:val="00372BFF"/>
    <w:rsid w:val="003769F4"/>
    <w:rsid w:val="0038523C"/>
    <w:rsid w:val="003B1DFB"/>
    <w:rsid w:val="003F1647"/>
    <w:rsid w:val="00402243"/>
    <w:rsid w:val="00403068"/>
    <w:rsid w:val="00406E6B"/>
    <w:rsid w:val="0040760B"/>
    <w:rsid w:val="00442078"/>
    <w:rsid w:val="004637F1"/>
    <w:rsid w:val="004930AA"/>
    <w:rsid w:val="004C26B8"/>
    <w:rsid w:val="004C4C87"/>
    <w:rsid w:val="004D7F99"/>
    <w:rsid w:val="004F5DD2"/>
    <w:rsid w:val="00500866"/>
    <w:rsid w:val="005023A7"/>
    <w:rsid w:val="00516C54"/>
    <w:rsid w:val="005208DE"/>
    <w:rsid w:val="00524C38"/>
    <w:rsid w:val="005A53CB"/>
    <w:rsid w:val="005D419C"/>
    <w:rsid w:val="005E62BA"/>
    <w:rsid w:val="005F57E5"/>
    <w:rsid w:val="006004C4"/>
    <w:rsid w:val="006010BB"/>
    <w:rsid w:val="00603897"/>
    <w:rsid w:val="00604E19"/>
    <w:rsid w:val="00621F65"/>
    <w:rsid w:val="00645BFB"/>
    <w:rsid w:val="0067059F"/>
    <w:rsid w:val="006D1EB3"/>
    <w:rsid w:val="006E6847"/>
    <w:rsid w:val="006F13E8"/>
    <w:rsid w:val="006F4E17"/>
    <w:rsid w:val="006F6AD1"/>
    <w:rsid w:val="0070144F"/>
    <w:rsid w:val="007114A3"/>
    <w:rsid w:val="007414C8"/>
    <w:rsid w:val="00745B5C"/>
    <w:rsid w:val="0075634D"/>
    <w:rsid w:val="007631C7"/>
    <w:rsid w:val="007728DF"/>
    <w:rsid w:val="00772C86"/>
    <w:rsid w:val="007B1843"/>
    <w:rsid w:val="007B6FA5"/>
    <w:rsid w:val="007C12DC"/>
    <w:rsid w:val="007C16B3"/>
    <w:rsid w:val="007E0979"/>
    <w:rsid w:val="007F7444"/>
    <w:rsid w:val="0080220F"/>
    <w:rsid w:val="00830390"/>
    <w:rsid w:val="00840338"/>
    <w:rsid w:val="0084465E"/>
    <w:rsid w:val="008504E5"/>
    <w:rsid w:val="00865861"/>
    <w:rsid w:val="00877641"/>
    <w:rsid w:val="00882711"/>
    <w:rsid w:val="008B73F9"/>
    <w:rsid w:val="008C0C88"/>
    <w:rsid w:val="008C6E7F"/>
    <w:rsid w:val="008C7477"/>
    <w:rsid w:val="008D6A2B"/>
    <w:rsid w:val="008E6399"/>
    <w:rsid w:val="008E687B"/>
    <w:rsid w:val="008F1603"/>
    <w:rsid w:val="00913D64"/>
    <w:rsid w:val="00913F99"/>
    <w:rsid w:val="00923A28"/>
    <w:rsid w:val="00933F16"/>
    <w:rsid w:val="009412DF"/>
    <w:rsid w:val="009640A1"/>
    <w:rsid w:val="00982C8E"/>
    <w:rsid w:val="0099041E"/>
    <w:rsid w:val="009B44F0"/>
    <w:rsid w:val="00A327D2"/>
    <w:rsid w:val="00A45A25"/>
    <w:rsid w:val="00A463B7"/>
    <w:rsid w:val="00A63738"/>
    <w:rsid w:val="00A750C7"/>
    <w:rsid w:val="00A8325F"/>
    <w:rsid w:val="00A839ED"/>
    <w:rsid w:val="00A931BE"/>
    <w:rsid w:val="00A958D5"/>
    <w:rsid w:val="00AA249F"/>
    <w:rsid w:val="00AA5A85"/>
    <w:rsid w:val="00AB53CD"/>
    <w:rsid w:val="00AC4576"/>
    <w:rsid w:val="00AD06FA"/>
    <w:rsid w:val="00AE0F47"/>
    <w:rsid w:val="00B267B3"/>
    <w:rsid w:val="00B3554C"/>
    <w:rsid w:val="00B51414"/>
    <w:rsid w:val="00B5287D"/>
    <w:rsid w:val="00B56337"/>
    <w:rsid w:val="00B830EF"/>
    <w:rsid w:val="00B8711E"/>
    <w:rsid w:val="00B9077F"/>
    <w:rsid w:val="00BA38B5"/>
    <w:rsid w:val="00BC0169"/>
    <w:rsid w:val="00BC6B83"/>
    <w:rsid w:val="00BD0CA9"/>
    <w:rsid w:val="00BE2207"/>
    <w:rsid w:val="00BF1464"/>
    <w:rsid w:val="00BF1F94"/>
    <w:rsid w:val="00BF4953"/>
    <w:rsid w:val="00C0076E"/>
    <w:rsid w:val="00C15273"/>
    <w:rsid w:val="00C16333"/>
    <w:rsid w:val="00C2090F"/>
    <w:rsid w:val="00C24A41"/>
    <w:rsid w:val="00C24A83"/>
    <w:rsid w:val="00C36B7E"/>
    <w:rsid w:val="00C44412"/>
    <w:rsid w:val="00C50827"/>
    <w:rsid w:val="00C625BD"/>
    <w:rsid w:val="00C74205"/>
    <w:rsid w:val="00C85CA6"/>
    <w:rsid w:val="00C91CAF"/>
    <w:rsid w:val="00CA0634"/>
    <w:rsid w:val="00CD1E75"/>
    <w:rsid w:val="00CD512A"/>
    <w:rsid w:val="00CE70F5"/>
    <w:rsid w:val="00D05F37"/>
    <w:rsid w:val="00D20492"/>
    <w:rsid w:val="00D23EED"/>
    <w:rsid w:val="00D3406B"/>
    <w:rsid w:val="00D3474E"/>
    <w:rsid w:val="00D34C7C"/>
    <w:rsid w:val="00D56E4A"/>
    <w:rsid w:val="00D84973"/>
    <w:rsid w:val="00D8652E"/>
    <w:rsid w:val="00DA500B"/>
    <w:rsid w:val="00DB0C05"/>
    <w:rsid w:val="00DC0740"/>
    <w:rsid w:val="00DD3DE2"/>
    <w:rsid w:val="00DD55F3"/>
    <w:rsid w:val="00DF2B9C"/>
    <w:rsid w:val="00DF6ADC"/>
    <w:rsid w:val="00E00AAC"/>
    <w:rsid w:val="00E208D0"/>
    <w:rsid w:val="00E22DA9"/>
    <w:rsid w:val="00E322E5"/>
    <w:rsid w:val="00E853AC"/>
    <w:rsid w:val="00E93626"/>
    <w:rsid w:val="00ED66D3"/>
    <w:rsid w:val="00F3263C"/>
    <w:rsid w:val="00F35910"/>
    <w:rsid w:val="00F4025D"/>
    <w:rsid w:val="00F46CC5"/>
    <w:rsid w:val="00F47B7B"/>
    <w:rsid w:val="00F56C4E"/>
    <w:rsid w:val="00F57180"/>
    <w:rsid w:val="00F64BC9"/>
    <w:rsid w:val="00F8270C"/>
    <w:rsid w:val="00F86843"/>
    <w:rsid w:val="00F9558F"/>
    <w:rsid w:val="00FA7030"/>
    <w:rsid w:val="00FC6782"/>
    <w:rsid w:val="00FD59C2"/>
    <w:rsid w:val="00FF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33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16333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C1633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C16333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16333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333"/>
    <w:rPr>
      <w:rFonts w:ascii="Tahoma" w:hAnsi="Tahoma" w:cs="Times New Roman"/>
      <w:sz w:val="16"/>
      <w:lang w:val="uk-UA" w:eastAsia="ru-RU"/>
    </w:rPr>
  </w:style>
  <w:style w:type="paragraph" w:styleId="NormalWeb">
    <w:name w:val="Normal (Web)"/>
    <w:basedOn w:val="Normal"/>
    <w:uiPriority w:val="99"/>
    <w:semiHidden/>
    <w:rsid w:val="00FD59C2"/>
    <w:pPr>
      <w:spacing w:before="30" w:after="15"/>
    </w:pPr>
    <w:rPr>
      <w:lang w:eastAsia="uk-UA"/>
    </w:rPr>
  </w:style>
  <w:style w:type="paragraph" w:customStyle="1" w:styleId="st2">
    <w:name w:val="st2"/>
    <w:uiPriority w:val="99"/>
    <w:rsid w:val="00FD59C2"/>
    <w:pPr>
      <w:autoSpaceDE w:val="0"/>
      <w:autoSpaceDN w:val="0"/>
      <w:adjustRightInd w:val="0"/>
      <w:spacing w:after="150"/>
      <w:ind w:firstLine="450"/>
      <w:jc w:val="both"/>
    </w:pPr>
    <w:rPr>
      <w:rFonts w:ascii="Courier New" w:eastAsia="Times New Roman" w:hAnsi="Courier New"/>
      <w:sz w:val="24"/>
      <w:szCs w:val="24"/>
      <w:lang w:val="ru-RU" w:eastAsia="ru-RU"/>
    </w:rPr>
  </w:style>
  <w:style w:type="character" w:customStyle="1" w:styleId="st24">
    <w:name w:val="st24"/>
    <w:uiPriority w:val="99"/>
    <w:rsid w:val="00FD59C2"/>
    <w:rPr>
      <w:rFonts w:ascii="Times New Roman" w:hAnsi="Times New Roman"/>
      <w:b/>
      <w:color w:val="000000"/>
      <w:sz w:val="32"/>
    </w:rPr>
  </w:style>
  <w:style w:type="character" w:customStyle="1" w:styleId="st42">
    <w:name w:val="st42"/>
    <w:uiPriority w:val="99"/>
    <w:rsid w:val="00FD59C2"/>
    <w:rPr>
      <w:rFonts w:ascii="Times New Roman" w:hAnsi="Times New Roman"/>
      <w:color w:val="000000"/>
    </w:rPr>
  </w:style>
  <w:style w:type="character" w:styleId="PageNumber">
    <w:name w:val="page number"/>
    <w:basedOn w:val="DefaultParagraphFont"/>
    <w:uiPriority w:val="99"/>
    <w:rsid w:val="00B830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24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350</Words>
  <Characters>1998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2018-07-12T13:14:00Z</cp:lastPrinted>
  <dcterms:created xsi:type="dcterms:W3CDTF">2018-07-31T06:24:00Z</dcterms:created>
  <dcterms:modified xsi:type="dcterms:W3CDTF">2018-07-31T06:25:00Z</dcterms:modified>
</cp:coreProperties>
</file>