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0B" w:rsidRDefault="00C1770B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1770B" w:rsidRDefault="00C1770B" w:rsidP="0009396E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C1770B" w:rsidRDefault="00C1770B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відділі житлово-комунального господарства, будівництва та інфраструктури </w:t>
      </w:r>
    </w:p>
    <w:p w:rsidR="00C1770B" w:rsidRDefault="00C1770B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C1770B" w:rsidRDefault="00C1770B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І квартал 2018 року</w:t>
      </w:r>
    </w:p>
    <w:p w:rsidR="00C1770B" w:rsidRDefault="00C1770B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98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3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C1770B" w:rsidTr="002860C5">
        <w:trPr>
          <w:cantSplit/>
          <w:trHeight w:val="30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промислової політики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 сектор, земельні відносини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житлової політики, будівництво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 господарство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 і зв’язок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Економічна, інвестиційна політика, підприємництво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 політика, розпорядження бюджетними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 та заробітна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 захист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 здоров’я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Освіта, наукова діяльність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 інформація, забезпечення законності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про стан довкілля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Питання сім’ї, дітей, молоді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ґендерної рівності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культури, охорона культурної спадщини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центральних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органів місцевого самоврядування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</w:p>
        </w:tc>
      </w:tr>
      <w:tr w:rsidR="00C1770B" w:rsidTr="002860C5">
        <w:trPr>
          <w:trHeight w:val="226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860C5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C1770B" w:rsidTr="002860C5">
        <w:trPr>
          <w:trHeight w:val="3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0427CE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212441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A649E1" w:rsidRDefault="00C1770B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0427CE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0B" w:rsidRPr="005D7589" w:rsidRDefault="00C1770B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C1770B" w:rsidRPr="00011CD2" w:rsidRDefault="00C1770B" w:rsidP="00F13A6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1770B" w:rsidRDefault="00C1770B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житлово-комунального </w:t>
      </w:r>
    </w:p>
    <w:p w:rsidR="00C1770B" w:rsidRDefault="00C1770B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господарства,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будівництва та інфраструктури </w:t>
      </w:r>
    </w:p>
    <w:p w:rsidR="00C1770B" w:rsidRPr="00090726" w:rsidRDefault="00C1770B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В.О. Ведмідь</w:t>
      </w:r>
      <w:bookmarkStart w:id="0" w:name="_GoBack"/>
      <w:bookmarkEnd w:id="0"/>
    </w:p>
    <w:p w:rsidR="00C1770B" w:rsidRPr="00530048" w:rsidRDefault="00C1770B" w:rsidP="00090726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</w:p>
    <w:sectPr w:rsidR="00C1770B" w:rsidRPr="00530048" w:rsidSect="005760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D2"/>
    <w:rsid w:val="00011CD2"/>
    <w:rsid w:val="000427CE"/>
    <w:rsid w:val="00090726"/>
    <w:rsid w:val="0009396E"/>
    <w:rsid w:val="001328BC"/>
    <w:rsid w:val="001430ED"/>
    <w:rsid w:val="001B4293"/>
    <w:rsid w:val="002026AB"/>
    <w:rsid w:val="00212441"/>
    <w:rsid w:val="0025682B"/>
    <w:rsid w:val="002860C5"/>
    <w:rsid w:val="004426B3"/>
    <w:rsid w:val="00530048"/>
    <w:rsid w:val="005760D5"/>
    <w:rsid w:val="005A37EC"/>
    <w:rsid w:val="005D7589"/>
    <w:rsid w:val="005F5087"/>
    <w:rsid w:val="006A6DDF"/>
    <w:rsid w:val="00750EE1"/>
    <w:rsid w:val="00801B80"/>
    <w:rsid w:val="008C132B"/>
    <w:rsid w:val="009109B4"/>
    <w:rsid w:val="009210CC"/>
    <w:rsid w:val="00947878"/>
    <w:rsid w:val="00A26672"/>
    <w:rsid w:val="00A326AC"/>
    <w:rsid w:val="00A649E1"/>
    <w:rsid w:val="00A7204E"/>
    <w:rsid w:val="00A733E6"/>
    <w:rsid w:val="00B80B05"/>
    <w:rsid w:val="00C1770B"/>
    <w:rsid w:val="00C36587"/>
    <w:rsid w:val="00CB5DE2"/>
    <w:rsid w:val="00D16E06"/>
    <w:rsid w:val="00DA6B95"/>
    <w:rsid w:val="00DB6962"/>
    <w:rsid w:val="00E301AE"/>
    <w:rsid w:val="00E85543"/>
    <w:rsid w:val="00F067AE"/>
    <w:rsid w:val="00F13A65"/>
    <w:rsid w:val="00F856D5"/>
    <w:rsid w:val="00FA2394"/>
    <w:rsid w:val="00FB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9E1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0907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215</Words>
  <Characters>1226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Лариса</cp:lastModifiedBy>
  <cp:revision>13</cp:revision>
  <cp:lastPrinted>2018-01-04T14:22:00Z</cp:lastPrinted>
  <dcterms:created xsi:type="dcterms:W3CDTF">2016-04-04T05:45:00Z</dcterms:created>
  <dcterms:modified xsi:type="dcterms:W3CDTF">2018-04-04T14:07:00Z</dcterms:modified>
</cp:coreProperties>
</file>