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01" w:rsidRDefault="000E7801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E7801" w:rsidRDefault="000E7801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0E7801" w:rsidRDefault="000E7801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0E7801" w:rsidRDefault="000E7801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0E7801" w:rsidRDefault="000E7801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квартал 2018 року</w:t>
      </w:r>
    </w:p>
    <w:p w:rsidR="000E7801" w:rsidRDefault="000E7801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0E7801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промислової 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 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житлової 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 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 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 політика, розпорядження 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 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 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 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 інформація, забезпечення 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Питання сім’ї, дітей, молоді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ґендерної 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культури, охорона культурної 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центральних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органів місцевого 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0E7801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860C5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0E7801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0427CE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21244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A649E1" w:rsidRDefault="000E7801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0427CE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801" w:rsidRPr="005D7589" w:rsidRDefault="000E7801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0E7801" w:rsidRDefault="000E7801" w:rsidP="00090726">
      <w:pPr>
        <w:pStyle w:val="NoSpacing"/>
        <w:rPr>
          <w:rFonts w:ascii="Times New Roman" w:hAnsi="Times New Roman"/>
          <w:b/>
          <w:sz w:val="28"/>
          <w:szCs w:val="28"/>
          <w:lang w:val="en-US"/>
        </w:rPr>
      </w:pPr>
    </w:p>
    <w:p w:rsidR="000E7801" w:rsidRDefault="000E7801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житлово-комунального </w:t>
      </w:r>
    </w:p>
    <w:p w:rsidR="000E7801" w:rsidRDefault="000E7801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господарства,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будівництва та інфраструктури </w:t>
      </w:r>
    </w:p>
    <w:p w:rsidR="000E7801" w:rsidRPr="00090726" w:rsidRDefault="000E7801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А.ПСАРЬОВА</w:t>
      </w:r>
    </w:p>
    <w:p w:rsidR="000E7801" w:rsidRPr="00530048" w:rsidRDefault="000E7801" w:rsidP="00090726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</w:p>
    <w:sectPr w:rsidR="000E7801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247B4"/>
    <w:rsid w:val="000427CE"/>
    <w:rsid w:val="00090726"/>
    <w:rsid w:val="0009396E"/>
    <w:rsid w:val="000E7801"/>
    <w:rsid w:val="001328BC"/>
    <w:rsid w:val="001430ED"/>
    <w:rsid w:val="001B4293"/>
    <w:rsid w:val="002026AB"/>
    <w:rsid w:val="00212441"/>
    <w:rsid w:val="0025682B"/>
    <w:rsid w:val="002860C5"/>
    <w:rsid w:val="003E453A"/>
    <w:rsid w:val="004426B3"/>
    <w:rsid w:val="00530048"/>
    <w:rsid w:val="005760D5"/>
    <w:rsid w:val="005A164C"/>
    <w:rsid w:val="005A37EC"/>
    <w:rsid w:val="005D7589"/>
    <w:rsid w:val="005F5087"/>
    <w:rsid w:val="00750EE1"/>
    <w:rsid w:val="00801B80"/>
    <w:rsid w:val="00825F40"/>
    <w:rsid w:val="008C132B"/>
    <w:rsid w:val="009109B4"/>
    <w:rsid w:val="00947878"/>
    <w:rsid w:val="00A26672"/>
    <w:rsid w:val="00A326AC"/>
    <w:rsid w:val="00A649E1"/>
    <w:rsid w:val="00A7204E"/>
    <w:rsid w:val="00A733E6"/>
    <w:rsid w:val="00A7547C"/>
    <w:rsid w:val="00B80B05"/>
    <w:rsid w:val="00C36587"/>
    <w:rsid w:val="00C818DC"/>
    <w:rsid w:val="00CB5DE2"/>
    <w:rsid w:val="00D16E06"/>
    <w:rsid w:val="00DA6B95"/>
    <w:rsid w:val="00DB6962"/>
    <w:rsid w:val="00E14459"/>
    <w:rsid w:val="00E301AE"/>
    <w:rsid w:val="00E85543"/>
    <w:rsid w:val="00F067AE"/>
    <w:rsid w:val="00F13A65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0907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4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214</Words>
  <Characters>1225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Лариса</cp:lastModifiedBy>
  <cp:revision>16</cp:revision>
  <cp:lastPrinted>2018-01-04T14:22:00Z</cp:lastPrinted>
  <dcterms:created xsi:type="dcterms:W3CDTF">2016-04-04T05:45:00Z</dcterms:created>
  <dcterms:modified xsi:type="dcterms:W3CDTF">2019-01-02T09:40:00Z</dcterms:modified>
</cp:coreProperties>
</file>