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218" w:rsidRPr="00252863" w:rsidRDefault="00F16218" w:rsidP="00830FA5">
      <w:pPr>
        <w:ind w:firstLine="709"/>
        <w:jc w:val="center"/>
        <w:rPr>
          <w:rFonts w:ascii="Times New Roman" w:hAnsi="Times New Roman"/>
          <w:b/>
          <w:sz w:val="28"/>
          <w:szCs w:val="28"/>
        </w:rPr>
      </w:pPr>
      <w:r w:rsidRPr="00252863">
        <w:rPr>
          <w:rFonts w:ascii="Times New Roman" w:hAnsi="Times New Roman"/>
          <w:b/>
          <w:sz w:val="28"/>
          <w:szCs w:val="28"/>
        </w:rPr>
        <w:t>Перелік</w:t>
      </w:r>
    </w:p>
    <w:p w:rsidR="00F16218" w:rsidRPr="00252863" w:rsidRDefault="00F16218" w:rsidP="00830FA5">
      <w:pPr>
        <w:ind w:firstLine="709"/>
        <w:jc w:val="center"/>
        <w:rPr>
          <w:rFonts w:ascii="Times New Roman" w:hAnsi="Times New Roman"/>
          <w:b/>
          <w:sz w:val="28"/>
          <w:szCs w:val="28"/>
        </w:rPr>
      </w:pPr>
      <w:r w:rsidRPr="00252863">
        <w:rPr>
          <w:rFonts w:ascii="Times New Roman" w:hAnsi="Times New Roman"/>
          <w:b/>
          <w:sz w:val="28"/>
          <w:szCs w:val="28"/>
        </w:rPr>
        <w:t>наказів керівника апарату Роменської районної державної адміністрації за 2018 рік</w:t>
      </w:r>
    </w:p>
    <w:p w:rsidR="00F16218" w:rsidRPr="00252863" w:rsidRDefault="00F16218" w:rsidP="00830FA5">
      <w:pPr>
        <w:ind w:firstLine="709"/>
        <w:jc w:val="center"/>
        <w:rPr>
          <w:rFonts w:ascii="Times New Roman" w:hAnsi="Times New Roman"/>
          <w:b/>
          <w:sz w:val="28"/>
          <w:szCs w:val="28"/>
        </w:rPr>
      </w:pP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щорічних додаткових оплачуваних відпусток Габрелян А.М. від 03.01.2018 № 01-Від.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основної щорічної відпустки Суходольській О.В. від 09.01.2018 № 02-Від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основної щорічної відпустки Бойко К.С. від 12.01.2018 № 03-Від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додаткової щорічної відпустки Щербині Г.О. від 16.01.2018 № 04-Від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щорічної відпустки Ковінько К.К. від 17.01.2018 № 05-Від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додаткової оплачуваної відпустки Руденко Л.М від 22.01.2018 № 06-Від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частини додаткової щорічної оплачуваної відпустки Габрелян</w:t>
      </w:r>
      <w:r w:rsidRPr="00252863">
        <w:rPr>
          <w:rFonts w:ascii="Times New Roman" w:hAnsi="Times New Roman"/>
          <w:sz w:val="28"/>
          <w:szCs w:val="28"/>
          <w:lang w:val="ru-RU"/>
        </w:rPr>
        <w:t xml:space="preserve"> </w:t>
      </w:r>
      <w:r w:rsidRPr="00252863">
        <w:rPr>
          <w:rFonts w:ascii="Times New Roman" w:hAnsi="Times New Roman"/>
          <w:sz w:val="28"/>
          <w:szCs w:val="28"/>
        </w:rPr>
        <w:t>А.М. від 31.01.2018 № 07-Від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 xml:space="preserve">Про надання частини основної щорічної відпустки Штанько О.В. </w:t>
      </w:r>
      <w:r w:rsidRPr="00252863">
        <w:rPr>
          <w:rFonts w:ascii="Times New Roman" w:hAnsi="Times New Roman"/>
          <w:sz w:val="28"/>
          <w:szCs w:val="28"/>
        </w:rPr>
        <w:t>від 31.01.2018 № 08-Від</w:t>
      </w:r>
      <w:r w:rsidRPr="00252863">
        <w:rPr>
          <w:rFonts w:ascii="Times New Roman" w:hAnsi="Times New Roman"/>
          <w:sz w:val="28"/>
          <w:szCs w:val="28"/>
          <w:lang w:val="ru-RU"/>
        </w:rPr>
        <w:t>.</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надання відпустки у зв'язку з вагітністю та пологами Ковінько К.К. від 07.02.2018 № 09-Від.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Сеник О.А. від 08.02.2018 № 1-В.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надання решти основної щорічної відпустки Матяш І.В. від 09.02.2018 № 10-Від.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відрядження Федько Л.Г. від 09.02.2018 № 2-В.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прийняття Гуржій С.В.</w:t>
      </w:r>
      <w:r w:rsidRPr="00252863">
        <w:rPr>
          <w:rFonts w:ascii="Times New Roman" w:hAnsi="Times New Roman"/>
          <w:sz w:val="28"/>
          <w:szCs w:val="28"/>
          <w:lang w:val="ru-RU"/>
        </w:rPr>
        <w:t xml:space="preserve"> від </w:t>
      </w:r>
      <w:r w:rsidRPr="00252863">
        <w:rPr>
          <w:rFonts w:ascii="Times New Roman" w:hAnsi="Times New Roman"/>
          <w:sz w:val="28"/>
          <w:szCs w:val="28"/>
        </w:rPr>
        <w:t>12.02.2018 № 01.</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надання частини додаткової щорічної оплачуваної відпустки Руденко Л.М. від 12.02.2018 № 11-Від.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призначення Кишун Л.В. від 19.02.2018 № 02.</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Крамаренка С.М. від 19.02.2018 № 3-В.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надання додаткових щорічних оплачуваних відпусток Кишун Л.В. та Габрелян А.М. від 20.02.2018 № 12-Від.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затвердження Положень про преміювання від 21.02.2018 № 01-ОД.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Куріпка В.В. від 23.02.2018 № 4-В.</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 xml:space="preserve">Про преміювання працівників Роменської районної державної адміністрації від </w:t>
      </w:r>
      <w:r w:rsidRPr="00252863">
        <w:rPr>
          <w:rFonts w:ascii="Times New Roman" w:hAnsi="Times New Roman"/>
          <w:sz w:val="28"/>
          <w:szCs w:val="28"/>
          <w:lang w:eastAsia="en-US"/>
        </w:rPr>
        <w:t>23.02.2018 № 03-К/З.</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23.02.2018 № 04-К.</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 xml:space="preserve">Про встановлення надбавки за інтенсивність праці від </w:t>
      </w:r>
      <w:r w:rsidRPr="00252863">
        <w:rPr>
          <w:rFonts w:ascii="Times New Roman" w:hAnsi="Times New Roman"/>
          <w:bCs/>
          <w:sz w:val="28"/>
          <w:szCs w:val="28"/>
        </w:rPr>
        <w:t xml:space="preserve">23.02.2018 № </w:t>
      </w:r>
      <w:r w:rsidRPr="00252863">
        <w:rPr>
          <w:rFonts w:ascii="Times New Roman" w:hAnsi="Times New Roman"/>
          <w:sz w:val="28"/>
          <w:szCs w:val="28"/>
          <w:lang w:eastAsia="en-US"/>
        </w:rPr>
        <w:t>05-К.</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Губки І.В. від 26.02.2018 № 5-В.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rPr>
        <w:t>Про надання додаткової оплачуваної та частини основної щорічної відпустки Гармаш Н.М. від 26.02.2018 № 13-Від.</w:t>
      </w:r>
    </w:p>
    <w:p w:rsidR="00F16218" w:rsidRPr="00252863" w:rsidRDefault="00F16218" w:rsidP="00074CFA">
      <w:pPr>
        <w:numPr>
          <w:ilvl w:val="0"/>
          <w:numId w:val="1"/>
        </w:numPr>
        <w:tabs>
          <w:tab w:val="left" w:pos="600"/>
          <w:tab w:val="left" w:pos="1200"/>
        </w:tabs>
        <w:ind w:firstLine="709"/>
        <w:jc w:val="both"/>
        <w:rPr>
          <w:rFonts w:ascii="Times New Roman" w:hAnsi="Times New Roman"/>
          <w:sz w:val="28"/>
          <w:szCs w:val="28"/>
          <w:lang w:eastAsia="en-US"/>
        </w:rPr>
      </w:pPr>
      <w:r w:rsidRPr="00252863">
        <w:rPr>
          <w:rFonts w:ascii="Times New Roman" w:hAnsi="Times New Roman"/>
          <w:sz w:val="28"/>
          <w:szCs w:val="28"/>
          <w:lang w:val="ru-RU"/>
        </w:rPr>
        <w:t>Про службове відрядження Левицького О.В. від 26.02.2018 № 6-В;</w:t>
      </w:r>
    </w:p>
    <w:p w:rsidR="00F16218" w:rsidRPr="00252863" w:rsidRDefault="00F16218" w:rsidP="00074CFA">
      <w:pPr>
        <w:numPr>
          <w:ilvl w:val="0"/>
          <w:numId w:val="1"/>
        </w:numPr>
        <w:tabs>
          <w:tab w:val="left" w:pos="600"/>
          <w:tab w:val="left" w:pos="1200"/>
        </w:tabs>
        <w:ind w:firstLine="709"/>
        <w:jc w:val="both"/>
        <w:rPr>
          <w:rFonts w:ascii="Times New Roman" w:hAnsi="Times New Roman"/>
          <w:sz w:val="28"/>
          <w:szCs w:val="28"/>
          <w:lang w:eastAsia="en-US"/>
        </w:rPr>
      </w:pPr>
      <w:r w:rsidRPr="00252863">
        <w:rPr>
          <w:rFonts w:ascii="Times New Roman" w:hAnsi="Times New Roman"/>
          <w:sz w:val="28"/>
          <w:szCs w:val="28"/>
        </w:rPr>
        <w:t xml:space="preserve">Про звільнення Жогла П.А. від </w:t>
      </w:r>
      <w:r w:rsidRPr="00252863">
        <w:rPr>
          <w:rFonts w:ascii="Times New Roman" w:hAnsi="Times New Roman"/>
          <w:bCs/>
          <w:sz w:val="28"/>
          <w:szCs w:val="28"/>
        </w:rPr>
        <w:t xml:space="preserve">27.02.2018 № </w:t>
      </w:r>
      <w:r w:rsidRPr="00252863">
        <w:rPr>
          <w:rFonts w:ascii="Times New Roman" w:hAnsi="Times New Roman"/>
          <w:sz w:val="28"/>
          <w:szCs w:val="28"/>
          <w:lang w:eastAsia="en-US"/>
        </w:rPr>
        <w:t>06-К.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додаткової оплачуваної щорічної відпустки Крикун Ю.Є. від 28.02.2018 № 14-Від.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Руденко Л.М. від 28.02.2018 № 7-В.</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 xml:space="preserve">Про переведення Воскобойнікової М.А. від </w:t>
      </w:r>
      <w:r w:rsidRPr="00252863">
        <w:rPr>
          <w:rFonts w:ascii="Times New Roman" w:hAnsi="Times New Roman"/>
          <w:sz w:val="28"/>
          <w:szCs w:val="28"/>
          <w:lang w:eastAsia="en-US"/>
        </w:rPr>
        <w:t>28.02.2018 №07-К.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bCs/>
          <w:sz w:val="28"/>
          <w:szCs w:val="28"/>
        </w:rPr>
        <w:t xml:space="preserve">Про конкурсну комісію Роменської районної державної адміністрації на зайняття вакантних посад державної служби «Б» і «В» від </w:t>
      </w:r>
      <w:r w:rsidRPr="00252863">
        <w:rPr>
          <w:rFonts w:ascii="Times New Roman" w:hAnsi="Times New Roman"/>
          <w:sz w:val="28"/>
          <w:szCs w:val="28"/>
        </w:rPr>
        <w:t>28.02.2018 № 02-ОД.</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bCs/>
          <w:sz w:val="28"/>
          <w:szCs w:val="28"/>
        </w:rPr>
        <w:t>Про присвоєння чергового рангу державного службовця</w:t>
      </w:r>
      <w:r w:rsidRPr="00252863">
        <w:rPr>
          <w:rFonts w:ascii="Times New Roman" w:hAnsi="Times New Roman"/>
          <w:sz w:val="28"/>
          <w:szCs w:val="28"/>
        </w:rPr>
        <w:t xml:space="preserve"> Кроль В.М. від </w:t>
      </w:r>
      <w:r w:rsidRPr="00252863">
        <w:rPr>
          <w:rFonts w:ascii="Times New Roman" w:hAnsi="Times New Roman"/>
          <w:bCs/>
          <w:sz w:val="28"/>
          <w:szCs w:val="28"/>
        </w:rPr>
        <w:t xml:space="preserve">01.03.2018 № </w:t>
      </w:r>
      <w:r w:rsidRPr="00252863">
        <w:rPr>
          <w:rFonts w:ascii="Times New Roman" w:hAnsi="Times New Roman"/>
          <w:sz w:val="28"/>
          <w:szCs w:val="28"/>
          <w:lang w:eastAsia="en-US"/>
        </w:rPr>
        <w:t>08-К.</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bCs/>
          <w:sz w:val="28"/>
          <w:szCs w:val="28"/>
        </w:rPr>
        <w:t>Про присвоєння чергового рангу державного службовця</w:t>
      </w:r>
      <w:r w:rsidRPr="00252863">
        <w:rPr>
          <w:rFonts w:ascii="Times New Roman" w:hAnsi="Times New Roman"/>
          <w:sz w:val="28"/>
          <w:szCs w:val="28"/>
        </w:rPr>
        <w:t xml:space="preserve"> Кондратенко Л.Ю. від </w:t>
      </w:r>
      <w:r w:rsidRPr="00252863">
        <w:rPr>
          <w:rFonts w:ascii="Times New Roman" w:hAnsi="Times New Roman"/>
          <w:bCs/>
          <w:sz w:val="28"/>
          <w:szCs w:val="28"/>
        </w:rPr>
        <w:t xml:space="preserve">01.03.2018 № </w:t>
      </w:r>
      <w:r w:rsidRPr="00252863">
        <w:rPr>
          <w:rFonts w:ascii="Times New Roman" w:hAnsi="Times New Roman"/>
          <w:sz w:val="28"/>
          <w:szCs w:val="28"/>
          <w:lang w:eastAsia="en-US"/>
        </w:rPr>
        <w:t>09-К.</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Про надання частини основної щорічної відпустки Сороці Л.В. від 03.03.2018 № 15-Від.</w:t>
      </w:r>
    </w:p>
    <w:p w:rsidR="00F16218" w:rsidRPr="00252863" w:rsidRDefault="00F16218" w:rsidP="00074CFA">
      <w:pPr>
        <w:numPr>
          <w:ilvl w:val="0"/>
          <w:numId w:val="1"/>
        </w:numPr>
        <w:tabs>
          <w:tab w:val="left" w:pos="1320"/>
        </w:tabs>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Суходольської О.В. від 05.03.2018 № 8-В.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Габрелян А.М. від 05.03.2018 № 9-В.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Солдатенко Т.В. від 07.03.2018 № 10-В.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Воскобойнікової М.А. та Левицького О.В. від 07.03.2018 № 11-В.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внесення змін до наказу керівника апарату Роменської районної державної адміністрації від 28.02.2018 № 02-ОД від 14.03.2018 № 03-ОД.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відрядження Ведмідь В.О. та Псарьової А.М. від 15.03.2018 № 12-В.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Федько Л.Г. від 20.03.2018 № 13-В.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Семка М.В. від 21.03.2018 № 14-В.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Габрелян А.М. від 22.03.2018 № 15-В.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Крикун Ю.Є. від 23.03.2018 № 16-В.</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bCs/>
          <w:sz w:val="28"/>
          <w:szCs w:val="28"/>
        </w:rPr>
        <w:t>Про оголошення конкурсу на зайняття вакантної посади державної служби від 26.03.2018 № 10-К.</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bCs/>
          <w:sz w:val="28"/>
          <w:szCs w:val="28"/>
        </w:rPr>
        <w:t>Про дисциплінарну комісію з розгляду дисциплінарних справ від 26.03.2018 № 04-ОД.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Федько Л.Г. від 27.03.2018 № 17-В.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 xml:space="preserve">Про встановлення надбавки за </w:t>
      </w:r>
      <w:r w:rsidRPr="00252863">
        <w:rPr>
          <w:rFonts w:ascii="Times New Roman" w:hAnsi="Times New Roman"/>
          <w:sz w:val="28"/>
          <w:szCs w:val="28"/>
        </w:rPr>
        <w:t>інтенсивність</w:t>
      </w:r>
      <w:r w:rsidRPr="00252863">
        <w:rPr>
          <w:rFonts w:ascii="Times New Roman" w:hAnsi="Times New Roman"/>
          <w:sz w:val="28"/>
          <w:szCs w:val="28"/>
          <w:lang w:val="ru-RU"/>
        </w:rPr>
        <w:t xml:space="preserve"> праці від 28.03.2018 № 11-К.</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встановлення надбавки працівникам Роменської районної державної адміністрації від 28.03.2018 № 12-К.</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преміювання працівників Роменської районної державної адміністрації від 28.03.2018 № 13-К/з.</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Про надання частини основної щорічної відпустки Щербині Г.О. від 30.03.2018 № 16-Від.</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Про надання відпустки без збереження заробітної плати Жмаці ТІ. від 03.04.2018 № 17-Від.</w:t>
      </w:r>
    </w:p>
    <w:p w:rsidR="00F16218" w:rsidRPr="00252863" w:rsidRDefault="00F16218" w:rsidP="00830FA5">
      <w:pPr>
        <w:numPr>
          <w:ilvl w:val="0"/>
          <w:numId w:val="1"/>
        </w:numPr>
        <w:ind w:firstLine="709"/>
        <w:jc w:val="both"/>
        <w:rPr>
          <w:rFonts w:ascii="Times New Roman" w:hAnsi="Times New Roman"/>
          <w:spacing w:val="-4"/>
          <w:sz w:val="28"/>
          <w:szCs w:val="28"/>
          <w:lang w:val="ru-RU"/>
        </w:rPr>
      </w:pPr>
      <w:r w:rsidRPr="00252863">
        <w:rPr>
          <w:rFonts w:ascii="Times New Roman" w:hAnsi="Times New Roman"/>
          <w:spacing w:val="-4"/>
          <w:sz w:val="28"/>
          <w:szCs w:val="28"/>
          <w:lang w:val="ru-RU"/>
        </w:rPr>
        <w:t>Про службове відрядження Воскобойнікової М.А. від 03.04.2018 № 18-В.</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rPr>
        <w:t>Про надання решти додаткової щорічної оплачуваної відпустки Габрелян А.М. від 04.04.2018 № 18-Від.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Левицького О.В. та Руденко Л.М. від 06.04.2018 № 19-В.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Руденко Л.М. від 11.04.2018 № 19-Від.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Габрелян А.М. від 12.04.2018 № 20-Від.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Токар Л.М. від 12.04.2018 № 20-В.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Токар Л.М. від 13.04.2018 № 21-Від.</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Семка М.В. від 17.04.2018 № 21-В.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відпустки Кроль В.М. та Радченко Л.Г. від 20.04.2018 № 22-Від.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lang w:eastAsia="en-US"/>
        </w:rPr>
        <w:t xml:space="preserve">Про перенесення частини </w:t>
      </w:r>
      <w:r w:rsidRPr="00252863">
        <w:rPr>
          <w:rFonts w:ascii="Times New Roman" w:hAnsi="Times New Roman"/>
          <w:sz w:val="28"/>
          <w:szCs w:val="28"/>
        </w:rPr>
        <w:t>основної щорічної відпустки Габрелян А.М. 23.04.2018 № 23-Від.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Іщенко Ю.В. від 23.04.2018 № 24-Від.</w:t>
      </w:r>
    </w:p>
    <w:p w:rsidR="00F16218" w:rsidRPr="00252863" w:rsidRDefault="00F16218" w:rsidP="00830FA5">
      <w:pPr>
        <w:numPr>
          <w:ilvl w:val="0"/>
          <w:numId w:val="1"/>
        </w:numPr>
        <w:ind w:firstLine="709"/>
        <w:jc w:val="both"/>
        <w:rPr>
          <w:rFonts w:ascii="Times New Roman" w:hAnsi="Times New Roman"/>
          <w:sz w:val="28"/>
          <w:szCs w:val="28"/>
          <w:lang w:eastAsia="en-US"/>
        </w:rPr>
      </w:pPr>
      <w:r w:rsidRPr="00252863">
        <w:rPr>
          <w:rFonts w:ascii="Times New Roman" w:hAnsi="Times New Roman"/>
          <w:sz w:val="28"/>
          <w:szCs w:val="28"/>
          <w:lang w:val="ru-RU"/>
        </w:rPr>
        <w:t>Про службове відрядження Дяченко О.А. та Куріпка В.В. від 23.04.2018 № 22-В.</w:t>
      </w:r>
    </w:p>
    <w:p w:rsidR="00F16218" w:rsidRPr="00252863" w:rsidRDefault="00F16218" w:rsidP="00830FA5">
      <w:pPr>
        <w:numPr>
          <w:ilvl w:val="0"/>
          <w:numId w:val="1"/>
        </w:numPr>
        <w:ind w:firstLine="709"/>
        <w:jc w:val="both"/>
        <w:rPr>
          <w:rFonts w:ascii="Times New Roman" w:hAnsi="Times New Roman"/>
          <w:sz w:val="28"/>
          <w:szCs w:val="28"/>
          <w:lang w:val="ru-RU"/>
        </w:rPr>
      </w:pPr>
      <w:r w:rsidRPr="00252863">
        <w:rPr>
          <w:rFonts w:ascii="Times New Roman" w:hAnsi="Times New Roman"/>
          <w:sz w:val="28"/>
          <w:szCs w:val="28"/>
          <w:lang w:val="ru-RU"/>
        </w:rPr>
        <w:t>Про службове відрядження Крамаренка С.М. від 23.04.2018 № 23-В.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lang w:val="ru-RU"/>
        </w:rPr>
        <w:t>Про службове відрядження Федько Л.Г. від 24.04.2018 № 24-В.</w:t>
      </w:r>
    </w:p>
    <w:p w:rsidR="00F16218" w:rsidRPr="00252863" w:rsidRDefault="00F16218" w:rsidP="00074CFA">
      <w:pPr>
        <w:numPr>
          <w:ilvl w:val="0"/>
          <w:numId w:val="1"/>
        </w:numPr>
        <w:tabs>
          <w:tab w:val="left" w:pos="1440"/>
          <w:tab w:val="left" w:pos="4728"/>
        </w:tabs>
        <w:ind w:firstLine="709"/>
        <w:jc w:val="both"/>
        <w:rPr>
          <w:rFonts w:ascii="Times New Roman" w:hAnsi="Times New Roman"/>
          <w:bCs/>
          <w:sz w:val="28"/>
          <w:szCs w:val="28"/>
        </w:rPr>
      </w:pPr>
      <w:r w:rsidRPr="00252863">
        <w:rPr>
          <w:rFonts w:ascii="Times New Roman" w:hAnsi="Times New Roman"/>
          <w:sz w:val="28"/>
          <w:szCs w:val="28"/>
        </w:rPr>
        <w:t>Про встановлення надбавки за інтенсивність праці</w:t>
      </w:r>
      <w:r w:rsidRPr="00252863">
        <w:rPr>
          <w:rFonts w:ascii="Times New Roman" w:hAnsi="Times New Roman"/>
          <w:sz w:val="28"/>
          <w:szCs w:val="28"/>
          <w:lang w:val="ru-RU"/>
        </w:rPr>
        <w:t xml:space="preserve"> від </w:t>
      </w:r>
      <w:r w:rsidRPr="00252863">
        <w:rPr>
          <w:rFonts w:ascii="Times New Roman" w:hAnsi="Times New Roman"/>
          <w:bCs/>
          <w:sz w:val="28"/>
          <w:szCs w:val="28"/>
        </w:rPr>
        <w:t>24.04.2018 № 14-К.</w:t>
      </w:r>
    </w:p>
    <w:p w:rsidR="00F16218" w:rsidRPr="00252863" w:rsidRDefault="00F16218" w:rsidP="00074CFA">
      <w:pPr>
        <w:numPr>
          <w:ilvl w:val="0"/>
          <w:numId w:val="1"/>
        </w:numPr>
        <w:tabs>
          <w:tab w:val="left" w:pos="1440"/>
          <w:tab w:val="left" w:pos="4728"/>
        </w:tabs>
        <w:ind w:firstLine="709"/>
        <w:jc w:val="both"/>
        <w:rPr>
          <w:rFonts w:ascii="Times New Roman" w:hAnsi="Times New Roman"/>
          <w:bCs/>
          <w:sz w:val="28"/>
          <w:szCs w:val="28"/>
        </w:rPr>
      </w:pPr>
      <w:r w:rsidRPr="00252863">
        <w:rPr>
          <w:rFonts w:ascii="Times New Roman" w:hAnsi="Times New Roman"/>
          <w:sz w:val="28"/>
          <w:szCs w:val="28"/>
        </w:rPr>
        <w:t xml:space="preserve">Про встановлення надбавки працівникам </w:t>
      </w:r>
      <w:r w:rsidRPr="00252863">
        <w:rPr>
          <w:rFonts w:ascii="Times New Roman" w:hAnsi="Times New Roman"/>
          <w:bCs/>
          <w:sz w:val="28"/>
          <w:szCs w:val="28"/>
        </w:rPr>
        <w:t>Роменської районної державної адміністрації від 24.04.2018 № 15-К.</w:t>
      </w:r>
    </w:p>
    <w:p w:rsidR="00F16218" w:rsidRPr="00252863" w:rsidRDefault="00F16218" w:rsidP="00074CFA">
      <w:pPr>
        <w:numPr>
          <w:ilvl w:val="0"/>
          <w:numId w:val="1"/>
        </w:numPr>
        <w:tabs>
          <w:tab w:val="left" w:pos="1440"/>
          <w:tab w:val="left" w:pos="4728"/>
        </w:tabs>
        <w:ind w:firstLine="709"/>
        <w:jc w:val="both"/>
        <w:rPr>
          <w:rFonts w:ascii="Times New Roman" w:hAnsi="Times New Roman"/>
          <w:bCs/>
          <w:sz w:val="28"/>
          <w:szCs w:val="28"/>
        </w:rPr>
      </w:pPr>
      <w:r w:rsidRPr="00252863">
        <w:rPr>
          <w:rFonts w:ascii="Times New Roman" w:hAnsi="Times New Roman"/>
          <w:sz w:val="28"/>
          <w:szCs w:val="28"/>
        </w:rPr>
        <w:t xml:space="preserve">Про преміювання працівників </w:t>
      </w:r>
      <w:r w:rsidRPr="00252863">
        <w:rPr>
          <w:rFonts w:ascii="Times New Roman" w:hAnsi="Times New Roman"/>
          <w:bCs/>
          <w:sz w:val="28"/>
          <w:szCs w:val="28"/>
        </w:rPr>
        <w:t>Роменської районної державної адміністрації від 24.04.2018 № 16-К/З.</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Габрелян А.М. від 27.04.2018 № 25-Від.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Семка М.В. від 03.05.2018 № 25-В.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Куріпку В.В. та Матяш І.В. від 04.05.2018 № 26-Від.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дня відпочинку від 05.05.2018 № 27-Від.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Семка М.В. від 05.05.2018 № 26-В.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Псарьової А.М. та Усик Г.А. від 08.05.2018 № 27-В.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Дибченко Я.П. від 08.05.2018 № 17-К.</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sz w:val="28"/>
          <w:szCs w:val="28"/>
        </w:rPr>
        <w:t>Про надання дня відпочинку від 14.05.2018 № 28-Від</w:t>
      </w:r>
      <w:r w:rsidRPr="00252863">
        <w:rPr>
          <w:rFonts w:ascii="Times New Roman" w:hAnsi="Times New Roman"/>
          <w:bCs/>
          <w:sz w:val="28"/>
          <w:szCs w:val="28"/>
        </w:rPr>
        <w:t xml:space="preserve"> </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sz w:val="28"/>
          <w:szCs w:val="28"/>
        </w:rPr>
        <w:t>Про службове відрядження Федько Л.Г. від 14.05.2018 № 28-В.</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bCs/>
          <w:sz w:val="28"/>
          <w:szCs w:val="28"/>
        </w:rPr>
        <w:t>Про оголошення конкурсу на зайняття вакантної посади державної служби</w:t>
      </w:r>
      <w:r w:rsidRPr="00252863">
        <w:rPr>
          <w:rFonts w:ascii="Times New Roman" w:hAnsi="Times New Roman"/>
          <w:bCs/>
          <w:sz w:val="28"/>
          <w:szCs w:val="28"/>
          <w:lang w:val="ru-RU"/>
        </w:rPr>
        <w:t xml:space="preserve"> від </w:t>
      </w:r>
      <w:r w:rsidRPr="00252863">
        <w:rPr>
          <w:rFonts w:ascii="Times New Roman" w:hAnsi="Times New Roman"/>
          <w:bCs/>
          <w:sz w:val="28"/>
          <w:szCs w:val="28"/>
        </w:rPr>
        <w:t>15.05.2018</w:t>
      </w:r>
      <w:r w:rsidRPr="00252863">
        <w:rPr>
          <w:rFonts w:ascii="Times New Roman" w:hAnsi="Times New Roman"/>
          <w:bCs/>
          <w:sz w:val="28"/>
          <w:szCs w:val="28"/>
          <w:lang w:val="ru-RU"/>
        </w:rPr>
        <w:t xml:space="preserve"> № </w:t>
      </w:r>
      <w:r w:rsidRPr="00252863">
        <w:rPr>
          <w:rFonts w:ascii="Times New Roman" w:hAnsi="Times New Roman"/>
          <w:bCs/>
          <w:sz w:val="28"/>
          <w:szCs w:val="28"/>
        </w:rPr>
        <w:t>18-К.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Павловій С.В. від 16.05.2018 № 29-Від.</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sz w:val="28"/>
          <w:szCs w:val="28"/>
        </w:rPr>
        <w:t>Про надання частини додаткової оплачуваної відпустки Руденко Л.М. від 18.05.2018 № 30-Від.</w:t>
      </w:r>
    </w:p>
    <w:p w:rsidR="00F16218" w:rsidRPr="00252863" w:rsidRDefault="00F16218" w:rsidP="00830FA5">
      <w:pPr>
        <w:numPr>
          <w:ilvl w:val="0"/>
          <w:numId w:val="1"/>
        </w:numPr>
        <w:ind w:firstLine="709"/>
        <w:jc w:val="both"/>
        <w:rPr>
          <w:rFonts w:ascii="Times New Roman" w:hAnsi="Times New Roman"/>
          <w:bCs/>
          <w:sz w:val="28"/>
          <w:szCs w:val="28"/>
        </w:rPr>
      </w:pPr>
      <w:r w:rsidRPr="00252863">
        <w:rPr>
          <w:rFonts w:ascii="Times New Roman" w:hAnsi="Times New Roman"/>
          <w:bCs/>
          <w:sz w:val="28"/>
          <w:szCs w:val="28"/>
        </w:rPr>
        <w:t>Про службове відрядження Солдатенко Т.В. від 18.05.2018 № 29-В.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bCs/>
          <w:sz w:val="28"/>
          <w:szCs w:val="28"/>
        </w:rPr>
        <w:t>Про службове відрядження Сеник О.А. від 18.05.2018 № 30-В.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оголошення конкурсу на заняття вакантної посади державної служби від 18.05.2018 № 19-К.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матеріальної допомоги для вирішення соціально-побутових питань Ведмідь В.О. від 18.05.2018 № 20-К.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дня відпочинку від 18.05.2018 № 31-Від.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відпустки Жмаці Т.І. від 22.05.2018 № 32-Від.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дня відпочинку від 22.05.2018 № 33-Від.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Левицького О.В. від 22.05.2018 № 31-В.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Габрелян А.М. від 22.05.2018 № 32-В.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Воскобойніковій М.А. від 23.05.2018 № 34-Від.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23.05.2018 № 21-К/з.</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23.05.2018 № 22-К.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23.05.2018 № 23-К.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Рєзнік М.О. від 24.05.2018 № 35-Від.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додаткової оплачуваної відпустки Щербині Г.О. від 25.05.2018 № 36-Від.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Крамаренка С.М. від 29.05.2018 № 33-В.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Губці І.В. та Кроль В.М. від 30.05.2018 № 37-Від.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створення комісії для проведення замірів витрат пального при використанні газобалонного обладнання на автомобілі CNERY TIGGO у Роменській районній державній адміністрації від 30.05.2018 № 01-АГП.</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Гирко І.О. від 31.05.2018 № 38-Від.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Псарьової А.М. від 31.05.2018 № 24-К.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Ковінько К.К. відпустки для догляду за дитиною до досягнення нею трирічного віку від 31.05.2018 № 25-К/Від/Д.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Левицькому О.В. від 01.06.2018 № 39-Від.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Токар Л.М. від 04.06.2018 № 40-Від.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Іщенко Ю.В. відпустки у зв’язку з вагітністю та пологами від 05.06.2018 № 41-Від.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Габрелян А.М. та Маслак Ю.М. від 06.06.2018 № 42-Від.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внесення змін до наказів керівника апарату Роменської районної державної адміністрації від 15.05.2018 № 18-К та від 18.05.2018 № 19-К від 07.06.2018 № 26-К.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додаткової відпустки Куріпку В.В. від 08.06.2018 № 43-Від.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Суходольській О.В. від 08.06.2018 № 44-Від.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Гуржій С.І. від 08.07.2018 № 27-К.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оголошення конкурсу на зайняття посад державної служби від 08.06.2018 № 28-К.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 xml:space="preserve">Про надання основної щорічної відпустки Волик В.І. від 11.06.2018 № 45-Від. </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відбуття у основну щорічну відпустку від 13.06.2018 № 46-Від.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Кишун Л.В. та Сороці Л.В. від 13.06.2018 № 47-Від.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Токар Л.М. від 13.06.2018 № 48-Від.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додаткової щорічної відпустки Щербині Г.О. від 13.06.2018 № 49-Від.</w:t>
      </w:r>
    </w:p>
    <w:p w:rsidR="00F16218" w:rsidRPr="00252863" w:rsidRDefault="00F16218" w:rsidP="00830FA5">
      <w:pPr>
        <w:numPr>
          <w:ilvl w:val="0"/>
          <w:numId w:val="1"/>
        </w:numPr>
        <w:tabs>
          <w:tab w:val="left" w:pos="600"/>
        </w:tabs>
        <w:ind w:firstLine="709"/>
        <w:jc w:val="both"/>
        <w:rPr>
          <w:rFonts w:ascii="Times New Roman" w:hAnsi="Times New Roman"/>
          <w:sz w:val="28"/>
          <w:szCs w:val="28"/>
        </w:rPr>
      </w:pPr>
      <w:r w:rsidRPr="00252863">
        <w:rPr>
          <w:rFonts w:ascii="Times New Roman" w:hAnsi="Times New Roman"/>
          <w:bCs/>
          <w:sz w:val="28"/>
          <w:szCs w:val="28"/>
        </w:rPr>
        <w:t>Про надання Холявко В.О. відпустки без збереження заробітної плати для догляду за дитиною до досягнення нею шестирічного віку від 18.06.2018 № 29-К.</w:t>
      </w:r>
    </w:p>
    <w:p w:rsidR="00F16218" w:rsidRPr="00252863" w:rsidRDefault="00F16218" w:rsidP="00074CFA">
      <w:pPr>
        <w:numPr>
          <w:ilvl w:val="0"/>
          <w:numId w:val="1"/>
        </w:numPr>
        <w:tabs>
          <w:tab w:val="left" w:pos="600"/>
          <w:tab w:val="left" w:pos="1320"/>
          <w:tab w:val="left" w:pos="5008"/>
        </w:tabs>
        <w:ind w:firstLine="709"/>
        <w:jc w:val="both"/>
        <w:rPr>
          <w:rFonts w:ascii="Times New Roman" w:hAnsi="Times New Roman"/>
          <w:bCs/>
          <w:sz w:val="28"/>
          <w:szCs w:val="28"/>
        </w:rPr>
      </w:pPr>
      <w:r w:rsidRPr="00252863">
        <w:rPr>
          <w:rFonts w:ascii="Times New Roman" w:hAnsi="Times New Roman"/>
          <w:sz w:val="28"/>
          <w:szCs w:val="28"/>
        </w:rPr>
        <w:t xml:space="preserve">Про проходження практики Тихенко В.А. від </w:t>
      </w:r>
      <w:r w:rsidRPr="00252863">
        <w:rPr>
          <w:rFonts w:ascii="Times New Roman" w:hAnsi="Times New Roman"/>
          <w:bCs/>
          <w:sz w:val="28"/>
          <w:szCs w:val="28"/>
        </w:rPr>
        <w:t>18.06.2018 № 05-ОД.</w:t>
      </w:r>
    </w:p>
    <w:p w:rsidR="00F16218" w:rsidRPr="00252863" w:rsidRDefault="00F16218" w:rsidP="00074CFA">
      <w:pPr>
        <w:numPr>
          <w:ilvl w:val="0"/>
          <w:numId w:val="1"/>
        </w:numPr>
        <w:tabs>
          <w:tab w:val="left" w:pos="600"/>
          <w:tab w:val="left" w:pos="1320"/>
          <w:tab w:val="left" w:pos="5008"/>
        </w:tabs>
        <w:ind w:firstLine="709"/>
        <w:jc w:val="both"/>
        <w:rPr>
          <w:rFonts w:ascii="Times New Roman" w:hAnsi="Times New Roman"/>
          <w:bCs/>
          <w:sz w:val="28"/>
          <w:szCs w:val="28"/>
        </w:rPr>
      </w:pPr>
      <w:r w:rsidRPr="00252863">
        <w:rPr>
          <w:rFonts w:ascii="Times New Roman" w:hAnsi="Times New Roman"/>
          <w:bCs/>
          <w:sz w:val="28"/>
          <w:szCs w:val="28"/>
        </w:rPr>
        <w:t xml:space="preserve">Про направлення Семка М.В. та Усик Г.А. для участі у ІІ етапі Всеукраїнської спартакіади державних службовців </w:t>
      </w:r>
      <w:r w:rsidRPr="00252863">
        <w:rPr>
          <w:rFonts w:ascii="Times New Roman" w:hAnsi="Times New Roman"/>
          <w:sz w:val="28"/>
          <w:szCs w:val="28"/>
        </w:rPr>
        <w:t xml:space="preserve">від </w:t>
      </w:r>
      <w:r w:rsidRPr="00252863">
        <w:rPr>
          <w:rFonts w:ascii="Times New Roman" w:hAnsi="Times New Roman"/>
          <w:bCs/>
          <w:sz w:val="28"/>
          <w:szCs w:val="28"/>
        </w:rPr>
        <w:t>18.06.2018 № 34-В.</w:t>
      </w:r>
    </w:p>
    <w:p w:rsidR="00F16218" w:rsidRPr="00252863" w:rsidRDefault="00F16218" w:rsidP="00830FA5">
      <w:pPr>
        <w:numPr>
          <w:ilvl w:val="0"/>
          <w:numId w:val="1"/>
        </w:numPr>
        <w:tabs>
          <w:tab w:val="left" w:pos="600"/>
        </w:tabs>
        <w:ind w:firstLine="709"/>
        <w:jc w:val="both"/>
        <w:rPr>
          <w:rFonts w:ascii="Times New Roman" w:hAnsi="Times New Roman"/>
          <w:sz w:val="28"/>
          <w:szCs w:val="28"/>
        </w:rPr>
      </w:pPr>
      <w:r w:rsidRPr="00252863">
        <w:rPr>
          <w:rFonts w:ascii="Times New Roman" w:hAnsi="Times New Roman"/>
          <w:sz w:val="28"/>
          <w:szCs w:val="28"/>
        </w:rPr>
        <w:t>Про надання додаткової оплачуваної щорічної відпустки Семку М.В. від 18.06.2018 № 50-Від.</w:t>
      </w:r>
    </w:p>
    <w:p w:rsidR="00F16218" w:rsidRPr="00252863" w:rsidRDefault="00F16218" w:rsidP="00074CFA">
      <w:pPr>
        <w:numPr>
          <w:ilvl w:val="0"/>
          <w:numId w:val="1"/>
        </w:numPr>
        <w:tabs>
          <w:tab w:val="left" w:pos="600"/>
          <w:tab w:val="left" w:pos="1440"/>
          <w:tab w:val="left" w:pos="5008"/>
        </w:tabs>
        <w:ind w:firstLine="709"/>
        <w:jc w:val="both"/>
        <w:rPr>
          <w:rFonts w:ascii="Times New Roman" w:hAnsi="Times New Roman"/>
          <w:bCs/>
          <w:sz w:val="28"/>
          <w:szCs w:val="28"/>
        </w:rPr>
      </w:pPr>
      <w:r w:rsidRPr="00252863">
        <w:rPr>
          <w:rFonts w:ascii="Times New Roman" w:hAnsi="Times New Roman"/>
          <w:sz w:val="28"/>
          <w:szCs w:val="28"/>
        </w:rPr>
        <w:t xml:space="preserve">Про Губку І.В. від </w:t>
      </w:r>
      <w:r w:rsidRPr="00252863">
        <w:rPr>
          <w:rFonts w:ascii="Times New Roman" w:hAnsi="Times New Roman"/>
          <w:bCs/>
          <w:sz w:val="28"/>
          <w:szCs w:val="28"/>
        </w:rPr>
        <w:t>19.06.2018 № 30-К.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 xml:space="preserve">Про відрядження Суходольської О.В. від </w:t>
      </w:r>
      <w:r w:rsidRPr="00252863">
        <w:rPr>
          <w:rFonts w:ascii="Times New Roman" w:hAnsi="Times New Roman"/>
          <w:bCs/>
          <w:sz w:val="28"/>
          <w:szCs w:val="28"/>
        </w:rPr>
        <w:t>20.06.2018 № 35-В.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Бойко К.С. від 22.06.2018 № 51-Від.</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22.06.2018 № 31-К.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22.06.2018 № 32-К.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22.06.2018 № 33-К.</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участь у заходах з нагоди відзначення 100-річчя запровадження державної служби від 22.06.2018 № 36-В.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Крамаренко С.М. від 25.06.2018 № 37-В.</w:t>
      </w:r>
    </w:p>
    <w:p w:rsidR="00F16218" w:rsidRPr="00252863" w:rsidRDefault="00F16218" w:rsidP="00830FA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Габрелян А.М., Руденко Л.М., Солдатенко Т.В. та Усик Г.А. від 26.06.2018 № 52-Від.</w:t>
      </w:r>
    </w:p>
    <w:p w:rsidR="00F16218" w:rsidRPr="00252863" w:rsidRDefault="00F16218" w:rsidP="007C1D3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Федько Л.Г. від 26.06.2018 № 38-В.</w:t>
      </w:r>
    </w:p>
    <w:p w:rsidR="00F16218" w:rsidRPr="00252863" w:rsidRDefault="00F16218" w:rsidP="007C1D3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Семка М.В. від 27.06.2018 № 39-В.</w:t>
      </w:r>
    </w:p>
    <w:p w:rsidR="00F16218" w:rsidRPr="00252863" w:rsidRDefault="00F16218" w:rsidP="007C1D3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Гирко І.О. відпустки у зв’язку з вагітністю та пологами від 03.07.2018 № 53-Від.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Суходольської О.В. від 03.07.2018 № 34-К.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Парамонової О.О. від 03.07.2018 № 35-К.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звільнення Крикун Ю.Є. від 04.07.2018 № 36-К.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Крамаренка С.М. від 05.07.2018 № 40-В.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Кроль В.М. та Рєзнік М.О. від 06.07.2018 № 54-Від.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Воскобойніковій М.А. від 09.07.2018 № 55-Від.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внесення змін до наказу керівника апарату Роменської районної державної адміністрації від 28.02.2018 № 02-ОД від 09.07.2018 № 06-ОД.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Токар Л.М. від 10.07.2018 № 41-В.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Костенко Т.П. від 10.07.2018 37-К.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рангу державного службовця Дибенко Я.П. від 10.07.2018 № 38-К.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Парамоновій О.О. та Токар Л.М. від 10.07.2018 № 56-Від.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Федько Р.М. від 11.07.2018 № 57-Від.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Федько Л.Г. від 11.07.2018 № 39-К.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відпустки Суборовій О.А. та Штанько О.В. від 12.07.2018 № 58-Від.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Павловій С.В. від 16.07.2018 № 59-Від.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рангу державного службовця Рєзнік М.О. від 16.07.2018 № 40-К.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Маслак Ю.М. та Федько Л.Г. від 17.07.2018 № 60-Від.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 xml:space="preserve">Про надання основної щорічної відпустки Дяченко О.А. від 20.07.2018 № 61-Від. </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продовження основної щорічної відпустки Солдатенко Т.В. від 20.07.2018 № 62-Від.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Бойко К.С. від 24.07.2018 № 63-Від.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Сеник О.А. від 24.07.2018 № 64-Від.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оголошення конкурсу на зайняття вакантних посад державної служби від 24.07.2018 № 41-К.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24.07.2018 № 42-К.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24.07.2018 № 43-К.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Семку М.В. від 25.07.2018 № 65-Від.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Кондратенко Л.Ю. від 25.07.2018 № 66-Від.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Чумаченко Я.К. від 25.07.2018 № 44-К.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та додаткової щорічних відпусток Куріпку В.В. від 25.07.2018 № 67-Від.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Габрелян А.М. від 27.07.2018 № 68-Від.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Крамаренка С.М. від 30.07.2018 № 42-В.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Жмаці Т.І. від 31.07.2018 № 69-Від.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Губки І.В. від 31.07.2018 № 43-В.</w:t>
      </w:r>
    </w:p>
    <w:p w:rsidR="00F16218" w:rsidRPr="00252863" w:rsidRDefault="00F16218" w:rsidP="00F921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Матяш І.В. від 06.08.2018 від 45-К.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Гуржій С.І. від 08.08.2018 № 70-Від.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відпустки Федько Р.М. від 08.08.2018 № 71-Від.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додаткових оплачуваних щорічних відпусток Федько Р.М. від 08.08.2018 № 72-Від.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Павловій С.В. від 08.08.2018 № 73-Від.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Дибченко Я.П. від 08.08.2018 № 44-В.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звільнення Костенко Т.П. від 09.08.2018 № 46-К.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Матяш І.В. від 09.08.2018 № 47-К.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Крамаренку С.М. від 10.08.2018 № 74-Від.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Волик В.І., Гармаш Н.І. та Радченко Л.Г. від 13.08.2018 № 75-Від.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відкликання із щорічної відпустки Федько Л.Г. від 14.08.2018 № 76-Від.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соціальної додаткової відпустки Воскобойніковій М.А. від 20.08.2018 № 77-Від.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20.08.2018 № 48-К.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20.08.2018 № 49-К.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20.08.2018 № 50-К.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щорічної відпустки Гребенюк О.П., Солдатенко Т.В. та Штанько О.В. від 21.08.2018 № 78-Від.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Суходольській О.В. від 22.08.2018 № 79-Від.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відпусток Бойко К.С. від 22.08.2018 № 80-Від.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Муквич Н.А. від 23.08.2018 № 51-К.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Дзюби В.О. від 27.08.2018 № 52-К.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Мельник Т.І. від 27.08.2018 № 53-К.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Дибченко Я.П. від 28.08.2018 № 45-В.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додаткової оплачуваної щорічної відпустки Кроль В.М. від 29.08.2018 № 81-Від.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щорічної відпустки Живолупу В.М. від 03.09.2018 № 82-Від.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Губки І.В. від 03.09.2018 № 46-В.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Семка В.М. від 04.09.2018 № 47-В.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Кишун Л.В. від 06.09.2018 № 83-Від.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Сороці Л.В. від 06.09.2018 № 84-Від.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Суходольській О.В. від 10.09.2018 № 85-Від.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оплачуваної відпустки Габрелян А.М. та Псарьовій А.М. від 10.09.2018 № 86-Від.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щорічної додаткової оплачуваної відпустки Сороці Л.В від 10.09.2018 № 87-Від.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Семка В.М. від 11.09.2018 № 48-К.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звільнення Гармаш Н.М. від 11.09.2018 № 54-К.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Чумаченко Я.К. від 13.09.2018 № 49-К.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основної щорічної відпустки Ведмідь В.О. від 13.09.2018 № 88-Від.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Маслак Ю.М. від 17.09.2018 № 89-Від.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Суходольської О.В. від 17.09.2018 № 55-К.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Хуторної В.Г. від 17.09.2018 № 56-К.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Рєзнік М.О. від 18.09.2018 № 50-В.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Куріпка В.В. від 19.09.2018 № 51-В.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20.09.2018 № 57-К.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20.09.2018 № 58-К.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20.09.2018 № 59-К.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відпустки для догляду за дитиною до досягнення нею трирічного віку Іщенко Ю.В. від 21.09.2018 № 90-Від.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оголошення конкурсу на зайняття вакантних посад державної служби від 21.09.2018 № 60-К.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Федько Л.Г. від 25.09.018 № 52-В.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додаткової оплачуваної щорічної відпустки Крамаренку С.М. від 25.09.2018 № 91-Від.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Левицького О.В. від 26.09.2018 № 53-В.</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додаткової щорічної відпустки Щербині Г.О. від 28.09.2018 № 92-Від.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Чумаченко Я.К. від 28.09.2018 № 61-К.</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Суходольської О.В. від 28.09.2018 № 54-В.</w:t>
      </w:r>
    </w:p>
    <w:p w:rsidR="00F16218" w:rsidRPr="00252863" w:rsidRDefault="00F16218" w:rsidP="00E431A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проведення оцінювання результатів службової діяльності державних службовців апарату Роменської районної державної адміністрації, та її структурних підрозділів (крім структурних підрозділів зі статусом юридичних осіб публічного права), які займають посади державної служби категорій «Б» і «В» у 2018 році від 28.09.2018 № 07-ОД.</w:t>
      </w:r>
    </w:p>
    <w:p w:rsidR="00F16218" w:rsidRPr="00252863" w:rsidRDefault="00F16218" w:rsidP="009D54C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Маслак Ю.М. від 01.10. 2018 № 93-Від.</w:t>
      </w:r>
    </w:p>
    <w:p w:rsidR="00F16218" w:rsidRPr="00252863" w:rsidRDefault="00F16218" w:rsidP="002D7C20">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щорічної додаткової оплачуваної відпустки Семку М.В. від 02.10.2018 № 94-Від.</w:t>
      </w:r>
    </w:p>
    <w:p w:rsidR="00F16218" w:rsidRPr="00252863" w:rsidRDefault="00F16218" w:rsidP="00BF1FEF">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Кроль В.М. від 02.10.2018 № 55-В.</w:t>
      </w:r>
    </w:p>
    <w:p w:rsidR="00F16218" w:rsidRPr="00252863" w:rsidRDefault="00F16218" w:rsidP="00BF1FEF">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щорічних додаткових оплачуваних відпусток Левицькому О.В. та Руденко Л.М. від 03.10.2018 № 95-Від.</w:t>
      </w:r>
    </w:p>
    <w:p w:rsidR="00F16218" w:rsidRPr="00252863" w:rsidRDefault="00F16218" w:rsidP="00FD4A80">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Федько Л.Г. від 03.10.2018 № 56-В.</w:t>
      </w:r>
    </w:p>
    <w:p w:rsidR="00F16218" w:rsidRPr="00252863" w:rsidRDefault="00F16218" w:rsidP="00FD4A80">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Габрелян А.М. та Матяш І.В. від 05.10.2018 № 57-В.</w:t>
      </w:r>
    </w:p>
    <w:p w:rsidR="00F16218" w:rsidRPr="00252863" w:rsidRDefault="00F16218" w:rsidP="004E49B2">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Суборової О.А. та Усик Г.А. від 05.10.2018 № 58-В.</w:t>
      </w:r>
    </w:p>
    <w:p w:rsidR="00F16218" w:rsidRPr="00252863" w:rsidRDefault="00F16218" w:rsidP="00EA2A20">
      <w:pPr>
        <w:numPr>
          <w:ilvl w:val="0"/>
          <w:numId w:val="1"/>
        </w:numPr>
        <w:ind w:firstLine="709"/>
        <w:jc w:val="both"/>
        <w:rPr>
          <w:rFonts w:ascii="Times New Roman" w:hAnsi="Times New Roman"/>
          <w:spacing w:val="-4"/>
          <w:sz w:val="28"/>
          <w:szCs w:val="28"/>
        </w:rPr>
      </w:pPr>
      <w:r w:rsidRPr="00252863">
        <w:rPr>
          <w:rFonts w:ascii="Times New Roman" w:hAnsi="Times New Roman"/>
          <w:spacing w:val="-4"/>
          <w:sz w:val="28"/>
          <w:szCs w:val="28"/>
        </w:rPr>
        <w:t>Про службове відрядження Кондратенко Л.Ю. від 05.10.2018 № 59-В.</w:t>
      </w:r>
    </w:p>
    <w:p w:rsidR="00F16218" w:rsidRPr="00252863" w:rsidRDefault="00F16218" w:rsidP="00455F7F">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решти основної щорічної відпустки Семку М.В. від 05.10.2018 № 96-Від.</w:t>
      </w:r>
    </w:p>
    <w:p w:rsidR="00F16218" w:rsidRPr="00252863" w:rsidRDefault="00F16218" w:rsidP="00C54ABC">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додаткової оплачуваної щорічної відпустки Павловій С.В. від 10.10.2018 № 97-Від.</w:t>
      </w:r>
    </w:p>
    <w:p w:rsidR="00F16218" w:rsidRPr="00252863" w:rsidRDefault="00F16218" w:rsidP="00C2594C">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Матяш І.В. від 11.10.2018 № 98-Від.</w:t>
      </w:r>
    </w:p>
    <w:p w:rsidR="00F16218" w:rsidRPr="00252863" w:rsidRDefault="00F16218" w:rsidP="0021586D">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Дяченко О.А. від 11.10.2018 № 60-В.</w:t>
      </w:r>
    </w:p>
    <w:p w:rsidR="00F16218" w:rsidRPr="00252863" w:rsidRDefault="00F16218" w:rsidP="0021586D">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внесення змін до наказу керівник апарату Роменської районної державної адміністрації від 28.09.2018 № 02-ОД від 11.10.2018 № 08-ОД.</w:t>
      </w:r>
    </w:p>
    <w:p w:rsidR="00F16218" w:rsidRPr="00252863" w:rsidRDefault="00F16218" w:rsidP="00045418">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припинення державної служби Ведмідь В.О. у зв’язку з обставинами, що склалися незалежно від волі сторін від 12.10.2018 № 62-К.</w:t>
      </w:r>
    </w:p>
    <w:p w:rsidR="00F16218" w:rsidRPr="00252863" w:rsidRDefault="00F16218" w:rsidP="00045418">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внесення змін до наказу керівника апарату Роменської районної державної адміністрації від 21.09.2018 № 60-К. від 17.10.2018 № 63-К.</w:t>
      </w:r>
    </w:p>
    <w:p w:rsidR="00F16218" w:rsidRPr="00252863" w:rsidRDefault="00F16218" w:rsidP="00045418">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Габрелян А.М. від 19.10.2018 № 99-Від.</w:t>
      </w:r>
    </w:p>
    <w:p w:rsidR="00F16218" w:rsidRPr="00252863" w:rsidRDefault="00F16218" w:rsidP="00045418">
      <w:pPr>
        <w:numPr>
          <w:ilvl w:val="0"/>
          <w:numId w:val="1"/>
        </w:numPr>
        <w:ind w:firstLine="709"/>
        <w:jc w:val="both"/>
        <w:rPr>
          <w:rFonts w:ascii="Times New Roman" w:hAnsi="Times New Roman"/>
          <w:spacing w:val="-6"/>
          <w:sz w:val="28"/>
          <w:szCs w:val="28"/>
        </w:rPr>
      </w:pPr>
      <w:r w:rsidRPr="00252863">
        <w:rPr>
          <w:rFonts w:ascii="Times New Roman" w:hAnsi="Times New Roman"/>
          <w:spacing w:val="-6"/>
          <w:sz w:val="28"/>
          <w:szCs w:val="28"/>
        </w:rPr>
        <w:t>Про присвоєння чергового рангу державного службовця Муквич Н.А. від 19.10.2018 № 64-К.</w:t>
      </w:r>
    </w:p>
    <w:p w:rsidR="00F16218" w:rsidRPr="00252863" w:rsidRDefault="00F16218" w:rsidP="00045418">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чергового рангу державного службовця Радченко Л.Г. від 19.10.2018 № 65-К.</w:t>
      </w:r>
    </w:p>
    <w:p w:rsidR="00F16218" w:rsidRPr="00252863" w:rsidRDefault="00F16218" w:rsidP="00A87E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чергового рангу державного службовця Штанько О.В. від 19.10.2018 № 66-К.</w:t>
      </w:r>
    </w:p>
    <w:p w:rsidR="00F16218" w:rsidRPr="00252863" w:rsidRDefault="00F16218" w:rsidP="00A87E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Габрелян А.М. та Матяш І.В. від 22.10.2018 № 61-В.</w:t>
      </w:r>
    </w:p>
    <w:p w:rsidR="00F16218" w:rsidRPr="00252863" w:rsidRDefault="00F16218" w:rsidP="00A87E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надбавку за вислугу років Мельник Т.І. від 24.10.2018 № 67-К.</w:t>
      </w:r>
    </w:p>
    <w:p w:rsidR="00F16218" w:rsidRPr="00252863" w:rsidRDefault="00F16218" w:rsidP="00A87E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Федько Р.М. від 24.10.2018 № 100-Від.</w:t>
      </w:r>
    </w:p>
    <w:p w:rsidR="00F16218" w:rsidRPr="00252863" w:rsidRDefault="00F16218" w:rsidP="00A87E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Парамоновій О.О. від 25.10.2018 № 101-Від.</w:t>
      </w:r>
    </w:p>
    <w:p w:rsidR="00F16218" w:rsidRPr="00252863" w:rsidRDefault="00F16218" w:rsidP="00EF4A2D">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26.10.2018 № 68-К.</w:t>
      </w:r>
    </w:p>
    <w:p w:rsidR="00F16218" w:rsidRPr="00252863" w:rsidRDefault="00F16218" w:rsidP="00EF4A2D">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26.10.2018 № 69-К.</w:t>
      </w:r>
    </w:p>
    <w:p w:rsidR="00F16218" w:rsidRPr="00252863" w:rsidRDefault="00F16218" w:rsidP="00604542">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26.10.2018 № 70-К.</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Федько Л.Г. від 29.10.2018 № 62-В.</w:t>
      </w:r>
    </w:p>
    <w:p w:rsidR="00F16218" w:rsidRPr="00252863" w:rsidRDefault="00F16218" w:rsidP="008F50E4">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Габрелян А.М. та Штанько О.В. від 31.10.2018 № 63-В.</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Токар Л.М. від 31.10.2018 № 102-Від.</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рангу державного службовця Чумаченко Я.К. від 31.10.2018 № 71-К.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оголошення конкурсу на зайняття вакантної посади державної служби від 02.11.2018 № 72-К.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Гирко І.О. відпустки для догляду за дитиною до досягнення нею трирічного віку від 02.11.2018 № 73-К.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Матяш І.В. від 02.11.2018 № 74-К.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відпустки без збереження заробітної плати Муквич Н.А. від 09.11.2018 № 75-К.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участь у семінарі-тренінгу від 12.11.2018 № 64-В.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Назаренко В.О. від 12.11.2018 № 76-К.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Осташко В.Г. від 12.11.2018 № 77-К.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Парамонової О.О. та Штанько О.В. від 13.11.2018 № 65-В.</w:t>
      </w:r>
    </w:p>
    <w:p w:rsidR="00F16218" w:rsidRPr="00252863" w:rsidRDefault="00F16218" w:rsidP="00D658C5">
      <w:pPr>
        <w:numPr>
          <w:ilvl w:val="0"/>
          <w:numId w:val="1"/>
        </w:numPr>
        <w:ind w:firstLine="709"/>
        <w:jc w:val="both"/>
        <w:rPr>
          <w:rFonts w:ascii="Times New Roman" w:hAnsi="Times New Roman"/>
          <w:spacing w:val="-4"/>
          <w:sz w:val="28"/>
          <w:szCs w:val="28"/>
        </w:rPr>
      </w:pPr>
      <w:r w:rsidRPr="00252863">
        <w:rPr>
          <w:rFonts w:ascii="Times New Roman" w:hAnsi="Times New Roman"/>
          <w:spacing w:val="-4"/>
          <w:sz w:val="28"/>
          <w:szCs w:val="28"/>
        </w:rPr>
        <w:t>Про службове відрядження Кондратенко Л.Ю. від 13.11.2018 № 66-В.</w:t>
      </w:r>
    </w:p>
    <w:p w:rsidR="00F16218" w:rsidRPr="00252863" w:rsidRDefault="00F16218" w:rsidP="00D658C5">
      <w:pPr>
        <w:numPr>
          <w:ilvl w:val="0"/>
          <w:numId w:val="1"/>
        </w:numPr>
        <w:ind w:firstLine="709"/>
        <w:jc w:val="both"/>
        <w:rPr>
          <w:rFonts w:ascii="Times New Roman" w:hAnsi="Times New Roman"/>
          <w:spacing w:val="-4"/>
          <w:sz w:val="28"/>
          <w:szCs w:val="28"/>
        </w:rPr>
      </w:pPr>
      <w:r w:rsidRPr="00252863">
        <w:rPr>
          <w:rFonts w:ascii="Times New Roman" w:hAnsi="Times New Roman"/>
          <w:spacing w:val="-4"/>
          <w:sz w:val="28"/>
          <w:szCs w:val="28"/>
        </w:rPr>
        <w:t>Про залучення до роботи окремих працівників відділу державної реєстрації Роменської районної державної адміністрації понад установлену тривалість робочого дня від 14.11.2018 № 02-АГП.</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Гребенюк О.П. від 16.11.2018 № 67-В.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Федько Р.М. від 16.11.2018 № 68-В.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Назаренко В.О. та Штанько О.В. від 19.11.2018 № 69-В.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Дяченко О.А. від 19.11.2018 № 70-В.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Павлової С.В. від 19.11.2018 № 71-В.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Кулібабу Н.В. від 22.11.2018 № 78-К.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Муквич Н.А. від 26.11.2018 № 72-В.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Рєзнік М.О. та Штанько О.В. від 26.11.2018 № 103-Від.</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26.11.2018 № 79-К.</w:t>
      </w:r>
    </w:p>
    <w:p w:rsidR="00F16218" w:rsidRPr="00252863" w:rsidRDefault="00F16218" w:rsidP="003A45E9">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працівникам Роменської районної державної адміністрації від 26.11.2018 № 80-К.</w:t>
      </w:r>
    </w:p>
    <w:p w:rsidR="00F16218" w:rsidRPr="00252863" w:rsidRDefault="00F16218" w:rsidP="003A45E9">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26.11.2018 № 81-К.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компенсацію за роботу понад установлену тривалість робочого дня від 28.11.2018 № 104-Від.</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затвердження результатів оцінювання службової діяльності державних службовців апарату Роменської районної державної адміністрації та її структурних підрозділів (крім структурних підрозділів зі статусом юридичних осіб публічного права), які займають посади державної служби категорій «Б» і «В» від 29.11.2018 № 82-К.</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Назаренко В.О. від 30.11.2018 № 73-В.</w:t>
      </w:r>
    </w:p>
    <w:p w:rsidR="00F16218" w:rsidRPr="00252863" w:rsidRDefault="00F16218" w:rsidP="00D658C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участь у семінарі від 30.11.2018 № 74-В.</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Суходольській О.В. від 30.11.2018 № 105-Від.</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Гребенюк О.П. від 30.11.2018 № 106-Від.</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чергового рангу державного службовця Губці І.В. від 30.11.2018 № 83-К.</w:t>
      </w:r>
    </w:p>
    <w:p w:rsidR="00F16218" w:rsidRPr="00252863" w:rsidRDefault="00F16218" w:rsidP="002C29F6">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чергового рангу державного службовця Крамаренку С.М. від 30.11.2018 № 84-К.</w:t>
      </w:r>
    </w:p>
    <w:p w:rsidR="00F16218" w:rsidRPr="00252863" w:rsidRDefault="00F16218" w:rsidP="00124DE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Волик В.І., Габрелян А.М., Маслак Ю.М. та Штанько О.В. від 03.12.2018 № 75-В.</w:t>
      </w:r>
    </w:p>
    <w:p w:rsidR="00F16218" w:rsidRPr="00252863" w:rsidRDefault="00F16218" w:rsidP="00D50D33">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участь у семінарі Суходольської О.В. та Чумаченко Я.К від. 03.12.2018 № 76-В.</w:t>
      </w:r>
    </w:p>
    <w:p w:rsidR="00F16218" w:rsidRPr="00252863" w:rsidRDefault="00F16218" w:rsidP="00C921F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здачу зведеної відомості від 03.12.2018 № 77-В.</w:t>
      </w:r>
    </w:p>
    <w:p w:rsidR="00F16218" w:rsidRPr="00252863" w:rsidRDefault="00F16218" w:rsidP="00124DE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рангу державного службовця Дзюбі В.О. від 03.12.2018 № 85-К.</w:t>
      </w:r>
    </w:p>
    <w:p w:rsidR="00F16218" w:rsidRPr="00252863" w:rsidRDefault="00F16218" w:rsidP="00124DE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Солдатенко Т.В. від 04.12.2018 № 107-Від.</w:t>
      </w:r>
    </w:p>
    <w:p w:rsidR="00F16218" w:rsidRPr="00252863" w:rsidRDefault="00F16218" w:rsidP="00124DE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щорічної відпустки Гуржій С.І. від 07.12.2018 № 108-Від.</w:t>
      </w:r>
    </w:p>
    <w:p w:rsidR="00F16218" w:rsidRPr="00252863" w:rsidRDefault="00F16218" w:rsidP="00124DE5">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чергового рангу державного службовця Маслак Ю.В. від 07.12.2018 № 86-К.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Волик В.І., Габрелян А.М. та Штанько О.В. від 11.12.2018 № 78-В.</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Сеник О.А. від 11.12.2018 № 79-В.</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матеріальної допомоги для вирішення соціально-побутових питань Бойко К.С. від 11.12.2018 № 87-К.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надання частини основної щорічної відпустки Осташку В.Г. та Федько Л.Г. від 17.12.2018 № 109-Від.</w:t>
      </w:r>
    </w:p>
    <w:p w:rsidR="00F16218" w:rsidRPr="00252863" w:rsidRDefault="00F16218" w:rsidP="00495F57">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службове відрядження Кулібаби Н.В. від 20.12.2018 № 80-В.</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продовження строку випробування Хуторній В.Г. від 20.12.2018 № 88-К.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встановлення надбавки за інтенсивність праці від 22.12.2018 № 89-К.</w:t>
      </w:r>
    </w:p>
    <w:p w:rsidR="00F16218" w:rsidRPr="00252863" w:rsidRDefault="00F16218" w:rsidP="00D2133A">
      <w:pPr>
        <w:numPr>
          <w:ilvl w:val="0"/>
          <w:numId w:val="1"/>
        </w:numPr>
        <w:ind w:firstLine="709"/>
        <w:jc w:val="both"/>
        <w:rPr>
          <w:rFonts w:ascii="Times New Roman" w:hAnsi="Times New Roman"/>
          <w:sz w:val="28"/>
          <w:szCs w:val="28"/>
        </w:rPr>
      </w:pPr>
      <w:r>
        <w:rPr>
          <w:rFonts w:ascii="Times New Roman" w:hAnsi="Times New Roman"/>
          <w:sz w:val="28"/>
          <w:szCs w:val="28"/>
        </w:rPr>
        <w:t>Про встановлення надбавки</w:t>
      </w:r>
      <w:r w:rsidRPr="00252863">
        <w:rPr>
          <w:rFonts w:ascii="Times New Roman" w:hAnsi="Times New Roman"/>
          <w:sz w:val="28"/>
          <w:szCs w:val="28"/>
        </w:rPr>
        <w:t xml:space="preserve"> працівникам Роменської районної державної адміністрації від 22.12.2018 № 90-К.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преміювання працівників Роменської районної державної адміністрації від 22.12.2018 № 91-К.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присвоєння рангу державного службовця Хуторній В.І. від 28.12.2018 № 92-К.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Пасько Я.В. від 29.12.2018 № 93-К.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переведення Маслак Ю.М. від 29.12.2018 № 94-К.</w:t>
      </w:r>
    </w:p>
    <w:p w:rsidR="00F16218" w:rsidRPr="00252863" w:rsidRDefault="00F16218" w:rsidP="00D2133A">
      <w:pPr>
        <w:numPr>
          <w:ilvl w:val="0"/>
          <w:numId w:val="1"/>
        </w:numPr>
        <w:ind w:firstLine="709"/>
        <w:jc w:val="both"/>
        <w:rPr>
          <w:rFonts w:ascii="Times New Roman" w:hAnsi="Times New Roman"/>
          <w:sz w:val="28"/>
          <w:szCs w:val="28"/>
        </w:rPr>
      </w:pPr>
      <w:r w:rsidRPr="00252863">
        <w:rPr>
          <w:rFonts w:ascii="Times New Roman" w:hAnsi="Times New Roman"/>
          <w:sz w:val="28"/>
          <w:szCs w:val="28"/>
        </w:rPr>
        <w:t>Про призначення Псарьової А.М. від 29.12.2018 № 95-К.</w:t>
      </w:r>
    </w:p>
    <w:sectPr w:rsidR="00F16218" w:rsidRPr="00252863" w:rsidSect="00830FA5">
      <w:headerReference w:type="even" r:id="rId7"/>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218" w:rsidRDefault="00F16218">
      <w:r>
        <w:separator/>
      </w:r>
    </w:p>
  </w:endnote>
  <w:endnote w:type="continuationSeparator" w:id="0">
    <w:p w:rsidR="00F16218" w:rsidRDefault="00F162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218" w:rsidRDefault="00F16218">
      <w:r>
        <w:separator/>
      </w:r>
    </w:p>
  </w:footnote>
  <w:footnote w:type="continuationSeparator" w:id="0">
    <w:p w:rsidR="00F16218" w:rsidRDefault="00F162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218" w:rsidRDefault="00F16218" w:rsidP="00830FA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16218" w:rsidRDefault="00F1621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218" w:rsidRDefault="00F16218" w:rsidP="00830FA5">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F16218" w:rsidRDefault="00F162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86419"/>
    <w:multiLevelType w:val="hybridMultilevel"/>
    <w:tmpl w:val="1E3A1618"/>
    <w:lvl w:ilvl="0" w:tplc="B5029808">
      <w:start w:val="1"/>
      <w:numFmt w:val="decimal"/>
      <w:lvlText w:val="%1."/>
      <w:lvlJc w:val="left"/>
      <w:pPr>
        <w:tabs>
          <w:tab w:val="num" w:pos="1067"/>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2FF17B4D"/>
    <w:multiLevelType w:val="multilevel"/>
    <w:tmpl w:val="D6921C82"/>
    <w:lvl w:ilvl="0">
      <w:start w:val="1"/>
      <w:numFmt w:val="decimal"/>
      <w:lvlText w:val="%1."/>
      <w:lvlJc w:val="left"/>
      <w:pPr>
        <w:tabs>
          <w:tab w:val="num" w:pos="22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4F8C66BF"/>
    <w:multiLevelType w:val="hybridMultilevel"/>
    <w:tmpl w:val="1E3A1618"/>
    <w:lvl w:ilvl="0" w:tplc="B5029808">
      <w:start w:val="1"/>
      <w:numFmt w:val="decimal"/>
      <w:lvlText w:val="%1."/>
      <w:lvlJc w:val="left"/>
      <w:pPr>
        <w:tabs>
          <w:tab w:val="num" w:pos="1067"/>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CF3331F"/>
    <w:multiLevelType w:val="hybridMultilevel"/>
    <w:tmpl w:val="1E3A1618"/>
    <w:lvl w:ilvl="0" w:tplc="B5029808">
      <w:start w:val="1"/>
      <w:numFmt w:val="decimal"/>
      <w:lvlText w:val="%1."/>
      <w:lvlJc w:val="left"/>
      <w:pPr>
        <w:tabs>
          <w:tab w:val="num" w:pos="1067"/>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64462CAF"/>
    <w:multiLevelType w:val="multilevel"/>
    <w:tmpl w:val="D6921C82"/>
    <w:lvl w:ilvl="0">
      <w:start w:val="1"/>
      <w:numFmt w:val="decimal"/>
      <w:lvlText w:val="%1."/>
      <w:lvlJc w:val="left"/>
      <w:pPr>
        <w:tabs>
          <w:tab w:val="num" w:pos="227"/>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74553F6C"/>
    <w:multiLevelType w:val="hybridMultilevel"/>
    <w:tmpl w:val="1E3A1618"/>
    <w:lvl w:ilvl="0" w:tplc="B5029808">
      <w:start w:val="1"/>
      <w:numFmt w:val="decimal"/>
      <w:lvlText w:val="%1."/>
      <w:lvlJc w:val="left"/>
      <w:pPr>
        <w:tabs>
          <w:tab w:val="num" w:pos="1067"/>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7ACD67B1"/>
    <w:multiLevelType w:val="hybridMultilevel"/>
    <w:tmpl w:val="1EE8F7D2"/>
    <w:lvl w:ilvl="0" w:tplc="C234D356">
      <w:start w:val="1"/>
      <w:numFmt w:val="decimal"/>
      <w:lvlText w:val="%1."/>
      <w:lvlJc w:val="left"/>
      <w:pPr>
        <w:tabs>
          <w:tab w:val="num" w:pos="1777"/>
        </w:tabs>
        <w:ind w:left="1777" w:hanging="1068"/>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3"/>
  </w:num>
  <w:num w:numId="2">
    <w:abstractNumId w:val="6"/>
  </w:num>
  <w:num w:numId="3">
    <w:abstractNumId w:val="4"/>
  </w:num>
  <w:num w:numId="4">
    <w:abstractNumId w:val="1"/>
  </w:num>
  <w:num w:numId="5">
    <w:abstractNumId w:val="5"/>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30FA5"/>
    <w:rsid w:val="00017B9C"/>
    <w:rsid w:val="00021658"/>
    <w:rsid w:val="0002237C"/>
    <w:rsid w:val="00024C19"/>
    <w:rsid w:val="00042BBB"/>
    <w:rsid w:val="00045418"/>
    <w:rsid w:val="000531B3"/>
    <w:rsid w:val="00053761"/>
    <w:rsid w:val="0006597D"/>
    <w:rsid w:val="00066048"/>
    <w:rsid w:val="00073D2C"/>
    <w:rsid w:val="00074CFA"/>
    <w:rsid w:val="000815BA"/>
    <w:rsid w:val="00083185"/>
    <w:rsid w:val="00083C27"/>
    <w:rsid w:val="000905D2"/>
    <w:rsid w:val="000B22AD"/>
    <w:rsid w:val="000B4669"/>
    <w:rsid w:val="000C0E7D"/>
    <w:rsid w:val="000C41F9"/>
    <w:rsid w:val="000D05D5"/>
    <w:rsid w:val="000E478F"/>
    <w:rsid w:val="000F4F9E"/>
    <w:rsid w:val="001144AE"/>
    <w:rsid w:val="00114BA8"/>
    <w:rsid w:val="00120FB1"/>
    <w:rsid w:val="00124DE5"/>
    <w:rsid w:val="00135346"/>
    <w:rsid w:val="001434EA"/>
    <w:rsid w:val="00157E6B"/>
    <w:rsid w:val="0016571D"/>
    <w:rsid w:val="00174038"/>
    <w:rsid w:val="001763F5"/>
    <w:rsid w:val="001A5673"/>
    <w:rsid w:val="001B6859"/>
    <w:rsid w:val="001D3F3F"/>
    <w:rsid w:val="001F14E9"/>
    <w:rsid w:val="00206888"/>
    <w:rsid w:val="0021586D"/>
    <w:rsid w:val="00215AA6"/>
    <w:rsid w:val="002211B5"/>
    <w:rsid w:val="00235E6A"/>
    <w:rsid w:val="002503BE"/>
    <w:rsid w:val="00252863"/>
    <w:rsid w:val="00257A82"/>
    <w:rsid w:val="00263628"/>
    <w:rsid w:val="00281F95"/>
    <w:rsid w:val="00291F98"/>
    <w:rsid w:val="002A5A81"/>
    <w:rsid w:val="002B26AE"/>
    <w:rsid w:val="002C29F6"/>
    <w:rsid w:val="002D7C20"/>
    <w:rsid w:val="002E7F90"/>
    <w:rsid w:val="00301715"/>
    <w:rsid w:val="003107C6"/>
    <w:rsid w:val="0032335D"/>
    <w:rsid w:val="00334A55"/>
    <w:rsid w:val="00335CAB"/>
    <w:rsid w:val="003474CE"/>
    <w:rsid w:val="00352640"/>
    <w:rsid w:val="003570AC"/>
    <w:rsid w:val="00393C0A"/>
    <w:rsid w:val="00395402"/>
    <w:rsid w:val="003A45E9"/>
    <w:rsid w:val="003A535C"/>
    <w:rsid w:val="003B4E5B"/>
    <w:rsid w:val="003B6B47"/>
    <w:rsid w:val="003C3A5E"/>
    <w:rsid w:val="003C6126"/>
    <w:rsid w:val="003D602D"/>
    <w:rsid w:val="003E5848"/>
    <w:rsid w:val="00403EB2"/>
    <w:rsid w:val="004045F5"/>
    <w:rsid w:val="004132A8"/>
    <w:rsid w:val="00421C87"/>
    <w:rsid w:val="00435C97"/>
    <w:rsid w:val="00436990"/>
    <w:rsid w:val="00455C19"/>
    <w:rsid w:val="00455F7F"/>
    <w:rsid w:val="00472BAA"/>
    <w:rsid w:val="00495F57"/>
    <w:rsid w:val="004A0F78"/>
    <w:rsid w:val="004C4E69"/>
    <w:rsid w:val="004C55C0"/>
    <w:rsid w:val="004D07A2"/>
    <w:rsid w:val="004E49B2"/>
    <w:rsid w:val="004E4EAE"/>
    <w:rsid w:val="004E5CD2"/>
    <w:rsid w:val="004F13FE"/>
    <w:rsid w:val="004F6891"/>
    <w:rsid w:val="004F7117"/>
    <w:rsid w:val="00523C27"/>
    <w:rsid w:val="00531A89"/>
    <w:rsid w:val="00537331"/>
    <w:rsid w:val="00544ED6"/>
    <w:rsid w:val="00547FF0"/>
    <w:rsid w:val="00561334"/>
    <w:rsid w:val="00576EAB"/>
    <w:rsid w:val="005908E0"/>
    <w:rsid w:val="005D1FA0"/>
    <w:rsid w:val="005D276E"/>
    <w:rsid w:val="005E30A2"/>
    <w:rsid w:val="005F5295"/>
    <w:rsid w:val="005F6AC2"/>
    <w:rsid w:val="00604542"/>
    <w:rsid w:val="00606A5F"/>
    <w:rsid w:val="00615AD1"/>
    <w:rsid w:val="00622D4E"/>
    <w:rsid w:val="00641EE3"/>
    <w:rsid w:val="0068337A"/>
    <w:rsid w:val="006969AE"/>
    <w:rsid w:val="006A5202"/>
    <w:rsid w:val="006C004C"/>
    <w:rsid w:val="006E5C22"/>
    <w:rsid w:val="006E7C13"/>
    <w:rsid w:val="00706531"/>
    <w:rsid w:val="0071350C"/>
    <w:rsid w:val="00717876"/>
    <w:rsid w:val="00726491"/>
    <w:rsid w:val="00741AD5"/>
    <w:rsid w:val="00742EFD"/>
    <w:rsid w:val="00744AAE"/>
    <w:rsid w:val="00754051"/>
    <w:rsid w:val="007551AD"/>
    <w:rsid w:val="00765AE0"/>
    <w:rsid w:val="007677F5"/>
    <w:rsid w:val="00780880"/>
    <w:rsid w:val="007A2C73"/>
    <w:rsid w:val="007B1D7F"/>
    <w:rsid w:val="007C1986"/>
    <w:rsid w:val="007C1D37"/>
    <w:rsid w:val="007C300D"/>
    <w:rsid w:val="007D31E6"/>
    <w:rsid w:val="007D64D7"/>
    <w:rsid w:val="007E042D"/>
    <w:rsid w:val="007E7CC9"/>
    <w:rsid w:val="008058B6"/>
    <w:rsid w:val="0082656D"/>
    <w:rsid w:val="00826D37"/>
    <w:rsid w:val="00830FA5"/>
    <w:rsid w:val="008327C1"/>
    <w:rsid w:val="00840270"/>
    <w:rsid w:val="008467DD"/>
    <w:rsid w:val="00850C2D"/>
    <w:rsid w:val="00857275"/>
    <w:rsid w:val="008825E7"/>
    <w:rsid w:val="00892495"/>
    <w:rsid w:val="008973D6"/>
    <w:rsid w:val="008C1548"/>
    <w:rsid w:val="008D015E"/>
    <w:rsid w:val="008F50E4"/>
    <w:rsid w:val="009001B7"/>
    <w:rsid w:val="009016D2"/>
    <w:rsid w:val="009066BD"/>
    <w:rsid w:val="00920484"/>
    <w:rsid w:val="00921A4D"/>
    <w:rsid w:val="00922F34"/>
    <w:rsid w:val="00942C11"/>
    <w:rsid w:val="00943AC4"/>
    <w:rsid w:val="009710EF"/>
    <w:rsid w:val="00973951"/>
    <w:rsid w:val="00974241"/>
    <w:rsid w:val="00981F00"/>
    <w:rsid w:val="00983E8D"/>
    <w:rsid w:val="00991747"/>
    <w:rsid w:val="00991AAE"/>
    <w:rsid w:val="009C68E9"/>
    <w:rsid w:val="009D14C4"/>
    <w:rsid w:val="009D3DEC"/>
    <w:rsid w:val="009D54C7"/>
    <w:rsid w:val="009F63B4"/>
    <w:rsid w:val="00A117E2"/>
    <w:rsid w:val="00A11A2E"/>
    <w:rsid w:val="00A41831"/>
    <w:rsid w:val="00A45098"/>
    <w:rsid w:val="00A47BF4"/>
    <w:rsid w:val="00A6611D"/>
    <w:rsid w:val="00A87EFA"/>
    <w:rsid w:val="00A955EA"/>
    <w:rsid w:val="00AA7F08"/>
    <w:rsid w:val="00AB425C"/>
    <w:rsid w:val="00AB787E"/>
    <w:rsid w:val="00AE2F62"/>
    <w:rsid w:val="00B038E1"/>
    <w:rsid w:val="00B3070A"/>
    <w:rsid w:val="00B45DD4"/>
    <w:rsid w:val="00B50FBB"/>
    <w:rsid w:val="00B513A6"/>
    <w:rsid w:val="00B85F1C"/>
    <w:rsid w:val="00B94078"/>
    <w:rsid w:val="00B95000"/>
    <w:rsid w:val="00BB5346"/>
    <w:rsid w:val="00BD54DA"/>
    <w:rsid w:val="00BE37B4"/>
    <w:rsid w:val="00BF029D"/>
    <w:rsid w:val="00BF1FEF"/>
    <w:rsid w:val="00BF2559"/>
    <w:rsid w:val="00BF5E26"/>
    <w:rsid w:val="00C2594C"/>
    <w:rsid w:val="00C46773"/>
    <w:rsid w:val="00C54ABC"/>
    <w:rsid w:val="00C644AF"/>
    <w:rsid w:val="00C80FA5"/>
    <w:rsid w:val="00C8177F"/>
    <w:rsid w:val="00C921FA"/>
    <w:rsid w:val="00CB39EA"/>
    <w:rsid w:val="00CC21EF"/>
    <w:rsid w:val="00CD3B94"/>
    <w:rsid w:val="00CD7B38"/>
    <w:rsid w:val="00CF2222"/>
    <w:rsid w:val="00CF6C84"/>
    <w:rsid w:val="00D0304A"/>
    <w:rsid w:val="00D11057"/>
    <w:rsid w:val="00D2133A"/>
    <w:rsid w:val="00D3050C"/>
    <w:rsid w:val="00D31789"/>
    <w:rsid w:val="00D32959"/>
    <w:rsid w:val="00D46990"/>
    <w:rsid w:val="00D50D33"/>
    <w:rsid w:val="00D57BF6"/>
    <w:rsid w:val="00D620F9"/>
    <w:rsid w:val="00D64643"/>
    <w:rsid w:val="00D658C5"/>
    <w:rsid w:val="00D75F3F"/>
    <w:rsid w:val="00D81DDA"/>
    <w:rsid w:val="00DB7BC8"/>
    <w:rsid w:val="00DC368E"/>
    <w:rsid w:val="00DD75EE"/>
    <w:rsid w:val="00DE1800"/>
    <w:rsid w:val="00E15053"/>
    <w:rsid w:val="00E33208"/>
    <w:rsid w:val="00E34453"/>
    <w:rsid w:val="00E431A7"/>
    <w:rsid w:val="00E51DFF"/>
    <w:rsid w:val="00E743AA"/>
    <w:rsid w:val="00E80B0C"/>
    <w:rsid w:val="00E94C78"/>
    <w:rsid w:val="00EA2A20"/>
    <w:rsid w:val="00EA64E4"/>
    <w:rsid w:val="00EB6E54"/>
    <w:rsid w:val="00EC061E"/>
    <w:rsid w:val="00EC0681"/>
    <w:rsid w:val="00EC4931"/>
    <w:rsid w:val="00ED4BB7"/>
    <w:rsid w:val="00EF0080"/>
    <w:rsid w:val="00EF1415"/>
    <w:rsid w:val="00EF4169"/>
    <w:rsid w:val="00EF4A2D"/>
    <w:rsid w:val="00F07193"/>
    <w:rsid w:val="00F16218"/>
    <w:rsid w:val="00F4461B"/>
    <w:rsid w:val="00F52E5C"/>
    <w:rsid w:val="00F55F80"/>
    <w:rsid w:val="00F600CA"/>
    <w:rsid w:val="00F658AC"/>
    <w:rsid w:val="00F84DFB"/>
    <w:rsid w:val="00F863FB"/>
    <w:rsid w:val="00F90184"/>
    <w:rsid w:val="00F921FA"/>
    <w:rsid w:val="00FA439A"/>
    <w:rsid w:val="00FC2778"/>
    <w:rsid w:val="00FD4A80"/>
    <w:rsid w:val="00FD7FC3"/>
    <w:rsid w:val="00FE1EEE"/>
    <w:rsid w:val="00FF5D26"/>
    <w:rsid w:val="00FF7B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830FA5"/>
    <w:rPr>
      <w:rFonts w:ascii="Antiqua"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30FA5"/>
    <w:pPr>
      <w:tabs>
        <w:tab w:val="center" w:pos="4677"/>
        <w:tab w:val="right" w:pos="9355"/>
      </w:tabs>
    </w:pPr>
  </w:style>
  <w:style w:type="character" w:customStyle="1" w:styleId="HeaderChar">
    <w:name w:val="Header Char"/>
    <w:basedOn w:val="DefaultParagraphFont"/>
    <w:link w:val="Header"/>
    <w:uiPriority w:val="99"/>
    <w:semiHidden/>
    <w:rsid w:val="00BA09D7"/>
    <w:rPr>
      <w:rFonts w:ascii="Antiqua" w:hAnsi="Antiqua"/>
      <w:sz w:val="26"/>
      <w:szCs w:val="20"/>
      <w:lang w:val="uk-UA"/>
    </w:rPr>
  </w:style>
  <w:style w:type="character" w:styleId="PageNumber">
    <w:name w:val="page number"/>
    <w:basedOn w:val="DefaultParagraphFont"/>
    <w:uiPriority w:val="99"/>
    <w:rsid w:val="00830FA5"/>
    <w:rPr>
      <w:rFonts w:cs="Times New Roman"/>
    </w:rPr>
  </w:style>
  <w:style w:type="paragraph" w:styleId="ListParagraph">
    <w:name w:val="List Paragraph"/>
    <w:basedOn w:val="Normal"/>
    <w:uiPriority w:val="99"/>
    <w:qFormat/>
    <w:rsid w:val="00D50D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12</Pages>
  <Words>3596</Words>
  <Characters>20498</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Перелік</dc:title>
  <dc:subject/>
  <dc:creator>Пользователь</dc:creator>
  <cp:keywords/>
  <dc:description/>
  <cp:lastModifiedBy>Лариса</cp:lastModifiedBy>
  <cp:revision>17</cp:revision>
  <dcterms:created xsi:type="dcterms:W3CDTF">2018-12-14T13:36:00Z</dcterms:created>
  <dcterms:modified xsi:type="dcterms:W3CDTF">2019-01-04T13:07:00Z</dcterms:modified>
</cp:coreProperties>
</file>