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80B" w:rsidRDefault="008B780B" w:rsidP="00181EBF">
      <w:pPr>
        <w:spacing w:after="0"/>
        <w:jc w:val="center"/>
        <w:rPr>
          <w:rFonts w:ascii="Times New Roman" w:hAnsi="Times New Roman"/>
        </w:rPr>
      </w:pPr>
      <w:r w:rsidRPr="0097334D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7" o:title=""/>
          </v:shape>
        </w:pict>
      </w:r>
    </w:p>
    <w:p w:rsidR="008B780B" w:rsidRDefault="008B78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</w:p>
    <w:p w:rsidR="008B780B" w:rsidRPr="007F053F" w:rsidRDefault="008B78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8B780B" w:rsidRPr="00AC3001" w:rsidRDefault="008B780B" w:rsidP="00181EBF">
      <w:pPr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8B780B" w:rsidRPr="003B79B7" w:rsidRDefault="008B780B" w:rsidP="00181EB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8B780B" w:rsidRDefault="008B78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8B780B" w:rsidRPr="007F053F" w:rsidRDefault="008B78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780B" w:rsidRPr="00352AD0" w:rsidRDefault="008B780B" w:rsidP="00181EBF">
      <w:pPr>
        <w:pStyle w:val="Header"/>
        <w:rPr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16.08.2019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172-ОД</w:t>
      </w:r>
    </w:p>
    <w:p w:rsidR="008B780B" w:rsidRDefault="008B780B" w:rsidP="00181EBF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B780B" w:rsidRDefault="008B780B" w:rsidP="00AA64ED">
      <w:pPr>
        <w:tabs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відзначення вчителів, які підготували переможців ІІІ етапу Всеукраїнських учнів-ських олімпіад у 2019 році</w:t>
      </w:r>
    </w:p>
    <w:p w:rsidR="008B780B" w:rsidRPr="004E482E" w:rsidRDefault="008B780B" w:rsidP="00D8563D">
      <w:pPr>
        <w:tabs>
          <w:tab w:val="left" w:pos="3969"/>
        </w:tabs>
        <w:spacing w:after="0" w:line="36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780B" w:rsidRPr="009E03DE" w:rsidRDefault="008B780B" w:rsidP="00352AD0">
      <w:pPr>
        <w:tabs>
          <w:tab w:val="left" w:pos="709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Відповідно до статей 6, 22, 39 Закону України «Про місцеві державні адміністрації», статті 14 Закону України «Про освіту», на виконання Указу Прези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дента України від 4 липня 2005 року № 1013/2005 «Про невідкладні заходи щодо забезпечення функціонування та розвитку освіти в Україні»,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Кабінету Міністрів України від 30 серпня 2002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1298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val="uk-UA"/>
        </w:rPr>
        <w:t>враховуючи наказ Департаменту освіти і науки Сумської обласної державної адміністрації від 07.03.2019</w:t>
      </w:r>
      <w:r w:rsidRPr="002B18E3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uk-UA"/>
        </w:rPr>
        <w:t>152-ОД «</w:t>
      </w:r>
      <w:r w:rsidRPr="00B96C2D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96C2D">
        <w:rPr>
          <w:rFonts w:ascii="Times New Roman" w:hAnsi="Times New Roman"/>
          <w:sz w:val="28"/>
          <w:szCs w:val="28"/>
          <w:lang w:val="uk-UA"/>
        </w:rPr>
        <w:t>підсумки ІІІ етапу Всеукраїн</w:t>
      </w:r>
      <w:r>
        <w:rPr>
          <w:rFonts w:ascii="Times New Roman" w:hAnsi="Times New Roman"/>
          <w:sz w:val="28"/>
          <w:szCs w:val="28"/>
          <w:lang w:val="uk-UA"/>
        </w:rPr>
        <w:t>ських учнівських олімпіад у 2018/2019 на</w:t>
      </w:r>
      <w:r w:rsidRPr="00B96C2D">
        <w:rPr>
          <w:rFonts w:ascii="Times New Roman" w:hAnsi="Times New Roman"/>
          <w:sz w:val="28"/>
          <w:szCs w:val="28"/>
          <w:lang w:val="uk-UA"/>
        </w:rPr>
        <w:t>вчальному році</w:t>
      </w:r>
      <w:r>
        <w:rPr>
          <w:rFonts w:ascii="Times New Roman" w:hAnsi="Times New Roman"/>
          <w:bCs/>
          <w:sz w:val="28"/>
          <w:szCs w:val="28"/>
          <w:lang w:val="uk-UA"/>
        </w:rPr>
        <w:t>»,</w:t>
      </w:r>
      <w:r w:rsidRPr="00881916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 w:rsidRPr="0077564B">
        <w:rPr>
          <w:rFonts w:ascii="Times New Roman" w:hAnsi="Times New Roman"/>
          <w:color w:val="000000"/>
          <w:sz w:val="28"/>
          <w:szCs w:val="28"/>
          <w:lang w:val="uk-UA"/>
        </w:rPr>
        <w:t>метою заохочення педагогічних працівників до активної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творчої діяльності:</w:t>
      </w:r>
    </w:p>
    <w:p w:rsidR="008B780B" w:rsidRPr="0058793F" w:rsidRDefault="008B780B" w:rsidP="00352AD0">
      <w:pPr>
        <w:shd w:val="clear" w:color="auto" w:fill="FFFFFF"/>
        <w:tabs>
          <w:tab w:val="left" w:pos="709"/>
        </w:tabs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>Відділу освіти, молоді та спорту Роменської рай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онної державної адміністрації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забезпечити в устан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овленому законодавством порядку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сти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мулювання у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чителів загальноосвітніх навчальних закладів району, які підготували переможців ІІІ етапу Всеукраїнських учнівських олімпіад, у тому числі встановлення надбавок до посадових окладів за високі досягнення у праці, в межах асигнувань передбачених по кошторису,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на період з 01.09.2019 до 31.08.2020 згідно зі списком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 що додається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8B780B" w:rsidRPr="00352AD0" w:rsidRDefault="008B780B" w:rsidP="00352AD0">
      <w:pPr>
        <w:tabs>
          <w:tab w:val="left" w:pos="9680"/>
        </w:tabs>
        <w:spacing w:after="0" w:line="240" w:lineRule="auto"/>
        <w:ind w:right="-42" w:firstLine="6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24.05.2018 № 179-ОД «</w:t>
      </w:r>
      <w:r w:rsidRPr="00352AD0">
        <w:rPr>
          <w:rFonts w:ascii="Times New Roman" w:hAnsi="Times New Roman"/>
          <w:sz w:val="28"/>
          <w:szCs w:val="28"/>
          <w:lang w:val="uk-UA"/>
        </w:rPr>
        <w:t>Про відзначення вчителів, які підготували переможців ІІІ етапу Всеукраїнських учнівських олімпіад у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352AD0">
        <w:rPr>
          <w:rFonts w:ascii="Times New Roman" w:hAnsi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8B780B" w:rsidRPr="00AA64ED" w:rsidRDefault="008B780B" w:rsidP="00352AD0">
      <w:pPr>
        <w:shd w:val="clear" w:color="auto" w:fill="FFFFFF"/>
        <w:tabs>
          <w:tab w:val="left" w:pos="709"/>
          <w:tab w:val="left" w:pos="1306"/>
        </w:tabs>
        <w:spacing w:after="0" w:line="240" w:lineRule="auto"/>
        <w:ind w:firstLine="660"/>
        <w:jc w:val="both"/>
        <w:rPr>
          <w:rFonts w:ascii="Times New Roman" w:hAnsi="Times New Roman"/>
          <w:color w:val="000000"/>
          <w:spacing w:val="-2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3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Контроль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виконанням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цього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 xml:space="preserve"> розпорядження покласти на першого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заступ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 xml:space="preserve">ника </w:t>
      </w:r>
      <w:r w:rsidRPr="0058793F">
        <w:rPr>
          <w:rFonts w:ascii="Times New Roman" w:hAnsi="Times New Roman"/>
          <w:color w:val="000000"/>
          <w:sz w:val="28"/>
          <w:szCs w:val="28"/>
        </w:rPr>
        <w:t xml:space="preserve">голови Роменської районної державної адміністрації </w:t>
      </w:r>
      <w:r w:rsidRPr="00AA64ED">
        <w:rPr>
          <w:rFonts w:ascii="Times New Roman" w:hAnsi="Times New Roman"/>
          <w:color w:val="000000"/>
          <w:spacing w:val="-20"/>
          <w:sz w:val="28"/>
          <w:szCs w:val="28"/>
        </w:rPr>
        <w:t>Татарінова В.М.</w:t>
      </w:r>
    </w:p>
    <w:p w:rsidR="008B780B" w:rsidRDefault="008B780B" w:rsidP="00D8563D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B780B" w:rsidRDefault="008B780B" w:rsidP="00AA64E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Голова                                                                                        Валерій БІЛОХА</w:t>
      </w:r>
    </w:p>
    <w:p w:rsidR="008B780B" w:rsidRPr="00C52453" w:rsidRDefault="008B780B" w:rsidP="00AA64ED">
      <w:pPr>
        <w:shd w:val="clear" w:color="auto" w:fill="FFFFFF"/>
        <w:tabs>
          <w:tab w:val="left" w:pos="709"/>
          <w:tab w:val="left" w:pos="4111"/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  <w:sectPr w:rsidR="008B780B" w:rsidRPr="00C52453" w:rsidSect="00C13BF3">
          <w:pgSz w:w="11906" w:h="16838"/>
          <w:pgMar w:top="284" w:right="567" w:bottom="1134" w:left="1701" w:header="709" w:footer="709" w:gutter="0"/>
          <w:cols w:space="720"/>
          <w:docGrid w:linePitch="299"/>
        </w:sect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</w:t>
      </w:r>
    </w:p>
    <w:p w:rsidR="008B780B" w:rsidRDefault="008B780B" w:rsidP="00D8563D">
      <w:pPr>
        <w:tabs>
          <w:tab w:val="left" w:pos="709"/>
        </w:tabs>
        <w:spacing w:after="0" w:line="240" w:lineRule="auto"/>
        <w:ind w:left="58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8B780B" w:rsidRDefault="008B780B" w:rsidP="00D8563D">
      <w:pPr>
        <w:tabs>
          <w:tab w:val="left" w:pos="709"/>
        </w:tabs>
        <w:spacing w:after="0" w:line="240" w:lineRule="auto"/>
        <w:ind w:left="58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розпорядження голови</w:t>
      </w:r>
    </w:p>
    <w:p w:rsidR="008B780B" w:rsidRDefault="008B780B" w:rsidP="00D8563D">
      <w:pPr>
        <w:tabs>
          <w:tab w:val="left" w:pos="709"/>
        </w:tabs>
        <w:spacing w:after="0" w:line="240" w:lineRule="auto"/>
        <w:ind w:left="58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Роменської районної</w:t>
      </w:r>
    </w:p>
    <w:p w:rsidR="008B780B" w:rsidRDefault="008B780B" w:rsidP="00D8563D">
      <w:pPr>
        <w:tabs>
          <w:tab w:val="left" w:pos="709"/>
        </w:tabs>
        <w:spacing w:after="0" w:line="240" w:lineRule="auto"/>
        <w:ind w:left="58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8B780B" w:rsidRDefault="008B780B" w:rsidP="00CE14B7">
      <w:pPr>
        <w:tabs>
          <w:tab w:val="left" w:pos="709"/>
        </w:tabs>
        <w:spacing w:after="0" w:line="360" w:lineRule="auto"/>
        <w:ind w:left="5830" w:right="-27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 серпня 2019 року № 172-ОД</w:t>
      </w:r>
    </w:p>
    <w:p w:rsidR="008B780B" w:rsidRDefault="008B780B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780B" w:rsidRDefault="008B780B" w:rsidP="00587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</w:t>
      </w:r>
    </w:p>
    <w:p w:rsidR="008B780B" w:rsidRDefault="008B780B" w:rsidP="0058793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учителів загальноосвітніх навчальних закладів Роменського району, </w:t>
      </w:r>
    </w:p>
    <w:p w:rsidR="008B780B" w:rsidRDefault="008B780B" w:rsidP="0058793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які підготували переможців ІІІ етапу </w:t>
      </w:r>
    </w:p>
    <w:p w:rsidR="008B780B" w:rsidRDefault="008B780B" w:rsidP="0058793F">
      <w:pPr>
        <w:spacing w:after="0" w:line="36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Всеукраїнських учнівських олімпіад у 2019 році</w:t>
      </w:r>
    </w:p>
    <w:p w:rsidR="008B780B" w:rsidRDefault="008B780B" w:rsidP="004262ED">
      <w:pPr>
        <w:tabs>
          <w:tab w:val="left" w:pos="7088"/>
        </w:tabs>
        <w:spacing w:after="0" w:line="36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</w:p>
    <w:tbl>
      <w:tblPr>
        <w:tblW w:w="9888" w:type="dxa"/>
        <w:tblLook w:val="01E0"/>
      </w:tblPr>
      <w:tblGrid>
        <w:gridCol w:w="3550"/>
        <w:gridCol w:w="362"/>
        <w:gridCol w:w="5976"/>
      </w:tblGrid>
      <w:tr w:rsidR="008B780B" w:rsidRPr="001A7EA7" w:rsidTr="00BF0BCF">
        <w:trPr>
          <w:trHeight w:val="894"/>
        </w:trPr>
        <w:tc>
          <w:tcPr>
            <w:tcW w:w="3550" w:type="dxa"/>
          </w:tcPr>
          <w:p w:rsidR="008B780B" w:rsidRDefault="008B780B" w:rsidP="00B87B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Білик</w:t>
            </w:r>
          </w:p>
          <w:p w:rsidR="008B780B" w:rsidRPr="001A7EA7" w:rsidRDefault="008B780B" w:rsidP="00B87BC2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Віталій Давидович</w:t>
            </w:r>
          </w:p>
        </w:tc>
        <w:tc>
          <w:tcPr>
            <w:tcW w:w="362" w:type="dxa"/>
          </w:tcPr>
          <w:p w:rsidR="008B780B" w:rsidRPr="001A7EA7" w:rsidRDefault="008B780B" w:rsidP="00BF0BCF">
            <w:pPr>
              <w:spacing w:after="0" w:line="240" w:lineRule="auto"/>
            </w:pPr>
          </w:p>
        </w:tc>
        <w:tc>
          <w:tcPr>
            <w:tcW w:w="5976" w:type="dxa"/>
          </w:tcPr>
          <w:p w:rsidR="008B780B" w:rsidRPr="001A7EA7" w:rsidRDefault="008B780B" w:rsidP="00BF0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учитель хімії Біловодсь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>
              <w:rPr>
                <w:rFonts w:ascii="Times New Roman" w:hAnsi="Times New Roman"/>
                <w:sz w:val="28"/>
                <w:szCs w:val="28"/>
              </w:rPr>
              <w:t>загальноосвітньої школи І-ІІ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1A7EA7">
              <w:rPr>
                <w:rFonts w:ascii="Times New Roman" w:hAnsi="Times New Roman"/>
                <w:sz w:val="28"/>
                <w:szCs w:val="28"/>
              </w:rPr>
              <w:t xml:space="preserve"> ступенів Роменської районної ради </w:t>
            </w:r>
          </w:p>
          <w:p w:rsidR="008B780B" w:rsidRPr="001A7EA7" w:rsidRDefault="008B780B" w:rsidP="00BF0BCF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</w:rPr>
              <w:t>Сумської області</w:t>
            </w:r>
          </w:p>
        </w:tc>
      </w:tr>
      <w:tr w:rsidR="008B780B" w:rsidRPr="00C13BF3" w:rsidTr="00BF0BCF">
        <w:trPr>
          <w:trHeight w:val="1009"/>
        </w:trPr>
        <w:tc>
          <w:tcPr>
            <w:tcW w:w="3550" w:type="dxa"/>
          </w:tcPr>
          <w:p w:rsidR="008B780B" w:rsidRDefault="008B780B" w:rsidP="00B276F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Гринь</w:t>
            </w:r>
          </w:p>
          <w:p w:rsidR="008B780B" w:rsidRDefault="008B780B" w:rsidP="00B276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Євгеній Володимирович </w:t>
            </w:r>
          </w:p>
          <w:p w:rsidR="008B780B" w:rsidRDefault="008B78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B780B" w:rsidRPr="001A7EA7" w:rsidRDefault="008B780B" w:rsidP="00AA6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8B780B" w:rsidRPr="001A7EA7" w:rsidRDefault="008B780B" w:rsidP="00AA6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Ніна Іванівна</w:t>
            </w:r>
          </w:p>
          <w:p w:rsidR="008B780B" w:rsidRPr="001A7EA7" w:rsidRDefault="008B78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8B780B" w:rsidRDefault="008B78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B780B" w:rsidRPr="001A7EA7" w:rsidRDefault="008B78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780B" w:rsidRPr="001A7EA7" w:rsidRDefault="008B78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976" w:type="dxa"/>
          </w:tcPr>
          <w:p w:rsidR="008B780B" w:rsidRDefault="008B780B" w:rsidP="00DF1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уч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итель трудового навчання Миколаївсь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загальноосвітньої школи І-ІІІ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 Роменської районної ради Сумської області</w:t>
            </w:r>
          </w:p>
          <w:p w:rsidR="008B780B" w:rsidRPr="001A7EA7" w:rsidRDefault="008B780B" w:rsidP="00DF17E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9D0C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учитель 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біології Герасимівської</w:t>
            </w:r>
            <w:r w:rsidRPr="009D0C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загальноосвітньої школи І-ІІ ступенів Роменської районної ради Сумської області</w:t>
            </w:r>
          </w:p>
        </w:tc>
      </w:tr>
      <w:tr w:rsidR="008B780B" w:rsidRPr="001A7EA7" w:rsidTr="00BF0BCF">
        <w:trPr>
          <w:trHeight w:val="828"/>
        </w:trPr>
        <w:tc>
          <w:tcPr>
            <w:tcW w:w="3550" w:type="dxa"/>
          </w:tcPr>
          <w:p w:rsidR="008B780B" w:rsidRDefault="008B780B" w:rsidP="00B276F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Цілина</w:t>
            </w:r>
          </w:p>
          <w:p w:rsidR="008B780B" w:rsidRDefault="008B780B" w:rsidP="00B276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Раїса Борис</w:t>
            </w:r>
            <w:r w:rsidRPr="001A7EA7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івна</w:t>
            </w:r>
          </w:p>
          <w:p w:rsidR="008B780B" w:rsidRPr="001A7EA7" w:rsidRDefault="008B78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8B780B" w:rsidRPr="001A7EA7" w:rsidRDefault="008B780B" w:rsidP="00542E81">
            <w:pPr>
              <w:spacing w:after="0" w:line="240" w:lineRule="auto"/>
            </w:pPr>
          </w:p>
        </w:tc>
        <w:tc>
          <w:tcPr>
            <w:tcW w:w="5976" w:type="dxa"/>
          </w:tcPr>
          <w:p w:rsidR="008B780B" w:rsidRPr="001A7EA7" w:rsidRDefault="008B780B" w:rsidP="00DF1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7B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учитель 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украї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нської мови та літератури Овлашівс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загальноосвітньої школи І-ІІ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ступенів Роменської районної ради Сумської області</w:t>
            </w:r>
          </w:p>
        </w:tc>
      </w:tr>
    </w:tbl>
    <w:p w:rsidR="008B780B" w:rsidRDefault="008B780B" w:rsidP="007B4B4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B780B" w:rsidRDefault="008B780B" w:rsidP="004444B1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апарату                                                                   Михайло ЛОМКО</w:t>
      </w:r>
    </w:p>
    <w:p w:rsidR="008B780B" w:rsidRDefault="008B780B" w:rsidP="000B0A9F">
      <w:pPr>
        <w:tabs>
          <w:tab w:val="left" w:pos="7088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B780B" w:rsidRDefault="008B780B" w:rsidP="004444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/>
          <w:b/>
          <w:sz w:val="28"/>
          <w:szCs w:val="28"/>
        </w:rPr>
        <w:t>освіти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8B780B" w:rsidRDefault="008B780B" w:rsidP="004444B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молоді та спорту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Олена ШАПОВАЛОВА</w:t>
      </w:r>
    </w:p>
    <w:p w:rsidR="008B780B" w:rsidRPr="0087204F" w:rsidRDefault="008B780B" w:rsidP="007B4B47">
      <w:pPr>
        <w:jc w:val="both"/>
        <w:rPr>
          <w:lang w:val="uk-UA"/>
        </w:rPr>
      </w:pPr>
    </w:p>
    <w:p w:rsidR="008B780B" w:rsidRPr="00C52453" w:rsidRDefault="008B780B" w:rsidP="007B4B47">
      <w:pPr>
        <w:tabs>
          <w:tab w:val="left" w:pos="3405"/>
        </w:tabs>
        <w:rPr>
          <w:lang w:val="uk-UA"/>
        </w:rPr>
      </w:pPr>
    </w:p>
    <w:sectPr w:rsidR="008B780B" w:rsidRPr="00C52453" w:rsidSect="00352AD0">
      <w:pgSz w:w="11906" w:h="16838"/>
      <w:pgMar w:top="1134" w:right="68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80B" w:rsidRDefault="008B780B" w:rsidP="0087204F">
      <w:pPr>
        <w:spacing w:after="0" w:line="240" w:lineRule="auto"/>
      </w:pPr>
      <w:r>
        <w:separator/>
      </w:r>
    </w:p>
  </w:endnote>
  <w:endnote w:type="continuationSeparator" w:id="0">
    <w:p w:rsidR="008B780B" w:rsidRDefault="008B780B" w:rsidP="0087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80B" w:rsidRDefault="008B780B" w:rsidP="0087204F">
      <w:pPr>
        <w:spacing w:after="0" w:line="240" w:lineRule="auto"/>
      </w:pPr>
      <w:r>
        <w:separator/>
      </w:r>
    </w:p>
  </w:footnote>
  <w:footnote w:type="continuationSeparator" w:id="0">
    <w:p w:rsidR="008B780B" w:rsidRDefault="008B780B" w:rsidP="00872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2A9C"/>
    <w:multiLevelType w:val="hybridMultilevel"/>
    <w:tmpl w:val="1146E99C"/>
    <w:lvl w:ilvl="0" w:tplc="02B2C654">
      <w:start w:val="1"/>
      <w:numFmt w:val="decimal"/>
      <w:lvlText w:val="%1."/>
      <w:lvlJc w:val="left"/>
      <w:pPr>
        <w:ind w:left="1961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BA609AE"/>
    <w:multiLevelType w:val="hybridMultilevel"/>
    <w:tmpl w:val="9AE0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4AC"/>
    <w:rsid w:val="00044AFC"/>
    <w:rsid w:val="0007645E"/>
    <w:rsid w:val="000918CB"/>
    <w:rsid w:val="000B0A9F"/>
    <w:rsid w:val="000D71E7"/>
    <w:rsid w:val="000D7639"/>
    <w:rsid w:val="000E0DF6"/>
    <w:rsid w:val="000F73C8"/>
    <w:rsid w:val="000F7FCD"/>
    <w:rsid w:val="00146403"/>
    <w:rsid w:val="00181EBF"/>
    <w:rsid w:val="001A7EA7"/>
    <w:rsid w:val="001C724D"/>
    <w:rsid w:val="001C74E5"/>
    <w:rsid w:val="00207127"/>
    <w:rsid w:val="00217E76"/>
    <w:rsid w:val="00237FC2"/>
    <w:rsid w:val="002642CA"/>
    <w:rsid w:val="00284D88"/>
    <w:rsid w:val="00291D7E"/>
    <w:rsid w:val="002A76E4"/>
    <w:rsid w:val="002B18E3"/>
    <w:rsid w:val="002D1C6A"/>
    <w:rsid w:val="00325D74"/>
    <w:rsid w:val="00352AD0"/>
    <w:rsid w:val="00353326"/>
    <w:rsid w:val="00353CDB"/>
    <w:rsid w:val="003B79B7"/>
    <w:rsid w:val="003B7A2B"/>
    <w:rsid w:val="003C28F6"/>
    <w:rsid w:val="003C772B"/>
    <w:rsid w:val="003E3BA6"/>
    <w:rsid w:val="004262ED"/>
    <w:rsid w:val="004444B1"/>
    <w:rsid w:val="004523FA"/>
    <w:rsid w:val="004602B3"/>
    <w:rsid w:val="00466C95"/>
    <w:rsid w:val="004858FE"/>
    <w:rsid w:val="00494C92"/>
    <w:rsid w:val="004B72D7"/>
    <w:rsid w:val="004C0A76"/>
    <w:rsid w:val="004C720E"/>
    <w:rsid w:val="004E482E"/>
    <w:rsid w:val="00511BFB"/>
    <w:rsid w:val="00542E81"/>
    <w:rsid w:val="0056244E"/>
    <w:rsid w:val="00571C19"/>
    <w:rsid w:val="0058793F"/>
    <w:rsid w:val="00592A36"/>
    <w:rsid w:val="005A2261"/>
    <w:rsid w:val="005E3661"/>
    <w:rsid w:val="005F7C8B"/>
    <w:rsid w:val="006276BB"/>
    <w:rsid w:val="006D6E46"/>
    <w:rsid w:val="00723D2B"/>
    <w:rsid w:val="0077564B"/>
    <w:rsid w:val="00786D16"/>
    <w:rsid w:val="007B4B47"/>
    <w:rsid w:val="007E247A"/>
    <w:rsid w:val="007F053F"/>
    <w:rsid w:val="00823301"/>
    <w:rsid w:val="008320AD"/>
    <w:rsid w:val="00834744"/>
    <w:rsid w:val="00835570"/>
    <w:rsid w:val="008409BD"/>
    <w:rsid w:val="0087204F"/>
    <w:rsid w:val="00881916"/>
    <w:rsid w:val="00897BD5"/>
    <w:rsid w:val="008B2382"/>
    <w:rsid w:val="008B780B"/>
    <w:rsid w:val="008C311B"/>
    <w:rsid w:val="0090246B"/>
    <w:rsid w:val="00912A1C"/>
    <w:rsid w:val="00945B0C"/>
    <w:rsid w:val="00957888"/>
    <w:rsid w:val="0097334D"/>
    <w:rsid w:val="00990E85"/>
    <w:rsid w:val="009A088B"/>
    <w:rsid w:val="009D0C2C"/>
    <w:rsid w:val="009D34DB"/>
    <w:rsid w:val="009E03DE"/>
    <w:rsid w:val="009E222E"/>
    <w:rsid w:val="009F6B45"/>
    <w:rsid w:val="00A227FA"/>
    <w:rsid w:val="00A3478A"/>
    <w:rsid w:val="00A42738"/>
    <w:rsid w:val="00A85D81"/>
    <w:rsid w:val="00AA64ED"/>
    <w:rsid w:val="00AC3001"/>
    <w:rsid w:val="00AC5E00"/>
    <w:rsid w:val="00AD4154"/>
    <w:rsid w:val="00AE4738"/>
    <w:rsid w:val="00AE4C7F"/>
    <w:rsid w:val="00B256DA"/>
    <w:rsid w:val="00B276FF"/>
    <w:rsid w:val="00B30949"/>
    <w:rsid w:val="00B32336"/>
    <w:rsid w:val="00B32EB4"/>
    <w:rsid w:val="00B84547"/>
    <w:rsid w:val="00B87BC2"/>
    <w:rsid w:val="00B94240"/>
    <w:rsid w:val="00B96C2D"/>
    <w:rsid w:val="00BD092E"/>
    <w:rsid w:val="00BE1111"/>
    <w:rsid w:val="00BF0BCF"/>
    <w:rsid w:val="00C13BF3"/>
    <w:rsid w:val="00C17FCE"/>
    <w:rsid w:val="00C24A4B"/>
    <w:rsid w:val="00C26197"/>
    <w:rsid w:val="00C52453"/>
    <w:rsid w:val="00C90E73"/>
    <w:rsid w:val="00C9702F"/>
    <w:rsid w:val="00CB11E0"/>
    <w:rsid w:val="00CC1C0F"/>
    <w:rsid w:val="00CC530E"/>
    <w:rsid w:val="00CE00A8"/>
    <w:rsid w:val="00CE14B7"/>
    <w:rsid w:val="00CE3773"/>
    <w:rsid w:val="00D04103"/>
    <w:rsid w:val="00D146D6"/>
    <w:rsid w:val="00D46719"/>
    <w:rsid w:val="00D8563D"/>
    <w:rsid w:val="00D93E9F"/>
    <w:rsid w:val="00D974EC"/>
    <w:rsid w:val="00DC7D72"/>
    <w:rsid w:val="00DE0A35"/>
    <w:rsid w:val="00DF17E9"/>
    <w:rsid w:val="00E20BCB"/>
    <w:rsid w:val="00E25CA9"/>
    <w:rsid w:val="00E333F9"/>
    <w:rsid w:val="00E4457B"/>
    <w:rsid w:val="00E67576"/>
    <w:rsid w:val="00E90A61"/>
    <w:rsid w:val="00EB3C05"/>
    <w:rsid w:val="00ED7A50"/>
    <w:rsid w:val="00F239A5"/>
    <w:rsid w:val="00F25366"/>
    <w:rsid w:val="00F26298"/>
    <w:rsid w:val="00F312E8"/>
    <w:rsid w:val="00F84484"/>
    <w:rsid w:val="00FA319E"/>
    <w:rsid w:val="00FA64AC"/>
    <w:rsid w:val="00FB1FFC"/>
    <w:rsid w:val="00FB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3F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64AC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64AC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204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204F"/>
    <w:rPr>
      <w:rFonts w:cs="Times New Roman"/>
    </w:rPr>
  </w:style>
  <w:style w:type="paragraph" w:styleId="ListParagraph">
    <w:name w:val="List Paragraph"/>
    <w:basedOn w:val="Normal"/>
    <w:uiPriority w:val="99"/>
    <w:qFormat/>
    <w:rsid w:val="00587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488</Words>
  <Characters>2786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2</cp:revision>
  <cp:lastPrinted>2018-05-22T07:09:00Z</cp:lastPrinted>
  <dcterms:created xsi:type="dcterms:W3CDTF">2019-08-16T12:49:00Z</dcterms:created>
  <dcterms:modified xsi:type="dcterms:W3CDTF">2019-08-16T12:49:00Z</dcterms:modified>
</cp:coreProperties>
</file>