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88" w:rsidRPr="005C1D5A" w:rsidRDefault="009D2B88" w:rsidP="00A642D9">
      <w:pPr>
        <w:jc w:val="center"/>
        <w:rPr>
          <w:lang w:val="ru-RU"/>
        </w:rPr>
      </w:pPr>
      <w:r w:rsidRPr="00F90C11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6" o:title=""/>
          </v:shape>
        </w:pict>
      </w:r>
    </w:p>
    <w:p w:rsidR="009D2B88" w:rsidRPr="005C1D5A" w:rsidRDefault="009D2B88" w:rsidP="00A642D9">
      <w:pPr>
        <w:jc w:val="center"/>
        <w:rPr>
          <w:b/>
          <w:bCs/>
        </w:rPr>
      </w:pPr>
      <w:r w:rsidRPr="005C1D5A">
        <w:rPr>
          <w:b/>
          <w:bCs/>
        </w:rPr>
        <w:t xml:space="preserve">РОМЕНСЬКА РАЙОННА ДЕРЖАВНА АДМІНІСТРАЦІЯ </w:t>
      </w:r>
    </w:p>
    <w:p w:rsidR="009D2B88" w:rsidRPr="005C1D5A" w:rsidRDefault="009D2B88" w:rsidP="00A642D9">
      <w:pPr>
        <w:jc w:val="center"/>
        <w:rPr>
          <w:b/>
          <w:bCs/>
        </w:rPr>
      </w:pPr>
      <w:r w:rsidRPr="005C1D5A">
        <w:rPr>
          <w:b/>
          <w:bCs/>
        </w:rPr>
        <w:t>СУМСЬКОЇ ОБЛАСТІ</w:t>
      </w:r>
    </w:p>
    <w:p w:rsidR="009D2B88" w:rsidRPr="005C1D5A" w:rsidRDefault="009D2B88" w:rsidP="00A642D9">
      <w:pPr>
        <w:jc w:val="center"/>
        <w:rPr>
          <w:b/>
          <w:bCs/>
          <w:sz w:val="16"/>
          <w:szCs w:val="16"/>
        </w:rPr>
      </w:pPr>
    </w:p>
    <w:p w:rsidR="009D2B88" w:rsidRPr="005C1D5A" w:rsidRDefault="009D2B88" w:rsidP="00A642D9">
      <w:pPr>
        <w:jc w:val="center"/>
        <w:rPr>
          <w:b/>
          <w:bCs/>
          <w:sz w:val="28"/>
          <w:szCs w:val="28"/>
        </w:rPr>
      </w:pPr>
      <w:r w:rsidRPr="005C1D5A">
        <w:rPr>
          <w:b/>
          <w:bCs/>
          <w:sz w:val="28"/>
          <w:szCs w:val="28"/>
        </w:rPr>
        <w:t xml:space="preserve">РОЗПОРЯДЖЕННЯ </w:t>
      </w:r>
    </w:p>
    <w:p w:rsidR="009D2B88" w:rsidRPr="005C1D5A" w:rsidRDefault="009D2B88" w:rsidP="00A642D9">
      <w:pPr>
        <w:jc w:val="center"/>
        <w:rPr>
          <w:b/>
          <w:bCs/>
        </w:rPr>
      </w:pPr>
      <w:r w:rsidRPr="005C1D5A">
        <w:rPr>
          <w:b/>
          <w:bCs/>
        </w:rPr>
        <w:t>ГОЛОВИ РАЙОННОЇ ДЕРЖАВНОЇ АДМІНІСТРАЦІЇ</w:t>
      </w:r>
    </w:p>
    <w:p w:rsidR="009D2B88" w:rsidRPr="005C1D5A" w:rsidRDefault="009D2B88" w:rsidP="00A642D9">
      <w:pPr>
        <w:spacing w:line="360" w:lineRule="auto"/>
        <w:jc w:val="center"/>
        <w:rPr>
          <w:b/>
          <w:bCs/>
          <w:sz w:val="28"/>
          <w:szCs w:val="28"/>
        </w:rPr>
      </w:pPr>
    </w:p>
    <w:p w:rsidR="009D2B88" w:rsidRPr="005C1D5A" w:rsidRDefault="009D2B88" w:rsidP="00A642D9">
      <w:pPr>
        <w:jc w:val="both"/>
        <w:rPr>
          <w:b/>
          <w:bCs/>
          <w:sz w:val="26"/>
          <w:szCs w:val="20"/>
        </w:rPr>
      </w:pPr>
      <w:r>
        <w:rPr>
          <w:b/>
          <w:bCs/>
        </w:rPr>
        <w:t xml:space="preserve">04.02.2020                                                                                                                              </w:t>
      </w:r>
      <w:r w:rsidRPr="005C1D5A">
        <w:rPr>
          <w:b/>
          <w:bCs/>
        </w:rPr>
        <w:t xml:space="preserve">№ </w:t>
      </w:r>
      <w:r>
        <w:rPr>
          <w:b/>
          <w:bCs/>
        </w:rPr>
        <w:t>38-ОД</w:t>
      </w:r>
    </w:p>
    <w:p w:rsidR="009D2B88" w:rsidRPr="005C1D5A" w:rsidRDefault="009D2B88" w:rsidP="00D048CC">
      <w:pPr>
        <w:ind w:right="5557"/>
        <w:jc w:val="both"/>
        <w:rPr>
          <w:b/>
          <w:noProof w:val="0"/>
          <w:sz w:val="28"/>
          <w:szCs w:val="28"/>
        </w:rPr>
      </w:pPr>
    </w:p>
    <w:p w:rsidR="009D2B88" w:rsidRPr="005C1D5A" w:rsidRDefault="009D2B88" w:rsidP="00393632">
      <w:pPr>
        <w:ind w:right="5555"/>
        <w:jc w:val="both"/>
        <w:rPr>
          <w:b/>
          <w:sz w:val="28"/>
          <w:szCs w:val="28"/>
        </w:rPr>
      </w:pPr>
      <w:r w:rsidRPr="005C1D5A">
        <w:rPr>
          <w:b/>
          <w:noProof w:val="0"/>
          <w:sz w:val="28"/>
          <w:szCs w:val="28"/>
        </w:rPr>
        <w:t xml:space="preserve">Про </w:t>
      </w:r>
      <w:r w:rsidRPr="005C1D5A">
        <w:rPr>
          <w:b/>
          <w:sz w:val="28"/>
          <w:szCs w:val="28"/>
        </w:rPr>
        <w:t>внесення змін до розпорядження голови Роменської районної державної адміністрації від 07.06.2018 № 193-ОД</w:t>
      </w:r>
    </w:p>
    <w:p w:rsidR="009D2B88" w:rsidRPr="005C1D5A" w:rsidRDefault="009D2B88" w:rsidP="00D048CC">
      <w:pPr>
        <w:jc w:val="both"/>
        <w:rPr>
          <w:b/>
          <w:noProof w:val="0"/>
          <w:sz w:val="28"/>
          <w:szCs w:val="28"/>
        </w:rPr>
      </w:pPr>
    </w:p>
    <w:p w:rsidR="009D2B88" w:rsidRPr="005C1D5A" w:rsidRDefault="009D2B88" w:rsidP="002A6757">
      <w:pPr>
        <w:ind w:firstLine="709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Відповідно до статей 6, 39 Закону України «Про місцеві державні адміністрації», Закону України «Про доступ до публічної інформації», постанов Кабінету Міністрів України від 21 жовтня 2015 р. № 835 «Про затвердження Положення про набори даних, які підлягають оприлюдненню у формі відкритих даних» (зі змінами), від 17 квітня 2019 № 409 р. «Про внесення змін до деяких постанов Кабінету Міністрів України щодо відкритих даних», розпорядження голови Сумської обласної державної адміністрації від 03.01.2020 № 4-ОД «</w:t>
      </w:r>
      <w:r w:rsidRPr="005C1D5A">
        <w:rPr>
          <w:bCs/>
          <w:spacing w:val="2"/>
          <w:sz w:val="28"/>
          <w:szCs w:val="28"/>
        </w:rPr>
        <w:t xml:space="preserve">Про внесення змін до розпорядження голови Сумської обласної державної адміністрації від 25.05.2018 № 334-ОД», </w:t>
      </w:r>
      <w:r w:rsidRPr="005C1D5A">
        <w:rPr>
          <w:spacing w:val="2"/>
          <w:sz w:val="28"/>
          <w:szCs w:val="28"/>
        </w:rPr>
        <w:t>з метою забезпечення принципів прозорості, відкритості діяльності Роменської районної державної адміністрації та у зв’язку зі зміною структури Роменської районної державної адміністрації:</w:t>
      </w:r>
    </w:p>
    <w:p w:rsidR="009D2B88" w:rsidRPr="005C1D5A" w:rsidRDefault="009D2B88" w:rsidP="002A6757">
      <w:pPr>
        <w:ind w:firstLine="709"/>
        <w:jc w:val="both"/>
        <w:rPr>
          <w:bCs/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1. Внести до розпорядження голови Роменської районної державної адміністрації від 07.06.2018 № 193-ОД «</w:t>
      </w:r>
      <w:r w:rsidRPr="005C1D5A">
        <w:rPr>
          <w:bCs/>
          <w:spacing w:val="2"/>
          <w:sz w:val="28"/>
          <w:szCs w:val="28"/>
        </w:rPr>
        <w:t>Про забезпечення доступу до публічної інформації, розпорядником якої є Роменська районна державна адміністрація» такі зміни:</w:t>
      </w:r>
    </w:p>
    <w:p w:rsidR="009D2B88" w:rsidRPr="003E2E79" w:rsidRDefault="009D2B88" w:rsidP="00A15C8A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650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5C1D5A">
        <w:rPr>
          <w:rFonts w:ascii="Times New Roman" w:hAnsi="Times New Roman"/>
          <w:spacing w:val="2"/>
          <w:sz w:val="28"/>
          <w:szCs w:val="28"/>
        </w:rPr>
        <w:t xml:space="preserve">1) </w:t>
      </w:r>
      <w:r w:rsidRPr="003E2E79">
        <w:rPr>
          <w:rFonts w:ascii="Times New Roman" w:hAnsi="Times New Roman"/>
          <w:color w:val="000000"/>
          <w:spacing w:val="2"/>
          <w:sz w:val="28"/>
          <w:szCs w:val="28"/>
        </w:rPr>
        <w:t>замінити у тексті розпорядження та додатках до нього слова «відділ організаційної роботи та комунікацій з громадськістю апарату» на «відділ документообігу, контролю, організаційної та інформаційної діяльності апарату» у відповідному відмінку та значенні;</w:t>
      </w:r>
    </w:p>
    <w:p w:rsidR="009D2B88" w:rsidRPr="005C1D5A" w:rsidRDefault="009D2B88" w:rsidP="00A15C8A">
      <w:pPr>
        <w:pStyle w:val="ShapkaDocumentu"/>
        <w:keepNext w:val="0"/>
        <w:keepLines w:val="0"/>
        <w:widowControl w:val="0"/>
        <w:tabs>
          <w:tab w:val="left" w:pos="0"/>
        </w:tabs>
        <w:spacing w:after="0"/>
        <w:ind w:left="0" w:firstLine="650"/>
        <w:jc w:val="both"/>
        <w:rPr>
          <w:rFonts w:ascii="Times New Roman" w:hAnsi="Times New Roman"/>
          <w:spacing w:val="2"/>
          <w:sz w:val="28"/>
          <w:szCs w:val="28"/>
        </w:rPr>
      </w:pPr>
      <w:r w:rsidRPr="005C1D5A">
        <w:rPr>
          <w:rFonts w:ascii="Times New Roman" w:hAnsi="Times New Roman"/>
          <w:spacing w:val="2"/>
          <w:sz w:val="28"/>
          <w:szCs w:val="28"/>
        </w:rPr>
        <w:t>2) доповнити розділ І «Загальні положення» Порядку організації роботи із забезпечення доступу до публічної інформації, розпорядником якої є Роменська районна державна адміністрація пунктом 9 такого змісту: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«9. Питання щодо документального забезпечення організації роботи у сфері доступу до публічної інформації, які не врегульовані цим Порядком, регулюються Інструкціями, що визначають питання документування управлінської інформації в адміністрації, та Регламентом адміністрації»;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 xml:space="preserve">3) </w:t>
      </w:r>
      <w:r w:rsidRPr="00F3739F">
        <w:rPr>
          <w:color w:val="000000"/>
          <w:spacing w:val="2"/>
          <w:sz w:val="28"/>
          <w:szCs w:val="28"/>
        </w:rPr>
        <w:t>пункт 3 розділу V «Порядок</w:t>
      </w:r>
      <w:r w:rsidRPr="005C1D5A">
        <w:rPr>
          <w:spacing w:val="2"/>
          <w:sz w:val="28"/>
          <w:szCs w:val="28"/>
        </w:rPr>
        <w:t xml:space="preserve"> розгляду запитів на інформацію»</w:t>
      </w:r>
      <w:r>
        <w:rPr>
          <w:spacing w:val="2"/>
          <w:sz w:val="28"/>
          <w:szCs w:val="28"/>
        </w:rPr>
        <w:t xml:space="preserve"> </w:t>
      </w:r>
      <w:r w:rsidRPr="005C1D5A">
        <w:rPr>
          <w:spacing w:val="2"/>
          <w:sz w:val="28"/>
          <w:szCs w:val="28"/>
        </w:rPr>
        <w:t>Порядку організації роботи із забезпечення доступу до публічної інформації, розпорядником якої є Роменська районна державна адміністрація</w:t>
      </w:r>
      <w:r>
        <w:rPr>
          <w:spacing w:val="2"/>
          <w:sz w:val="28"/>
          <w:szCs w:val="28"/>
        </w:rPr>
        <w:t xml:space="preserve"> </w:t>
      </w:r>
      <w:r w:rsidRPr="005C1D5A">
        <w:rPr>
          <w:bCs/>
          <w:spacing w:val="2"/>
          <w:sz w:val="28"/>
          <w:szCs w:val="28"/>
        </w:rPr>
        <w:t>викласти у новій редакції</w:t>
      </w:r>
      <w:r w:rsidRPr="005C1D5A">
        <w:rPr>
          <w:spacing w:val="2"/>
          <w:sz w:val="28"/>
          <w:szCs w:val="28"/>
        </w:rPr>
        <w:t>:</w:t>
      </w:r>
    </w:p>
    <w:p w:rsidR="009D2B88" w:rsidRPr="005C1D5A" w:rsidRDefault="009D2B88" w:rsidP="00A15C8A">
      <w:pPr>
        <w:suppressAutoHyphens/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«3. З метою максимального спрощення процедури подання запиту запитувач може використовувати форму інформаційного запиту, яку можна отримати у відділі (каб. № 20) або на веб-сайті адміністрації у розділі «Доступ до публічної інформації»;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 xml:space="preserve">4) пункт 4 розділу V «Порядок розгляду запитів на інформацію» Порядку організації роботи із забезпечення доступу до публічної інформації, розпорядником якої є Роменська районна державна адміністрація </w:t>
      </w:r>
      <w:r w:rsidRPr="005C1D5A">
        <w:rPr>
          <w:bCs/>
          <w:spacing w:val="2"/>
          <w:sz w:val="28"/>
          <w:szCs w:val="28"/>
        </w:rPr>
        <w:t>викласти у новій редакції</w:t>
      </w:r>
      <w:r w:rsidRPr="005C1D5A">
        <w:rPr>
          <w:spacing w:val="2"/>
          <w:sz w:val="28"/>
          <w:szCs w:val="28"/>
        </w:rPr>
        <w:t>: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  <w:lang w:eastAsia="uk-UA"/>
        </w:rPr>
        <w:t>«4. </w:t>
      </w:r>
      <w:r w:rsidRPr="005C1D5A">
        <w:rPr>
          <w:spacing w:val="2"/>
          <w:sz w:val="28"/>
          <w:szCs w:val="28"/>
        </w:rPr>
        <w:t>Усі запити на публічну інформацію, що надходять до адміністрації, у тому числі передані електронною поштою, факсом, надані особисто, реєструються у відділі та обліковуються у день їх надходження в спеціальному журналі, що ведеться в паперовій формі»;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 xml:space="preserve">5) пункт 6 розділу V «Порядок розгляду запитів на інформацію» Порядку організації роботи із забезпечення доступу до публічної інформації, розпорядником якої є Роменська районна державна адміністрація </w:t>
      </w:r>
      <w:r w:rsidRPr="005C1D5A">
        <w:rPr>
          <w:bCs/>
          <w:spacing w:val="2"/>
          <w:sz w:val="28"/>
          <w:szCs w:val="28"/>
        </w:rPr>
        <w:t>викласти у новій редакції</w:t>
      </w:r>
      <w:r w:rsidRPr="005C1D5A">
        <w:rPr>
          <w:spacing w:val="2"/>
          <w:sz w:val="28"/>
          <w:szCs w:val="28"/>
        </w:rPr>
        <w:t>: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«6. З метою забезпечення оперативності розгляду запитів на публічну інформацію, направлення запиту належним розпорядникам інформації відповідно до пункту 3 статті 22 Закону, може здійснюватися з використанням службової електронної пошти за підписом керівника апарату»;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bCs/>
          <w:spacing w:val="2"/>
          <w:sz w:val="28"/>
          <w:szCs w:val="28"/>
        </w:rPr>
        <w:t xml:space="preserve">6) </w:t>
      </w:r>
      <w:r w:rsidRPr="005C1D5A">
        <w:rPr>
          <w:spacing w:val="2"/>
          <w:sz w:val="28"/>
          <w:szCs w:val="28"/>
        </w:rPr>
        <w:t xml:space="preserve">пункт 11 розділу V «Порядок розгляду запитів на інформацію» Порядку організації роботи із забезпечення доступу до публічної інформації, розпорядником якої є Роменська районна державна адміністрація </w:t>
      </w:r>
      <w:r w:rsidRPr="005C1D5A">
        <w:rPr>
          <w:bCs/>
          <w:spacing w:val="2"/>
          <w:sz w:val="28"/>
          <w:szCs w:val="28"/>
        </w:rPr>
        <w:t>викласти у новій редакції</w:t>
      </w:r>
      <w:r w:rsidRPr="005C1D5A">
        <w:rPr>
          <w:spacing w:val="2"/>
          <w:sz w:val="28"/>
          <w:szCs w:val="28"/>
        </w:rPr>
        <w:t>:</w:t>
      </w:r>
    </w:p>
    <w:p w:rsidR="009D2B88" w:rsidRPr="005C1D5A" w:rsidRDefault="009D2B88" w:rsidP="00A15C8A">
      <w:pPr>
        <w:suppressAutoHyphens/>
        <w:ind w:firstLine="650"/>
        <w:jc w:val="both"/>
        <w:rPr>
          <w:bCs/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 xml:space="preserve">«11. Відшкодування запитувачами інформації фактичних витрат на копіювання або друк документів здійснюється у разі потреби у виготовленні більше 10 сторінок запитуваних документів, починаючи з одинадцятої сторінки, відповідно до </w:t>
      </w:r>
      <w:r w:rsidRPr="005C1D5A">
        <w:rPr>
          <w:bCs/>
          <w:spacing w:val="2"/>
          <w:sz w:val="28"/>
          <w:szCs w:val="28"/>
        </w:rPr>
        <w:t xml:space="preserve">Порядку </w:t>
      </w:r>
      <w:r w:rsidRPr="005C1D5A">
        <w:rPr>
          <w:spacing w:val="2"/>
          <w:sz w:val="28"/>
          <w:szCs w:val="28"/>
        </w:rPr>
        <w:t xml:space="preserve">відшкодування фактичних витрат на копіювання або друк документів, що надаються за запитом на інформацію в Роменській районній державній адміністрації, </w:t>
      </w:r>
      <w:r w:rsidRPr="005C1D5A">
        <w:rPr>
          <w:bCs/>
          <w:spacing w:val="2"/>
          <w:sz w:val="28"/>
          <w:szCs w:val="28"/>
        </w:rPr>
        <w:t>затвердженого розпорядженням голови Роменської районної державної адміністрації від 09 грудня 2011 року № 935, зареєстрованому в Роменському міськрайонному управлінні юстиції 15 грудня 2011 року за № 19/409 (зі змінами)»;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bCs/>
          <w:spacing w:val="2"/>
          <w:sz w:val="28"/>
          <w:szCs w:val="28"/>
        </w:rPr>
        <w:t xml:space="preserve">7) </w:t>
      </w:r>
      <w:r w:rsidRPr="005C1D5A">
        <w:rPr>
          <w:spacing w:val="2"/>
          <w:sz w:val="28"/>
          <w:szCs w:val="28"/>
        </w:rPr>
        <w:t>пункт 12 розділу V «Порядок розгляду запитів на інформацію»</w:t>
      </w:r>
      <w:r w:rsidRPr="005C1D5A">
        <w:rPr>
          <w:bCs/>
          <w:spacing w:val="2"/>
          <w:sz w:val="28"/>
          <w:szCs w:val="28"/>
        </w:rPr>
        <w:t xml:space="preserve"> </w:t>
      </w:r>
      <w:r w:rsidRPr="005C1D5A">
        <w:rPr>
          <w:spacing w:val="2"/>
          <w:sz w:val="28"/>
          <w:szCs w:val="28"/>
        </w:rPr>
        <w:t xml:space="preserve">Порядку організації роботи із забезпечення доступу до публічної інформації, розпорядником якої є Роменська районна державна адміністрація </w:t>
      </w:r>
      <w:r w:rsidRPr="005C1D5A">
        <w:rPr>
          <w:bCs/>
          <w:spacing w:val="2"/>
          <w:sz w:val="28"/>
          <w:szCs w:val="28"/>
        </w:rPr>
        <w:t>викласти у новій редакції</w:t>
      </w:r>
      <w:r w:rsidRPr="005C1D5A">
        <w:rPr>
          <w:spacing w:val="2"/>
          <w:sz w:val="28"/>
          <w:szCs w:val="28"/>
        </w:rPr>
        <w:t>: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«12. У разі, якщо документ оформлено як запит на інформацію, проте за своїм змістом є зверненням від громадян або заявою про надання безоплатної правової допомоги та в інших випадках, передбачених чинним законодавством відділ готує доповідну записку з обґрунтуванням та відповідними пропозиціями розгляду документа, запитувачу протягом 5 робочих днів з дня реєстрації документу повідомляється відділом про розгляд звернення відповідно до чинного законодавства».</w:t>
      </w:r>
    </w:p>
    <w:p w:rsidR="009D2B88" w:rsidRPr="005C1D5A" w:rsidRDefault="009D2B88" w:rsidP="00A15C8A">
      <w:pPr>
        <w:ind w:firstLine="650"/>
        <w:jc w:val="both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2. В</w:t>
      </w:r>
      <w:r w:rsidRPr="005C1D5A">
        <w:rPr>
          <w:bCs/>
          <w:spacing w:val="2"/>
          <w:sz w:val="28"/>
          <w:szCs w:val="28"/>
        </w:rPr>
        <w:t xml:space="preserve">икласти Перелік </w:t>
      </w:r>
      <w:r w:rsidRPr="005C1D5A">
        <w:rPr>
          <w:spacing w:val="2"/>
          <w:sz w:val="28"/>
          <w:szCs w:val="28"/>
        </w:rPr>
        <w:t xml:space="preserve">наборів даних, що підлягають оприлюдненню у формі відкритих даних, розпорядником яких є Роменська районна державна адміністрація </w:t>
      </w:r>
      <w:r w:rsidRPr="005C1D5A">
        <w:rPr>
          <w:bCs/>
          <w:spacing w:val="2"/>
          <w:sz w:val="28"/>
          <w:szCs w:val="28"/>
        </w:rPr>
        <w:t xml:space="preserve">у новій редакції </w:t>
      </w:r>
      <w:r w:rsidRPr="005C1D5A">
        <w:rPr>
          <w:spacing w:val="2"/>
          <w:sz w:val="28"/>
          <w:szCs w:val="28"/>
        </w:rPr>
        <w:t>(додається).</w:t>
      </w:r>
    </w:p>
    <w:p w:rsidR="009D2B88" w:rsidRPr="005C1D5A" w:rsidRDefault="009D2B88" w:rsidP="00A15C8A">
      <w:pPr>
        <w:tabs>
          <w:tab w:val="left" w:pos="993"/>
        </w:tabs>
        <w:ind w:firstLine="650"/>
        <w:rPr>
          <w:spacing w:val="2"/>
          <w:sz w:val="28"/>
          <w:szCs w:val="28"/>
        </w:rPr>
      </w:pPr>
      <w:r w:rsidRPr="005C1D5A">
        <w:rPr>
          <w:spacing w:val="2"/>
          <w:sz w:val="28"/>
          <w:szCs w:val="28"/>
        </w:rPr>
        <w:t>3. Контроль за виконанням цього розпорядження покласти на керівника апарату Роменської районної державної адміністрації Ломка М.О.</w:t>
      </w:r>
    </w:p>
    <w:p w:rsidR="009D2B88" w:rsidRPr="005C1D5A" w:rsidRDefault="009D2B88" w:rsidP="00794DDF">
      <w:pPr>
        <w:tabs>
          <w:tab w:val="left" w:pos="993"/>
        </w:tabs>
        <w:spacing w:line="360" w:lineRule="auto"/>
        <w:ind w:firstLine="650"/>
        <w:rPr>
          <w:spacing w:val="2"/>
          <w:sz w:val="28"/>
          <w:szCs w:val="28"/>
        </w:rPr>
      </w:pPr>
    </w:p>
    <w:p w:rsidR="009D2B88" w:rsidRPr="005C1D5A" w:rsidRDefault="009D2B88" w:rsidP="00A91F8A">
      <w:pPr>
        <w:tabs>
          <w:tab w:val="left" w:pos="7088"/>
        </w:tabs>
        <w:jc w:val="both"/>
        <w:rPr>
          <w:sz w:val="28"/>
          <w:szCs w:val="28"/>
        </w:rPr>
      </w:pPr>
      <w:r w:rsidRPr="005C1D5A">
        <w:rPr>
          <w:b/>
          <w:sz w:val="28"/>
          <w:szCs w:val="28"/>
        </w:rPr>
        <w:t xml:space="preserve">Голова </w:t>
      </w:r>
      <w:r w:rsidRPr="005C1D5A">
        <w:rPr>
          <w:b/>
          <w:sz w:val="28"/>
          <w:szCs w:val="28"/>
        </w:rPr>
        <w:tab/>
        <w:t>Валерій БІЛОХА</w:t>
      </w:r>
    </w:p>
    <w:p w:rsidR="009D2B88" w:rsidRPr="005C1D5A" w:rsidRDefault="009D2B88" w:rsidP="006A14E6">
      <w:pPr>
        <w:ind w:firstLine="709"/>
        <w:jc w:val="both"/>
        <w:rPr>
          <w:sz w:val="28"/>
          <w:szCs w:val="28"/>
        </w:rPr>
        <w:sectPr w:rsidR="009D2B88" w:rsidRPr="005C1D5A" w:rsidSect="00D32818">
          <w:headerReference w:type="default" r:id="rId7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</w:p>
    <w:p w:rsidR="009D2B88" w:rsidRPr="005C1D5A" w:rsidRDefault="009D2B88" w:rsidP="00BC20AA">
      <w:pPr>
        <w:tabs>
          <w:tab w:val="left" w:pos="4520"/>
        </w:tabs>
        <w:rPr>
          <w:sz w:val="2"/>
          <w:szCs w:val="2"/>
        </w:rPr>
      </w:pP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5C1D5A">
        <w:rPr>
          <w:rFonts w:ascii="Times New Roman" w:hAnsi="Times New Roman"/>
          <w:sz w:val="28"/>
          <w:szCs w:val="28"/>
        </w:rPr>
        <w:t xml:space="preserve">ЗАТВЕРДЖЕНО </w:t>
      </w: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 w:rsidRPr="005C1D5A">
        <w:rPr>
          <w:rFonts w:ascii="Times New Roman" w:hAnsi="Times New Roman"/>
          <w:sz w:val="28"/>
          <w:szCs w:val="28"/>
        </w:rPr>
        <w:t>Розпорядження голови Роменської районної державної адміністрації</w:t>
      </w: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/>
        <w:ind w:left="5670"/>
        <w:jc w:val="left"/>
        <w:rPr>
          <w:rFonts w:ascii="Times New Roman" w:hAnsi="Times New Roman"/>
          <w:iCs/>
          <w:sz w:val="28"/>
          <w:szCs w:val="28"/>
        </w:rPr>
      </w:pPr>
      <w:r w:rsidRPr="005C1D5A">
        <w:rPr>
          <w:rFonts w:ascii="Times New Roman" w:hAnsi="Times New Roman"/>
          <w:iCs/>
          <w:sz w:val="28"/>
          <w:szCs w:val="28"/>
        </w:rPr>
        <w:t xml:space="preserve">07 червня 2018 року № 193-ОД </w:t>
      </w: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/>
        <w:ind w:left="5670"/>
        <w:jc w:val="left"/>
        <w:rPr>
          <w:rFonts w:ascii="Times New Roman" w:hAnsi="Times New Roman"/>
          <w:iCs/>
          <w:sz w:val="28"/>
          <w:szCs w:val="28"/>
        </w:rPr>
      </w:pP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/>
        <w:ind w:left="5670"/>
        <w:jc w:val="left"/>
        <w:rPr>
          <w:rFonts w:ascii="Times New Roman" w:hAnsi="Times New Roman"/>
          <w:sz w:val="28"/>
          <w:szCs w:val="28"/>
        </w:rPr>
      </w:pPr>
      <w:r w:rsidRPr="005C1D5A">
        <w:rPr>
          <w:rFonts w:ascii="Times New Roman" w:hAnsi="Times New Roman"/>
          <w:iCs/>
          <w:sz w:val="28"/>
          <w:szCs w:val="28"/>
        </w:rPr>
        <w:t xml:space="preserve">(у редакції розпорядження </w:t>
      </w:r>
      <w:r w:rsidRPr="005C1D5A">
        <w:rPr>
          <w:rFonts w:ascii="Times New Roman" w:hAnsi="Times New Roman"/>
          <w:sz w:val="28"/>
          <w:szCs w:val="28"/>
        </w:rPr>
        <w:t>голови Роменської районної державної адміністрації</w:t>
      </w:r>
    </w:p>
    <w:p w:rsidR="009D2B88" w:rsidRPr="005C1D5A" w:rsidRDefault="009D2B88" w:rsidP="00517F98">
      <w:pPr>
        <w:pStyle w:val="ShapkaDocumentu"/>
        <w:keepNext w:val="0"/>
        <w:keepLines w:val="0"/>
        <w:widowControl w:val="0"/>
        <w:tabs>
          <w:tab w:val="left" w:pos="851"/>
        </w:tabs>
        <w:spacing w:after="0"/>
        <w:ind w:left="567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04 лютого 2020 року № 38-ОД</w:t>
      </w:r>
      <w:r w:rsidRPr="005C1D5A">
        <w:rPr>
          <w:rFonts w:ascii="Times New Roman" w:hAnsi="Times New Roman"/>
          <w:iCs/>
          <w:sz w:val="28"/>
          <w:szCs w:val="28"/>
        </w:rPr>
        <w:t>)</w:t>
      </w:r>
    </w:p>
    <w:p w:rsidR="009D2B88" w:rsidRPr="005C1D5A" w:rsidRDefault="009D2B88" w:rsidP="00E23A78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</w:rPr>
      </w:pPr>
    </w:p>
    <w:p w:rsidR="009D2B88" w:rsidRPr="005C1D5A" w:rsidRDefault="009D2B88" w:rsidP="00E23A78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apple-converted-space"/>
          <w:b/>
          <w:bCs/>
          <w:sz w:val="28"/>
          <w:szCs w:val="28"/>
          <w:bdr w:val="none" w:sz="0" w:space="0" w:color="auto" w:frame="1"/>
        </w:rPr>
      </w:pPr>
      <w:r w:rsidRPr="005C1D5A">
        <w:rPr>
          <w:rStyle w:val="rvts15"/>
          <w:b/>
          <w:bCs/>
          <w:sz w:val="28"/>
          <w:szCs w:val="28"/>
          <w:bdr w:val="none" w:sz="0" w:space="0" w:color="auto" w:frame="1"/>
        </w:rPr>
        <w:t>Перелік</w:t>
      </w:r>
    </w:p>
    <w:p w:rsidR="009D2B88" w:rsidRPr="005C1D5A" w:rsidRDefault="009D2B88" w:rsidP="00DB5ADF">
      <w:pPr>
        <w:pStyle w:val="rvps7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b/>
          <w:sz w:val="28"/>
          <w:szCs w:val="28"/>
        </w:rPr>
      </w:pPr>
      <w:r w:rsidRPr="005C1D5A">
        <w:rPr>
          <w:b/>
          <w:sz w:val="28"/>
          <w:szCs w:val="28"/>
        </w:rPr>
        <w:t xml:space="preserve">наборів даних, які підлягають оприлюдненню у формі відкритих даних, </w:t>
      </w:r>
    </w:p>
    <w:p w:rsidR="009D2B88" w:rsidRPr="005C1D5A" w:rsidRDefault="009D2B88" w:rsidP="00DB5ADF">
      <w:pPr>
        <w:pStyle w:val="rvps7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rStyle w:val="rvts15"/>
          <w:b/>
          <w:sz w:val="28"/>
          <w:szCs w:val="28"/>
        </w:rPr>
      </w:pPr>
      <w:r w:rsidRPr="005C1D5A">
        <w:rPr>
          <w:b/>
          <w:sz w:val="28"/>
          <w:szCs w:val="28"/>
        </w:rPr>
        <w:t>що знаходяться у володінні Роменської районної державної адміністрації</w:t>
      </w:r>
    </w:p>
    <w:p w:rsidR="009D2B88" w:rsidRPr="005C1D5A" w:rsidRDefault="009D2B88" w:rsidP="00267AE5">
      <w:pPr>
        <w:pStyle w:val="rvps7"/>
        <w:shd w:val="clear" w:color="auto" w:fill="FFFFFF"/>
        <w:spacing w:before="0" w:beforeAutospacing="0" w:after="0" w:afterAutospacing="0"/>
        <w:ind w:right="448"/>
        <w:jc w:val="center"/>
        <w:textAlignment w:val="baseline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251"/>
        <w:gridCol w:w="4781"/>
      </w:tblGrid>
      <w:tr w:rsidR="009D2B88" w:rsidRPr="005C1D5A" w:rsidTr="00517F98">
        <w:tc>
          <w:tcPr>
            <w:tcW w:w="816" w:type="dxa"/>
            <w:vAlign w:val="center"/>
          </w:tcPr>
          <w:p w:rsidR="009D2B88" w:rsidRPr="005C1D5A" w:rsidRDefault="009D2B88" w:rsidP="00056E1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bookmarkStart w:id="0" w:name="n84"/>
            <w:bookmarkStart w:id="1" w:name="n85"/>
            <w:bookmarkEnd w:id="0"/>
            <w:bookmarkEnd w:id="1"/>
            <w:r w:rsidRPr="005C1D5A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251" w:type="dxa"/>
            <w:vAlign w:val="center"/>
          </w:tcPr>
          <w:p w:rsidR="009D2B88" w:rsidRPr="005C1D5A" w:rsidRDefault="009D2B88" w:rsidP="00056E1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C1D5A">
              <w:rPr>
                <w:b/>
                <w:sz w:val="28"/>
                <w:szCs w:val="28"/>
              </w:rPr>
              <w:t>Найменування набору даних</w:t>
            </w:r>
          </w:p>
          <w:p w:rsidR="009D2B88" w:rsidRPr="005C1D5A" w:rsidRDefault="009D2B88" w:rsidP="00056E1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C1D5A">
              <w:rPr>
                <w:b/>
                <w:sz w:val="28"/>
                <w:szCs w:val="28"/>
              </w:rPr>
              <w:t>та періодичність оновлення</w:t>
            </w:r>
          </w:p>
        </w:tc>
        <w:tc>
          <w:tcPr>
            <w:tcW w:w="4781" w:type="dxa"/>
            <w:vAlign w:val="center"/>
          </w:tcPr>
          <w:p w:rsidR="009D2B88" w:rsidRPr="005C1D5A" w:rsidRDefault="009D2B88" w:rsidP="00056E17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C1D5A">
              <w:rPr>
                <w:b/>
                <w:sz w:val="28"/>
                <w:szCs w:val="28"/>
              </w:rPr>
              <w:t>Розпорядники інформації, що забезпечують підготовку матеріалів</w:t>
            </w:r>
          </w:p>
        </w:tc>
      </w:tr>
      <w:tr w:rsidR="009D2B88" w:rsidRPr="005C1D5A" w:rsidTr="00106798">
        <w:trPr>
          <w:trHeight w:val="93"/>
        </w:trPr>
        <w:tc>
          <w:tcPr>
            <w:tcW w:w="816" w:type="dxa"/>
          </w:tcPr>
          <w:p w:rsidR="009D2B88" w:rsidRPr="005C1D5A" w:rsidRDefault="009D2B88" w:rsidP="00963AEA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9D2B88" w:rsidRPr="005C1D5A" w:rsidRDefault="009D2B88" w:rsidP="00963AEA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2</w:t>
            </w:r>
          </w:p>
        </w:tc>
        <w:tc>
          <w:tcPr>
            <w:tcW w:w="4781" w:type="dxa"/>
          </w:tcPr>
          <w:p w:rsidR="009D2B88" w:rsidRPr="005C1D5A" w:rsidRDefault="009D2B88" w:rsidP="00963AEA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3</w:t>
            </w:r>
          </w:p>
        </w:tc>
      </w:tr>
      <w:tr w:rsidR="009D2B88" w:rsidRPr="005C1D5A" w:rsidTr="0096305E">
        <w:tc>
          <w:tcPr>
            <w:tcW w:w="816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Довідник Роменської районної державної адміністрації та підпорядкованих їй організацій, у тому числі їх ідентифікаційних кодів, офіційних веб-сайтів, адрес електронної пошти, телефонів та адрес (у разі змін)</w:t>
            </w:r>
          </w:p>
        </w:tc>
        <w:tc>
          <w:tcPr>
            <w:tcW w:w="4781" w:type="dxa"/>
          </w:tcPr>
          <w:p w:rsidR="009D2B88" w:rsidRPr="005C1D5A" w:rsidRDefault="009D2B88" w:rsidP="00E15373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Служба управління персоналом</w:t>
            </w:r>
            <w:r>
              <w:rPr>
                <w:sz w:val="28"/>
                <w:szCs w:val="28"/>
              </w:rPr>
              <w:t xml:space="preserve"> </w:t>
            </w:r>
            <w:r w:rsidRPr="005C1D5A">
              <w:rPr>
                <w:sz w:val="28"/>
                <w:szCs w:val="28"/>
              </w:rPr>
              <w:t xml:space="preserve">апарату Роменської районної державної адміністрації, відділ освіти Роменської районної державної адміністрації, </w:t>
            </w:r>
            <w:r w:rsidRPr="005C1D5A">
              <w:rPr>
                <w:rFonts w:eastAsia="SimSun"/>
                <w:sz w:val="28"/>
                <w:szCs w:val="28"/>
              </w:rPr>
              <w:t xml:space="preserve">комунальне </w:t>
            </w:r>
            <w:r w:rsidRPr="005C1D5A">
              <w:rPr>
                <w:sz w:val="28"/>
                <w:szCs w:val="28"/>
              </w:rPr>
              <w:t>некомерційне підприємство «Центр первинної медико-санітарної допомоги» Роменської районної ради Сумської області</w:t>
            </w:r>
          </w:p>
        </w:tc>
      </w:tr>
      <w:tr w:rsidR="009D2B88" w:rsidRPr="005C1D5A" w:rsidTr="0096305E">
        <w:tc>
          <w:tcPr>
            <w:tcW w:w="816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Інформація про організаційну структуру Роменської районної державної адміністрації (у разі змін)</w:t>
            </w:r>
          </w:p>
        </w:tc>
        <w:tc>
          <w:tcPr>
            <w:tcW w:w="4781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Служба управління персоналом</w:t>
            </w:r>
            <w:r>
              <w:rPr>
                <w:sz w:val="28"/>
                <w:szCs w:val="28"/>
              </w:rPr>
              <w:t xml:space="preserve"> </w:t>
            </w:r>
            <w:r w:rsidRPr="005C1D5A">
              <w:rPr>
                <w:sz w:val="28"/>
                <w:szCs w:val="28"/>
              </w:rPr>
              <w:t>апарату Роменської районної державної адміністрації</w:t>
            </w:r>
          </w:p>
        </w:tc>
      </w:tr>
      <w:tr w:rsidR="009D2B88" w:rsidRPr="005C1D5A" w:rsidTr="0096305E">
        <w:tc>
          <w:tcPr>
            <w:tcW w:w="816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rvps2"/>
              <w:spacing w:before="0" w:beforeAutospacing="0" w:after="0" w:afterAutospacing="0"/>
              <w:jc w:val="both"/>
              <w:textAlignment w:val="baseline"/>
            </w:pPr>
            <w:r w:rsidRPr="005C1D5A">
              <w:rPr>
                <w:sz w:val="28"/>
                <w:szCs w:val="28"/>
              </w:rPr>
              <w:t>Звіти, у тому числі щодо задоволення запитів на інформацію (щокварталу)</w:t>
            </w:r>
          </w:p>
        </w:tc>
        <w:tc>
          <w:tcPr>
            <w:tcW w:w="4781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Відділ документообігу, контролю, організаційної та інформаційної діяльності апарату, відділ фінансового забезпечення апарату, фінансове управління Роменської районної державної адміністрації</w:t>
            </w:r>
          </w:p>
        </w:tc>
      </w:tr>
      <w:tr w:rsidR="009D2B88" w:rsidRPr="005C1D5A" w:rsidTr="0096305E">
        <w:tc>
          <w:tcPr>
            <w:tcW w:w="816" w:type="dxa"/>
          </w:tcPr>
          <w:p w:rsidR="009D2B88" w:rsidRPr="005C1D5A" w:rsidRDefault="009D2B88" w:rsidP="00527BB2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9D2B88" w:rsidRPr="005C1D5A" w:rsidRDefault="009D2B88" w:rsidP="00D916CB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 xml:space="preserve">Інформація про систему обліку, види інформації, яка зберігається Роменською районною державною адміністрацією </w:t>
            </w:r>
            <w:r w:rsidRPr="005C1D5A">
              <w:rPr>
                <w:sz w:val="28"/>
                <w:szCs w:val="28"/>
              </w:rPr>
              <w:t>(не пізніше п’яти робочих днів з моменту створення документа)</w:t>
            </w:r>
          </w:p>
        </w:tc>
        <w:tc>
          <w:tcPr>
            <w:tcW w:w="4781" w:type="dxa"/>
          </w:tcPr>
          <w:p w:rsidR="009D2B88" w:rsidRPr="005C1D5A" w:rsidRDefault="009D2B88" w:rsidP="00437DD0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Відділ документообігу, контролю, організаційної та інформаційної діяльності апарату, служба управління персоналом апарату Роменської районної державної адміністрації</w:t>
            </w:r>
          </w:p>
        </w:tc>
      </w:tr>
    </w:tbl>
    <w:p w:rsidR="009D2B88" w:rsidRPr="00056E17" w:rsidRDefault="009D2B88" w:rsidP="00914037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bookmarkStart w:id="2" w:name="n86"/>
      <w:bookmarkStart w:id="3" w:name="n87"/>
      <w:bookmarkStart w:id="4" w:name="n88"/>
      <w:bookmarkStart w:id="5" w:name="n89"/>
      <w:bookmarkStart w:id="6" w:name="n90"/>
      <w:bookmarkEnd w:id="2"/>
      <w:bookmarkEnd w:id="3"/>
      <w:bookmarkEnd w:id="4"/>
      <w:bookmarkEnd w:id="5"/>
      <w:bookmarkEnd w:id="6"/>
      <w:r w:rsidRPr="00056E17">
        <w:rPr>
          <w:szCs w:val="28"/>
        </w:rPr>
        <w:t>Продовження додатка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251"/>
        <w:gridCol w:w="4781"/>
      </w:tblGrid>
      <w:tr w:rsidR="009D2B88" w:rsidRPr="005C1D5A" w:rsidTr="0096305E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2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3</w:t>
            </w:r>
          </w:p>
        </w:tc>
      </w:tr>
      <w:tr w:rsidR="009D2B88" w:rsidRPr="005C1D5A" w:rsidTr="0096305E">
        <w:trPr>
          <w:trHeight w:val="1308"/>
        </w:trPr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Реєстр наборів даних, що перебувають у володінні Роменської районної державної адміністрації (у разі змін)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Відділ документообігу, контролю, організаційної та інформаційної діяльності апарату Роменської районної державної адміністрації</w:t>
            </w:r>
          </w:p>
        </w:tc>
      </w:tr>
      <w:tr w:rsidR="009D2B88" w:rsidRPr="005C1D5A" w:rsidTr="008C5CC5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Адміністративні дані, що збираються (обробляються) та підлягають оприлюдненню відповідно до вимог Закону, Роменської районної державної адміністрації (у разі змін)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Відділ з питань надання адміністративних послуг та державної реєстрації Роменської районної державної адміністрації</w:t>
            </w:r>
          </w:p>
          <w:p w:rsidR="009D2B88" w:rsidRPr="005C1D5A" w:rsidRDefault="009D2B88" w:rsidP="00EA6AEB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9D2B88" w:rsidRPr="005C1D5A" w:rsidTr="008C5CC5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7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a"/>
              <w:spacing w:before="0"/>
              <w:ind w:firstLine="0"/>
              <w:jc w:val="both"/>
              <w:rPr>
                <w:i/>
                <w:sz w:val="28"/>
                <w:szCs w:val="28"/>
                <w:u w:val="single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Нормативно-правові акти, акти індивідуальної дії (крім внутрішньоорганізаційних), проєкти актів, що підлягають обговоренню відповідно до чинного законодавства (не пізніше п’яти робочих днів з моменту створення документа)</w:t>
            </w:r>
          </w:p>
        </w:tc>
        <w:tc>
          <w:tcPr>
            <w:tcW w:w="4781" w:type="dxa"/>
          </w:tcPr>
          <w:p w:rsidR="009D2B88" w:rsidRPr="005C1D5A" w:rsidRDefault="009D2B88" w:rsidP="00437DD0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Відділ документообігу, контролю, організаційної та інформаційної діяльності, служба управління персоналом апарату Роменської районної державної адміністрації, структурні підрозділи Роменської районної державної адміністрації – розробники проектів рішень, що підлягають обговоренню</w:t>
            </w:r>
          </w:p>
        </w:tc>
      </w:tr>
      <w:tr w:rsidR="009D2B88" w:rsidRPr="005C1D5A" w:rsidTr="008C5CC5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8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Переліки регуляторних актів Роменської районної державної адміністрації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 (у разі змін)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Структурні підрозділи Роменської районної державної адміністрації – розробники проектів</w:t>
            </w:r>
          </w:p>
        </w:tc>
      </w:tr>
      <w:tr w:rsidR="009D2B88" w:rsidRPr="005C1D5A" w:rsidTr="008C5CC5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9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a"/>
              <w:spacing w:before="0"/>
              <w:ind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Інформація про розподілення та використання медичних імунобіологічних препаратів (щотижня)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5C1D5A">
              <w:rPr>
                <w:rFonts w:eastAsia="SimSun"/>
                <w:sz w:val="28"/>
                <w:szCs w:val="28"/>
              </w:rPr>
              <w:t xml:space="preserve">Комунальне </w:t>
            </w:r>
            <w:r w:rsidRPr="005C1D5A">
              <w:rPr>
                <w:sz w:val="28"/>
                <w:szCs w:val="28"/>
              </w:rPr>
              <w:t xml:space="preserve">некомерційне підприємство «Центр первинної медико-санітарної допомоги» Роменської районної ради Сумської області, відділ документообігу, контролю, організаційної та інформаційної діяльності апарату Роменської районної державної адміністрації </w:t>
            </w:r>
          </w:p>
        </w:tc>
      </w:tr>
      <w:tr w:rsidR="009D2B88" w:rsidRPr="005C1D5A" w:rsidTr="008C5CC5">
        <w:tc>
          <w:tcPr>
            <w:tcW w:w="816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10</w:t>
            </w:r>
          </w:p>
        </w:tc>
        <w:tc>
          <w:tcPr>
            <w:tcW w:w="4251" w:type="dxa"/>
          </w:tcPr>
          <w:p w:rsidR="009D2B88" w:rsidRPr="005C1D5A" w:rsidRDefault="009D2B88" w:rsidP="0058143A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Схема планування території Роменського району (у разі змін)</w:t>
            </w:r>
          </w:p>
        </w:tc>
        <w:tc>
          <w:tcPr>
            <w:tcW w:w="4781" w:type="dxa"/>
          </w:tcPr>
          <w:p w:rsidR="009D2B88" w:rsidRPr="005C1D5A" w:rsidRDefault="009D2B88" w:rsidP="008C5CC5">
            <w:pPr>
              <w:pStyle w:val="rvps2"/>
              <w:spacing w:before="0" w:beforeAutospacing="0" w:after="0" w:afterAutospacing="0"/>
              <w:jc w:val="both"/>
              <w:textAlignment w:val="baseline"/>
              <w:rPr>
                <w:rStyle w:val="Strong"/>
                <w:b w:val="0"/>
                <w:bCs/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Головний спеціаліст з питань містобудування та архітектури Роменської районної державної адміністрації</w:t>
            </w:r>
          </w:p>
        </w:tc>
      </w:tr>
    </w:tbl>
    <w:p w:rsidR="009D2B88" w:rsidRDefault="009D2B88" w:rsidP="00381EA7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9D2B88" w:rsidRPr="005C1D5A" w:rsidRDefault="009D2B88" w:rsidP="00381EA7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9D2B88" w:rsidRPr="00056E17" w:rsidRDefault="009D2B88" w:rsidP="00381EA7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szCs w:val="28"/>
        </w:rPr>
      </w:pPr>
      <w:r w:rsidRPr="00056E17">
        <w:rPr>
          <w:szCs w:val="28"/>
        </w:rPr>
        <w:t>Продовження додатка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251"/>
        <w:gridCol w:w="4781"/>
      </w:tblGrid>
      <w:tr w:rsidR="009D2B88" w:rsidRPr="005C1D5A" w:rsidTr="00503D46">
        <w:tc>
          <w:tcPr>
            <w:tcW w:w="816" w:type="dxa"/>
          </w:tcPr>
          <w:p w:rsidR="009D2B88" w:rsidRPr="005C1D5A" w:rsidRDefault="009D2B88" w:rsidP="00614591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9D2B88" w:rsidRPr="005C1D5A" w:rsidRDefault="009D2B88" w:rsidP="00614591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2</w:t>
            </w:r>
          </w:p>
        </w:tc>
        <w:tc>
          <w:tcPr>
            <w:tcW w:w="4781" w:type="dxa"/>
          </w:tcPr>
          <w:p w:rsidR="009D2B88" w:rsidRPr="005C1D5A" w:rsidRDefault="009D2B88" w:rsidP="00614591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3</w:t>
            </w:r>
          </w:p>
        </w:tc>
      </w:tr>
      <w:tr w:rsidR="009D2B88" w:rsidRPr="005C1D5A" w:rsidTr="00503D46">
        <w:tc>
          <w:tcPr>
            <w:tcW w:w="816" w:type="dxa"/>
          </w:tcPr>
          <w:p w:rsidR="009D2B88" w:rsidRPr="005C1D5A" w:rsidRDefault="009D2B88" w:rsidP="00503D46">
            <w:pPr>
              <w:pStyle w:val="rvps2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5C1D5A">
              <w:rPr>
                <w:sz w:val="28"/>
                <w:szCs w:val="28"/>
              </w:rPr>
              <w:t>11</w:t>
            </w:r>
          </w:p>
        </w:tc>
        <w:tc>
          <w:tcPr>
            <w:tcW w:w="4251" w:type="dxa"/>
          </w:tcPr>
          <w:p w:rsidR="009D2B88" w:rsidRPr="005C1D5A" w:rsidRDefault="009D2B88" w:rsidP="00503D46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Інші дані, які не включені до переліку, у разі високого суспільного інтересу до таких даних (високої частоти їх запитування, за результатами опитування громадської думки, наявності інших обставин) (у разі змін)</w:t>
            </w:r>
          </w:p>
        </w:tc>
        <w:tc>
          <w:tcPr>
            <w:tcW w:w="4781" w:type="dxa"/>
          </w:tcPr>
          <w:p w:rsidR="009D2B88" w:rsidRPr="005C1D5A" w:rsidRDefault="009D2B88" w:rsidP="00503D46">
            <w:pPr>
              <w:pStyle w:val="a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D5A">
              <w:rPr>
                <w:rFonts w:ascii="Times New Roman" w:hAnsi="Times New Roman"/>
                <w:sz w:val="28"/>
                <w:szCs w:val="28"/>
              </w:rPr>
              <w:t>Структурні підрозділи Роменської районної державної адміністрації</w:t>
            </w:r>
          </w:p>
        </w:tc>
      </w:tr>
    </w:tbl>
    <w:p w:rsidR="009D2B88" w:rsidRPr="005C1D5A" w:rsidRDefault="009D2B88" w:rsidP="00517F98">
      <w:pPr>
        <w:pStyle w:val="rvps2"/>
        <w:shd w:val="clear" w:color="auto" w:fill="FFFFFF"/>
        <w:spacing w:before="0" w:beforeAutospacing="0" w:after="0" w:afterAutospacing="0" w:line="480" w:lineRule="auto"/>
        <w:jc w:val="both"/>
        <w:textAlignment w:val="baseline"/>
        <w:rPr>
          <w:sz w:val="28"/>
          <w:szCs w:val="28"/>
        </w:rPr>
      </w:pPr>
    </w:p>
    <w:p w:rsidR="009D2B88" w:rsidRPr="005C1D5A" w:rsidRDefault="009D2B88" w:rsidP="00517F98">
      <w:pPr>
        <w:tabs>
          <w:tab w:val="left" w:pos="7088"/>
        </w:tabs>
        <w:rPr>
          <w:sz w:val="28"/>
          <w:szCs w:val="28"/>
        </w:rPr>
      </w:pPr>
      <w:bookmarkStart w:id="7" w:name="n91"/>
      <w:bookmarkStart w:id="8" w:name="n92"/>
      <w:bookmarkStart w:id="9" w:name="n93"/>
      <w:bookmarkStart w:id="10" w:name="n95"/>
      <w:bookmarkStart w:id="11" w:name="n96"/>
      <w:bookmarkStart w:id="12" w:name="n97"/>
      <w:bookmarkEnd w:id="7"/>
      <w:bookmarkEnd w:id="8"/>
      <w:bookmarkEnd w:id="9"/>
      <w:bookmarkEnd w:id="10"/>
      <w:bookmarkEnd w:id="11"/>
      <w:bookmarkEnd w:id="12"/>
      <w:r w:rsidRPr="005C1D5A">
        <w:rPr>
          <w:b/>
          <w:bCs/>
          <w:iCs/>
          <w:sz w:val="28"/>
          <w:szCs w:val="28"/>
        </w:rPr>
        <w:t>Керівник апарату</w:t>
      </w:r>
      <w:r w:rsidRPr="005C1D5A">
        <w:rPr>
          <w:b/>
          <w:sz w:val="28"/>
          <w:szCs w:val="28"/>
        </w:rPr>
        <w:tab/>
        <w:t>Михайло ЛОМКО</w:t>
      </w:r>
    </w:p>
    <w:p w:rsidR="009D2B88" w:rsidRPr="005C1D5A" w:rsidRDefault="009D2B88" w:rsidP="0066704B">
      <w:pPr>
        <w:widowControl w:val="0"/>
        <w:tabs>
          <w:tab w:val="left" w:pos="981"/>
        </w:tabs>
        <w:spacing w:line="360" w:lineRule="auto"/>
        <w:rPr>
          <w:sz w:val="28"/>
          <w:szCs w:val="28"/>
        </w:rPr>
      </w:pPr>
    </w:p>
    <w:p w:rsidR="009D2B88" w:rsidRPr="005C1D5A" w:rsidRDefault="009D2B88" w:rsidP="00517F98">
      <w:pPr>
        <w:tabs>
          <w:tab w:val="left" w:pos="7088"/>
        </w:tabs>
        <w:rPr>
          <w:b/>
          <w:bCs/>
          <w:iCs/>
          <w:sz w:val="28"/>
          <w:szCs w:val="28"/>
        </w:rPr>
      </w:pPr>
      <w:r w:rsidRPr="005C1D5A">
        <w:rPr>
          <w:b/>
          <w:bCs/>
          <w:iCs/>
          <w:sz w:val="28"/>
          <w:szCs w:val="28"/>
        </w:rPr>
        <w:t>Начальник відділу документообігу,</w:t>
      </w:r>
    </w:p>
    <w:p w:rsidR="009D2B88" w:rsidRPr="005C1D5A" w:rsidRDefault="009D2B88" w:rsidP="00517F98">
      <w:pPr>
        <w:tabs>
          <w:tab w:val="left" w:pos="7088"/>
        </w:tabs>
        <w:rPr>
          <w:b/>
          <w:bCs/>
          <w:iCs/>
          <w:sz w:val="28"/>
          <w:szCs w:val="28"/>
        </w:rPr>
      </w:pPr>
      <w:r w:rsidRPr="005C1D5A">
        <w:rPr>
          <w:b/>
          <w:bCs/>
          <w:iCs/>
          <w:sz w:val="28"/>
          <w:szCs w:val="28"/>
        </w:rPr>
        <w:t xml:space="preserve">контролю, організаційної та </w:t>
      </w:r>
    </w:p>
    <w:p w:rsidR="009D2B88" w:rsidRPr="005C1D5A" w:rsidRDefault="009D2B88" w:rsidP="00517F98">
      <w:pPr>
        <w:tabs>
          <w:tab w:val="left" w:pos="7088"/>
        </w:tabs>
        <w:rPr>
          <w:b/>
          <w:bCs/>
          <w:iCs/>
          <w:sz w:val="28"/>
          <w:szCs w:val="28"/>
        </w:rPr>
      </w:pPr>
      <w:r w:rsidRPr="005C1D5A">
        <w:rPr>
          <w:b/>
          <w:bCs/>
          <w:iCs/>
          <w:sz w:val="28"/>
          <w:szCs w:val="28"/>
        </w:rPr>
        <w:t xml:space="preserve">інформаційної діяльності апарату </w:t>
      </w:r>
      <w:r w:rsidRPr="005C1D5A">
        <w:rPr>
          <w:b/>
          <w:bCs/>
          <w:iCs/>
          <w:sz w:val="28"/>
          <w:szCs w:val="28"/>
        </w:rPr>
        <w:tab/>
        <w:t>Ганна ЩЕРБИНА</w:t>
      </w:r>
    </w:p>
    <w:sectPr w:rsidR="009D2B88" w:rsidRPr="005C1D5A" w:rsidSect="00CB1211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88" w:rsidRDefault="009D2B88">
      <w:r>
        <w:separator/>
      </w:r>
    </w:p>
  </w:endnote>
  <w:endnote w:type="continuationSeparator" w:id="0">
    <w:p w:rsidR="009D2B88" w:rsidRDefault="009D2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88" w:rsidRDefault="009D2B88">
      <w:r>
        <w:separator/>
      </w:r>
    </w:p>
  </w:footnote>
  <w:footnote w:type="continuationSeparator" w:id="0">
    <w:p w:rsidR="009D2B88" w:rsidRDefault="009D2B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88" w:rsidRPr="00D32818" w:rsidRDefault="009D2B88">
    <w:pPr>
      <w:pStyle w:val="Header"/>
      <w:jc w:val="center"/>
      <w:rPr>
        <w:rFonts w:ascii="Times New Roman" w:hAnsi="Times New Roman"/>
      </w:rPr>
    </w:pPr>
    <w:r w:rsidRPr="00D32818">
      <w:rPr>
        <w:rFonts w:ascii="Times New Roman" w:hAnsi="Times New Roman"/>
      </w:rPr>
      <w:fldChar w:fldCharType="begin"/>
    </w:r>
    <w:r w:rsidRPr="00D32818">
      <w:rPr>
        <w:rFonts w:ascii="Times New Roman" w:hAnsi="Times New Roman"/>
      </w:rPr>
      <w:instrText>PAGE   \* MERGEFORMAT</w:instrText>
    </w:r>
    <w:r w:rsidRPr="00D32818">
      <w:rPr>
        <w:rFonts w:ascii="Times New Roman" w:hAnsi="Times New Roman"/>
      </w:rPr>
      <w:fldChar w:fldCharType="separate"/>
    </w:r>
    <w:r w:rsidRPr="003304BD">
      <w:rPr>
        <w:rFonts w:ascii="Times New Roman" w:hAnsi="Times New Roman"/>
        <w:noProof/>
        <w:lang w:val="ru-RU"/>
      </w:rPr>
      <w:t>3</w:t>
    </w:r>
    <w:r w:rsidRPr="00D32818">
      <w:rPr>
        <w:rFonts w:ascii="Times New Roman" w:hAnsi="Times New Roman"/>
      </w:rPr>
      <w:fldChar w:fldCharType="end"/>
    </w:r>
  </w:p>
  <w:p w:rsidR="009D2B88" w:rsidRPr="00D048CC" w:rsidRDefault="009D2B88">
    <w:pPr>
      <w:pStyle w:val="Header"/>
      <w:rPr>
        <w:rFonts w:ascii="Times New Roman" w:hAnsi="Times New Roman"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88" w:rsidRDefault="009D2B88" w:rsidP="00BC20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2B88" w:rsidRDefault="009D2B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88" w:rsidRPr="00D32818" w:rsidRDefault="009D2B88" w:rsidP="00BC20AA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D32818">
      <w:rPr>
        <w:rStyle w:val="PageNumber"/>
        <w:rFonts w:ascii="Times New Roman" w:hAnsi="Times New Roman"/>
        <w:sz w:val="24"/>
        <w:szCs w:val="24"/>
      </w:rPr>
      <w:fldChar w:fldCharType="begin"/>
    </w:r>
    <w:r w:rsidRPr="00D32818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D32818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D32818">
      <w:rPr>
        <w:rStyle w:val="PageNumber"/>
        <w:rFonts w:ascii="Times New Roman" w:hAnsi="Times New Roman"/>
        <w:sz w:val="24"/>
        <w:szCs w:val="24"/>
      </w:rPr>
      <w:fldChar w:fldCharType="end"/>
    </w:r>
  </w:p>
  <w:p w:rsidR="009D2B88" w:rsidRPr="00215E15" w:rsidRDefault="009D2B88" w:rsidP="00660DB7">
    <w:pPr>
      <w:pStyle w:val="Header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88" w:rsidRPr="00140AEF" w:rsidRDefault="009D2B88" w:rsidP="00BC20AA">
    <w:pPr>
      <w:pStyle w:val="Header"/>
      <w:jc w:val="center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4E6"/>
    <w:rsid w:val="000018BB"/>
    <w:rsid w:val="00001D8D"/>
    <w:rsid w:val="00003E45"/>
    <w:rsid w:val="0001425B"/>
    <w:rsid w:val="00016FD1"/>
    <w:rsid w:val="00021167"/>
    <w:rsid w:val="00030300"/>
    <w:rsid w:val="00030B14"/>
    <w:rsid w:val="000310AD"/>
    <w:rsid w:val="000446DD"/>
    <w:rsid w:val="00045A06"/>
    <w:rsid w:val="000516D7"/>
    <w:rsid w:val="00052C65"/>
    <w:rsid w:val="00055826"/>
    <w:rsid w:val="00056E17"/>
    <w:rsid w:val="00097758"/>
    <w:rsid w:val="00097C98"/>
    <w:rsid w:val="000A7B04"/>
    <w:rsid w:val="000B0DBB"/>
    <w:rsid w:val="000B5673"/>
    <w:rsid w:val="000B5C83"/>
    <w:rsid w:val="000B5E0E"/>
    <w:rsid w:val="000C0489"/>
    <w:rsid w:val="000C2E96"/>
    <w:rsid w:val="000C4808"/>
    <w:rsid w:val="000D4295"/>
    <w:rsid w:val="000D61EE"/>
    <w:rsid w:val="000D6A87"/>
    <w:rsid w:val="000E2079"/>
    <w:rsid w:val="000E2D48"/>
    <w:rsid w:val="000E5E23"/>
    <w:rsid w:val="00106798"/>
    <w:rsid w:val="00134D9E"/>
    <w:rsid w:val="00140AEF"/>
    <w:rsid w:val="00146870"/>
    <w:rsid w:val="001528AE"/>
    <w:rsid w:val="00152ADC"/>
    <w:rsid w:val="0015576E"/>
    <w:rsid w:val="00156ABE"/>
    <w:rsid w:val="00160A27"/>
    <w:rsid w:val="00177F3C"/>
    <w:rsid w:val="0018034C"/>
    <w:rsid w:val="001813BD"/>
    <w:rsid w:val="001818B7"/>
    <w:rsid w:val="00185497"/>
    <w:rsid w:val="00192315"/>
    <w:rsid w:val="00196591"/>
    <w:rsid w:val="00197305"/>
    <w:rsid w:val="001B2540"/>
    <w:rsid w:val="001C3C6E"/>
    <w:rsid w:val="001E3D9A"/>
    <w:rsid w:val="001E7554"/>
    <w:rsid w:val="00212471"/>
    <w:rsid w:val="00215E15"/>
    <w:rsid w:val="00230C1A"/>
    <w:rsid w:val="002327AF"/>
    <w:rsid w:val="00232E8B"/>
    <w:rsid w:val="002430EB"/>
    <w:rsid w:val="0026368B"/>
    <w:rsid w:val="00267AE5"/>
    <w:rsid w:val="00276BA9"/>
    <w:rsid w:val="00280629"/>
    <w:rsid w:val="00286F93"/>
    <w:rsid w:val="00297254"/>
    <w:rsid w:val="00297487"/>
    <w:rsid w:val="002A1BAB"/>
    <w:rsid w:val="002A3AE0"/>
    <w:rsid w:val="002A5C35"/>
    <w:rsid w:val="002A5C4F"/>
    <w:rsid w:val="002A6757"/>
    <w:rsid w:val="002C1F4E"/>
    <w:rsid w:val="002C370C"/>
    <w:rsid w:val="002D2AC7"/>
    <w:rsid w:val="002D559A"/>
    <w:rsid w:val="002E1377"/>
    <w:rsid w:val="002E3690"/>
    <w:rsid w:val="002E746D"/>
    <w:rsid w:val="002F2B5F"/>
    <w:rsid w:val="0030255C"/>
    <w:rsid w:val="00302571"/>
    <w:rsid w:val="00307B6C"/>
    <w:rsid w:val="00311E03"/>
    <w:rsid w:val="00312753"/>
    <w:rsid w:val="003145CC"/>
    <w:rsid w:val="003263F0"/>
    <w:rsid w:val="003304BD"/>
    <w:rsid w:val="003316C2"/>
    <w:rsid w:val="00332974"/>
    <w:rsid w:val="0033301D"/>
    <w:rsid w:val="003361DA"/>
    <w:rsid w:val="003424EC"/>
    <w:rsid w:val="00347EDF"/>
    <w:rsid w:val="003545AC"/>
    <w:rsid w:val="00361EED"/>
    <w:rsid w:val="003722A5"/>
    <w:rsid w:val="00381EA7"/>
    <w:rsid w:val="00382E57"/>
    <w:rsid w:val="00393632"/>
    <w:rsid w:val="003A69B7"/>
    <w:rsid w:val="003A6F2E"/>
    <w:rsid w:val="003B09D8"/>
    <w:rsid w:val="003B1F0A"/>
    <w:rsid w:val="003B48E2"/>
    <w:rsid w:val="003C552F"/>
    <w:rsid w:val="003E2E79"/>
    <w:rsid w:val="003F0061"/>
    <w:rsid w:val="003F085B"/>
    <w:rsid w:val="003F1225"/>
    <w:rsid w:val="0041079C"/>
    <w:rsid w:val="00414482"/>
    <w:rsid w:val="0041580C"/>
    <w:rsid w:val="00417D12"/>
    <w:rsid w:val="004205D6"/>
    <w:rsid w:val="00437DD0"/>
    <w:rsid w:val="00443502"/>
    <w:rsid w:val="00443BB5"/>
    <w:rsid w:val="00454E43"/>
    <w:rsid w:val="00455056"/>
    <w:rsid w:val="0046365E"/>
    <w:rsid w:val="004644BA"/>
    <w:rsid w:val="00467E71"/>
    <w:rsid w:val="004809FF"/>
    <w:rsid w:val="00484518"/>
    <w:rsid w:val="004A600A"/>
    <w:rsid w:val="004A6DDD"/>
    <w:rsid w:val="004A747B"/>
    <w:rsid w:val="004A7C5F"/>
    <w:rsid w:val="004C5CE7"/>
    <w:rsid w:val="004C72FE"/>
    <w:rsid w:val="004F292F"/>
    <w:rsid w:val="00500330"/>
    <w:rsid w:val="00503248"/>
    <w:rsid w:val="00503D46"/>
    <w:rsid w:val="005055BA"/>
    <w:rsid w:val="005131F4"/>
    <w:rsid w:val="00515493"/>
    <w:rsid w:val="00517F98"/>
    <w:rsid w:val="005213C2"/>
    <w:rsid w:val="005270FD"/>
    <w:rsid w:val="00527BB2"/>
    <w:rsid w:val="00536F74"/>
    <w:rsid w:val="00544AD2"/>
    <w:rsid w:val="00545273"/>
    <w:rsid w:val="00555611"/>
    <w:rsid w:val="005572AE"/>
    <w:rsid w:val="00575AC7"/>
    <w:rsid w:val="00575BC6"/>
    <w:rsid w:val="0058143A"/>
    <w:rsid w:val="00581F52"/>
    <w:rsid w:val="00590E3A"/>
    <w:rsid w:val="0059618F"/>
    <w:rsid w:val="005A009C"/>
    <w:rsid w:val="005A6BFB"/>
    <w:rsid w:val="005A7EBB"/>
    <w:rsid w:val="005B0A71"/>
    <w:rsid w:val="005B6CFD"/>
    <w:rsid w:val="005B758C"/>
    <w:rsid w:val="005C1D5A"/>
    <w:rsid w:val="005E119F"/>
    <w:rsid w:val="005F0A27"/>
    <w:rsid w:val="005F57F8"/>
    <w:rsid w:val="005F5D62"/>
    <w:rsid w:val="00614591"/>
    <w:rsid w:val="00615318"/>
    <w:rsid w:val="00616C0D"/>
    <w:rsid w:val="00620881"/>
    <w:rsid w:val="00630409"/>
    <w:rsid w:val="006309AA"/>
    <w:rsid w:val="00647EFA"/>
    <w:rsid w:val="006540C5"/>
    <w:rsid w:val="00660522"/>
    <w:rsid w:val="00660DB7"/>
    <w:rsid w:val="0066704B"/>
    <w:rsid w:val="00683AB5"/>
    <w:rsid w:val="0068426A"/>
    <w:rsid w:val="00697D99"/>
    <w:rsid w:val="006A0BFC"/>
    <w:rsid w:val="006A14E6"/>
    <w:rsid w:val="006C1C8D"/>
    <w:rsid w:val="006C6598"/>
    <w:rsid w:val="006C68DD"/>
    <w:rsid w:val="006D611F"/>
    <w:rsid w:val="006D6EE2"/>
    <w:rsid w:val="006E09CE"/>
    <w:rsid w:val="006E1B24"/>
    <w:rsid w:val="006E3996"/>
    <w:rsid w:val="006E6CC5"/>
    <w:rsid w:val="006F110B"/>
    <w:rsid w:val="00702269"/>
    <w:rsid w:val="00714958"/>
    <w:rsid w:val="007201B2"/>
    <w:rsid w:val="00723446"/>
    <w:rsid w:val="0074056A"/>
    <w:rsid w:val="00744C19"/>
    <w:rsid w:val="00747892"/>
    <w:rsid w:val="0075108C"/>
    <w:rsid w:val="00762E9A"/>
    <w:rsid w:val="0076772E"/>
    <w:rsid w:val="007739A2"/>
    <w:rsid w:val="00773BBC"/>
    <w:rsid w:val="00775480"/>
    <w:rsid w:val="00775A6D"/>
    <w:rsid w:val="00784861"/>
    <w:rsid w:val="0078522F"/>
    <w:rsid w:val="00794DDF"/>
    <w:rsid w:val="00796E66"/>
    <w:rsid w:val="007A1665"/>
    <w:rsid w:val="007A4125"/>
    <w:rsid w:val="007C0A58"/>
    <w:rsid w:val="007C3826"/>
    <w:rsid w:val="007C6D0E"/>
    <w:rsid w:val="007E59A3"/>
    <w:rsid w:val="007E5B8A"/>
    <w:rsid w:val="00813222"/>
    <w:rsid w:val="00817A0F"/>
    <w:rsid w:val="00821912"/>
    <w:rsid w:val="00821CC1"/>
    <w:rsid w:val="008331E6"/>
    <w:rsid w:val="00837A1F"/>
    <w:rsid w:val="00837BEB"/>
    <w:rsid w:val="00840F3E"/>
    <w:rsid w:val="008453DF"/>
    <w:rsid w:val="00846636"/>
    <w:rsid w:val="00872707"/>
    <w:rsid w:val="00872D4D"/>
    <w:rsid w:val="00873CFE"/>
    <w:rsid w:val="00876179"/>
    <w:rsid w:val="00884A6D"/>
    <w:rsid w:val="00887F3D"/>
    <w:rsid w:val="0089699F"/>
    <w:rsid w:val="008A72F5"/>
    <w:rsid w:val="008B4E68"/>
    <w:rsid w:val="008C3237"/>
    <w:rsid w:val="008C4F94"/>
    <w:rsid w:val="008C5CC5"/>
    <w:rsid w:val="008C67C3"/>
    <w:rsid w:val="008D029D"/>
    <w:rsid w:val="008D1E4B"/>
    <w:rsid w:val="008D27D1"/>
    <w:rsid w:val="008D7199"/>
    <w:rsid w:val="008D7FCF"/>
    <w:rsid w:val="008E1CAD"/>
    <w:rsid w:val="008F7388"/>
    <w:rsid w:val="0090039D"/>
    <w:rsid w:val="00903085"/>
    <w:rsid w:val="00912A7B"/>
    <w:rsid w:val="00913C58"/>
    <w:rsid w:val="00914037"/>
    <w:rsid w:val="00914E26"/>
    <w:rsid w:val="00920D0E"/>
    <w:rsid w:val="00924F2F"/>
    <w:rsid w:val="009270E8"/>
    <w:rsid w:val="0093078E"/>
    <w:rsid w:val="009312EF"/>
    <w:rsid w:val="0093646F"/>
    <w:rsid w:val="00945920"/>
    <w:rsid w:val="00945979"/>
    <w:rsid w:val="009466D6"/>
    <w:rsid w:val="00954FFF"/>
    <w:rsid w:val="00961605"/>
    <w:rsid w:val="00962C10"/>
    <w:rsid w:val="00962FAE"/>
    <w:rsid w:val="0096305E"/>
    <w:rsid w:val="00963AEA"/>
    <w:rsid w:val="00970448"/>
    <w:rsid w:val="0098047C"/>
    <w:rsid w:val="00982E5A"/>
    <w:rsid w:val="00983105"/>
    <w:rsid w:val="00986673"/>
    <w:rsid w:val="00997C42"/>
    <w:rsid w:val="009A616D"/>
    <w:rsid w:val="009A7973"/>
    <w:rsid w:val="009B0364"/>
    <w:rsid w:val="009B080A"/>
    <w:rsid w:val="009B6460"/>
    <w:rsid w:val="009C3657"/>
    <w:rsid w:val="009C5CCF"/>
    <w:rsid w:val="009C7539"/>
    <w:rsid w:val="009D2B88"/>
    <w:rsid w:val="009D2EFB"/>
    <w:rsid w:val="009D3B36"/>
    <w:rsid w:val="009D488C"/>
    <w:rsid w:val="009D5411"/>
    <w:rsid w:val="009E070F"/>
    <w:rsid w:val="009E1E68"/>
    <w:rsid w:val="009E2E1A"/>
    <w:rsid w:val="009E50B5"/>
    <w:rsid w:val="009F04B9"/>
    <w:rsid w:val="009F20E1"/>
    <w:rsid w:val="009F55F8"/>
    <w:rsid w:val="00A0776C"/>
    <w:rsid w:val="00A15C8A"/>
    <w:rsid w:val="00A177E9"/>
    <w:rsid w:val="00A204B1"/>
    <w:rsid w:val="00A25130"/>
    <w:rsid w:val="00A43E1B"/>
    <w:rsid w:val="00A52D0C"/>
    <w:rsid w:val="00A61127"/>
    <w:rsid w:val="00A61A30"/>
    <w:rsid w:val="00A642D9"/>
    <w:rsid w:val="00A75876"/>
    <w:rsid w:val="00A80644"/>
    <w:rsid w:val="00A85419"/>
    <w:rsid w:val="00A911AD"/>
    <w:rsid w:val="00A91F8A"/>
    <w:rsid w:val="00A9430F"/>
    <w:rsid w:val="00A94CF4"/>
    <w:rsid w:val="00AB2F1C"/>
    <w:rsid w:val="00AC1886"/>
    <w:rsid w:val="00AC65FE"/>
    <w:rsid w:val="00AD0AC5"/>
    <w:rsid w:val="00AE0768"/>
    <w:rsid w:val="00AE0E1F"/>
    <w:rsid w:val="00AE57EC"/>
    <w:rsid w:val="00AF57B7"/>
    <w:rsid w:val="00B01D0D"/>
    <w:rsid w:val="00B13AE0"/>
    <w:rsid w:val="00B228F7"/>
    <w:rsid w:val="00B301F7"/>
    <w:rsid w:val="00B37B5A"/>
    <w:rsid w:val="00B451D4"/>
    <w:rsid w:val="00B54BEA"/>
    <w:rsid w:val="00B57CC7"/>
    <w:rsid w:val="00B622C0"/>
    <w:rsid w:val="00B645A5"/>
    <w:rsid w:val="00B71D29"/>
    <w:rsid w:val="00B760C3"/>
    <w:rsid w:val="00B77C45"/>
    <w:rsid w:val="00B81D0F"/>
    <w:rsid w:val="00B93F34"/>
    <w:rsid w:val="00BA0F31"/>
    <w:rsid w:val="00BA7DCB"/>
    <w:rsid w:val="00BB2D93"/>
    <w:rsid w:val="00BB31C1"/>
    <w:rsid w:val="00BC20AA"/>
    <w:rsid w:val="00BC6E42"/>
    <w:rsid w:val="00BD2D11"/>
    <w:rsid w:val="00BD6C76"/>
    <w:rsid w:val="00BE50A4"/>
    <w:rsid w:val="00BF1695"/>
    <w:rsid w:val="00BF2BE9"/>
    <w:rsid w:val="00C04988"/>
    <w:rsid w:val="00C27655"/>
    <w:rsid w:val="00C3348F"/>
    <w:rsid w:val="00C3735A"/>
    <w:rsid w:val="00C41E97"/>
    <w:rsid w:val="00C5099D"/>
    <w:rsid w:val="00C51091"/>
    <w:rsid w:val="00C55AED"/>
    <w:rsid w:val="00C634E0"/>
    <w:rsid w:val="00C70939"/>
    <w:rsid w:val="00C74CE7"/>
    <w:rsid w:val="00C972DA"/>
    <w:rsid w:val="00CA2420"/>
    <w:rsid w:val="00CA5D77"/>
    <w:rsid w:val="00CA7DF8"/>
    <w:rsid w:val="00CB1211"/>
    <w:rsid w:val="00CB1C62"/>
    <w:rsid w:val="00CC250E"/>
    <w:rsid w:val="00CC63A5"/>
    <w:rsid w:val="00CE07AD"/>
    <w:rsid w:val="00CE3E1E"/>
    <w:rsid w:val="00CF4501"/>
    <w:rsid w:val="00CF5016"/>
    <w:rsid w:val="00D03AE7"/>
    <w:rsid w:val="00D048CC"/>
    <w:rsid w:val="00D22A63"/>
    <w:rsid w:val="00D32486"/>
    <w:rsid w:val="00D32818"/>
    <w:rsid w:val="00D355FA"/>
    <w:rsid w:val="00D52B7E"/>
    <w:rsid w:val="00D6352C"/>
    <w:rsid w:val="00D7080C"/>
    <w:rsid w:val="00D906DC"/>
    <w:rsid w:val="00D90BE8"/>
    <w:rsid w:val="00D916CB"/>
    <w:rsid w:val="00DA01EB"/>
    <w:rsid w:val="00DA0E6C"/>
    <w:rsid w:val="00DB47D4"/>
    <w:rsid w:val="00DB5ADF"/>
    <w:rsid w:val="00DC0E33"/>
    <w:rsid w:val="00DC1115"/>
    <w:rsid w:val="00DD6526"/>
    <w:rsid w:val="00DD6769"/>
    <w:rsid w:val="00DD771D"/>
    <w:rsid w:val="00DE330E"/>
    <w:rsid w:val="00DE5923"/>
    <w:rsid w:val="00DE6086"/>
    <w:rsid w:val="00DF5136"/>
    <w:rsid w:val="00E02F6B"/>
    <w:rsid w:val="00E04E02"/>
    <w:rsid w:val="00E15373"/>
    <w:rsid w:val="00E23A78"/>
    <w:rsid w:val="00E27D09"/>
    <w:rsid w:val="00E30C7C"/>
    <w:rsid w:val="00E34414"/>
    <w:rsid w:val="00E408FF"/>
    <w:rsid w:val="00E43C25"/>
    <w:rsid w:val="00E458E1"/>
    <w:rsid w:val="00E80B8F"/>
    <w:rsid w:val="00E8608C"/>
    <w:rsid w:val="00E8679A"/>
    <w:rsid w:val="00E919D1"/>
    <w:rsid w:val="00E95963"/>
    <w:rsid w:val="00E95A78"/>
    <w:rsid w:val="00EA6AEB"/>
    <w:rsid w:val="00EB553B"/>
    <w:rsid w:val="00EC3A9A"/>
    <w:rsid w:val="00EC3BC3"/>
    <w:rsid w:val="00EC4CEF"/>
    <w:rsid w:val="00EE4940"/>
    <w:rsid w:val="00EF4000"/>
    <w:rsid w:val="00EF74AB"/>
    <w:rsid w:val="00F001BA"/>
    <w:rsid w:val="00F04595"/>
    <w:rsid w:val="00F0501E"/>
    <w:rsid w:val="00F0731A"/>
    <w:rsid w:val="00F12853"/>
    <w:rsid w:val="00F13030"/>
    <w:rsid w:val="00F23FFF"/>
    <w:rsid w:val="00F304A5"/>
    <w:rsid w:val="00F31C79"/>
    <w:rsid w:val="00F34D7F"/>
    <w:rsid w:val="00F35C00"/>
    <w:rsid w:val="00F3739F"/>
    <w:rsid w:val="00F50F84"/>
    <w:rsid w:val="00F55756"/>
    <w:rsid w:val="00F65713"/>
    <w:rsid w:val="00F70426"/>
    <w:rsid w:val="00F72D08"/>
    <w:rsid w:val="00F72ED0"/>
    <w:rsid w:val="00F7385E"/>
    <w:rsid w:val="00F90C11"/>
    <w:rsid w:val="00F9344F"/>
    <w:rsid w:val="00F9600E"/>
    <w:rsid w:val="00FA1449"/>
    <w:rsid w:val="00FA2A55"/>
    <w:rsid w:val="00FB6EE8"/>
    <w:rsid w:val="00FB7463"/>
    <w:rsid w:val="00FC2EC6"/>
    <w:rsid w:val="00FC5322"/>
    <w:rsid w:val="00FC6658"/>
    <w:rsid w:val="00FC6EB5"/>
    <w:rsid w:val="00FD001D"/>
    <w:rsid w:val="00FD09E9"/>
    <w:rsid w:val="00FD0FC0"/>
    <w:rsid w:val="00FD1BC6"/>
    <w:rsid w:val="00FD59CA"/>
    <w:rsid w:val="00FE012C"/>
    <w:rsid w:val="00FE3D32"/>
    <w:rsid w:val="00FE735D"/>
    <w:rsid w:val="00FF2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A14E6"/>
    <w:rPr>
      <w:noProof/>
      <w:sz w:val="24"/>
      <w:szCs w:val="24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61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5136"/>
    <w:pPr>
      <w:spacing w:before="240" w:after="60"/>
      <w:outlineLvl w:val="4"/>
    </w:pPr>
    <w:rPr>
      <w:b/>
      <w:bCs/>
      <w:i/>
      <w:iCs/>
      <w:noProof w:val="0"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C11"/>
    <w:rPr>
      <w:rFonts w:ascii="Cambria" w:hAnsi="Cambria" w:cs="Times New Roman"/>
      <w:b/>
      <w:bCs/>
      <w:noProof/>
      <w:sz w:val="26"/>
      <w:szCs w:val="26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C11"/>
    <w:rPr>
      <w:rFonts w:ascii="Calibri" w:hAnsi="Calibri" w:cs="Times New Roman"/>
      <w:b/>
      <w:bCs/>
      <w:i/>
      <w:iCs/>
      <w:noProof/>
      <w:sz w:val="26"/>
      <w:szCs w:val="26"/>
      <w:lang w:val="uk-UA" w:eastAsia="ru-RU"/>
    </w:rPr>
  </w:style>
  <w:style w:type="paragraph" w:customStyle="1" w:styleId="a2">
    <w:name w:val="a2"/>
    <w:basedOn w:val="Normal"/>
    <w:uiPriority w:val="99"/>
    <w:rsid w:val="00393632"/>
    <w:pPr>
      <w:spacing w:before="100" w:beforeAutospacing="1" w:after="100" w:afterAutospacing="1"/>
    </w:pPr>
    <w:rPr>
      <w:noProof w:val="0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997C42"/>
    <w:pPr>
      <w:ind w:left="6300"/>
    </w:pPr>
    <w:rPr>
      <w:noProof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C11"/>
    <w:rPr>
      <w:rFonts w:cs="Times New Roman"/>
      <w:noProof/>
      <w:sz w:val="24"/>
      <w:szCs w:val="24"/>
      <w:lang w:val="uk-UA" w:eastAsia="ru-RU"/>
    </w:rPr>
  </w:style>
  <w:style w:type="character" w:styleId="Hyperlink">
    <w:name w:val="Hyperlink"/>
    <w:basedOn w:val="DefaultParagraphFont"/>
    <w:uiPriority w:val="99"/>
    <w:rsid w:val="009B080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B2F1C"/>
    <w:pPr>
      <w:tabs>
        <w:tab w:val="center" w:pos="4819"/>
        <w:tab w:val="right" w:pos="9639"/>
      </w:tabs>
    </w:pPr>
    <w:rPr>
      <w:rFonts w:ascii="Antiqua" w:hAnsi="Antiqua"/>
      <w:noProof w:val="0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2818"/>
    <w:rPr>
      <w:rFonts w:ascii="Antiqua" w:hAnsi="Antiqua" w:cs="Times New Roman"/>
      <w:sz w:val="26"/>
      <w:lang w:eastAsia="ru-RU"/>
    </w:rPr>
  </w:style>
  <w:style w:type="paragraph" w:customStyle="1" w:styleId="FR1">
    <w:name w:val="FR1"/>
    <w:uiPriority w:val="99"/>
    <w:rsid w:val="006F110B"/>
    <w:pPr>
      <w:widowControl w:val="0"/>
    </w:pPr>
    <w:rPr>
      <w:rFonts w:ascii="Arial" w:hAnsi="Arial" w:cs="Arial"/>
      <w:sz w:val="12"/>
      <w:szCs w:val="12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6F11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noProof w:val="0"/>
      <w:color w:val="00000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F110B"/>
    <w:rPr>
      <w:rFonts w:ascii="Courier New" w:hAnsi="Courier New" w:cs="Times New Roman"/>
      <w:color w:val="000000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BC20AA"/>
    <w:rPr>
      <w:rFonts w:cs="Times New Roman"/>
    </w:rPr>
  </w:style>
  <w:style w:type="character" w:customStyle="1" w:styleId="rvts0">
    <w:name w:val="rvts0"/>
    <w:basedOn w:val="DefaultParagraphFont"/>
    <w:uiPriority w:val="99"/>
    <w:rsid w:val="00C373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32818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2818"/>
    <w:rPr>
      <w:rFonts w:cs="Times New Roman"/>
      <w:noProof/>
      <w:sz w:val="24"/>
      <w:lang w:eastAsia="ru-RU"/>
    </w:rPr>
  </w:style>
  <w:style w:type="paragraph" w:styleId="NormalWeb">
    <w:name w:val="Normal (Web)"/>
    <w:basedOn w:val="Normal"/>
    <w:uiPriority w:val="99"/>
    <w:rsid w:val="00F13030"/>
    <w:pPr>
      <w:spacing w:before="100" w:beforeAutospacing="1" w:after="100" w:afterAutospacing="1"/>
    </w:pPr>
    <w:rPr>
      <w:noProof w:val="0"/>
      <w:lang w:val="ru-RU"/>
    </w:rPr>
  </w:style>
  <w:style w:type="character" w:styleId="Strong">
    <w:name w:val="Strong"/>
    <w:basedOn w:val="DefaultParagraphFont"/>
    <w:uiPriority w:val="99"/>
    <w:qFormat/>
    <w:rsid w:val="00E23A78"/>
    <w:rPr>
      <w:rFonts w:cs="Times New Roman"/>
      <w:b/>
    </w:rPr>
  </w:style>
  <w:style w:type="character" w:customStyle="1" w:styleId="apple-converted-space">
    <w:name w:val="apple-converted-space"/>
    <w:basedOn w:val="DefaultParagraphFont"/>
    <w:uiPriority w:val="99"/>
    <w:rsid w:val="00E23A78"/>
    <w:rPr>
      <w:rFonts w:cs="Times New Roman"/>
    </w:rPr>
  </w:style>
  <w:style w:type="paragraph" w:customStyle="1" w:styleId="rvps7">
    <w:name w:val="rvps7"/>
    <w:basedOn w:val="Normal"/>
    <w:uiPriority w:val="99"/>
    <w:rsid w:val="00E23A78"/>
    <w:pPr>
      <w:spacing w:before="100" w:beforeAutospacing="1" w:after="100" w:afterAutospacing="1"/>
    </w:pPr>
    <w:rPr>
      <w:noProof w:val="0"/>
      <w:lang w:eastAsia="uk-UA"/>
    </w:rPr>
  </w:style>
  <w:style w:type="character" w:customStyle="1" w:styleId="rvts15">
    <w:name w:val="rvts15"/>
    <w:basedOn w:val="DefaultParagraphFont"/>
    <w:uiPriority w:val="99"/>
    <w:rsid w:val="00E23A78"/>
    <w:rPr>
      <w:rFonts w:cs="Times New Roman"/>
    </w:rPr>
  </w:style>
  <w:style w:type="paragraph" w:customStyle="1" w:styleId="rvps2">
    <w:name w:val="rvps2"/>
    <w:basedOn w:val="Normal"/>
    <w:uiPriority w:val="99"/>
    <w:rsid w:val="00E23A78"/>
    <w:pPr>
      <w:spacing w:before="100" w:beforeAutospacing="1" w:after="100" w:afterAutospacing="1"/>
    </w:pPr>
    <w:rPr>
      <w:noProof w:val="0"/>
      <w:lang w:eastAsia="uk-UA"/>
    </w:rPr>
  </w:style>
  <w:style w:type="table" w:styleId="TableGrid">
    <w:name w:val="Table Grid"/>
    <w:basedOn w:val="TableNormal"/>
    <w:uiPriority w:val="99"/>
    <w:rsid w:val="002A1B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032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C11"/>
    <w:rPr>
      <w:rFonts w:cs="Times New Roman"/>
      <w:noProof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C55AED"/>
    <w:pPr>
      <w:suppressAutoHyphens/>
      <w:ind w:firstLine="709"/>
      <w:jc w:val="both"/>
    </w:pPr>
    <w:rPr>
      <w:sz w:val="28"/>
      <w:lang w:val="ru-RU" w:eastAsia="ar-SA"/>
    </w:rPr>
  </w:style>
  <w:style w:type="paragraph" w:customStyle="1" w:styleId="a">
    <w:name w:val="Нормальний текст"/>
    <w:basedOn w:val="Normal"/>
    <w:uiPriority w:val="99"/>
    <w:rsid w:val="003316C2"/>
    <w:pPr>
      <w:spacing w:before="120"/>
      <w:ind w:firstLine="567"/>
    </w:pPr>
    <w:rPr>
      <w:rFonts w:ascii="Antiqua" w:hAnsi="Antiqua"/>
      <w:noProof w:val="0"/>
      <w:sz w:val="26"/>
      <w:szCs w:val="20"/>
    </w:rPr>
  </w:style>
  <w:style w:type="character" w:customStyle="1" w:styleId="TitleChar">
    <w:name w:val="Title Char"/>
    <w:uiPriority w:val="99"/>
    <w:locked/>
    <w:rsid w:val="0046365E"/>
    <w:rPr>
      <w:sz w:val="28"/>
      <w:lang w:val="uk-UA" w:eastAsia="ru-RU"/>
    </w:rPr>
  </w:style>
  <w:style w:type="paragraph" w:styleId="Title">
    <w:name w:val="Title"/>
    <w:basedOn w:val="Normal"/>
    <w:link w:val="TitleChar1"/>
    <w:uiPriority w:val="99"/>
    <w:qFormat/>
    <w:rsid w:val="0046365E"/>
    <w:pPr>
      <w:jc w:val="center"/>
    </w:pPr>
    <w:rPr>
      <w:noProof w:val="0"/>
      <w:sz w:val="28"/>
      <w:szCs w:val="20"/>
    </w:rPr>
  </w:style>
  <w:style w:type="character" w:customStyle="1" w:styleId="TitleChar1">
    <w:name w:val="Title Char1"/>
    <w:basedOn w:val="DefaultParagraphFont"/>
    <w:link w:val="Title"/>
    <w:uiPriority w:val="99"/>
    <w:locked/>
    <w:rsid w:val="00F90C11"/>
    <w:rPr>
      <w:rFonts w:ascii="Cambria" w:hAnsi="Cambria" w:cs="Times New Roman"/>
      <w:b/>
      <w:bCs/>
      <w:noProof/>
      <w:kern w:val="28"/>
      <w:sz w:val="32"/>
      <w:szCs w:val="32"/>
      <w:lang w:val="uk-UA" w:eastAsia="ru-RU"/>
    </w:rPr>
  </w:style>
  <w:style w:type="paragraph" w:customStyle="1" w:styleId="paragraphs">
    <w:name w:val="paragraphs"/>
    <w:basedOn w:val="Normal"/>
    <w:uiPriority w:val="99"/>
    <w:rsid w:val="008A72F5"/>
    <w:pPr>
      <w:spacing w:after="120"/>
      <w:ind w:firstLine="480"/>
    </w:pPr>
    <w:rPr>
      <w:rFonts w:ascii="Arial" w:hAnsi="Arial" w:cs="Arial"/>
      <w:noProof w:val="0"/>
      <w:color w:val="000000"/>
      <w:sz w:val="18"/>
      <w:szCs w:val="18"/>
      <w:lang w:eastAsia="uk-UA"/>
    </w:rPr>
  </w:style>
  <w:style w:type="paragraph" w:styleId="BalloonText">
    <w:name w:val="Balloon Text"/>
    <w:basedOn w:val="Normal"/>
    <w:link w:val="BalloonTextChar"/>
    <w:uiPriority w:val="99"/>
    <w:rsid w:val="00A642D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42D9"/>
    <w:rPr>
      <w:rFonts w:ascii="Tahoma" w:hAnsi="Tahoma" w:cs="Times New Roman"/>
      <w:noProof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8E1CAD"/>
    <w:pPr>
      <w:ind w:left="720"/>
      <w:contextualSpacing/>
    </w:pPr>
  </w:style>
  <w:style w:type="paragraph" w:customStyle="1" w:styleId="ShapkaDocumentu">
    <w:name w:val="Shapka Documentu"/>
    <w:basedOn w:val="Normal"/>
    <w:uiPriority w:val="99"/>
    <w:rsid w:val="00C972DA"/>
    <w:pPr>
      <w:keepNext/>
      <w:keepLines/>
      <w:spacing w:after="240"/>
      <w:ind w:left="3969"/>
      <w:jc w:val="center"/>
    </w:pPr>
    <w:rPr>
      <w:rFonts w:ascii="Antiqua" w:hAnsi="Antiqua"/>
      <w:noProof w:val="0"/>
      <w:sz w:val="26"/>
      <w:szCs w:val="20"/>
    </w:rPr>
  </w:style>
  <w:style w:type="character" w:customStyle="1" w:styleId="docdata">
    <w:name w:val="docdata"/>
    <w:aliases w:val="docy,v5,3526,baiaagaaboqcaaadoakaaawu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3424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6</Pages>
  <Words>1430</Words>
  <Characters>8152</Characters>
  <Application>Microsoft Office Outlook</Application>
  <DocSecurity>0</DocSecurity>
  <Lines>0</Lines>
  <Paragraphs>0</Paragraphs>
  <ScaleCrop>false</ScaleCrop>
  <Company>RDA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3 2</dc:title>
  <dc:subject/>
  <dc:creator>Larisa</dc:creator>
  <cp:keywords/>
  <dc:description/>
  <cp:lastModifiedBy>User</cp:lastModifiedBy>
  <cp:revision>3</cp:revision>
  <cp:lastPrinted>2018-06-13T09:08:00Z</cp:lastPrinted>
  <dcterms:created xsi:type="dcterms:W3CDTF">2020-02-04T12:05:00Z</dcterms:created>
  <dcterms:modified xsi:type="dcterms:W3CDTF">2020-02-05T13:46:00Z</dcterms:modified>
</cp:coreProperties>
</file>